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10" w:type="pct"/>
        <w:tblInd w:w="-23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Report header"/>
      </w:tblPr>
      <w:tblGrid>
        <w:gridCol w:w="2088"/>
        <w:gridCol w:w="288"/>
        <w:gridCol w:w="8424"/>
      </w:tblGrid>
      <w:tr w:rsidR="001B6B3C">
        <w:trPr>
          <w:trHeight w:hRule="exact" w:val="720"/>
        </w:trPr>
        <w:tc>
          <w:tcPr>
            <w:tcW w:w="2088" w:type="dxa"/>
            <w:vAlign w:val="bottom"/>
          </w:tcPr>
          <w:p w:rsidR="001B6B3C" w:rsidRDefault="00E100D6">
            <w:pPr>
              <w:pStyle w:val="Date"/>
            </w:pPr>
            <w:sdt>
              <w:sdtPr>
                <w:alias w:val="Date"/>
                <w:tag w:val=""/>
                <w:id w:val="1592654403"/>
                <w:placeholder>
                  <w:docPart w:val="7A678B3CB9BE4A17B80F3072D97A7E12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D028F">
                  <w:t>[Date]</w:t>
                </w:r>
              </w:sdtContent>
            </w:sdt>
          </w:p>
        </w:tc>
        <w:tc>
          <w:tcPr>
            <w:tcW w:w="288" w:type="dxa"/>
            <w:vAlign w:val="bottom"/>
          </w:tcPr>
          <w:p w:rsidR="001B6B3C" w:rsidRDefault="001B6B3C"/>
        </w:tc>
        <w:tc>
          <w:tcPr>
            <w:tcW w:w="8424" w:type="dxa"/>
            <w:vAlign w:val="bottom"/>
          </w:tcPr>
          <w:p w:rsidR="001B6B3C" w:rsidRDefault="00E100D6">
            <w:pPr>
              <w:pStyle w:val="Title"/>
            </w:pPr>
            <w:sdt>
              <w:sdtPr>
                <w:alias w:val="Title"/>
                <w:tag w:val=""/>
                <w:id w:val="21604194"/>
                <w:placeholder>
                  <w:docPart w:val="8DC3034C950E4C1DB475A84B97C3D47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D028F">
                  <w:t xml:space="preserve">Project </w:t>
                </w:r>
                <w:r w:rsidR="002F6A3C">
                  <w:t xml:space="preserve">Weekly </w:t>
                </w:r>
                <w:r w:rsidR="00DD028F">
                  <w:t>Status Report</w:t>
                </w:r>
                <w:r w:rsidR="002F6A3C">
                  <w:t xml:space="preserve"> Sample</w:t>
                </w:r>
              </w:sdtContent>
            </w:sdt>
          </w:p>
        </w:tc>
      </w:tr>
      <w:tr w:rsidR="001B6B3C">
        <w:trPr>
          <w:trHeight w:hRule="exact" w:val="86"/>
        </w:trPr>
        <w:tc>
          <w:tcPr>
            <w:tcW w:w="2088" w:type="dxa"/>
            <w:shd w:val="clear" w:color="auto" w:fill="000000" w:themeFill="text1"/>
          </w:tcPr>
          <w:p w:rsidR="001B6B3C" w:rsidRDefault="001B6B3C">
            <w:pPr>
              <w:rPr>
                <w:sz w:val="10"/>
              </w:rPr>
            </w:pPr>
          </w:p>
        </w:tc>
        <w:tc>
          <w:tcPr>
            <w:tcW w:w="288" w:type="dxa"/>
          </w:tcPr>
          <w:p w:rsidR="001B6B3C" w:rsidRDefault="001B6B3C">
            <w:pPr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:rsidR="001B6B3C" w:rsidRDefault="001B6B3C">
            <w:pPr>
              <w:rPr>
                <w:sz w:val="10"/>
              </w:rPr>
            </w:pPr>
          </w:p>
        </w:tc>
      </w:tr>
    </w:tbl>
    <w:p w:rsidR="001B6B3C" w:rsidRDefault="00DD028F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1200150</wp:posOffset>
                </wp:positionV>
                <wp:extent cx="1323975" cy="1714500"/>
                <wp:effectExtent l="0" t="0" r="9525" b="3175"/>
                <wp:wrapNone/>
                <wp:docPr id="1" name="Text Box 1" descr="Status report form head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Project Name</w:t>
                            </w:r>
                          </w:p>
                          <w:p w:rsidR="001B6B3C" w:rsidRDefault="00E100D6">
                            <w:pPr>
                              <w:pStyle w:val="FormText"/>
                            </w:pPr>
                            <w:sdt>
                              <w:sdtPr>
                                <w:id w:val="-190845037"/>
                                <w:placeholder>
                                  <w:docPart w:val="EC126599390D4D5EA447F1D3214F6B9D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DD028F">
                                  <w:t>[Project Name]</w:t>
                                </w:r>
                              </w:sdtContent>
                            </w:sdt>
                          </w:p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Client Name</w:t>
                            </w:r>
                          </w:p>
                          <w:p w:rsidR="001B6B3C" w:rsidRDefault="00E100D6">
                            <w:pPr>
                              <w:pStyle w:val="FormText"/>
                            </w:pPr>
                            <w:sdt>
                              <w:sdtPr>
                                <w:id w:val="-786579127"/>
                                <w:placeholder>
                                  <w:docPart w:val="158B542991F946AAB18BAB9881EAF33D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DD028F">
                                  <w:t>[Client Name]</w:t>
                                </w:r>
                              </w:sdtContent>
                            </w:sdt>
                          </w:p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Project Manager</w:t>
                            </w:r>
                          </w:p>
                          <w:sdt>
                            <w:sdtPr>
                              <w:id w:val="1664363053"/>
                              <w:placeholder>
                                <w:docPart w:val="54093FE0E29D4184AEB567FD5F980B23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1B6B3C" w:rsidRDefault="00DD028F">
                                <w:pPr>
                                  <w:pStyle w:val="FormText"/>
                                </w:pPr>
                                <w:r>
                                  <w:t>[Project Manager]</w:t>
                                </w:r>
                              </w:p>
                            </w:sdtContent>
                          </w:sdt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Prepared By</w:t>
                            </w:r>
                          </w:p>
                          <w:sdt>
                            <w:sdtPr>
                              <w:id w:val="-1467733057"/>
                              <w:placeholder>
                                <w:docPart w:val="C05B4D0C48FA49BA8C496E1EF3333C35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1B6B3C" w:rsidRDefault="00DD028F">
                                <w:pPr>
                                  <w:pStyle w:val="FormText"/>
                                </w:pPr>
                                <w:r>
                                  <w:t>[Name]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Status report form heading" style="position:absolute;left:0;text-align:left;margin-left:36pt;margin-top:94.5pt;width:104.2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" filled="f" stroked="f" strokeweight=".5pt">
                <v:textbox style="mso-fit-shape-to-text:t" inset="0,0,0,0">
                  <w:txbxContent>
                    <w:p w:rsidR="001B6B3C" w:rsidRDefault="00DD028F">
                      <w:pPr>
                        <w:pStyle w:val="FormHeading"/>
                      </w:pPr>
                      <w:r>
                        <w:t>Project Name</w:t>
                      </w:r>
                    </w:p>
                    <w:p w:rsidR="001B6B3C" w:rsidRDefault="00DD028F">
                      <w:pPr>
                        <w:pStyle w:val="FormText"/>
                      </w:pPr>
                      <w:sdt>
                        <w:sdtPr>
                          <w:id w:val="-190845037"/>
                          <w:placeholder>
                            <w:docPart w:val="EC126599390D4D5EA447F1D3214F6B9D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>
                            <w:t>[Project Name]</w:t>
                          </w:r>
                        </w:sdtContent>
                      </w:sdt>
                    </w:p>
                    <w:p w:rsidR="001B6B3C" w:rsidRDefault="00DD028F">
                      <w:pPr>
                        <w:pStyle w:val="FormHeading"/>
                      </w:pPr>
                      <w:r>
                        <w:t>Client Name</w:t>
                      </w:r>
                    </w:p>
                    <w:p w:rsidR="001B6B3C" w:rsidRDefault="00DD028F">
                      <w:pPr>
                        <w:pStyle w:val="FormText"/>
                      </w:pPr>
                      <w:sdt>
                        <w:sdtPr>
                          <w:id w:val="-786579127"/>
                          <w:placeholder>
                            <w:docPart w:val="158B542991F946AAB18BAB9881EAF33D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>
                            <w:t>[Client Name]</w:t>
                          </w:r>
                        </w:sdtContent>
                      </w:sdt>
                    </w:p>
                    <w:p w:rsidR="001B6B3C" w:rsidRDefault="00DD028F">
                      <w:pPr>
                        <w:pStyle w:val="FormHeading"/>
                      </w:pPr>
                      <w:r>
                        <w:t>Project Manager</w:t>
                      </w:r>
                    </w:p>
                    <w:sdt>
                      <w:sdtPr>
                        <w:id w:val="1664363053"/>
                        <w:placeholder>
                          <w:docPart w:val="54093FE0E29D4184AEB567FD5F980B23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1B6B3C" w:rsidRDefault="00DD028F">
                          <w:pPr>
                            <w:pStyle w:val="FormText"/>
                          </w:pPr>
                          <w:r>
                            <w:t>[Project Manager]</w:t>
                          </w:r>
                        </w:p>
                      </w:sdtContent>
                    </w:sdt>
                    <w:p w:rsidR="001B6B3C" w:rsidRDefault="00DD028F">
                      <w:pPr>
                        <w:pStyle w:val="FormHeading"/>
                      </w:pPr>
                      <w:r>
                        <w:t>Prepared By</w:t>
                      </w:r>
                    </w:p>
                    <w:sdt>
                      <w:sdtPr>
                        <w:id w:val="-1467733057"/>
                        <w:placeholder>
                          <w:docPart w:val="C05B4D0C48FA49BA8C496E1EF3333C35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1B6B3C" w:rsidRDefault="00DD028F">
                          <w:pPr>
                            <w:pStyle w:val="FormText"/>
                          </w:pPr>
                          <w:r>
                            <w:t>[Name]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t>Snapshot of Project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Project snapshot"/>
      </w:tblPr>
      <w:tblGrid>
        <w:gridCol w:w="1855"/>
        <w:gridCol w:w="1434"/>
        <w:gridCol w:w="2362"/>
        <w:gridCol w:w="1813"/>
        <w:gridCol w:w="970"/>
      </w:tblGrid>
      <w:tr w:rsidR="001B6B3C" w:rsidTr="001B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00" w:type="pct"/>
          </w:tcPr>
          <w:p w:rsidR="001B6B3C" w:rsidRDefault="00DD028F">
            <w:r>
              <w:t>Activity</w:t>
            </w:r>
          </w:p>
        </w:tc>
        <w:tc>
          <w:tcPr>
            <w:tcW w:w="850" w:type="pct"/>
          </w:tcPr>
          <w:p w:rsidR="001B6B3C" w:rsidRDefault="00DD028F">
            <w:r>
              <w:t>% Complete</w:t>
            </w:r>
          </w:p>
        </w:tc>
        <w:tc>
          <w:tcPr>
            <w:tcW w:w="1400" w:type="pct"/>
          </w:tcPr>
          <w:p w:rsidR="001B6B3C" w:rsidRDefault="00DD028F">
            <w:r>
              <w:t>Issues</w:t>
            </w:r>
          </w:p>
        </w:tc>
        <w:tc>
          <w:tcPr>
            <w:tcW w:w="1075" w:type="pct"/>
          </w:tcPr>
          <w:p w:rsidR="001B6B3C" w:rsidRDefault="00DD028F">
            <w:r>
              <w:t>Delivery Date</w:t>
            </w:r>
          </w:p>
        </w:tc>
        <w:tc>
          <w:tcPr>
            <w:tcW w:w="577" w:type="pct"/>
          </w:tcPr>
          <w:p w:rsidR="001B6B3C" w:rsidRDefault="00DD028F">
            <w:r>
              <w:t>Owner</w:t>
            </w:r>
          </w:p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  <w:bookmarkStart w:id="0" w:name="_GoBack"/>
        <w:bookmarkEnd w:id="0"/>
      </w:tr>
    </w:tbl>
    <w:p w:rsidR="001B6B3C" w:rsidRDefault="00DD028F">
      <w:pPr>
        <w:pStyle w:val="Heading1"/>
      </w:pPr>
      <w:r>
        <w:t>Status Summary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12" w:space="0" w:color="000000" w:themeColor="text1"/>
          <w:right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summary"/>
      </w:tblPr>
      <w:tblGrid>
        <w:gridCol w:w="8434"/>
      </w:tblGrid>
      <w:tr w:rsidR="001B6B3C">
        <w:sdt>
          <w:sdtPr>
            <w:id w:val="154348348"/>
            <w:placeholder>
              <w:docPart w:val="998443FFA4234576AC181AFF8A962301"/>
            </w:placeholder>
            <w:temporary/>
            <w:showingPlcHdr/>
            <w:text/>
          </w:sdtPr>
          <w:sdtEndPr/>
          <w:sdtContent>
            <w:tc>
              <w:tcPr>
                <w:tcW w:w="8640" w:type="dxa"/>
              </w:tcPr>
              <w:p w:rsidR="001B6B3C" w:rsidRDefault="00DD028F">
                <w:pPr>
                  <w:pStyle w:val="TableText"/>
                </w:pPr>
                <w:r>
                  <w:t>[Start text here.]</w:t>
                </w:r>
              </w:p>
            </w:tc>
          </w:sdtContent>
        </w:sdt>
      </w:tr>
    </w:tbl>
    <w:p w:rsidR="001B6B3C" w:rsidRDefault="001B6B3C"/>
    <w:p w:rsidR="001B6B3C" w:rsidRDefault="00DD028F">
      <w:pPr>
        <w:pStyle w:val="Heading1"/>
      </w:pPr>
      <w:r>
        <w:t>Budget Overview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Budget overview"/>
      </w:tblPr>
      <w:tblGrid>
        <w:gridCol w:w="2269"/>
        <w:gridCol w:w="1125"/>
        <w:gridCol w:w="1680"/>
        <w:gridCol w:w="3360"/>
      </w:tblGrid>
      <w:tr w:rsidR="001B6B3C" w:rsidTr="001B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45" w:type="pct"/>
          </w:tcPr>
          <w:p w:rsidR="001B6B3C" w:rsidRDefault="00DD028F">
            <w:r>
              <w:t>Item</w:t>
            </w:r>
          </w:p>
        </w:tc>
        <w:tc>
          <w:tcPr>
            <w:tcW w:w="667" w:type="pct"/>
          </w:tcPr>
          <w:p w:rsidR="001B6B3C" w:rsidRDefault="00DD028F">
            <w:r>
              <w:t>Owner</w:t>
            </w:r>
          </w:p>
        </w:tc>
        <w:tc>
          <w:tcPr>
            <w:tcW w:w="996" w:type="pct"/>
          </w:tcPr>
          <w:p w:rsidR="001B6B3C" w:rsidRDefault="00DD028F">
            <w:r>
              <w:t>On Track?</w:t>
            </w:r>
          </w:p>
        </w:tc>
        <w:tc>
          <w:tcPr>
            <w:tcW w:w="1992" w:type="pct"/>
          </w:tcPr>
          <w:p w:rsidR="001B6B3C" w:rsidRDefault="00DD028F">
            <w:r>
              <w:t>Notes</w:t>
            </w:r>
          </w:p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</w:tbl>
    <w:p w:rsidR="001B6B3C" w:rsidRDefault="001B6B3C"/>
    <w:sectPr w:rsidR="001B6B3C">
      <w:headerReference w:type="default" r:id="rId10"/>
      <w:footerReference w:type="default" r:id="rId11"/>
      <w:footerReference w:type="first" r:id="rId12"/>
      <w:pgSz w:w="12240" w:h="15840" w:code="1"/>
      <w:pgMar w:top="1080" w:right="720" w:bottom="2880" w:left="3096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D6" w:rsidRDefault="00E100D6">
      <w:pPr>
        <w:spacing w:after="0" w:line="240" w:lineRule="auto"/>
      </w:pPr>
      <w:r>
        <w:separator/>
      </w:r>
    </w:p>
    <w:p w:rsidR="00E100D6" w:rsidRDefault="00E100D6"/>
  </w:endnote>
  <w:endnote w:type="continuationSeparator" w:id="0">
    <w:p w:rsidR="00E100D6" w:rsidRDefault="00E100D6">
      <w:pPr>
        <w:spacing w:after="0" w:line="240" w:lineRule="auto"/>
      </w:pPr>
      <w:r>
        <w:continuationSeparator/>
      </w:r>
    </w:p>
    <w:p w:rsidR="00E100D6" w:rsidRDefault="00E10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1B6B3C">
      <w:trPr>
        <w:trHeight w:hRule="exact" w:val="86"/>
      </w:trPr>
      <w:tc>
        <w:tcPr>
          <w:tcW w:w="10800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</w:tr>
  </w:tbl>
  <w:p w:rsidR="001B6B3C" w:rsidRDefault="001B6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1B6B3C">
      <w:tc>
        <w:tcPr>
          <w:tcW w:w="8424" w:type="dxa"/>
        </w:tcPr>
        <w:sdt>
          <w:sdtPr>
            <w:id w:val="-1942834360"/>
            <w:temporary/>
            <w:showingPlcHdr/>
            <w:text/>
          </w:sdtPr>
          <w:sdtEndPr/>
          <w:sdtContent>
            <w:p w:rsidR="001B6B3C" w:rsidRDefault="00DD028F">
              <w:pPr>
                <w:pStyle w:val="Organization"/>
              </w:pPr>
              <w:r>
                <w:t>[Company]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1B6B3C">
            <w:trPr>
              <w:trHeight w:hRule="exact" w:val="144"/>
            </w:trPr>
            <w:tc>
              <w:tcPr>
                <w:tcW w:w="1683" w:type="pct"/>
              </w:tcPr>
              <w:p w:rsidR="001B6B3C" w:rsidRDefault="001B6B3C"/>
            </w:tc>
            <w:tc>
              <w:tcPr>
                <w:tcW w:w="1656" w:type="pct"/>
              </w:tcPr>
              <w:p w:rsidR="001B6B3C" w:rsidRDefault="001B6B3C"/>
            </w:tc>
            <w:tc>
              <w:tcPr>
                <w:tcW w:w="1661" w:type="pct"/>
              </w:tcPr>
              <w:p w:rsidR="001B6B3C" w:rsidRDefault="001B6B3C"/>
            </w:tc>
          </w:tr>
          <w:tr w:rsidR="001B6B3C">
            <w:tc>
              <w:tcPr>
                <w:tcW w:w="1683" w:type="pct"/>
                <w:tcMar>
                  <w:bottom w:w="144" w:type="dxa"/>
                </w:tcMar>
              </w:tcPr>
              <w:p w:rsidR="001B6B3C" w:rsidRDefault="00DD028F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</w:t>
                </w:r>
                <w:sdt>
                  <w:sdtPr>
                    <w:alias w:val="Telephone"/>
                    <w:tag w:val="Telephone"/>
                    <w:id w:val="2050645240"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>
                      <w:t>[Telephone]</w:t>
                    </w:r>
                  </w:sdtContent>
                </w:sdt>
              </w:p>
              <w:p w:rsidR="001B6B3C" w:rsidRDefault="00DD028F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</w:t>
                </w:r>
                <w:sdt>
                  <w:sdtPr>
                    <w:alias w:val="Fax"/>
                    <w:tag w:val="Fax"/>
                    <w:id w:val="-371922971"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:text/>
                  </w:sdtPr>
                  <w:sdtEndPr/>
                  <w:sdtContent>
                    <w:r>
                      <w:t>[Fax]</w:t>
                    </w:r>
                  </w:sdtContent>
                </w:sdt>
              </w:p>
            </w:tc>
            <w:sdt>
              <w:sdtPr>
                <w:alias w:val="Address"/>
                <w:tag w:val="Address"/>
                <w:id w:val="-1189594973"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1B6B3C" w:rsidRDefault="00DD028F">
                    <w:pPr>
                      <w:pStyle w:val="Footer"/>
                    </w:pPr>
                    <w:r>
                      <w:t>[Street Address]</w:t>
                    </w:r>
                    <w:r>
                      <w:br/>
                      <w:t>[City, ST ZIP]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alias w:val="Website"/>
                  <w:tag w:val="Website"/>
                  <w:id w:val="362251725"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:text/>
                </w:sdtPr>
                <w:sdtEndPr/>
                <w:sdtContent>
                  <w:p w:rsidR="001B6B3C" w:rsidRDefault="00DD028F">
                    <w:pPr>
                      <w:pStyle w:val="Footer"/>
                    </w:pPr>
                    <w:r>
                      <w:t>[Website]</w:t>
                    </w:r>
                  </w:p>
                </w:sdtContent>
              </w:sdt>
              <w:sdt>
                <w:sdtPr>
                  <w:alias w:val="Email"/>
                  <w:tag w:val="Email"/>
                  <w:id w:val="1908571517"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:text/>
                </w:sdtPr>
                <w:sdtEndPr/>
                <w:sdtContent>
                  <w:p w:rsidR="001B6B3C" w:rsidRDefault="00DD028F">
                    <w:pPr>
                      <w:pStyle w:val="Footer"/>
                    </w:pPr>
                    <w:r>
                      <w:t>[Email]</w:t>
                    </w:r>
                  </w:p>
                </w:sdtContent>
              </w:sdt>
            </w:tc>
          </w:tr>
        </w:tbl>
        <w:p w:rsidR="001B6B3C" w:rsidRDefault="001B6B3C">
          <w:pPr>
            <w:pStyle w:val="Footer"/>
          </w:pPr>
        </w:p>
      </w:tc>
      <w:tc>
        <w:tcPr>
          <w:tcW w:w="288" w:type="dxa"/>
        </w:tcPr>
        <w:p w:rsidR="001B6B3C" w:rsidRDefault="001B6B3C">
          <w:pPr>
            <w:pStyle w:val="Footer"/>
          </w:pPr>
        </w:p>
      </w:tc>
      <w:sdt>
        <w:sdtPr>
          <w:alias w:val="Click icon at right to replace logo"/>
          <w:tag w:val="Click icon at right to replace logo"/>
          <w:id w:val="1506468256"/>
          <w:picture/>
        </w:sdtPr>
        <w:sdtEndPr/>
        <w:sdtContent>
          <w:tc>
            <w:tcPr>
              <w:tcW w:w="2088" w:type="dxa"/>
              <w:vAlign w:val="bottom"/>
            </w:tcPr>
            <w:p w:rsidR="001B6B3C" w:rsidRDefault="00DD028F">
              <w:pPr>
                <w:pStyle w:val="Graphic"/>
              </w:pPr>
              <w:r>
                <w:rPr>
                  <w:noProof/>
                </w:rPr>
                <w:drawing>
                  <wp:inline distT="0" distB="0" distL="0" distR="0">
                    <wp:extent cx="914400" cy="442912"/>
                    <wp:effectExtent l="0" t="0" r="0" b="0"/>
                    <wp:docPr id="3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4400" cy="442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1B6B3C">
      <w:trPr>
        <w:trHeight w:hRule="exact" w:val="86"/>
      </w:trPr>
      <w:tc>
        <w:tcPr>
          <w:tcW w:w="8424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</w:tr>
  </w:tbl>
  <w:p w:rsidR="001B6B3C" w:rsidRDefault="001B6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D6" w:rsidRDefault="00E100D6">
      <w:pPr>
        <w:spacing w:after="0" w:line="240" w:lineRule="auto"/>
      </w:pPr>
      <w:r>
        <w:separator/>
      </w:r>
    </w:p>
    <w:p w:rsidR="00E100D6" w:rsidRDefault="00E100D6"/>
  </w:footnote>
  <w:footnote w:type="continuationSeparator" w:id="0">
    <w:p w:rsidR="00E100D6" w:rsidRDefault="00E100D6">
      <w:pPr>
        <w:spacing w:after="0" w:line="240" w:lineRule="auto"/>
      </w:pPr>
      <w:r>
        <w:continuationSeparator/>
      </w:r>
    </w:p>
    <w:p w:rsidR="00E100D6" w:rsidRDefault="00E100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1B6B3C">
      <w:trPr>
        <w:trHeight w:hRule="exact" w:val="720"/>
      </w:trPr>
      <w:sdt>
        <w:sdtPr>
          <w:alias w:val="Date"/>
          <w:tag w:val=""/>
          <w:id w:val="2064987651"/>
          <w:placeholder>
            <w:docPart w:val="8DC3034C950E4C1DB475A84B97C3D477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1-04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1B6B3C" w:rsidRDefault="00DD028F">
              <w:pPr>
                <w:pStyle w:val="Date"/>
              </w:pPr>
              <w:r>
                <w:t>[Date]</w:t>
              </w:r>
            </w:p>
          </w:tc>
        </w:sdtContent>
      </w:sdt>
      <w:tc>
        <w:tcPr>
          <w:tcW w:w="288" w:type="dxa"/>
          <w:vAlign w:val="bottom"/>
        </w:tcPr>
        <w:p w:rsidR="001B6B3C" w:rsidRDefault="001B6B3C"/>
      </w:tc>
      <w:tc>
        <w:tcPr>
          <w:tcW w:w="5544" w:type="dxa"/>
          <w:vAlign w:val="bottom"/>
        </w:tcPr>
        <w:p w:rsidR="001B6B3C" w:rsidRDefault="00E100D6">
          <w:pPr>
            <w:pStyle w:val="Title"/>
          </w:pPr>
          <w:sdt>
            <w:sdtPr>
              <w:alias w:val="Title"/>
              <w:tag w:val=""/>
              <w:id w:val="534769955"/>
              <w:placeholder>
                <w:docPart w:val="C05B4D0C48FA49BA8C496E1EF3333C3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F6A3C">
                <w:t>Project Weekly Status Report Sample</w:t>
              </w:r>
            </w:sdtContent>
          </w:sdt>
        </w:p>
      </w:tc>
      <w:tc>
        <w:tcPr>
          <w:tcW w:w="2880" w:type="dxa"/>
          <w:vAlign w:val="bottom"/>
        </w:tcPr>
        <w:p w:rsidR="001B6B3C" w:rsidRDefault="00DD028F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>
            <w:t>02</w:t>
          </w:r>
          <w:r>
            <w:fldChar w:fldCharType="end"/>
          </w:r>
        </w:p>
      </w:tc>
    </w:tr>
    <w:tr w:rsidR="001B6B3C">
      <w:trPr>
        <w:trHeight w:hRule="exact" w:val="86"/>
      </w:trPr>
      <w:tc>
        <w:tcPr>
          <w:tcW w:w="2088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  <w:tc>
        <w:tcPr>
          <w:tcW w:w="288" w:type="dxa"/>
        </w:tcPr>
        <w:p w:rsidR="001B6B3C" w:rsidRDefault="001B6B3C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</w:tr>
  </w:tbl>
  <w:p w:rsidR="001B6B3C" w:rsidRDefault="001B6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A4"/>
    <w:rsid w:val="001B6B3C"/>
    <w:rsid w:val="002F6A3C"/>
    <w:rsid w:val="006A47A4"/>
    <w:rsid w:val="00DD028F"/>
    <w:rsid w:val="00E1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lang w:val="en-GB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ind w:left="115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lang w:val="en-US"/>
    </w:rPr>
  </w:style>
  <w:style w:type="paragraph" w:customStyle="1" w:styleId="FormHeading">
    <w:name w:val="Form Heading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left"/>
      </w:pPr>
      <w:rPr>
        <w:b/>
        <w:i w:val="0"/>
      </w:rPr>
      <w:tblPr/>
      <w:tcPr>
        <w:vAlign w:val="bottom"/>
      </w:tcPr>
    </w:tblStylePr>
    <w:tblStylePr w:type="lastRow">
      <w:rPr>
        <w:b w:val="0"/>
        <w:i w:val="0"/>
      </w:rPr>
      <w:tblPr/>
      <w:tcPr>
        <w:tcBorders>
          <w:top w:val="nil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qFormat/>
    <w:pPr>
      <w:spacing w:after="0" w:line="264" w:lineRule="auto"/>
    </w:pPr>
    <w:rPr>
      <w:color w:val="EF4623" w:themeColor="accen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TableText">
    <w:name w:val="Table Text"/>
    <w:basedOn w:val="Normal"/>
    <w:qFormat/>
    <w:pPr>
      <w:spacing w:before="120" w:after="120"/>
      <w:ind w:left="115" w:right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lang w:val="en-GB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ind w:left="115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lang w:val="en-US"/>
    </w:rPr>
  </w:style>
  <w:style w:type="paragraph" w:customStyle="1" w:styleId="FormHeading">
    <w:name w:val="Form Heading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left"/>
      </w:pPr>
      <w:rPr>
        <w:b/>
        <w:i w:val="0"/>
      </w:rPr>
      <w:tblPr/>
      <w:tcPr>
        <w:vAlign w:val="bottom"/>
      </w:tcPr>
    </w:tblStylePr>
    <w:tblStylePr w:type="lastRow">
      <w:rPr>
        <w:b w:val="0"/>
        <w:i w:val="0"/>
      </w:rPr>
      <w:tblPr/>
      <w:tcPr>
        <w:tcBorders>
          <w:top w:val="nil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qFormat/>
    <w:pPr>
      <w:spacing w:after="0" w:line="264" w:lineRule="auto"/>
    </w:pPr>
    <w:rPr>
      <w:color w:val="EF4623" w:themeColor="accen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TableText">
    <w:name w:val="Table Text"/>
    <w:basedOn w:val="Normal"/>
    <w:qFormat/>
    <w:pPr>
      <w:spacing w:before="120" w:after="120"/>
      <w:ind w:left="115" w:righ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je\AppData\Roaming\Microsoft\Templates\Project%20status%20report%20(Red%20and%20Blac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A678B3CB9BE4A17B80F3072D97A7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5E9C6-2437-4F38-BD4B-8A735AAC0AA4}"/>
      </w:docPartPr>
      <w:docPartBody>
        <w:p w:rsidR="009A4A2C" w:rsidRDefault="00FD2B32">
          <w:pPr>
            <w:pStyle w:val="7A678B3CB9BE4A17B80F3072D97A7E12"/>
          </w:pPr>
          <w:r>
            <w:t>[Date]</w:t>
          </w:r>
        </w:p>
      </w:docPartBody>
    </w:docPart>
    <w:docPart>
      <w:docPartPr>
        <w:name w:val="8DC3034C950E4C1DB475A84B97C3D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0ECF3-6EAE-46D7-8B45-D45945D0C536}"/>
      </w:docPartPr>
      <w:docPartBody>
        <w:p w:rsidR="009A4A2C" w:rsidRDefault="00FD2B32">
          <w:pPr>
            <w:pStyle w:val="8DC3034C950E4C1DB475A84B97C3D477"/>
          </w:pPr>
          <w:r>
            <w:t>Project Status Report</w:t>
          </w:r>
        </w:p>
      </w:docPartBody>
    </w:docPart>
    <w:docPart>
      <w:docPartPr>
        <w:name w:val="998443FFA4234576AC181AFF8A962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E6121-56CF-43E0-9634-E23CBAFA4330}"/>
      </w:docPartPr>
      <w:docPartBody>
        <w:p w:rsidR="009A4A2C" w:rsidRDefault="00FD2B32">
          <w:pPr>
            <w:pStyle w:val="998443FFA4234576AC181AFF8A962301"/>
          </w:pPr>
          <w:r>
            <w:t>[Start text here.]</w:t>
          </w:r>
        </w:p>
      </w:docPartBody>
    </w:docPart>
    <w:docPart>
      <w:docPartPr>
        <w:name w:val="C05B4D0C48FA49BA8C496E1EF3333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5AB0F-602A-4123-B421-9722092A9F0D}"/>
      </w:docPartPr>
      <w:docPartBody>
        <w:p w:rsidR="009A4A2C" w:rsidRDefault="00FD2B32">
          <w:pPr>
            <w:pStyle w:val="C05B4D0C48FA49BA8C496E1EF3333C35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32"/>
    <w:rsid w:val="008736FC"/>
    <w:rsid w:val="009A4A2C"/>
    <w:rsid w:val="00FD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678B3CB9BE4A17B80F3072D97A7E12">
    <w:name w:val="7A678B3CB9BE4A17B80F3072D97A7E12"/>
  </w:style>
  <w:style w:type="paragraph" w:customStyle="1" w:styleId="8DC3034C950E4C1DB475A84B97C3D477">
    <w:name w:val="8DC3034C950E4C1DB475A84B97C3D477"/>
  </w:style>
  <w:style w:type="paragraph" w:customStyle="1" w:styleId="998443FFA4234576AC181AFF8A962301">
    <w:name w:val="998443FFA4234576AC181AFF8A962301"/>
  </w:style>
  <w:style w:type="paragraph" w:customStyle="1" w:styleId="EC126599390D4D5EA447F1D3214F6B9D">
    <w:name w:val="EC126599390D4D5EA447F1D3214F6B9D"/>
  </w:style>
  <w:style w:type="paragraph" w:customStyle="1" w:styleId="158B542991F946AAB18BAB9881EAF33D">
    <w:name w:val="158B542991F946AAB18BAB9881EAF33D"/>
  </w:style>
  <w:style w:type="paragraph" w:customStyle="1" w:styleId="54093FE0E29D4184AEB567FD5F980B23">
    <w:name w:val="54093FE0E29D4184AEB567FD5F980B23"/>
  </w:style>
  <w:style w:type="paragraph" w:customStyle="1" w:styleId="C05B4D0C48FA49BA8C496E1EF3333C35">
    <w:name w:val="C05B4D0C48FA49BA8C496E1EF3333C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678B3CB9BE4A17B80F3072D97A7E12">
    <w:name w:val="7A678B3CB9BE4A17B80F3072D97A7E12"/>
  </w:style>
  <w:style w:type="paragraph" w:customStyle="1" w:styleId="8DC3034C950E4C1DB475A84B97C3D477">
    <w:name w:val="8DC3034C950E4C1DB475A84B97C3D477"/>
  </w:style>
  <w:style w:type="paragraph" w:customStyle="1" w:styleId="998443FFA4234576AC181AFF8A962301">
    <w:name w:val="998443FFA4234576AC181AFF8A962301"/>
  </w:style>
  <w:style w:type="paragraph" w:customStyle="1" w:styleId="EC126599390D4D5EA447F1D3214F6B9D">
    <w:name w:val="EC126599390D4D5EA447F1D3214F6B9D"/>
  </w:style>
  <w:style w:type="paragraph" w:customStyle="1" w:styleId="158B542991F946AAB18BAB9881EAF33D">
    <w:name w:val="158B542991F946AAB18BAB9881EAF33D"/>
  </w:style>
  <w:style w:type="paragraph" w:customStyle="1" w:styleId="54093FE0E29D4184AEB567FD5F980B23">
    <w:name w:val="54093FE0E29D4184AEB567FD5F980B23"/>
  </w:style>
  <w:style w:type="paragraph" w:customStyle="1" w:styleId="C05B4D0C48FA49BA8C496E1EF3333C35">
    <w:name w:val="C05B4D0C48FA49BA8C496E1EF3333C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BE7476-2432-41B6-9B84-521839679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6B949-4719-407B-A539-204F2E84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(Red and Black)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Status Report</vt:lpstr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Weekly Status Report Sample</dc:title>
  <dc:creator>MD SHAJEDUL ISLAM</dc:creator>
  <cp:keywords/>
  <cp:lastModifiedBy>Adeel Akhter</cp:lastModifiedBy>
  <cp:revision>2</cp:revision>
  <dcterms:created xsi:type="dcterms:W3CDTF">2017-08-04T16:52:00Z</dcterms:created>
  <dcterms:modified xsi:type="dcterms:W3CDTF">2022-05-18T08:48:00Z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TC027909689991</vt:lpwstr>
  </property>
</Properties>
</file>