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30" w:rsidRDefault="00345220" w:rsidP="00345220">
      <w:pPr>
        <w:pStyle w:val="Title"/>
        <w:tabs>
          <w:tab w:val="left" w:pos="6408"/>
        </w:tabs>
        <w:jc w:val="left"/>
      </w:pPr>
      <w:bookmarkStart w:id="0" w:name="_GoBack"/>
      <w:bookmarkEnd w:id="0"/>
      <w:r>
        <w:tab/>
        <w:t>TRAVEL EXPENSE REPORT</w:t>
      </w:r>
    </w:p>
    <w:tbl>
      <w:tblPr>
        <w:tblStyle w:val="PlainTable3"/>
        <w:tblW w:w="5000" w:type="pct"/>
        <w:tblCellMar>
          <w:top w:w="14" w:type="dxa"/>
          <w:left w:w="0" w:type="dxa"/>
          <w:bottom w:w="14" w:type="dxa"/>
          <w:right w:w="0" w:type="dxa"/>
        </w:tblCellMar>
        <w:tblLook w:val="0420" w:firstRow="1" w:lastRow="0" w:firstColumn="0" w:lastColumn="0" w:noHBand="0" w:noVBand="1"/>
        <w:tblDescription w:val="Contact information table"/>
      </w:tblPr>
      <w:tblGrid>
        <w:gridCol w:w="1769"/>
        <w:gridCol w:w="3637"/>
        <w:gridCol w:w="1829"/>
        <w:gridCol w:w="4331"/>
      </w:tblGrid>
      <w:tr w:rsidR="00075CBA" w:rsidTr="00F01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777867703"/>
            <w:placeholder>
              <w:docPart w:val="5D002682DCB84F878AB79A98E86827DB"/>
            </w:placeholder>
            <w:temporary/>
            <w:showingPlcHdr/>
          </w:sdtPr>
          <w:sdtEndPr/>
          <w:sdtContent>
            <w:tc>
              <w:tcPr>
                <w:tcW w:w="1644" w:type="dxa"/>
                <w:tcBorders>
                  <w:left w:val="single" w:sz="18" w:space="0" w:color="FFFFFF" w:themeColor="background1"/>
                </w:tcBorders>
                <w:shd w:val="clear" w:color="auto" w:fill="FFC40C" w:themeFill="accent4"/>
              </w:tcPr>
              <w:p w:rsidR="00075CBA" w:rsidRDefault="004F1DE0" w:rsidP="008C4630">
                <w:pPr>
                  <w:pStyle w:val="Heading1"/>
                  <w:spacing w:before="20" w:after="20"/>
                  <w:outlineLvl w:val="0"/>
                </w:pPr>
                <w:r w:rsidRPr="00F017D8">
                  <w:rPr>
                    <w:b/>
                  </w:rPr>
                  <w:t>Name</w:t>
                </w:r>
              </w:p>
            </w:tc>
          </w:sdtContent>
        </w:sdt>
        <w:sdt>
          <w:sdtPr>
            <w:id w:val="1072929707"/>
            <w:placeholder>
              <w:docPart w:val="59B2823C17B84A76ADCDFC31FAC03576"/>
            </w:placeholder>
            <w:temporary/>
            <w:showingPlcHdr/>
          </w:sdtPr>
          <w:sdtEndPr/>
          <w:sdtContent>
            <w:tc>
              <w:tcPr>
                <w:tcW w:w="3382" w:type="dxa"/>
                <w:tcMar>
                  <w:right w:w="216" w:type="dxa"/>
                </w:tcMar>
              </w:tcPr>
              <w:p w:rsidR="00075CBA" w:rsidRDefault="006D24C9" w:rsidP="006D24C9">
                <w:pPr>
                  <w:spacing w:before="20" w:after="20"/>
                </w:pPr>
                <w:r w:rsidRPr="00F017D8">
                  <w:rPr>
                    <w:b w:val="0"/>
                  </w:rPr>
                  <w:t>Name</w:t>
                </w:r>
              </w:p>
            </w:tc>
          </w:sdtContent>
        </w:sdt>
        <w:tc>
          <w:tcPr>
            <w:tcW w:w="1701" w:type="dxa"/>
            <w:shd w:val="clear" w:color="auto" w:fill="FFC40C" w:themeFill="accent4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2106224692"/>
                <w:placeholder>
                  <w:docPart w:val="64DD7CCBF3D64AF2BE6D6A80001D6689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</w:rPr>
                  <w:t>Department</w:t>
                </w:r>
              </w:sdtContent>
            </w:sdt>
          </w:p>
        </w:tc>
        <w:sdt>
          <w:sdtPr>
            <w:id w:val="-345089724"/>
            <w:placeholder>
              <w:docPart w:val="EA223DAE9B1943E596A82597184ABDDB"/>
            </w:placeholder>
            <w:temporary/>
            <w:showingPlcHdr/>
          </w:sdtPr>
          <w:sdtEndPr/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:rsidR="00075CBA" w:rsidRDefault="006D24C9" w:rsidP="006D24C9">
                <w:pPr>
                  <w:spacing w:before="20" w:after="20"/>
                </w:pPr>
                <w:r w:rsidRPr="00F017D8">
                  <w:rPr>
                    <w:b w:val="0"/>
                  </w:rPr>
                  <w:t>Department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44" w:type="dxa"/>
            <w:tcBorders>
              <w:left w:val="single" w:sz="18" w:space="0" w:color="FFFFFF" w:themeColor="background1"/>
            </w:tcBorders>
            <w:shd w:val="clear" w:color="auto" w:fill="FFC40C" w:themeFill="accent4"/>
          </w:tcPr>
          <w:p w:rsidR="00075CBA" w:rsidRDefault="00857D63" w:rsidP="008C4630">
            <w:pPr>
              <w:pStyle w:val="Heading1"/>
              <w:spacing w:before="20" w:after="20"/>
              <w:outlineLvl w:val="0"/>
            </w:pPr>
            <w:sdt>
              <w:sdtPr>
                <w:id w:val="2122878195"/>
                <w:placeholder>
                  <w:docPart w:val="CBCEF387614C43209B5E8EF46D9EE6A3"/>
                </w:placeholder>
                <w:temporary/>
                <w:showingPlcHdr/>
              </w:sdtPr>
              <w:sdtEndPr/>
              <w:sdtContent>
                <w:r w:rsidR="004F1DE0">
                  <w:t>Email</w:t>
                </w:r>
              </w:sdtContent>
            </w:sdt>
          </w:p>
        </w:tc>
        <w:sdt>
          <w:sdtPr>
            <w:id w:val="-1554768073"/>
            <w:placeholder>
              <w:docPart w:val="1B936B12119F447FA8F0EA6DA337D09D"/>
            </w:placeholder>
            <w:temporary/>
            <w:showingPlcHdr/>
          </w:sdtPr>
          <w:sdtEndPr/>
          <w:sdtContent>
            <w:tc>
              <w:tcPr>
                <w:tcW w:w="3382" w:type="dxa"/>
                <w:tcMar>
                  <w:right w:w="216" w:type="dxa"/>
                </w:tcMar>
              </w:tcPr>
              <w:p w:rsidR="00075CBA" w:rsidRDefault="006D24C9" w:rsidP="006D24C9">
                <w:pPr>
                  <w:spacing w:before="20" w:after="20"/>
                </w:pPr>
                <w:r>
                  <w:t>Email</w:t>
                </w:r>
              </w:p>
            </w:tc>
          </w:sdtContent>
        </w:sdt>
        <w:tc>
          <w:tcPr>
            <w:tcW w:w="1701" w:type="dxa"/>
            <w:shd w:val="clear" w:color="auto" w:fill="FFC40C" w:themeFill="accent4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1759596456"/>
                <w:placeholder>
                  <w:docPart w:val="4D113AA6EAB54FCAAB52581D0B76F3D5"/>
                </w:placeholder>
                <w:temporary/>
                <w:showingPlcHdr/>
              </w:sdtPr>
              <w:sdtEndPr/>
              <w:sdtContent>
                <w:r w:rsidR="004F1DE0">
                  <w:t>Approved by</w:t>
                </w:r>
              </w:sdtContent>
            </w:sdt>
          </w:p>
        </w:tc>
        <w:sdt>
          <w:sdtPr>
            <w:id w:val="489067361"/>
            <w:placeholder>
              <w:docPart w:val="44AA29680DBA45A3AA95A0B888F1FAA3"/>
            </w:placeholder>
            <w:temporary/>
            <w:showingPlcHdr/>
          </w:sdtPr>
          <w:sdtEndPr/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:rsidR="00075CBA" w:rsidRDefault="006D24C9" w:rsidP="006D24C9">
                <w:pPr>
                  <w:spacing w:before="20" w:after="20"/>
                </w:pPr>
                <w:r>
                  <w:t>Approved by</w:t>
                </w:r>
              </w:p>
            </w:tc>
          </w:sdtContent>
        </w:sdt>
      </w:tr>
      <w:tr w:rsidR="00075CBA" w:rsidTr="00F017D8">
        <w:tc>
          <w:tcPr>
            <w:tcW w:w="1644" w:type="dxa"/>
            <w:tcBorders>
              <w:left w:val="single" w:sz="18" w:space="0" w:color="FFFFFF" w:themeColor="background1"/>
            </w:tcBorders>
            <w:shd w:val="clear" w:color="auto" w:fill="FFC40C" w:themeFill="accent4"/>
          </w:tcPr>
          <w:p w:rsidR="00075CBA" w:rsidRDefault="00857D63" w:rsidP="008C4630">
            <w:pPr>
              <w:pStyle w:val="Heading1"/>
              <w:spacing w:before="20" w:after="20"/>
              <w:outlineLvl w:val="0"/>
            </w:pPr>
            <w:sdt>
              <w:sdtPr>
                <w:id w:val="-1450615891"/>
                <w:placeholder>
                  <w:docPart w:val="7028A65C99114820B4F17EC52926567B"/>
                </w:placeholder>
                <w:temporary/>
                <w:showingPlcHdr/>
              </w:sdtPr>
              <w:sdtEndPr/>
              <w:sdtContent>
                <w:r w:rsidR="004F1DE0">
                  <w:t>Employee ID</w:t>
                </w:r>
              </w:sdtContent>
            </w:sdt>
          </w:p>
        </w:tc>
        <w:sdt>
          <w:sdtPr>
            <w:id w:val="-258763365"/>
            <w:placeholder>
              <w:docPart w:val="8D7F984240384436BF9B4BA0430C0FE5"/>
            </w:placeholder>
            <w:temporary/>
            <w:showingPlcHdr/>
          </w:sdtPr>
          <w:sdtEndPr/>
          <w:sdtContent>
            <w:tc>
              <w:tcPr>
                <w:tcW w:w="3382" w:type="dxa"/>
                <w:tcMar>
                  <w:right w:w="216" w:type="dxa"/>
                </w:tcMar>
              </w:tcPr>
              <w:p w:rsidR="00075CBA" w:rsidRDefault="006D24C9" w:rsidP="006D24C9">
                <w:pPr>
                  <w:spacing w:before="20" w:after="20"/>
                </w:pPr>
                <w:r>
                  <w:t>Employee ID</w:t>
                </w:r>
              </w:p>
            </w:tc>
          </w:sdtContent>
        </w:sdt>
        <w:tc>
          <w:tcPr>
            <w:tcW w:w="1701" w:type="dxa"/>
            <w:shd w:val="clear" w:color="auto" w:fill="FFC40C" w:themeFill="accent4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153425561"/>
                <w:placeholder>
                  <w:docPart w:val="1CEDD00BC6DC4EB0ADA5A4447293A3F3"/>
                </w:placeholder>
                <w:temporary/>
                <w:showingPlcHdr/>
              </w:sdtPr>
              <w:sdtEndPr/>
              <w:sdtContent>
                <w:r w:rsidR="004F1DE0">
                  <w:t>Purpose</w:t>
                </w:r>
              </w:sdtContent>
            </w:sdt>
          </w:p>
        </w:tc>
        <w:sdt>
          <w:sdtPr>
            <w:id w:val="1843737260"/>
            <w:placeholder>
              <w:docPart w:val="824A190366AB4692BDB8FB97803305DC"/>
            </w:placeholder>
            <w:temporary/>
            <w:showingPlcHdr/>
          </w:sdtPr>
          <w:sdtEndPr/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:rsidR="00075CBA" w:rsidRDefault="006D24C9" w:rsidP="006D24C9">
                <w:pPr>
                  <w:spacing w:before="20" w:after="20"/>
                </w:pPr>
                <w:r>
                  <w:t>Purpose</w:t>
                </w:r>
              </w:p>
            </w:tc>
          </w:sdtContent>
        </w:sdt>
      </w:tr>
    </w:tbl>
    <w:p w:rsidR="00075CBA" w:rsidRDefault="00857D63">
      <w:pPr>
        <w:pStyle w:val="Heading3"/>
      </w:pPr>
      <w:sdt>
        <w:sdtPr>
          <w:id w:val="-1616968686"/>
          <w:placeholder>
            <w:docPart w:val="040EA22C960542879E556853AB0934EE"/>
          </w:placeholder>
          <w:temporary/>
          <w:showingPlcHdr/>
        </w:sdtPr>
        <w:sdtEndPr/>
        <w:sdtContent>
          <w:r w:rsidR="004F1DE0">
            <w:t>Trip Hours</w:t>
          </w:r>
        </w:sdtContent>
      </w:sdt>
    </w:p>
    <w:tbl>
      <w:tblPr>
        <w:tblStyle w:val="PlainTable3"/>
        <w:tblW w:w="5000" w:type="pct"/>
        <w:tblLook w:val="0420" w:firstRow="1" w:lastRow="0" w:firstColumn="0" w:lastColumn="0" w:noHBand="0" w:noVBand="1"/>
        <w:tblDescription w:val="Trip hours table"/>
      </w:tblPr>
      <w:tblGrid>
        <w:gridCol w:w="6"/>
        <w:gridCol w:w="1698"/>
        <w:gridCol w:w="1664"/>
        <w:gridCol w:w="8368"/>
      </w:tblGrid>
      <w:tr w:rsidR="004906DF" w:rsidTr="00F017D8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1" w:type="dxa"/>
            <w:shd w:val="clear" w:color="auto" w:fill="0E5563" w:themeFill="accent5"/>
          </w:tcPr>
          <w:p w:rsidR="00075CBA" w:rsidRPr="00F017D8" w:rsidRDefault="00857D63" w:rsidP="004906DF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2032067000"/>
                <w:placeholder>
                  <w:docPart w:val="C0EE614963444165AC257560B5AC1991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  <w:color w:val="FFFFFF" w:themeColor="background1"/>
                  </w:rPr>
                  <w:t>Dates</w:t>
                </w:r>
              </w:sdtContent>
            </w:sdt>
          </w:p>
        </w:tc>
        <w:tc>
          <w:tcPr>
            <w:tcW w:w="1354" w:type="dxa"/>
            <w:shd w:val="clear" w:color="auto" w:fill="0E5563" w:themeFill="accent5"/>
          </w:tcPr>
          <w:p w:rsidR="00075CBA" w:rsidRPr="00F017D8" w:rsidRDefault="00857D63" w:rsidP="004906DF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1685123013"/>
                <w:placeholder>
                  <w:docPart w:val="8DFB541034A24E9083B0361A350509F1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rStyle w:val="Heading1Char"/>
                    <w:color w:val="FFFFFF" w:themeColor="background1"/>
                  </w:rPr>
                  <w:t>Hours</w:t>
                </w:r>
              </w:sdtContent>
            </w:sdt>
          </w:p>
        </w:tc>
        <w:tc>
          <w:tcPr>
            <w:tcW w:w="6807" w:type="dxa"/>
            <w:shd w:val="clear" w:color="auto" w:fill="0E5563" w:themeFill="accent5"/>
          </w:tcPr>
          <w:p w:rsidR="00075CBA" w:rsidRPr="00F017D8" w:rsidRDefault="00857D63" w:rsidP="004906DF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1618714453"/>
                <w:placeholder>
                  <w:docPart w:val="0E5A3E1FCD224D86B00937C70ABE5988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  <w:color w:val="FFFFFF" w:themeColor="background1"/>
                  </w:rPr>
                  <w:t>How spent</w:t>
                </w:r>
              </w:sdtContent>
            </w:sdt>
          </w:p>
        </w:tc>
      </w:tr>
      <w:tr w:rsidR="00075CBA" w:rsidTr="00F017D8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416979789"/>
            <w:placeholder>
              <w:docPart w:val="DCDAB889206145BBBAAF6198A66A5C4B"/>
            </w:placeholder>
            <w:temporary/>
            <w:showingPlcHdr/>
          </w:sdtPr>
          <w:sdtEndPr/>
          <w:sdtContent>
            <w:tc>
              <w:tcPr>
                <w:tcW w:w="1381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1840039212"/>
            <w:placeholder>
              <w:docPart w:val="F300E55C209A4A27A88AC44DC8AA2976"/>
            </w:placeholder>
            <w:temporary/>
            <w:showingPlcHdr/>
          </w:sdtPr>
          <w:sdtEndPr/>
          <w:sdtContent>
            <w:tc>
              <w:tcPr>
                <w:tcW w:w="1354" w:type="dxa"/>
              </w:tcPr>
              <w:p w:rsidR="00075CBA" w:rsidRDefault="00FE7B8C" w:rsidP="00FE7B8C">
                <w:pPr>
                  <w:pStyle w:val="RightAlignedText"/>
                  <w:spacing w:before="20" w:after="20"/>
                </w:pPr>
                <w:r>
                  <w:t>Hours</w:t>
                </w:r>
              </w:p>
            </w:tc>
          </w:sdtContent>
        </w:sdt>
        <w:sdt>
          <w:sdtPr>
            <w:id w:val="1370334881"/>
            <w:placeholder>
              <w:docPart w:val="971161E809CA4AEC9DA654DB7A2998D9"/>
            </w:placeholder>
            <w:temporary/>
            <w:showingPlcHdr/>
          </w:sdtPr>
          <w:sdtEndPr/>
          <w:sdtContent>
            <w:tc>
              <w:tcPr>
                <w:tcW w:w="6807" w:type="dxa"/>
              </w:tcPr>
              <w:p w:rsidR="00075CBA" w:rsidRDefault="00FE7B8C" w:rsidP="00FE7B8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075CBA" w:rsidTr="00F017D8">
        <w:sdt>
          <w:sdtPr>
            <w:id w:val="-55861717"/>
            <w:placeholder>
              <w:docPart w:val="5ED566183C074B07B9B7EAC5E801DC09"/>
            </w:placeholder>
            <w:temporary/>
            <w:showingPlcHdr/>
          </w:sdtPr>
          <w:sdtEndPr/>
          <w:sdtContent>
            <w:tc>
              <w:tcPr>
                <w:tcW w:w="1381" w:type="dxa"/>
                <w:gridSpan w:val="2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-710351105"/>
            <w:placeholder>
              <w:docPart w:val="1C6C134CC52B45C78AC8094B4B597BE1"/>
            </w:placeholder>
            <w:temporary/>
            <w:showingPlcHdr/>
          </w:sdtPr>
          <w:sdtEndPr/>
          <w:sdtContent>
            <w:tc>
              <w:tcPr>
                <w:tcW w:w="1354" w:type="dxa"/>
              </w:tcPr>
              <w:p w:rsidR="00075CBA" w:rsidRDefault="00FE7B8C">
                <w:pPr>
                  <w:pStyle w:val="RightAlignedText"/>
                  <w:spacing w:before="20" w:after="20"/>
                </w:pPr>
                <w:r>
                  <w:t>Hours</w:t>
                </w:r>
              </w:p>
            </w:tc>
          </w:sdtContent>
        </w:sdt>
        <w:sdt>
          <w:sdtPr>
            <w:id w:val="-390189705"/>
            <w:placeholder>
              <w:docPart w:val="F769A02CF73A4772A8F7C55CF7213634"/>
            </w:placeholder>
            <w:temporary/>
            <w:showingPlcHdr/>
          </w:sdtPr>
          <w:sdtEndPr/>
          <w:sdtContent>
            <w:tc>
              <w:tcPr>
                <w:tcW w:w="6807" w:type="dxa"/>
              </w:tcPr>
              <w:p w:rsidR="00075CBA" w:rsidRDefault="00FE7B8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816298673"/>
            <w:placeholder>
              <w:docPart w:val="E21CB4C7C4F24DF1B17B59596C8E3846"/>
            </w:placeholder>
            <w:temporary/>
            <w:showingPlcHdr/>
          </w:sdtPr>
          <w:sdtEndPr/>
          <w:sdtContent>
            <w:tc>
              <w:tcPr>
                <w:tcW w:w="1381" w:type="dxa"/>
                <w:gridSpan w:val="2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1113249543"/>
            <w:placeholder>
              <w:docPart w:val="ECB078862BCB4F7981E98B5FFADB5353"/>
            </w:placeholder>
            <w:temporary/>
            <w:showingPlcHdr/>
          </w:sdtPr>
          <w:sdtEndPr/>
          <w:sdtContent>
            <w:tc>
              <w:tcPr>
                <w:tcW w:w="1354" w:type="dxa"/>
              </w:tcPr>
              <w:p w:rsidR="00075CBA" w:rsidRDefault="00FE7B8C">
                <w:pPr>
                  <w:pStyle w:val="RightAlignedText"/>
                  <w:spacing w:before="20" w:after="20"/>
                </w:pPr>
                <w:r>
                  <w:t>Hours</w:t>
                </w:r>
              </w:p>
            </w:tc>
          </w:sdtContent>
        </w:sdt>
        <w:sdt>
          <w:sdtPr>
            <w:id w:val="1826166410"/>
            <w:placeholder>
              <w:docPart w:val="93E78F8C71E24695A2F96F4C5962A7F5"/>
            </w:placeholder>
            <w:temporary/>
            <w:showingPlcHdr/>
          </w:sdtPr>
          <w:sdtEndPr/>
          <w:sdtContent>
            <w:tc>
              <w:tcPr>
                <w:tcW w:w="6807" w:type="dxa"/>
              </w:tcPr>
              <w:p w:rsidR="00075CBA" w:rsidRDefault="00FE7B8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075CBA" w:rsidTr="00F017D8">
        <w:sdt>
          <w:sdtPr>
            <w:id w:val="-1242088915"/>
            <w:placeholder>
              <w:docPart w:val="71BF38EE62A14EA6928A605D9DAB8248"/>
            </w:placeholder>
            <w:temporary/>
            <w:showingPlcHdr/>
          </w:sdtPr>
          <w:sdtEndPr/>
          <w:sdtContent>
            <w:tc>
              <w:tcPr>
                <w:tcW w:w="1381" w:type="dxa"/>
                <w:gridSpan w:val="2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-313715752"/>
            <w:placeholder>
              <w:docPart w:val="EBDB8C6760574B26A1581DD3C8E137A9"/>
            </w:placeholder>
            <w:temporary/>
            <w:showingPlcHdr/>
          </w:sdtPr>
          <w:sdtEndPr/>
          <w:sdtContent>
            <w:tc>
              <w:tcPr>
                <w:tcW w:w="1354" w:type="dxa"/>
              </w:tcPr>
              <w:p w:rsidR="00075CBA" w:rsidRDefault="00FE7B8C">
                <w:pPr>
                  <w:pStyle w:val="RightAlignedText"/>
                  <w:spacing w:before="20" w:after="20"/>
                </w:pPr>
                <w:r>
                  <w:t>Hours</w:t>
                </w:r>
              </w:p>
            </w:tc>
          </w:sdtContent>
        </w:sdt>
        <w:sdt>
          <w:sdtPr>
            <w:id w:val="1393540878"/>
            <w:placeholder>
              <w:docPart w:val="EA4B47FC3D654E02BD9FA0AE97032EF7"/>
            </w:placeholder>
            <w:temporary/>
            <w:showingPlcHdr/>
          </w:sdtPr>
          <w:sdtEndPr/>
          <w:sdtContent>
            <w:tc>
              <w:tcPr>
                <w:tcW w:w="6807" w:type="dxa"/>
              </w:tcPr>
              <w:p w:rsidR="00075CBA" w:rsidRDefault="00FE7B8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</w:tbl>
    <w:p w:rsidR="00075CBA" w:rsidRDefault="00857D63">
      <w:pPr>
        <w:pStyle w:val="Heading3"/>
      </w:pPr>
      <w:sdt>
        <w:sdtPr>
          <w:id w:val="-328752223"/>
          <w:placeholder>
            <w:docPart w:val="17EA4ADD25A941B6AF6FA183A0C27940"/>
          </w:placeholder>
          <w:temporary/>
          <w:showingPlcHdr/>
        </w:sdtPr>
        <w:sdtEndPr/>
        <w:sdtContent>
          <w:r w:rsidR="004F1DE0">
            <w:t>Expenses</w:t>
          </w:r>
        </w:sdtContent>
      </w:sdt>
    </w:p>
    <w:tbl>
      <w:tblPr>
        <w:tblStyle w:val="PlainTable3"/>
        <w:tblW w:w="5000" w:type="pct"/>
        <w:tblLayout w:type="fixed"/>
        <w:tblLook w:val="0420" w:firstRow="1" w:lastRow="0" w:firstColumn="0" w:lastColumn="0" w:noHBand="0" w:noVBand="1"/>
        <w:tblDescription w:val="Expenses table"/>
      </w:tblPr>
      <w:tblGrid>
        <w:gridCol w:w="2267"/>
        <w:gridCol w:w="1709"/>
        <w:gridCol w:w="6322"/>
        <w:gridCol w:w="1438"/>
      </w:tblGrid>
      <w:tr w:rsidR="008A451F" w:rsidRPr="008A451F" w:rsidTr="00F01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"/>
        </w:trPr>
        <w:sdt>
          <w:sdtPr>
            <w:rPr>
              <w:color w:val="FFFFFF" w:themeColor="background1"/>
            </w:rPr>
            <w:id w:val="232135201"/>
            <w:placeholder>
              <w:docPart w:val="A1A13D9AC37E4BA0BBF76F299C113CB9"/>
            </w:placeholder>
            <w:temporary/>
            <w:showingPlcHdr/>
          </w:sdtPr>
          <w:sdtEndPr/>
          <w:sdtContent>
            <w:tc>
              <w:tcPr>
                <w:tcW w:w="1814" w:type="dxa"/>
                <w:tcBorders>
                  <w:bottom w:val="single" w:sz="18" w:space="0" w:color="FFFFFF" w:themeColor="background1"/>
                </w:tcBorders>
                <w:shd w:val="clear" w:color="auto" w:fill="0E5563" w:themeFill="accent5"/>
              </w:tcPr>
              <w:p w:rsidR="00075CBA" w:rsidRPr="00F017D8" w:rsidRDefault="00F25A5C" w:rsidP="00F25A5C">
                <w:pPr>
                  <w:pStyle w:val="Heading1"/>
                  <w:outlineLvl w:val="0"/>
                  <w:rPr>
                    <w:b/>
                    <w:color w:val="FFFFFF" w:themeColor="background1"/>
                  </w:rPr>
                </w:pPr>
                <w:r w:rsidRPr="00F017D8">
                  <w:rPr>
                    <w:b/>
                    <w:color w:val="FFFFFF" w:themeColor="background1"/>
                  </w:rPr>
                  <w:t>Category</w:t>
                </w:r>
              </w:p>
            </w:tc>
          </w:sdtContent>
        </w:sdt>
        <w:tc>
          <w:tcPr>
            <w:tcW w:w="1368" w:type="dxa"/>
            <w:shd w:val="clear" w:color="auto" w:fill="0E5563" w:themeFill="accent5"/>
          </w:tcPr>
          <w:p w:rsidR="00075CBA" w:rsidRPr="00F017D8" w:rsidRDefault="00857D63">
            <w:pPr>
              <w:pStyle w:val="Heading1"/>
              <w:spacing w:before="20" w:after="20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952235412"/>
                <w:placeholder>
                  <w:docPart w:val="5951E7F8712F4E099E454F4B5A21F098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  <w:color w:val="FFFFFF" w:themeColor="background1"/>
                  </w:rPr>
                  <w:t>Dates</w:t>
                </w:r>
              </w:sdtContent>
            </w:sdt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  <w:shd w:val="clear" w:color="auto" w:fill="0E5563" w:themeFill="accent5"/>
          </w:tcPr>
          <w:p w:rsidR="00075CBA" w:rsidRPr="00F017D8" w:rsidRDefault="00857D63">
            <w:pPr>
              <w:pStyle w:val="Heading1"/>
              <w:spacing w:before="20" w:after="20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403418113"/>
                <w:placeholder>
                  <w:docPart w:val="E7E2AA5EDE2148368FEBDF73DC4A6845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  <w:color w:val="FFFFFF" w:themeColor="background1"/>
                  </w:rPr>
                  <w:t>Details</w:t>
                </w:r>
              </w:sdtContent>
            </w:sdt>
          </w:p>
        </w:tc>
        <w:tc>
          <w:tcPr>
            <w:tcW w:w="115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0E5563" w:themeFill="accent5"/>
          </w:tcPr>
          <w:p w:rsidR="00075CBA" w:rsidRPr="00F017D8" w:rsidRDefault="00857D63">
            <w:pPr>
              <w:pStyle w:val="Heading2"/>
              <w:spacing w:before="20" w:after="20"/>
              <w:outlineLvl w:val="1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345910869"/>
                <w:placeholder>
                  <w:docPart w:val="A0D3D38D83A049B2AB6BD82CA7160B7F"/>
                </w:placeholder>
                <w:temporary/>
                <w:showingPlcHdr/>
              </w:sdtPr>
              <w:sdtEndPr/>
              <w:sdtContent>
                <w:r w:rsidR="004F1DE0" w:rsidRPr="00F017D8">
                  <w:rPr>
                    <w:b/>
                    <w:color w:val="FFFFFF" w:themeColor="background1"/>
                  </w:rPr>
                  <w:t>Amount</w:t>
                </w:r>
              </w:sdtContent>
            </w:sdt>
          </w:p>
        </w:tc>
      </w:tr>
      <w:tr w:rsidR="004906D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1256283484"/>
                <w:placeholder>
                  <w:docPart w:val="6707054C0B914877951304AC94DCB171"/>
                </w:placeholder>
                <w:temporary/>
                <w:showingPlcHdr/>
              </w:sdtPr>
              <w:sdtEndPr/>
              <w:sdtContent>
                <w:r w:rsidR="004F1DE0">
                  <w:t>Transportation</w:t>
                </w:r>
              </w:sdtContent>
            </w:sdt>
          </w:p>
        </w:tc>
        <w:sdt>
          <w:sdtPr>
            <w:id w:val="-812337160"/>
            <w:placeholder>
              <w:docPart w:val="F6958CF7558A46F180AF5942CCBE7495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-459033535"/>
                <w:placeholder>
                  <w:docPart w:val="1227CCEC540F48BE9CBC39FE74FA144C"/>
                </w:placeholder>
                <w:temporary/>
                <w:showingPlcHdr/>
              </w:sdtPr>
              <w:sdtEndPr/>
              <w:sdtContent>
                <w:r w:rsidR="004F1DE0"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1229345182"/>
            <w:placeholder>
              <w:docPart w:val="61D0349BAD0148B1A6138DD7504CA336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4906DF" w:rsidTr="00F017D8"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243454999"/>
            <w:placeholder>
              <w:docPart w:val="9517C169E4144A49BC74C5D9396105E1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-965118064"/>
                <w:placeholder>
                  <w:docPart w:val="A8EBB721E82A4F0CAFBE083659964550"/>
                </w:placeholder>
                <w:temporary/>
                <w:showingPlcHdr/>
              </w:sdtPr>
              <w:sdtEndPr/>
              <w:sdtContent>
                <w:r w:rsidR="004F1DE0"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1926766675"/>
            <w:placeholder>
              <w:docPart w:val="A1B4F64B2DCB47E6A7D09A7DD8D3BED8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-290212469"/>
            <w:placeholder>
              <w:docPart w:val="56EDA9D91E0E47728D5FBC653523AE5F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885226362"/>
                <w:placeholder>
                  <w:docPart w:val="388693EDE97F430C9BC63BE9186590C2"/>
                </w:placeholder>
                <w:temporary/>
                <w:showingPlcHdr/>
              </w:sdtPr>
              <w:sdtEndPr/>
              <w:sdtContent>
                <w:r w:rsidR="004F1DE0"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1600756119"/>
            <w:placeholder>
              <w:docPart w:val="D7A0E90DE1C240B1B6EAFFFA0043FC7B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trHeight w:val="68"/>
        </w:trPr>
        <w:tc>
          <w:tcPr>
            <w:tcW w:w="1814" w:type="dxa"/>
            <w:tcBorders>
              <w:bottom w:val="single" w:sz="18" w:space="0" w:color="FFFFFF" w:themeColor="background1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149875007"/>
            <w:placeholder>
              <w:docPart w:val="4C548D72DA864CB38B92E7BBCC2FD27D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FFFF" w:themeColor="background1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1639000121"/>
                <w:placeholder>
                  <w:docPart w:val="14A16C9F378B48719034EF401B030731"/>
                </w:placeholder>
                <w:temporary/>
                <w:showingPlcHdr/>
              </w:sdtPr>
              <w:sdtEndPr/>
              <w:sdtContent>
                <w:r w:rsidR="004F1DE0"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56904824"/>
            <w:placeholder>
              <w:docPart w:val="2F44808DA74841B9B80C8D3EC2EB7FB0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4906D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873303513"/>
                <w:placeholder>
                  <w:docPart w:val="72584D11DD1446198087870E7E1FFCE5"/>
                </w:placeholder>
                <w:temporary/>
                <w:showingPlcHdr/>
              </w:sdtPr>
              <w:sdtEndPr/>
              <w:sdtContent>
                <w:r w:rsidR="004F1DE0">
                  <w:t>Own car</w:t>
                </w:r>
              </w:sdtContent>
            </w:sdt>
          </w:p>
        </w:tc>
        <w:sdt>
          <w:sdtPr>
            <w:id w:val="-2117358838"/>
            <w:placeholder>
              <w:docPart w:val="352555110597480CAF6D5AC444787E0C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1108725028"/>
                <w:placeholder>
                  <w:docPart w:val="A283BD37107B49D8BE58ED229E4A22EE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4F1DE0" w:rsidRPr="00163B26">
                  <w:rPr>
                    <w:rStyle w:val="Strong"/>
                  </w:rPr>
                  <w:t>Mileage</w:t>
                </w:r>
              </w:sdtContent>
            </w:sdt>
            <w:r w:rsidR="004F1DE0">
              <w:t xml:space="preserve"> </w:t>
            </w:r>
            <w:sdt>
              <w:sdtPr>
                <w:id w:val="-1800369767"/>
                <w:placeholder>
                  <w:docPart w:val="49AD4248D5394C79A9DF9EA462BF1493"/>
                </w:placeholder>
                <w:temporary/>
                <w:showingPlcHdr/>
              </w:sdtPr>
              <w:sdtEndPr/>
              <w:sdtContent>
                <w:r w:rsidR="004F1DE0">
                  <w:t>Mileage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413866324"/>
            <w:placeholder>
              <w:docPart w:val="7027B82EE0A140C58C8940AF9B453322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4906DF" w:rsidTr="00F017D8">
        <w:tc>
          <w:tcPr>
            <w:tcW w:w="1814" w:type="dxa"/>
            <w:tcBorders>
              <w:top w:val="single" w:sz="18" w:space="0" w:color="FFC40C" w:themeColor="accent4"/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1572335115"/>
                <w:placeholder>
                  <w:docPart w:val="BBE51706366646D497524050477E8955"/>
                </w:placeholder>
                <w:temporary/>
                <w:showingPlcHdr/>
              </w:sdtPr>
              <w:sdtEndPr/>
              <w:sdtContent>
                <w:r w:rsidR="004F1DE0">
                  <w:t>Lodging</w:t>
                </w:r>
              </w:sdtContent>
            </w:sdt>
          </w:p>
        </w:tc>
        <w:sdt>
          <w:sdtPr>
            <w:id w:val="161291140"/>
            <w:placeholder>
              <w:docPart w:val="DEEA4BE9FD3446D0BE669C797364097F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 w:rsidP="005C175A">
            <w:pPr>
              <w:spacing w:before="20" w:after="20"/>
            </w:pPr>
            <w:sdt>
              <w:sdtPr>
                <w:rPr>
                  <w:rStyle w:val="Strong"/>
                </w:rPr>
                <w:id w:val="-402444119"/>
                <w:placeholder>
                  <w:docPart w:val="EE038967D1924CD69447D7F22669A0CC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163B26">
                  <w:rPr>
                    <w:rStyle w:val="Strong"/>
                  </w:rPr>
                  <w:t>Location</w:t>
                </w:r>
              </w:sdtContent>
            </w:sdt>
            <w:r w:rsidR="004F1DE0">
              <w:t xml:space="preserve"> </w:t>
            </w:r>
            <w:sdt>
              <w:sdtPr>
                <w:id w:val="1356770086"/>
                <w:placeholder>
                  <w:docPart w:val="7D65E84083EF47EAB9CEEB4E9DA6447C"/>
                </w:placeholder>
                <w:temporary/>
                <w:showingPlcHdr/>
              </w:sdtPr>
              <w:sdtEndPr/>
              <w:sdtContent>
                <w:r w:rsidR="004F1DE0">
                  <w:t>Location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503315746"/>
            <w:placeholder>
              <w:docPart w:val="DB1697B588964E74B51054C46A5422AD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-510225319"/>
            <w:placeholder>
              <w:docPart w:val="BD7E57F57D6A461E82B36138891C38F8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1738479459"/>
                <w:placeholder>
                  <w:docPart w:val="3EA9459A4FCE4E2EAFDB1BF034E836B3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Location</w:t>
                </w:r>
              </w:sdtContent>
            </w:sdt>
            <w:r w:rsidR="004F1DE0">
              <w:t xml:space="preserve"> </w:t>
            </w:r>
            <w:sdt>
              <w:sdtPr>
                <w:id w:val="-1061086180"/>
                <w:placeholder>
                  <w:docPart w:val="7D65E84083EF47EAB9CEEB4E9DA6447C"/>
                </w:placeholder>
                <w:temporary/>
                <w:showingPlcHdr/>
              </w:sdtPr>
              <w:sdtEndPr/>
              <w:sdtContent>
                <w:r w:rsidR="006D24C9">
                  <w:t>Location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1642106138"/>
            <w:placeholder>
              <w:docPart w:val="AB3D42728B254423959ABE125C55D6E4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4906DF" w:rsidTr="00F017D8"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528155953"/>
                <w:placeholder>
                  <w:docPart w:val="53604CC03EBA4FD08692B713C06A6021"/>
                </w:placeholder>
                <w:temporary/>
                <w:showingPlcHdr/>
              </w:sdtPr>
              <w:sdtEndPr/>
              <w:sdtContent>
                <w:r w:rsidR="004F1DE0">
                  <w:t>Dates</w:t>
                </w:r>
              </w:sdtContent>
            </w:sdt>
          </w:p>
        </w:tc>
        <w:sdt>
          <w:sdtPr>
            <w:id w:val="-2044119196"/>
            <w:placeholder>
              <w:docPart w:val="BDB848E2703D4B56A1EA2AE5AD36E1A4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521707706"/>
                <w:placeholder>
                  <w:docPart w:val="E1C544F9D9B140F0A7E178FE9ADCB0EE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Location</w:t>
                </w:r>
              </w:sdtContent>
            </w:sdt>
            <w:r w:rsidR="004F1DE0">
              <w:t xml:space="preserve"> </w:t>
            </w:r>
            <w:sdt>
              <w:sdtPr>
                <w:id w:val="-1709554028"/>
                <w:placeholder>
                  <w:docPart w:val="7D65E84083EF47EAB9CEEB4E9DA6447C"/>
                </w:placeholder>
                <w:temporary/>
                <w:showingPlcHdr/>
              </w:sdtPr>
              <w:sdtEndPr/>
              <w:sdtContent>
                <w:r w:rsidR="006D24C9">
                  <w:t>Location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264391223"/>
            <w:placeholder>
              <w:docPart w:val="4323B3CB6C40404D89368056231A2B40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1276286446"/>
            <w:placeholder>
              <w:docPart w:val="171A34709B9A4BE280B6CAE4611541CB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936988239"/>
                <w:placeholder>
                  <w:docPart w:val="F83203BB2633469889D451DCA0C2E1A7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Location</w:t>
                </w:r>
              </w:sdtContent>
            </w:sdt>
            <w:r w:rsidR="004F1DE0">
              <w:t xml:space="preserve"> </w:t>
            </w:r>
            <w:sdt>
              <w:sdtPr>
                <w:id w:val="1034700996"/>
                <w:placeholder>
                  <w:docPart w:val="7D65E84083EF47EAB9CEEB4E9DA6447C"/>
                </w:placeholder>
                <w:temporary/>
                <w:showingPlcHdr/>
              </w:sdtPr>
              <w:sdtEndPr/>
              <w:sdtContent>
                <w:r w:rsidR="006D24C9">
                  <w:t>Location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1413159055"/>
            <w:placeholder>
              <w:docPart w:val="A765A0A75F104FDFA27A3B61F786D05D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2102250821"/>
                <w:placeholder>
                  <w:docPart w:val="08B919080E674A73A58652C8B74F7F0D"/>
                </w:placeholder>
                <w:temporary/>
                <w:showingPlcHdr/>
              </w:sdtPr>
              <w:sdtEndPr/>
              <w:sdtContent>
                <w:r w:rsidR="004F1DE0">
                  <w:t>Meals</w:t>
                </w:r>
              </w:sdtContent>
            </w:sdt>
          </w:p>
        </w:tc>
        <w:sdt>
          <w:sdtPr>
            <w:id w:val="824625954"/>
            <w:placeholder>
              <w:docPart w:val="09CB21ACCC8849AE9D80E8096F16BDF8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1024512752"/>
                <w:placeholder>
                  <w:docPart w:val="232C4AEE924F4016913A2C260FE2179B"/>
                </w:placeholder>
                <w:temporary/>
                <w:showingPlcHdr/>
              </w:sdtPr>
              <w:sdtEndPr/>
              <w:sdtContent>
                <w:r w:rsidR="004F1DE0">
                  <w:t>(Not to exceed $50/day)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2138182401"/>
            <w:placeholder>
              <w:docPart w:val="D28B9F743EBC4E809C553213093A5B6C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966314094"/>
            <w:placeholder>
              <w:docPart w:val="9E6992F1772F426BA275D52BF73F6150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-1624300358"/>
                <w:placeholder>
                  <w:docPart w:val="C8521D6C033C4DC79BD1C795F2CE93AB"/>
                </w:placeholder>
                <w:temporary/>
                <w:showingPlcHdr/>
              </w:sdtPr>
              <w:sdtEndPr/>
              <w:sdtContent>
                <w:r w:rsidR="004F1DE0">
                  <w:t>(Not to exceed $50/day)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264124354"/>
            <w:placeholder>
              <w:docPart w:val="4DA689D747AC449182923438332C1458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2144157048"/>
            <w:placeholder>
              <w:docPart w:val="8480801CDD1448B3B8D3D45551AF0ED5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971557222"/>
                <w:placeholder>
                  <w:docPart w:val="437B04AD81AE49BDB0D30A406A8C54E9"/>
                </w:placeholder>
                <w:temporary/>
                <w:showingPlcHdr/>
              </w:sdtPr>
              <w:sdtEndPr/>
              <w:sdtContent>
                <w:r w:rsidR="004F1DE0">
                  <w:t>(Not to exceed $50/day)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892885745"/>
            <w:placeholder>
              <w:docPart w:val="FF7FDB953CF5421A86C59442368B840F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1785539276"/>
            <w:placeholder>
              <w:docPart w:val="EE71345579D24CFC965D054C4BFDEC1D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id w:val="1025218767"/>
                <w:placeholder>
                  <w:docPart w:val="4060BEAA9EF349E398B7B9101ED78164"/>
                </w:placeholder>
                <w:temporary/>
                <w:showingPlcHdr/>
              </w:sdtPr>
              <w:sdtEndPr/>
              <w:sdtContent>
                <w:r w:rsidR="004F1DE0">
                  <w:t>(Not to exceed $50/day)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1902896155"/>
            <w:placeholder>
              <w:docPart w:val="DA44744424A2452C86336F08388D0237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1996604016"/>
                <w:placeholder>
                  <w:docPart w:val="B412ADE08D88433183C57B8E6B8F64B2"/>
                </w:placeholder>
                <w:temporary/>
                <w:showingPlcHdr/>
              </w:sdtPr>
              <w:sdtEndPr/>
              <w:sdtContent>
                <w:r w:rsidR="004F1DE0">
                  <w:t>Conference fees</w:t>
                </w:r>
              </w:sdtContent>
            </w:sdt>
          </w:p>
        </w:tc>
        <w:sdt>
          <w:sdtPr>
            <w:id w:val="707687363"/>
            <w:placeholder>
              <w:docPart w:val="CFCF48C5F2B54647A593BA30043FE512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 w:rsidP="005C175A">
            <w:pPr>
              <w:spacing w:before="20" w:after="20"/>
            </w:pPr>
            <w:sdt>
              <w:sdtPr>
                <w:rPr>
                  <w:rStyle w:val="Strong"/>
                </w:rPr>
                <w:id w:val="-1906915483"/>
                <w:placeholder>
                  <w:docPart w:val="38CAD748BADF446D9204355102E3A9C6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1939633724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4F1DE0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413586673"/>
            <w:placeholder>
              <w:docPart w:val="CD0104C8976448E6AA63A7A45A611042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1321699830"/>
            <w:placeholder>
              <w:docPart w:val="ACC8A2D1F64342DF8D6162D6057E67F6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1205836191"/>
                <w:placeholder>
                  <w:docPart w:val="AFCDCACC0F804993B4996B7E2FE7A1E1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-538044616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6D24C9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1652055915"/>
            <w:placeholder>
              <w:docPart w:val="0B9E6029E8C5458C94D261C887E8496B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c>
          <w:tcPr>
            <w:tcW w:w="1814" w:type="dxa"/>
            <w:tcBorders>
              <w:bottom w:val="single" w:sz="18" w:space="0" w:color="FFC40C" w:themeColor="accent4"/>
            </w:tcBorders>
            <w:shd w:val="clear" w:color="auto" w:fill="auto"/>
          </w:tcPr>
          <w:p w:rsidR="00075CBA" w:rsidRDefault="00857D63">
            <w:pPr>
              <w:pStyle w:val="Heading1"/>
              <w:spacing w:before="20" w:after="20"/>
              <w:outlineLvl w:val="0"/>
            </w:pPr>
            <w:sdt>
              <w:sdtPr>
                <w:id w:val="-1741562269"/>
                <w:placeholder>
                  <w:docPart w:val="DBD52C0605194D338762C96E8C0E3814"/>
                </w:placeholder>
                <w:temporary/>
                <w:showingPlcHdr/>
              </w:sdtPr>
              <w:sdtEndPr/>
              <w:sdtContent>
                <w:r w:rsidR="004F1DE0">
                  <w:t>Other</w:t>
                </w:r>
              </w:sdtContent>
            </w:sdt>
          </w:p>
        </w:tc>
        <w:sdt>
          <w:sdtPr>
            <w:id w:val="-92171423"/>
            <w:placeholder>
              <w:docPart w:val="409097BE42EB495FAAA3D961CE6EE597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bottom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590006355"/>
                <w:placeholder>
                  <w:docPart w:val="6453FFB8F6164AAF9F847F7D6E597A66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-2016597015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6D24C9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778558515"/>
            <w:placeholder>
              <w:docPart w:val="2BABE636C5C7429BA26FB10E6CEC74EC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8A451F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FFC40C" w:themeColor="accent4"/>
            </w:tcBorders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1402803960"/>
            <w:placeholder>
              <w:docPart w:val="AD16B83194A548CB95B87BD64D9E0D83"/>
            </w:placeholder>
            <w:temporary/>
            <w:showingPlcHdr/>
          </w:sdtPr>
          <w:sdtEndPr/>
          <w:sdtContent>
            <w:tc>
              <w:tcPr>
                <w:tcW w:w="1368" w:type="dxa"/>
                <w:tcBorders>
                  <w:top w:val="single" w:sz="18" w:space="0" w:color="FFC40C" w:themeColor="accent4"/>
                </w:tcBorders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C40C" w:themeColor="accent4"/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1644035303"/>
                <w:placeholder>
                  <w:docPart w:val="EDD1F19894D74CD1B12742F875CF2160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-747033689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6D24C9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1860119224"/>
            <w:placeholder>
              <w:docPart w:val="AAA3F60E6E444A9BBB08F6CD796D73C9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2000609510"/>
            <w:placeholder>
              <w:docPart w:val="43B5BCA3319147A59CB2C504D8730F57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236989448"/>
                <w:placeholder>
                  <w:docPart w:val="0B994EB5FE664E5A87904CDD11448A8E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-483623951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6D24C9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1469243606"/>
            <w:placeholder>
              <w:docPart w:val="0A6E10AABB7A42C796D1C5F730856616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sdt>
          <w:sdtPr>
            <w:id w:val="851301312"/>
            <w:placeholder>
              <w:docPart w:val="33FFCD0639C747AB8E2FFC36E0DE615C"/>
            </w:placeholder>
            <w:temporary/>
            <w:showingPlcHdr/>
          </w:sdtPr>
          <w:sdtEndPr/>
          <w:sdtContent>
            <w:tc>
              <w:tcPr>
                <w:tcW w:w="1368" w:type="dxa"/>
              </w:tcPr>
              <w:p w:rsidR="00075CBA" w:rsidRDefault="004F1DE0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spacing w:before="20" w:after="20"/>
            </w:pPr>
            <w:sdt>
              <w:sdtPr>
                <w:rPr>
                  <w:rStyle w:val="Strong"/>
                </w:rPr>
                <w:id w:val="-755979815"/>
                <w:placeholder>
                  <w:docPart w:val="301A11C7458040D7AF86D1D18825B535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="005C175A" w:rsidRPr="00FE7B8C">
                  <w:rPr>
                    <w:rStyle w:val="Strong"/>
                  </w:rPr>
                  <w:t>Purpose</w:t>
                </w:r>
              </w:sdtContent>
            </w:sdt>
            <w:r w:rsidR="004F1DE0">
              <w:t xml:space="preserve"> </w:t>
            </w:r>
            <w:sdt>
              <w:sdtPr>
                <w:id w:val="524987934"/>
                <w:placeholder>
                  <w:docPart w:val="FDEC2E2CD12341DEA82DD3A8693BA7B0"/>
                </w:placeholder>
                <w:temporary/>
                <w:showingPlcHdr/>
              </w:sdtPr>
              <w:sdtEndPr/>
              <w:sdtContent>
                <w:r w:rsidR="006D24C9">
                  <w:t>Purpose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1866483390"/>
            <w:placeholder>
              <w:docPart w:val="B44DD3616A8D4C41AE8A8734F67F226E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tc>
          <w:tcPr>
            <w:tcW w:w="1368" w:type="dxa"/>
            <w:shd w:val="clear" w:color="auto" w:fill="auto"/>
          </w:tcPr>
          <w:p w:rsidR="00075CBA" w:rsidRDefault="00075CBA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pStyle w:val="Heading2"/>
              <w:spacing w:before="20" w:after="20"/>
              <w:outlineLvl w:val="1"/>
            </w:pPr>
            <w:sdt>
              <w:sdtPr>
                <w:id w:val="-279336586"/>
                <w:placeholder>
                  <w:docPart w:val="3CC9F3B728104ED389F85C2CC12A1E55"/>
                </w:placeholder>
                <w:temporary/>
                <w:showingPlcHdr/>
              </w:sdtPr>
              <w:sdtEndPr/>
              <w:sdtContent>
                <w:r w:rsidR="004F1DE0">
                  <w:t>Subtotal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208086289"/>
            <w:placeholder>
              <w:docPart w:val="8F1BDC4424A94B60AA3AE0DF7255CD59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tc>
          <w:tcPr>
            <w:tcW w:w="1368" w:type="dxa"/>
            <w:shd w:val="clear" w:color="auto" w:fill="auto"/>
          </w:tcPr>
          <w:p w:rsidR="00075CBA" w:rsidRDefault="00075CBA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pStyle w:val="Heading2"/>
              <w:spacing w:before="20" w:after="20"/>
              <w:outlineLvl w:val="1"/>
            </w:pPr>
            <w:sdt>
              <w:sdtPr>
                <w:id w:val="1711987648"/>
                <w:placeholder>
                  <w:docPart w:val="F7671D2664034AA5A497CF7A8DCA6A8B"/>
                </w:placeholder>
                <w:temporary/>
                <w:showingPlcHdr/>
              </w:sdtPr>
              <w:sdtEndPr/>
              <w:sdtContent>
                <w:r w:rsidR="004F1DE0">
                  <w:t>Less amount paid by company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838351099"/>
            <w:placeholder>
              <w:docPart w:val="326182E9BA7544458930D348D8E4DAE0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  <w:tr w:rsidR="00075CBA" w:rsidTr="00F017D8">
        <w:trPr>
          <w:trHeight w:val="158"/>
        </w:trPr>
        <w:tc>
          <w:tcPr>
            <w:tcW w:w="1814" w:type="dxa"/>
            <w:shd w:val="clear" w:color="auto" w:fill="auto"/>
          </w:tcPr>
          <w:p w:rsidR="00075CBA" w:rsidRDefault="00075CBA">
            <w:pPr>
              <w:pStyle w:val="Heading1"/>
              <w:spacing w:before="20" w:after="20"/>
              <w:outlineLvl w:val="0"/>
            </w:pPr>
          </w:p>
        </w:tc>
        <w:tc>
          <w:tcPr>
            <w:tcW w:w="1368" w:type="dxa"/>
            <w:shd w:val="clear" w:color="auto" w:fill="auto"/>
          </w:tcPr>
          <w:p w:rsidR="00075CBA" w:rsidRDefault="00075CBA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:rsidR="00075CBA" w:rsidRDefault="00857D63">
            <w:pPr>
              <w:pStyle w:val="Heading2"/>
              <w:spacing w:before="20" w:after="20"/>
              <w:outlineLvl w:val="1"/>
            </w:pPr>
            <w:sdt>
              <w:sdtPr>
                <w:id w:val="-1229922912"/>
                <w:placeholder>
                  <w:docPart w:val="64044D92C6354F47A6FDBA3E38944E1C"/>
                </w:placeholder>
                <w:temporary/>
                <w:showingPlcHdr/>
              </w:sdtPr>
              <w:sdtEndPr/>
              <w:sdtContent>
                <w:r w:rsidR="004F1DE0">
                  <w:t>Total amount owing to employee</w:t>
                </w:r>
              </w:sdtContent>
            </w:sdt>
          </w:p>
        </w:tc>
        <w:sdt>
          <w:sdtPr>
            <w:rPr>
              <w:b/>
              <w:color w:val="0E5563" w:themeColor="accent5"/>
            </w:rPr>
            <w:id w:val="-442771126"/>
            <w:placeholder>
              <w:docPart w:val="CF3332BF8BFB4DA593B882EA2D4E76FB"/>
            </w:placeholder>
            <w:temporary/>
            <w:showingPlcHdr/>
          </w:sdtPr>
          <w:sdtEndPr/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nil"/>
                  <w:right w:val="nil"/>
                </w:tcBorders>
                <w:shd w:val="clear" w:color="auto" w:fill="FFC40C" w:themeFill="accent4"/>
              </w:tcPr>
              <w:p w:rsidR="00075CBA" w:rsidRPr="008A451F" w:rsidRDefault="005C175A">
                <w:pPr>
                  <w:pStyle w:val="RightAlignedText"/>
                  <w:spacing w:before="20" w:after="20"/>
                  <w:rPr>
                    <w:b/>
                    <w:color w:val="0E5563" w:themeColor="accent5"/>
                  </w:rPr>
                </w:pPr>
                <w:r w:rsidRPr="008A451F">
                  <w:rPr>
                    <w:b/>
                    <w:color w:val="0E5563" w:themeColor="accent5"/>
                  </w:rPr>
                  <w:t>Amount</w:t>
                </w:r>
              </w:p>
            </w:tc>
          </w:sdtContent>
        </w:sdt>
      </w:tr>
    </w:tbl>
    <w:tbl>
      <w:tblPr>
        <w:tblStyle w:val="GridTable1LightAccent6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620" w:firstRow="1" w:lastRow="0" w:firstColumn="0" w:lastColumn="0" w:noHBand="1" w:noVBand="1"/>
        <w:tblDescription w:val="Expenses table"/>
      </w:tblPr>
      <w:tblGrid>
        <w:gridCol w:w="8066"/>
        <w:gridCol w:w="330"/>
        <w:gridCol w:w="3089"/>
      </w:tblGrid>
      <w:tr w:rsidR="00CA0EC2" w:rsidRPr="00163B26" w:rsidTr="00F01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tcW w:w="8066" w:type="dxa"/>
            <w:tcBorders>
              <w:bottom w:val="single" w:sz="18" w:space="0" w:color="FFC40C" w:themeColor="accent4"/>
            </w:tcBorders>
          </w:tcPr>
          <w:p w:rsidR="00CA0EC2" w:rsidRPr="00537A46" w:rsidRDefault="00CA0EC2">
            <w:pPr>
              <w:rPr>
                <w:b w:val="0"/>
                <w:color w:val="0E5563" w:themeColor="accent5"/>
              </w:rPr>
            </w:pPr>
          </w:p>
        </w:tc>
        <w:tc>
          <w:tcPr>
            <w:tcW w:w="330" w:type="dxa"/>
          </w:tcPr>
          <w:p w:rsidR="00CA0EC2" w:rsidRPr="00537A46" w:rsidRDefault="00CA0EC2">
            <w:pPr>
              <w:rPr>
                <w:b w:val="0"/>
                <w:color w:val="0E5563" w:themeColor="accent5"/>
              </w:rPr>
            </w:pPr>
          </w:p>
        </w:tc>
        <w:tc>
          <w:tcPr>
            <w:tcW w:w="3089" w:type="dxa"/>
            <w:tcBorders>
              <w:bottom w:val="single" w:sz="18" w:space="0" w:color="FFC40C" w:themeColor="accent4"/>
            </w:tcBorders>
          </w:tcPr>
          <w:p w:rsidR="00CA0EC2" w:rsidRPr="00537A46" w:rsidRDefault="00CA0EC2">
            <w:pPr>
              <w:rPr>
                <w:b w:val="0"/>
                <w:color w:val="0E5563" w:themeColor="accent5"/>
              </w:rPr>
            </w:pPr>
          </w:p>
        </w:tc>
      </w:tr>
      <w:tr w:rsidR="00163B26" w:rsidRPr="00163B26" w:rsidTr="00F017D8">
        <w:trPr>
          <w:trHeight w:val="75"/>
        </w:trPr>
        <w:tc>
          <w:tcPr>
            <w:tcW w:w="8066" w:type="dxa"/>
            <w:tcBorders>
              <w:top w:val="single" w:sz="18" w:space="0" w:color="FFC40C" w:themeColor="accent4"/>
            </w:tcBorders>
          </w:tcPr>
          <w:p w:rsidR="00075CBA" w:rsidRPr="00537A46" w:rsidRDefault="00857D63">
            <w:pPr>
              <w:spacing w:before="20" w:after="20"/>
              <w:rPr>
                <w:b/>
                <w:color w:val="0E5563" w:themeColor="accent5"/>
              </w:rPr>
            </w:pPr>
            <w:sdt>
              <w:sdtPr>
                <w:rPr>
                  <w:b/>
                  <w:color w:val="0E5563" w:themeColor="accent5"/>
                </w:rPr>
                <w:id w:val="2123577449"/>
                <w:placeholder>
                  <w:docPart w:val="172DDE4F69954BFCB2F56D87237C4155"/>
                </w:placeholder>
                <w:temporary/>
                <w:showingPlcHdr/>
              </w:sdtPr>
              <w:sdtEndPr/>
              <w:sdtContent>
                <w:r w:rsidR="005C175A" w:rsidRPr="00537A46">
                  <w:rPr>
                    <w:b/>
                    <w:color w:val="0E5563" w:themeColor="accent5"/>
                  </w:rPr>
                  <w:t>Signature</w:t>
                </w:r>
              </w:sdtContent>
            </w:sdt>
          </w:p>
        </w:tc>
        <w:tc>
          <w:tcPr>
            <w:tcW w:w="330" w:type="dxa"/>
            <w:tcBorders>
              <w:top w:val="single" w:sz="18" w:space="0" w:color="FFFFFF" w:themeColor="background1"/>
            </w:tcBorders>
          </w:tcPr>
          <w:p w:rsidR="00075CBA" w:rsidRPr="00537A46" w:rsidRDefault="00075CBA">
            <w:pPr>
              <w:spacing w:before="20" w:after="20"/>
              <w:rPr>
                <w:b/>
                <w:color w:val="0E5563" w:themeColor="accent5"/>
              </w:rPr>
            </w:pPr>
          </w:p>
        </w:tc>
        <w:sdt>
          <w:sdtPr>
            <w:rPr>
              <w:b/>
              <w:color w:val="0E5563" w:themeColor="accent5"/>
            </w:rPr>
            <w:id w:val="-1003817362"/>
            <w:placeholder>
              <w:docPart w:val="3E8215C8856B466293D42C3C04826CA0"/>
            </w:placeholder>
            <w:temporary/>
            <w:showingPlcHdr/>
          </w:sdtPr>
          <w:sdtEndPr/>
          <w:sdtContent>
            <w:tc>
              <w:tcPr>
                <w:tcW w:w="3089" w:type="dxa"/>
                <w:tcBorders>
                  <w:top w:val="single" w:sz="18" w:space="0" w:color="FFC40C" w:themeColor="accent4"/>
                </w:tcBorders>
              </w:tcPr>
              <w:p w:rsidR="00075CBA" w:rsidRPr="00537A46" w:rsidRDefault="004F1DE0">
                <w:pPr>
                  <w:spacing w:before="20" w:after="20"/>
                  <w:rPr>
                    <w:b/>
                    <w:color w:val="0E5563" w:themeColor="accent5"/>
                  </w:rPr>
                </w:pPr>
                <w:r w:rsidRPr="00537A46">
                  <w:rPr>
                    <w:b/>
                    <w:color w:val="0E5563" w:themeColor="accent5"/>
                  </w:rPr>
                  <w:t>Date</w:t>
                </w:r>
              </w:p>
            </w:tc>
          </w:sdtContent>
        </w:sdt>
      </w:tr>
    </w:tbl>
    <w:p w:rsidR="005C175A" w:rsidRPr="00163B26" w:rsidRDefault="005C175A" w:rsidP="00CA0EC2">
      <w:pPr>
        <w:rPr>
          <w:b/>
          <w:color w:val="355D7E" w:themeColor="accent2" w:themeShade="80"/>
        </w:rPr>
      </w:pPr>
    </w:p>
    <w:sectPr w:rsidR="005C175A" w:rsidRPr="00163B26" w:rsidSect="00163B26">
      <w:footerReference w:type="default" r:id="rId7"/>
      <w:pgSz w:w="12240" w:h="15840"/>
      <w:pgMar w:top="245" w:right="360" w:bottom="245" w:left="36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63" w:rsidRDefault="00857D63">
      <w:pPr>
        <w:spacing w:before="0" w:after="0"/>
      </w:pPr>
      <w:r>
        <w:separator/>
      </w:r>
    </w:p>
  </w:endnote>
  <w:endnote w:type="continuationSeparator" w:id="0">
    <w:p w:rsidR="00857D63" w:rsidRDefault="00857D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122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175A" w:rsidRDefault="005C175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2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63" w:rsidRDefault="00857D63">
      <w:pPr>
        <w:spacing w:before="0" w:after="0"/>
      </w:pPr>
      <w:r>
        <w:separator/>
      </w:r>
    </w:p>
  </w:footnote>
  <w:footnote w:type="continuationSeparator" w:id="0">
    <w:p w:rsidR="00857D63" w:rsidRDefault="00857D6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20"/>
    <w:rsid w:val="00035876"/>
    <w:rsid w:val="00075CBA"/>
    <w:rsid w:val="00101D55"/>
    <w:rsid w:val="00163B26"/>
    <w:rsid w:val="002640A9"/>
    <w:rsid w:val="00345220"/>
    <w:rsid w:val="0044542A"/>
    <w:rsid w:val="004906DF"/>
    <w:rsid w:val="004F1DE0"/>
    <w:rsid w:val="00537A46"/>
    <w:rsid w:val="005C175A"/>
    <w:rsid w:val="00611CAA"/>
    <w:rsid w:val="006D24C9"/>
    <w:rsid w:val="006E1920"/>
    <w:rsid w:val="0073288E"/>
    <w:rsid w:val="007523E7"/>
    <w:rsid w:val="00857D63"/>
    <w:rsid w:val="008A451F"/>
    <w:rsid w:val="008C4630"/>
    <w:rsid w:val="00930E01"/>
    <w:rsid w:val="00954CD4"/>
    <w:rsid w:val="00AE739E"/>
    <w:rsid w:val="00BB3541"/>
    <w:rsid w:val="00CA0EC2"/>
    <w:rsid w:val="00CB6CFB"/>
    <w:rsid w:val="00CC2557"/>
    <w:rsid w:val="00DD0896"/>
    <w:rsid w:val="00F017D8"/>
    <w:rsid w:val="00F25A5C"/>
    <w:rsid w:val="00F76E23"/>
    <w:rsid w:val="00F87232"/>
    <w:rsid w:val="00FE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5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before="20" w:after="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uiPriority="11" w:qFormat="1"/>
    <w:lsdException w:name="Strong" w:semiHidden="0" w:uiPriority="5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8C"/>
  </w:style>
  <w:style w:type="paragraph" w:styleId="Heading1">
    <w:name w:val="heading 1"/>
    <w:basedOn w:val="Normal"/>
    <w:link w:val="Heading1Char"/>
    <w:uiPriority w:val="2"/>
    <w:unhideWhenUsed/>
    <w:qFormat/>
    <w:rsid w:val="00163B26"/>
    <w:pPr>
      <w:outlineLvl w:val="0"/>
    </w:pPr>
    <w:rPr>
      <w:rFonts w:asciiTheme="majorHAnsi" w:eastAsiaTheme="majorEastAsia" w:hAnsiTheme="majorHAnsi" w:cstheme="majorBidi"/>
      <w:b/>
      <w:color w:val="0E5563" w:themeColor="accent5"/>
      <w:szCs w:val="36"/>
    </w:rPr>
  </w:style>
  <w:style w:type="paragraph" w:styleId="Heading2">
    <w:name w:val="heading 2"/>
    <w:basedOn w:val="Normal"/>
    <w:link w:val="Heading2Char"/>
    <w:uiPriority w:val="2"/>
    <w:unhideWhenUsed/>
    <w:qFormat/>
    <w:rsid w:val="00163B26"/>
    <w:pPr>
      <w:jc w:val="right"/>
      <w:outlineLvl w:val="1"/>
    </w:pPr>
    <w:rPr>
      <w:rFonts w:asciiTheme="majorHAnsi" w:eastAsiaTheme="majorEastAsia" w:hAnsiTheme="majorHAnsi" w:cstheme="majorBidi"/>
      <w:b/>
      <w:bCs/>
      <w:color w:val="355D7E" w:themeColor="accent2" w:themeShade="80"/>
    </w:rPr>
  </w:style>
  <w:style w:type="paragraph" w:styleId="Heading3">
    <w:name w:val="heading 3"/>
    <w:basedOn w:val="Normal"/>
    <w:link w:val="Heading3Char"/>
    <w:uiPriority w:val="2"/>
    <w:unhideWhenUsed/>
    <w:qFormat/>
    <w:rsid w:val="00163B26"/>
    <w:pPr>
      <w:keepNext/>
      <w:keepLines/>
      <w:pBdr>
        <w:bottom w:val="single" w:sz="18" w:space="1" w:color="FFC40C" w:themeColor="accent4"/>
      </w:pBdr>
      <w:spacing w:before="240" w:after="0"/>
      <w:contextualSpacing/>
      <w:outlineLvl w:val="2"/>
    </w:pPr>
    <w:rPr>
      <w:rFonts w:asciiTheme="majorHAnsi" w:eastAsiaTheme="majorEastAsia" w:hAnsiTheme="majorHAnsi" w:cstheme="majorBidi"/>
      <w:b/>
      <w:caps/>
      <w:color w:val="0E5563" w:themeColor="accent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B85A22" w:themeColor="accent1" w:themeShade="BF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b/>
      <w:i/>
      <w:color w:val="B85A22" w:themeColor="accent1" w:themeShade="BF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sz w:val="18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sz w:val="18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sz w:val="18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after="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DD8047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163B26"/>
    <w:rPr>
      <w:rFonts w:asciiTheme="majorHAnsi" w:eastAsiaTheme="majorEastAsia" w:hAnsiTheme="majorHAnsi" w:cstheme="majorBidi"/>
      <w:b/>
      <w:color w:val="0E5563" w:themeColor="accent5"/>
      <w:szCs w:val="36"/>
    </w:rPr>
  </w:style>
  <w:style w:type="character" w:customStyle="1" w:styleId="Heading2Char">
    <w:name w:val="Heading 2 Char"/>
    <w:basedOn w:val="DefaultParagraphFont"/>
    <w:link w:val="Heading2"/>
    <w:uiPriority w:val="2"/>
    <w:rsid w:val="00163B26"/>
    <w:rPr>
      <w:rFonts w:asciiTheme="majorHAnsi" w:eastAsiaTheme="majorEastAsia" w:hAnsiTheme="majorHAnsi" w:cstheme="majorBidi"/>
      <w:b/>
      <w:bCs/>
      <w:color w:val="355D7E" w:themeColor="accent2" w:themeShade="80"/>
    </w:rPr>
  </w:style>
  <w:style w:type="table" w:customStyle="1" w:styleId="GridTable1LightAccent6">
    <w:name w:val="Grid Table 1 Light Accent 6"/>
    <w:basedOn w:val="TableNormal"/>
    <w:uiPriority w:val="46"/>
    <w:pPr>
      <w:spacing w:before="40" w:after="0"/>
    </w:pPr>
    <w:rPr>
      <w:kern w:val="21"/>
      <w14:ligatures w14:val="standard"/>
    </w:rPr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017D8"/>
    <w:pPr>
      <w:spacing w:before="40" w:after="0"/>
    </w:pPr>
    <w:rPr>
      <w:kern w:val="21"/>
      <w14:ligatures w14:val="standard"/>
    </w:rPr>
    <w:tblPr>
      <w:tblStyleRowBandSize w:val="1"/>
      <w:tblStyleColBandSize w:val="1"/>
      <w:tblInd w:w="0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F2F2F2" w:themeFill="background1" w:themeFillShade="F2"/>
    </w:tcPr>
    <w:tblStylePr w:type="firstRow">
      <w:rPr>
        <w:b/>
        <w:bCs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99"/>
    <w:pPr>
      <w:spacing w:after="0"/>
    </w:pPr>
    <w:rPr>
      <w:caps/>
      <w:color w:val="B85A22" w:themeColor="accent1" w:themeShade="BF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caps/>
      <w:color w:val="B85A22" w:themeColor="accent1" w:themeShade="BF"/>
      <w:sz w:val="18"/>
      <w:szCs w:val="18"/>
    </w:rPr>
  </w:style>
  <w:style w:type="paragraph" w:customStyle="1" w:styleId="RightAlignedText">
    <w:name w:val="Right Aligned Text"/>
    <w:basedOn w:val="Normal"/>
    <w:uiPriority w:val="3"/>
    <w:qFormat/>
    <w:pPr>
      <w:jc w:val="right"/>
    </w:pPr>
  </w:style>
  <w:style w:type="paragraph" w:styleId="Title">
    <w:name w:val="Title"/>
    <w:basedOn w:val="Normal"/>
    <w:link w:val="TitleChar"/>
    <w:uiPriority w:val="1"/>
    <w:qFormat/>
    <w:rsid w:val="0073288E"/>
    <w:pPr>
      <w:pBdr>
        <w:bottom w:val="single" w:sz="18" w:space="1" w:color="0E5563" w:themeColor="accent5"/>
      </w:pBdr>
      <w:spacing w:before="0" w:after="40"/>
      <w:contextualSpacing/>
      <w:jc w:val="center"/>
    </w:pPr>
    <w:rPr>
      <w:rFonts w:asciiTheme="majorHAnsi" w:eastAsiaTheme="majorEastAsia" w:hAnsiTheme="majorHAnsi" w:cstheme="majorBidi"/>
      <w:b/>
      <w:caps/>
      <w:color w:val="0E5563" w:themeColor="accent5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3288E"/>
    <w:rPr>
      <w:rFonts w:asciiTheme="majorHAnsi" w:eastAsiaTheme="majorEastAsia" w:hAnsiTheme="majorHAnsi" w:cstheme="majorBidi"/>
      <w:b/>
      <w:caps/>
      <w:color w:val="0E5563" w:themeColor="accent5"/>
      <w:kern w:val="28"/>
      <w:sz w:val="36"/>
      <w:szCs w:val="56"/>
    </w:rPr>
  </w:style>
  <w:style w:type="character" w:styleId="Strong">
    <w:name w:val="Strong"/>
    <w:uiPriority w:val="5"/>
    <w:unhideWhenUsed/>
    <w:qFormat/>
    <w:rsid w:val="00163B26"/>
    <w:rPr>
      <w:b/>
      <w:color w:val="355D7E" w:themeColor="accent2" w:themeShade="80"/>
    </w:rPr>
  </w:style>
  <w:style w:type="character" w:customStyle="1" w:styleId="Heading3Char">
    <w:name w:val="Heading 3 Char"/>
    <w:basedOn w:val="DefaultParagraphFont"/>
    <w:link w:val="Heading3"/>
    <w:uiPriority w:val="2"/>
    <w:rsid w:val="00163B26"/>
    <w:rPr>
      <w:rFonts w:asciiTheme="majorHAnsi" w:eastAsiaTheme="majorEastAsia" w:hAnsiTheme="majorHAnsi" w:cstheme="majorBidi"/>
      <w:b/>
      <w:caps/>
      <w:color w:val="0E5563" w:themeColor="accent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Pr>
      <w:rFonts w:asciiTheme="majorHAnsi" w:eastAsiaTheme="majorEastAsia" w:hAnsiTheme="majorHAnsi" w:cstheme="majorBidi"/>
      <w:i/>
      <w:iCs/>
      <w:color w:val="B85A2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  <w:color w:val="B85A2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00000" w:themeColor="text1"/>
      <w:kern w:val="21"/>
      <w:sz w:val="18"/>
      <w:szCs w:val="21"/>
      <w14:ligatures w14:val="standard"/>
    </w:rPr>
  </w:style>
  <w:style w:type="character" w:customStyle="1" w:styleId="Heading7Char">
    <w:name w:val="Heading 7 Char"/>
    <w:basedOn w:val="DefaultParagraphFont"/>
    <w:link w:val="Heading7"/>
    <w:uiPriority w:val="2"/>
    <w:semiHidden/>
    <w:rPr>
      <w:rFonts w:asciiTheme="majorHAnsi" w:eastAsiaTheme="majorEastAsia" w:hAnsiTheme="majorHAnsi" w:cstheme="majorBidi"/>
      <w:i/>
      <w:iCs/>
      <w:color w:val="000000" w:themeColor="text1"/>
      <w:kern w:val="21"/>
      <w:sz w:val="18"/>
      <w:szCs w:val="21"/>
      <w14:ligatures w14:val="standard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b/>
      <w:color w:val="000000" w:themeColor="text1"/>
      <w:kern w:val="21"/>
      <w:sz w:val="18"/>
      <w:szCs w:val="21"/>
      <w14:ligatures w14:val="standard"/>
    </w:r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/>
      <w:iCs/>
      <w:color w:val="272727" w:themeColor="text1" w:themeTint="D8"/>
      <w:kern w:val="21"/>
      <w:sz w:val="21"/>
      <w:szCs w:val="21"/>
      <w14:ligatures w14:val="standard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color w:val="000000" w:themeColor="text1"/>
      <w:kern w:val="21"/>
      <w:sz w:val="21"/>
      <w:szCs w:val="21"/>
      <w14:ligatures w14:val="standard"/>
    </w:rPr>
  </w:style>
  <w:style w:type="table" w:styleId="TableGrid">
    <w:name w:val="Table Grid"/>
    <w:basedOn w:val="TableNormal"/>
    <w:uiPriority w:val="39"/>
    <w:rsid w:val="008C463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522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2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before="20" w:after="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uiPriority="11" w:qFormat="1"/>
    <w:lsdException w:name="Strong" w:semiHidden="0" w:uiPriority="5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8C"/>
  </w:style>
  <w:style w:type="paragraph" w:styleId="Heading1">
    <w:name w:val="heading 1"/>
    <w:basedOn w:val="Normal"/>
    <w:link w:val="Heading1Char"/>
    <w:uiPriority w:val="2"/>
    <w:unhideWhenUsed/>
    <w:qFormat/>
    <w:rsid w:val="00163B26"/>
    <w:pPr>
      <w:outlineLvl w:val="0"/>
    </w:pPr>
    <w:rPr>
      <w:rFonts w:asciiTheme="majorHAnsi" w:eastAsiaTheme="majorEastAsia" w:hAnsiTheme="majorHAnsi" w:cstheme="majorBidi"/>
      <w:b/>
      <w:color w:val="0E5563" w:themeColor="accent5"/>
      <w:szCs w:val="36"/>
    </w:rPr>
  </w:style>
  <w:style w:type="paragraph" w:styleId="Heading2">
    <w:name w:val="heading 2"/>
    <w:basedOn w:val="Normal"/>
    <w:link w:val="Heading2Char"/>
    <w:uiPriority w:val="2"/>
    <w:unhideWhenUsed/>
    <w:qFormat/>
    <w:rsid w:val="00163B26"/>
    <w:pPr>
      <w:jc w:val="right"/>
      <w:outlineLvl w:val="1"/>
    </w:pPr>
    <w:rPr>
      <w:rFonts w:asciiTheme="majorHAnsi" w:eastAsiaTheme="majorEastAsia" w:hAnsiTheme="majorHAnsi" w:cstheme="majorBidi"/>
      <w:b/>
      <w:bCs/>
      <w:color w:val="355D7E" w:themeColor="accent2" w:themeShade="80"/>
    </w:rPr>
  </w:style>
  <w:style w:type="paragraph" w:styleId="Heading3">
    <w:name w:val="heading 3"/>
    <w:basedOn w:val="Normal"/>
    <w:link w:val="Heading3Char"/>
    <w:uiPriority w:val="2"/>
    <w:unhideWhenUsed/>
    <w:qFormat/>
    <w:rsid w:val="00163B26"/>
    <w:pPr>
      <w:keepNext/>
      <w:keepLines/>
      <w:pBdr>
        <w:bottom w:val="single" w:sz="18" w:space="1" w:color="FFC40C" w:themeColor="accent4"/>
      </w:pBdr>
      <w:spacing w:before="240" w:after="0"/>
      <w:contextualSpacing/>
      <w:outlineLvl w:val="2"/>
    </w:pPr>
    <w:rPr>
      <w:rFonts w:asciiTheme="majorHAnsi" w:eastAsiaTheme="majorEastAsia" w:hAnsiTheme="majorHAnsi" w:cstheme="majorBidi"/>
      <w:b/>
      <w:caps/>
      <w:color w:val="0E5563" w:themeColor="accent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B85A22" w:themeColor="accent1" w:themeShade="BF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b/>
      <w:i/>
      <w:color w:val="B85A22" w:themeColor="accent1" w:themeShade="BF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sz w:val="18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sz w:val="18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sz w:val="18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after="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DD8047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163B26"/>
    <w:rPr>
      <w:rFonts w:asciiTheme="majorHAnsi" w:eastAsiaTheme="majorEastAsia" w:hAnsiTheme="majorHAnsi" w:cstheme="majorBidi"/>
      <w:b/>
      <w:color w:val="0E5563" w:themeColor="accent5"/>
      <w:szCs w:val="36"/>
    </w:rPr>
  </w:style>
  <w:style w:type="character" w:customStyle="1" w:styleId="Heading2Char">
    <w:name w:val="Heading 2 Char"/>
    <w:basedOn w:val="DefaultParagraphFont"/>
    <w:link w:val="Heading2"/>
    <w:uiPriority w:val="2"/>
    <w:rsid w:val="00163B26"/>
    <w:rPr>
      <w:rFonts w:asciiTheme="majorHAnsi" w:eastAsiaTheme="majorEastAsia" w:hAnsiTheme="majorHAnsi" w:cstheme="majorBidi"/>
      <w:b/>
      <w:bCs/>
      <w:color w:val="355D7E" w:themeColor="accent2" w:themeShade="80"/>
    </w:rPr>
  </w:style>
  <w:style w:type="table" w:customStyle="1" w:styleId="GridTable1LightAccent6">
    <w:name w:val="Grid Table 1 Light Accent 6"/>
    <w:basedOn w:val="TableNormal"/>
    <w:uiPriority w:val="46"/>
    <w:pPr>
      <w:spacing w:before="40" w:after="0"/>
    </w:pPr>
    <w:rPr>
      <w:kern w:val="21"/>
      <w14:ligatures w14:val="standard"/>
    </w:rPr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017D8"/>
    <w:pPr>
      <w:spacing w:before="40" w:after="0"/>
    </w:pPr>
    <w:rPr>
      <w:kern w:val="21"/>
      <w14:ligatures w14:val="standard"/>
    </w:rPr>
    <w:tblPr>
      <w:tblStyleRowBandSize w:val="1"/>
      <w:tblStyleColBandSize w:val="1"/>
      <w:tblInd w:w="0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F2F2F2" w:themeFill="background1" w:themeFillShade="F2"/>
    </w:tcPr>
    <w:tblStylePr w:type="firstRow">
      <w:rPr>
        <w:b/>
        <w:bCs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99"/>
    <w:pPr>
      <w:spacing w:after="0"/>
    </w:pPr>
    <w:rPr>
      <w:caps/>
      <w:color w:val="B85A22" w:themeColor="accent1" w:themeShade="BF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caps/>
      <w:color w:val="B85A22" w:themeColor="accent1" w:themeShade="BF"/>
      <w:sz w:val="18"/>
      <w:szCs w:val="18"/>
    </w:rPr>
  </w:style>
  <w:style w:type="paragraph" w:customStyle="1" w:styleId="RightAlignedText">
    <w:name w:val="Right Aligned Text"/>
    <w:basedOn w:val="Normal"/>
    <w:uiPriority w:val="3"/>
    <w:qFormat/>
    <w:pPr>
      <w:jc w:val="right"/>
    </w:pPr>
  </w:style>
  <w:style w:type="paragraph" w:styleId="Title">
    <w:name w:val="Title"/>
    <w:basedOn w:val="Normal"/>
    <w:link w:val="TitleChar"/>
    <w:uiPriority w:val="1"/>
    <w:qFormat/>
    <w:rsid w:val="0073288E"/>
    <w:pPr>
      <w:pBdr>
        <w:bottom w:val="single" w:sz="18" w:space="1" w:color="0E5563" w:themeColor="accent5"/>
      </w:pBdr>
      <w:spacing w:before="0" w:after="40"/>
      <w:contextualSpacing/>
      <w:jc w:val="center"/>
    </w:pPr>
    <w:rPr>
      <w:rFonts w:asciiTheme="majorHAnsi" w:eastAsiaTheme="majorEastAsia" w:hAnsiTheme="majorHAnsi" w:cstheme="majorBidi"/>
      <w:b/>
      <w:caps/>
      <w:color w:val="0E5563" w:themeColor="accent5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3288E"/>
    <w:rPr>
      <w:rFonts w:asciiTheme="majorHAnsi" w:eastAsiaTheme="majorEastAsia" w:hAnsiTheme="majorHAnsi" w:cstheme="majorBidi"/>
      <w:b/>
      <w:caps/>
      <w:color w:val="0E5563" w:themeColor="accent5"/>
      <w:kern w:val="28"/>
      <w:sz w:val="36"/>
      <w:szCs w:val="56"/>
    </w:rPr>
  </w:style>
  <w:style w:type="character" w:styleId="Strong">
    <w:name w:val="Strong"/>
    <w:uiPriority w:val="5"/>
    <w:unhideWhenUsed/>
    <w:qFormat/>
    <w:rsid w:val="00163B26"/>
    <w:rPr>
      <w:b/>
      <w:color w:val="355D7E" w:themeColor="accent2" w:themeShade="80"/>
    </w:rPr>
  </w:style>
  <w:style w:type="character" w:customStyle="1" w:styleId="Heading3Char">
    <w:name w:val="Heading 3 Char"/>
    <w:basedOn w:val="DefaultParagraphFont"/>
    <w:link w:val="Heading3"/>
    <w:uiPriority w:val="2"/>
    <w:rsid w:val="00163B26"/>
    <w:rPr>
      <w:rFonts w:asciiTheme="majorHAnsi" w:eastAsiaTheme="majorEastAsia" w:hAnsiTheme="majorHAnsi" w:cstheme="majorBidi"/>
      <w:b/>
      <w:caps/>
      <w:color w:val="0E5563" w:themeColor="accent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Pr>
      <w:rFonts w:asciiTheme="majorHAnsi" w:eastAsiaTheme="majorEastAsia" w:hAnsiTheme="majorHAnsi" w:cstheme="majorBidi"/>
      <w:i/>
      <w:iCs/>
      <w:color w:val="B85A2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  <w:color w:val="B85A2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00000" w:themeColor="text1"/>
      <w:kern w:val="21"/>
      <w:sz w:val="18"/>
      <w:szCs w:val="21"/>
      <w14:ligatures w14:val="standard"/>
    </w:rPr>
  </w:style>
  <w:style w:type="character" w:customStyle="1" w:styleId="Heading7Char">
    <w:name w:val="Heading 7 Char"/>
    <w:basedOn w:val="DefaultParagraphFont"/>
    <w:link w:val="Heading7"/>
    <w:uiPriority w:val="2"/>
    <w:semiHidden/>
    <w:rPr>
      <w:rFonts w:asciiTheme="majorHAnsi" w:eastAsiaTheme="majorEastAsia" w:hAnsiTheme="majorHAnsi" w:cstheme="majorBidi"/>
      <w:i/>
      <w:iCs/>
      <w:color w:val="000000" w:themeColor="text1"/>
      <w:kern w:val="21"/>
      <w:sz w:val="18"/>
      <w:szCs w:val="21"/>
      <w14:ligatures w14:val="standard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b/>
      <w:color w:val="000000" w:themeColor="text1"/>
      <w:kern w:val="21"/>
      <w:sz w:val="18"/>
      <w:szCs w:val="21"/>
      <w14:ligatures w14:val="standard"/>
    </w:r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/>
      <w:iCs/>
      <w:color w:val="272727" w:themeColor="text1" w:themeTint="D8"/>
      <w:kern w:val="21"/>
      <w:sz w:val="21"/>
      <w:szCs w:val="21"/>
      <w14:ligatures w14:val="standard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color w:val="000000" w:themeColor="text1"/>
      <w:kern w:val="21"/>
      <w:sz w:val="21"/>
      <w:szCs w:val="21"/>
      <w14:ligatures w14:val="standard"/>
    </w:rPr>
  </w:style>
  <w:style w:type="table" w:styleId="TableGrid">
    <w:name w:val="Table Grid"/>
    <w:basedOn w:val="TableNormal"/>
    <w:uiPriority w:val="39"/>
    <w:rsid w:val="008C463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522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2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reportsexcel\travel%20expense%20report%20templates\travel%20expense%20report%20sample-92336548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002682DCB84F878AB79A98E8682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BFEF6-DA7B-4A73-9CCC-142F3BFA5F5C}"/>
      </w:docPartPr>
      <w:docPartBody>
        <w:p w:rsidR="00000000" w:rsidRDefault="00C01323">
          <w:pPr>
            <w:pStyle w:val="5D002682DCB84F878AB79A98E86827DB"/>
          </w:pPr>
          <w:r>
            <w:t>Name</w:t>
          </w:r>
        </w:p>
      </w:docPartBody>
    </w:docPart>
    <w:docPart>
      <w:docPartPr>
        <w:name w:val="59B2823C17B84A76ADCDFC31FAC03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EE411-220A-4488-8FF3-7B10D1953004}"/>
      </w:docPartPr>
      <w:docPartBody>
        <w:p w:rsidR="00000000" w:rsidRDefault="00C01323">
          <w:pPr>
            <w:pStyle w:val="59B2823C17B84A76ADCDFC31FAC03576"/>
          </w:pPr>
          <w:r>
            <w:t>Name</w:t>
          </w:r>
        </w:p>
      </w:docPartBody>
    </w:docPart>
    <w:docPart>
      <w:docPartPr>
        <w:name w:val="64DD7CCBF3D64AF2BE6D6A80001D6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54475-4F83-4E0A-896C-B328D2D7B9D6}"/>
      </w:docPartPr>
      <w:docPartBody>
        <w:p w:rsidR="00000000" w:rsidRDefault="00C01323">
          <w:pPr>
            <w:pStyle w:val="64DD7CCBF3D64AF2BE6D6A80001D6689"/>
          </w:pPr>
          <w:r>
            <w:t>Department</w:t>
          </w:r>
        </w:p>
      </w:docPartBody>
    </w:docPart>
    <w:docPart>
      <w:docPartPr>
        <w:name w:val="EA223DAE9B1943E596A82597184AB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E67E1-5B58-4D98-8015-06ED9B46037A}"/>
      </w:docPartPr>
      <w:docPartBody>
        <w:p w:rsidR="00000000" w:rsidRDefault="00C01323">
          <w:pPr>
            <w:pStyle w:val="EA223DAE9B1943E596A82597184ABDDB"/>
          </w:pPr>
          <w:r>
            <w:t>Department</w:t>
          </w:r>
        </w:p>
      </w:docPartBody>
    </w:docPart>
    <w:docPart>
      <w:docPartPr>
        <w:name w:val="CBCEF387614C43209B5E8EF46D9EE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C10EA-811E-41A9-ACC2-CF31FE74EB1A}"/>
      </w:docPartPr>
      <w:docPartBody>
        <w:p w:rsidR="00000000" w:rsidRDefault="00C01323">
          <w:pPr>
            <w:pStyle w:val="CBCEF387614C43209B5E8EF46D9EE6A3"/>
          </w:pPr>
          <w:r>
            <w:t>Email</w:t>
          </w:r>
        </w:p>
      </w:docPartBody>
    </w:docPart>
    <w:docPart>
      <w:docPartPr>
        <w:name w:val="1B936B12119F447FA8F0EA6DA337D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7DD3D-B0C1-402C-AC1B-A8B655186E7E}"/>
      </w:docPartPr>
      <w:docPartBody>
        <w:p w:rsidR="00000000" w:rsidRDefault="00C01323">
          <w:pPr>
            <w:pStyle w:val="1B936B12119F447FA8F0EA6DA337D09D"/>
          </w:pPr>
          <w:r>
            <w:t>Email</w:t>
          </w:r>
        </w:p>
      </w:docPartBody>
    </w:docPart>
    <w:docPart>
      <w:docPartPr>
        <w:name w:val="4D113AA6EAB54FCAAB52581D0B76F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49532-10E2-4190-A0F8-5FA755113032}"/>
      </w:docPartPr>
      <w:docPartBody>
        <w:p w:rsidR="00000000" w:rsidRDefault="00C01323">
          <w:pPr>
            <w:pStyle w:val="4D113AA6EAB54FCAAB52581D0B76F3D5"/>
          </w:pPr>
          <w:r>
            <w:t>Approved by</w:t>
          </w:r>
        </w:p>
      </w:docPartBody>
    </w:docPart>
    <w:docPart>
      <w:docPartPr>
        <w:name w:val="44AA29680DBA45A3AA95A0B888F1F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A221E-D40C-4311-ABC0-EC91AA32867C}"/>
      </w:docPartPr>
      <w:docPartBody>
        <w:p w:rsidR="00000000" w:rsidRDefault="00C01323">
          <w:pPr>
            <w:pStyle w:val="44AA29680DBA45A3AA95A0B888F1FAA3"/>
          </w:pPr>
          <w:r>
            <w:t>Approved by</w:t>
          </w:r>
        </w:p>
      </w:docPartBody>
    </w:docPart>
    <w:docPart>
      <w:docPartPr>
        <w:name w:val="7028A65C99114820B4F17EC529265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320A2-F7A4-43A8-BA31-CEB422BCFC3E}"/>
      </w:docPartPr>
      <w:docPartBody>
        <w:p w:rsidR="00000000" w:rsidRDefault="00C01323">
          <w:pPr>
            <w:pStyle w:val="7028A65C99114820B4F17EC52926567B"/>
          </w:pPr>
          <w:r>
            <w:t>Employee ID</w:t>
          </w:r>
        </w:p>
      </w:docPartBody>
    </w:docPart>
    <w:docPart>
      <w:docPartPr>
        <w:name w:val="8D7F984240384436BF9B4BA0430C0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1DF24-11B4-4CC3-AB68-606900BC970C}"/>
      </w:docPartPr>
      <w:docPartBody>
        <w:p w:rsidR="00000000" w:rsidRDefault="00C01323">
          <w:pPr>
            <w:pStyle w:val="8D7F984240384436BF9B4BA0430C0FE5"/>
          </w:pPr>
          <w:r>
            <w:t>Employee ID</w:t>
          </w:r>
        </w:p>
      </w:docPartBody>
    </w:docPart>
    <w:docPart>
      <w:docPartPr>
        <w:name w:val="1CEDD00BC6DC4EB0ADA5A4447293A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AAB6E-3427-4634-8B2B-8281403CCA20}"/>
      </w:docPartPr>
      <w:docPartBody>
        <w:p w:rsidR="00000000" w:rsidRDefault="00C01323">
          <w:pPr>
            <w:pStyle w:val="1CEDD00BC6DC4EB0ADA5A4447293A3F3"/>
          </w:pPr>
          <w:r>
            <w:t>Purpose</w:t>
          </w:r>
        </w:p>
      </w:docPartBody>
    </w:docPart>
    <w:docPart>
      <w:docPartPr>
        <w:name w:val="824A190366AB4692BDB8FB9780330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96B9A-7F72-4AAF-81B7-9D8A24026A23}"/>
      </w:docPartPr>
      <w:docPartBody>
        <w:p w:rsidR="00000000" w:rsidRDefault="00C01323">
          <w:pPr>
            <w:pStyle w:val="824A190366AB4692BDB8FB97803305DC"/>
          </w:pPr>
          <w:r>
            <w:t>Purpose</w:t>
          </w:r>
        </w:p>
      </w:docPartBody>
    </w:docPart>
    <w:docPart>
      <w:docPartPr>
        <w:name w:val="040EA22C960542879E556853AB093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45468-9A23-4026-9CB5-2B7E4CC87F15}"/>
      </w:docPartPr>
      <w:docPartBody>
        <w:p w:rsidR="00000000" w:rsidRDefault="00C01323">
          <w:pPr>
            <w:pStyle w:val="040EA22C960542879E556853AB0934EE"/>
          </w:pPr>
          <w:r>
            <w:t>Trip Hours</w:t>
          </w:r>
        </w:p>
      </w:docPartBody>
    </w:docPart>
    <w:docPart>
      <w:docPartPr>
        <w:name w:val="C0EE614963444165AC257560B5AC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B7301-EE55-46DF-834C-AB88F5DBEDB1}"/>
      </w:docPartPr>
      <w:docPartBody>
        <w:p w:rsidR="00000000" w:rsidRDefault="00C01323">
          <w:pPr>
            <w:pStyle w:val="C0EE614963444165AC257560B5AC1991"/>
          </w:pPr>
          <w:r>
            <w:t>Dates</w:t>
          </w:r>
        </w:p>
      </w:docPartBody>
    </w:docPart>
    <w:docPart>
      <w:docPartPr>
        <w:name w:val="8DFB541034A24E9083B0361A35050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F961D-2224-447D-951D-103BBD28A818}"/>
      </w:docPartPr>
      <w:docPartBody>
        <w:p w:rsidR="00000000" w:rsidRDefault="00C01323">
          <w:pPr>
            <w:pStyle w:val="8DFB541034A24E9083B0361A350509F1"/>
          </w:pPr>
          <w:r w:rsidRPr="005C175A">
            <w:t>Hours</w:t>
          </w:r>
        </w:p>
      </w:docPartBody>
    </w:docPart>
    <w:docPart>
      <w:docPartPr>
        <w:name w:val="0E5A3E1FCD224D86B00937C70ABE5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6742B-8925-4B54-B7D7-66816E2E2F78}"/>
      </w:docPartPr>
      <w:docPartBody>
        <w:p w:rsidR="00000000" w:rsidRDefault="00C01323">
          <w:pPr>
            <w:pStyle w:val="0E5A3E1FCD224D86B00937C70ABE5988"/>
          </w:pPr>
          <w:r>
            <w:t>How spent</w:t>
          </w:r>
        </w:p>
      </w:docPartBody>
    </w:docPart>
    <w:docPart>
      <w:docPartPr>
        <w:name w:val="DCDAB889206145BBBAAF6198A66A5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6F6C3-1839-47DA-95DE-CDF1E4C50D67}"/>
      </w:docPartPr>
      <w:docPartBody>
        <w:p w:rsidR="00000000" w:rsidRDefault="00C01323">
          <w:pPr>
            <w:pStyle w:val="DCDAB889206145BBBAAF6198A66A5C4B"/>
          </w:pPr>
          <w:r>
            <w:t>Date</w:t>
          </w:r>
        </w:p>
      </w:docPartBody>
    </w:docPart>
    <w:docPart>
      <w:docPartPr>
        <w:name w:val="F300E55C209A4A27A88AC44DC8AA2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5344E-5F07-4D7C-976D-A680067CB697}"/>
      </w:docPartPr>
      <w:docPartBody>
        <w:p w:rsidR="00000000" w:rsidRDefault="00C01323">
          <w:pPr>
            <w:pStyle w:val="F300E55C209A4A27A88AC44DC8AA2976"/>
          </w:pPr>
          <w:r>
            <w:t>Hours</w:t>
          </w:r>
        </w:p>
      </w:docPartBody>
    </w:docPart>
    <w:docPart>
      <w:docPartPr>
        <w:name w:val="971161E809CA4AEC9DA654DB7A299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A7DF7-5F6A-4796-A195-BAC4B27F573C}"/>
      </w:docPartPr>
      <w:docPartBody>
        <w:p w:rsidR="00000000" w:rsidRDefault="00C01323">
          <w:pPr>
            <w:pStyle w:val="971161E809CA4AEC9DA654DB7A2998D9"/>
          </w:pPr>
          <w:r>
            <w:t>How spent</w:t>
          </w:r>
        </w:p>
      </w:docPartBody>
    </w:docPart>
    <w:docPart>
      <w:docPartPr>
        <w:name w:val="5ED566183C074B07B9B7EAC5E801D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674AF-B341-4EE1-8E59-4979A1EE839A}"/>
      </w:docPartPr>
      <w:docPartBody>
        <w:p w:rsidR="00000000" w:rsidRDefault="00C01323">
          <w:pPr>
            <w:pStyle w:val="5ED566183C074B07B9B7EAC5E801DC09"/>
          </w:pPr>
          <w:r>
            <w:t>Date</w:t>
          </w:r>
        </w:p>
      </w:docPartBody>
    </w:docPart>
    <w:docPart>
      <w:docPartPr>
        <w:name w:val="1C6C134CC52B45C78AC8094B4B597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9C3C4-995B-4F36-90FF-8C51D2EE3756}"/>
      </w:docPartPr>
      <w:docPartBody>
        <w:p w:rsidR="00000000" w:rsidRDefault="00C01323">
          <w:pPr>
            <w:pStyle w:val="1C6C134CC52B45C78AC8094B4B597BE1"/>
          </w:pPr>
          <w:r>
            <w:t>Hours</w:t>
          </w:r>
        </w:p>
      </w:docPartBody>
    </w:docPart>
    <w:docPart>
      <w:docPartPr>
        <w:name w:val="F769A02CF73A4772A8F7C55CF7213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969DA-168C-4CD6-9D98-D0AE9BB86124}"/>
      </w:docPartPr>
      <w:docPartBody>
        <w:p w:rsidR="00000000" w:rsidRDefault="00C01323">
          <w:pPr>
            <w:pStyle w:val="F769A02CF73A4772A8F7C55CF7213634"/>
          </w:pPr>
          <w:r>
            <w:t>How spent</w:t>
          </w:r>
        </w:p>
      </w:docPartBody>
    </w:docPart>
    <w:docPart>
      <w:docPartPr>
        <w:name w:val="E21CB4C7C4F24DF1B17B59596C8E3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09983-03FB-498A-9526-1F24D48862C7}"/>
      </w:docPartPr>
      <w:docPartBody>
        <w:p w:rsidR="00000000" w:rsidRDefault="00C01323">
          <w:pPr>
            <w:pStyle w:val="E21CB4C7C4F24DF1B17B59596C8E3846"/>
          </w:pPr>
          <w:r>
            <w:t>Date</w:t>
          </w:r>
        </w:p>
      </w:docPartBody>
    </w:docPart>
    <w:docPart>
      <w:docPartPr>
        <w:name w:val="ECB078862BCB4F7981E98B5FFADB5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0CB83-0CDC-41C7-8CEF-4D01D182DD15}"/>
      </w:docPartPr>
      <w:docPartBody>
        <w:p w:rsidR="00000000" w:rsidRDefault="00C01323">
          <w:pPr>
            <w:pStyle w:val="ECB078862BCB4F7981E98B5FFADB5353"/>
          </w:pPr>
          <w:r>
            <w:t>Hours</w:t>
          </w:r>
        </w:p>
      </w:docPartBody>
    </w:docPart>
    <w:docPart>
      <w:docPartPr>
        <w:name w:val="93E78F8C71E24695A2F96F4C5962A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39CCD-BCD0-4F19-BB35-CBFA434D84CC}"/>
      </w:docPartPr>
      <w:docPartBody>
        <w:p w:rsidR="00000000" w:rsidRDefault="00C01323">
          <w:pPr>
            <w:pStyle w:val="93E78F8C71E24695A2F96F4C5962A7F5"/>
          </w:pPr>
          <w:r>
            <w:t>How spent</w:t>
          </w:r>
        </w:p>
      </w:docPartBody>
    </w:docPart>
    <w:docPart>
      <w:docPartPr>
        <w:name w:val="71BF38EE62A14EA6928A605D9DAB8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F94AC-9EAE-488F-8C1F-FBC1D2BAE019}"/>
      </w:docPartPr>
      <w:docPartBody>
        <w:p w:rsidR="00000000" w:rsidRDefault="00C01323">
          <w:pPr>
            <w:pStyle w:val="71BF38EE62A14EA6928A605D9DAB8248"/>
          </w:pPr>
          <w:r>
            <w:t>Date</w:t>
          </w:r>
        </w:p>
      </w:docPartBody>
    </w:docPart>
    <w:docPart>
      <w:docPartPr>
        <w:name w:val="EBDB8C6760574B26A1581DD3C8E13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19EF-92F4-45A6-96ED-CAF5E8BEB2A3}"/>
      </w:docPartPr>
      <w:docPartBody>
        <w:p w:rsidR="00000000" w:rsidRDefault="00C01323">
          <w:pPr>
            <w:pStyle w:val="EBDB8C6760574B26A1581DD3C8E137A9"/>
          </w:pPr>
          <w:r>
            <w:t>Hours</w:t>
          </w:r>
        </w:p>
      </w:docPartBody>
    </w:docPart>
    <w:docPart>
      <w:docPartPr>
        <w:name w:val="EA4B47FC3D654E02BD9FA0AE97032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A3D1A-B474-450A-9114-4B043B6982E1}"/>
      </w:docPartPr>
      <w:docPartBody>
        <w:p w:rsidR="00000000" w:rsidRDefault="00C01323">
          <w:pPr>
            <w:pStyle w:val="EA4B47FC3D654E02BD9FA0AE97032EF7"/>
          </w:pPr>
          <w:r>
            <w:t>How spent</w:t>
          </w:r>
        </w:p>
      </w:docPartBody>
    </w:docPart>
    <w:docPart>
      <w:docPartPr>
        <w:name w:val="17EA4ADD25A941B6AF6FA183A0C27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55579-8F1D-4AA5-8175-D3168DE2CBC1}"/>
      </w:docPartPr>
      <w:docPartBody>
        <w:p w:rsidR="00000000" w:rsidRDefault="00C01323">
          <w:pPr>
            <w:pStyle w:val="17EA4ADD25A941B6AF6FA183A0C27940"/>
          </w:pPr>
          <w:r>
            <w:t>Expenses</w:t>
          </w:r>
        </w:p>
      </w:docPartBody>
    </w:docPart>
    <w:docPart>
      <w:docPartPr>
        <w:name w:val="A1A13D9AC37E4BA0BBF76F299C113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C483A-4841-45B3-82B6-DF0459321502}"/>
      </w:docPartPr>
      <w:docPartBody>
        <w:p w:rsidR="00000000" w:rsidRDefault="00C01323">
          <w:pPr>
            <w:pStyle w:val="A1A13D9AC37E4BA0BBF76F299C113CB9"/>
          </w:pPr>
          <w:r w:rsidRPr="00F25A5C">
            <w:t>Category</w:t>
          </w:r>
        </w:p>
      </w:docPartBody>
    </w:docPart>
    <w:docPart>
      <w:docPartPr>
        <w:name w:val="5951E7F8712F4E099E454F4B5A21F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ACDE3-806F-4DDA-AB7A-016A89915D74}"/>
      </w:docPartPr>
      <w:docPartBody>
        <w:p w:rsidR="00000000" w:rsidRDefault="00C01323">
          <w:pPr>
            <w:pStyle w:val="5951E7F8712F4E099E454F4B5A21F098"/>
          </w:pPr>
          <w:r>
            <w:t>Dates</w:t>
          </w:r>
        </w:p>
      </w:docPartBody>
    </w:docPart>
    <w:docPart>
      <w:docPartPr>
        <w:name w:val="E7E2AA5EDE2148368FEBDF73DC4A6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E4A03-5AF6-4C14-B44D-E64DC436B8CD}"/>
      </w:docPartPr>
      <w:docPartBody>
        <w:p w:rsidR="00000000" w:rsidRDefault="00C01323">
          <w:pPr>
            <w:pStyle w:val="E7E2AA5EDE2148368FEBDF73DC4A6845"/>
          </w:pPr>
          <w:r>
            <w:t>Details</w:t>
          </w:r>
        </w:p>
      </w:docPartBody>
    </w:docPart>
    <w:docPart>
      <w:docPartPr>
        <w:name w:val="A0D3D38D83A049B2AB6BD82CA7160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55561-93DF-4AB2-94B1-CB3EB40DF4F8}"/>
      </w:docPartPr>
      <w:docPartBody>
        <w:p w:rsidR="00000000" w:rsidRDefault="00C01323">
          <w:pPr>
            <w:pStyle w:val="A0D3D38D83A049B2AB6BD82CA7160B7F"/>
          </w:pPr>
          <w:r>
            <w:t>Amount</w:t>
          </w:r>
        </w:p>
      </w:docPartBody>
    </w:docPart>
    <w:docPart>
      <w:docPartPr>
        <w:name w:val="6707054C0B914877951304AC94DCB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6CCC-F17C-4C68-AE76-17C6992183DC}"/>
      </w:docPartPr>
      <w:docPartBody>
        <w:p w:rsidR="00000000" w:rsidRDefault="00C01323">
          <w:pPr>
            <w:pStyle w:val="6707054C0B914877951304AC94DCB171"/>
          </w:pPr>
          <w:r>
            <w:t>Transportation</w:t>
          </w:r>
        </w:p>
      </w:docPartBody>
    </w:docPart>
    <w:docPart>
      <w:docPartPr>
        <w:name w:val="F6958CF7558A46F180AF5942CCBE7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E8F34-EAAB-4142-B909-3927FF62D3C2}"/>
      </w:docPartPr>
      <w:docPartBody>
        <w:p w:rsidR="00000000" w:rsidRDefault="00C01323">
          <w:pPr>
            <w:pStyle w:val="F6958CF7558A46F180AF5942CCBE7495"/>
          </w:pPr>
          <w:r>
            <w:t>Date</w:t>
          </w:r>
        </w:p>
      </w:docPartBody>
    </w:docPart>
    <w:docPart>
      <w:docPartPr>
        <w:name w:val="1227CCEC540F48BE9CBC39FE74FA1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D331-1FE7-4B87-93D0-7F60C8CE6E71}"/>
      </w:docPartPr>
      <w:docPartBody>
        <w:p w:rsidR="00000000" w:rsidRDefault="00C01323">
          <w:pPr>
            <w:pStyle w:val="1227CCEC540F48BE9CBC39FE74FA144C"/>
          </w:pPr>
          <w:r>
            <w:t>Air | Parking | Rental car | Taxi | Other | Item not listed</w:t>
          </w:r>
        </w:p>
      </w:docPartBody>
    </w:docPart>
    <w:docPart>
      <w:docPartPr>
        <w:name w:val="61D0349BAD0148B1A6138DD7504CA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7FA1A-566E-4E2C-82C1-DC38FA640E35}"/>
      </w:docPartPr>
      <w:docPartBody>
        <w:p w:rsidR="00000000" w:rsidRDefault="00C01323">
          <w:pPr>
            <w:pStyle w:val="61D0349BAD0148B1A6138DD7504CA336"/>
          </w:pPr>
          <w:r>
            <w:t>Amount</w:t>
          </w:r>
        </w:p>
      </w:docPartBody>
    </w:docPart>
    <w:docPart>
      <w:docPartPr>
        <w:name w:val="9517C169E4144A49BC74C5D939610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AFD73-0B23-44B1-9320-BAAA37DDF570}"/>
      </w:docPartPr>
      <w:docPartBody>
        <w:p w:rsidR="00000000" w:rsidRDefault="00C01323">
          <w:pPr>
            <w:pStyle w:val="9517C169E4144A49BC74C5D9396105E1"/>
          </w:pPr>
          <w:r>
            <w:t>Date</w:t>
          </w:r>
        </w:p>
      </w:docPartBody>
    </w:docPart>
    <w:docPart>
      <w:docPartPr>
        <w:name w:val="A8EBB721E82A4F0CAFBE083659964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6042F-35D9-4C1B-8A01-4051DCC9383D}"/>
      </w:docPartPr>
      <w:docPartBody>
        <w:p w:rsidR="00000000" w:rsidRDefault="00C01323">
          <w:pPr>
            <w:pStyle w:val="A8EBB721E82A4F0CAFBE083659964550"/>
          </w:pPr>
          <w:r>
            <w:t>Air | Parking | Rental car | Taxi | Other | Item not listed</w:t>
          </w:r>
        </w:p>
      </w:docPartBody>
    </w:docPart>
    <w:docPart>
      <w:docPartPr>
        <w:name w:val="A1B4F64B2DCB47E6A7D09A7DD8D3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CE16E-C23A-456B-AFFB-B5C90A5E6354}"/>
      </w:docPartPr>
      <w:docPartBody>
        <w:p w:rsidR="00000000" w:rsidRDefault="00C01323">
          <w:pPr>
            <w:pStyle w:val="A1B4F64B2DCB47E6A7D09A7DD8D3BED8"/>
          </w:pPr>
          <w:r>
            <w:t>Amount</w:t>
          </w:r>
        </w:p>
      </w:docPartBody>
    </w:docPart>
    <w:docPart>
      <w:docPartPr>
        <w:name w:val="56EDA9D91E0E47728D5FBC653523A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F74C6-DBC8-4DC8-B74F-C76A3FE7AE85}"/>
      </w:docPartPr>
      <w:docPartBody>
        <w:p w:rsidR="00000000" w:rsidRDefault="00C01323">
          <w:pPr>
            <w:pStyle w:val="56EDA9D91E0E47728D5FBC653523AE5F"/>
          </w:pPr>
          <w:r>
            <w:t>Date</w:t>
          </w:r>
        </w:p>
      </w:docPartBody>
    </w:docPart>
    <w:docPart>
      <w:docPartPr>
        <w:name w:val="388693EDE97F430C9BC63BE918659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87C99-D0F5-4A51-9D4C-B6BBA76948F8}"/>
      </w:docPartPr>
      <w:docPartBody>
        <w:p w:rsidR="00000000" w:rsidRDefault="00C01323">
          <w:pPr>
            <w:pStyle w:val="388693EDE97F430C9BC63BE9186590C2"/>
          </w:pPr>
          <w:r>
            <w:t>Air | Parking | Rental car | Taxi | Other | Item not listed</w:t>
          </w:r>
        </w:p>
      </w:docPartBody>
    </w:docPart>
    <w:docPart>
      <w:docPartPr>
        <w:name w:val="D7A0E90DE1C240B1B6EAFFFA0043F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620C5-BF6B-4FB6-A7BB-7AB49F6FC4D8}"/>
      </w:docPartPr>
      <w:docPartBody>
        <w:p w:rsidR="00000000" w:rsidRDefault="00C01323">
          <w:pPr>
            <w:pStyle w:val="D7A0E90DE1C240B1B6EAFFFA0043FC7B"/>
          </w:pPr>
          <w:r>
            <w:t>Am</w:t>
          </w:r>
          <w:r>
            <w:t>ount</w:t>
          </w:r>
        </w:p>
      </w:docPartBody>
    </w:docPart>
    <w:docPart>
      <w:docPartPr>
        <w:name w:val="4C548D72DA864CB38B92E7BBCC2FD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2A39A-08AE-46C9-9AD9-AB43ED205081}"/>
      </w:docPartPr>
      <w:docPartBody>
        <w:p w:rsidR="00000000" w:rsidRDefault="00C01323">
          <w:pPr>
            <w:pStyle w:val="4C548D72DA864CB38B92E7BBCC2FD27D"/>
          </w:pPr>
          <w:r>
            <w:t>Date</w:t>
          </w:r>
        </w:p>
      </w:docPartBody>
    </w:docPart>
    <w:docPart>
      <w:docPartPr>
        <w:name w:val="14A16C9F378B48719034EF401B030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5DA26-530B-4C7D-888D-F7D46CB78494}"/>
      </w:docPartPr>
      <w:docPartBody>
        <w:p w:rsidR="00000000" w:rsidRDefault="00C01323">
          <w:pPr>
            <w:pStyle w:val="14A16C9F378B48719034EF401B030731"/>
          </w:pPr>
          <w:r>
            <w:t>Air | Parking | Rental car | Taxi | Other | Item not listed</w:t>
          </w:r>
        </w:p>
      </w:docPartBody>
    </w:docPart>
    <w:docPart>
      <w:docPartPr>
        <w:name w:val="2F44808DA74841B9B80C8D3EC2EB7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06885-58B7-400D-A252-44A990338840}"/>
      </w:docPartPr>
      <w:docPartBody>
        <w:p w:rsidR="00000000" w:rsidRDefault="00C01323">
          <w:pPr>
            <w:pStyle w:val="2F44808DA74841B9B80C8D3EC2EB7FB0"/>
          </w:pPr>
          <w:r>
            <w:t>Amount</w:t>
          </w:r>
        </w:p>
      </w:docPartBody>
    </w:docPart>
    <w:docPart>
      <w:docPartPr>
        <w:name w:val="72584D11DD1446198087870E7E1F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45C75-7CA1-47CF-95B1-06E72C4D1174}"/>
      </w:docPartPr>
      <w:docPartBody>
        <w:p w:rsidR="00000000" w:rsidRDefault="00C01323">
          <w:pPr>
            <w:pStyle w:val="72584D11DD1446198087870E7E1FFCE5"/>
          </w:pPr>
          <w:r>
            <w:t>Own car</w:t>
          </w:r>
        </w:p>
      </w:docPartBody>
    </w:docPart>
    <w:docPart>
      <w:docPartPr>
        <w:name w:val="352555110597480CAF6D5AC444787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C3ED9-2530-4656-A73F-125DFFEA64CE}"/>
      </w:docPartPr>
      <w:docPartBody>
        <w:p w:rsidR="00000000" w:rsidRDefault="00C01323">
          <w:pPr>
            <w:pStyle w:val="352555110597480CAF6D5AC444787E0C"/>
          </w:pPr>
          <w:r>
            <w:t>Date</w:t>
          </w:r>
        </w:p>
      </w:docPartBody>
    </w:docPart>
    <w:docPart>
      <w:docPartPr>
        <w:name w:val="A283BD37107B49D8BE58ED229E4A2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B1441-D6B2-4BF5-8C47-D8C7D68EF8C9}"/>
      </w:docPartPr>
      <w:docPartBody>
        <w:p w:rsidR="00000000" w:rsidRDefault="00C01323">
          <w:pPr>
            <w:pStyle w:val="A283BD37107B49D8BE58ED229E4A22EE"/>
          </w:pPr>
          <w:r w:rsidRPr="00FE7B8C">
            <w:rPr>
              <w:rStyle w:val="Strong"/>
            </w:rPr>
            <w:t>Mileage</w:t>
          </w:r>
        </w:p>
      </w:docPartBody>
    </w:docPart>
    <w:docPart>
      <w:docPartPr>
        <w:name w:val="49AD4248D5394C79A9DF9EA462BF1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5A2F0-C150-41CD-AAD8-155EAD982B12}"/>
      </w:docPartPr>
      <w:docPartBody>
        <w:p w:rsidR="00000000" w:rsidRDefault="00C01323">
          <w:pPr>
            <w:pStyle w:val="49AD4248D5394C79A9DF9EA462BF1493"/>
          </w:pPr>
          <w:r>
            <w:t>Mileage</w:t>
          </w:r>
        </w:p>
      </w:docPartBody>
    </w:docPart>
    <w:docPart>
      <w:docPartPr>
        <w:name w:val="7027B82EE0A140C58C8940AF9B453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D5EF8-8F9C-4E18-B3BF-577D9E6882D2}"/>
      </w:docPartPr>
      <w:docPartBody>
        <w:p w:rsidR="00000000" w:rsidRDefault="00C01323">
          <w:pPr>
            <w:pStyle w:val="7027B82EE0A140C58C8940AF9B453322"/>
          </w:pPr>
          <w:r>
            <w:t>Amount</w:t>
          </w:r>
        </w:p>
      </w:docPartBody>
    </w:docPart>
    <w:docPart>
      <w:docPartPr>
        <w:name w:val="BBE51706366646D497524050477E8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59BEE-6B72-4EBE-BFF7-1F103225739A}"/>
      </w:docPartPr>
      <w:docPartBody>
        <w:p w:rsidR="00000000" w:rsidRDefault="00C01323">
          <w:pPr>
            <w:pStyle w:val="BBE51706366646D497524050477E8955"/>
          </w:pPr>
          <w:r>
            <w:t>Lodging</w:t>
          </w:r>
        </w:p>
      </w:docPartBody>
    </w:docPart>
    <w:docPart>
      <w:docPartPr>
        <w:name w:val="DEEA4BE9FD3446D0BE669C7973640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D75E8-C8E7-44E8-9336-368A95575AD6}"/>
      </w:docPartPr>
      <w:docPartBody>
        <w:p w:rsidR="00000000" w:rsidRDefault="00C01323">
          <w:pPr>
            <w:pStyle w:val="DEEA4BE9FD3446D0BE669C797364097F"/>
          </w:pPr>
          <w:r>
            <w:t>Date</w:t>
          </w:r>
        </w:p>
      </w:docPartBody>
    </w:docPart>
    <w:docPart>
      <w:docPartPr>
        <w:name w:val="EE038967D1924CD69447D7F22669A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510D8-6685-417D-B4A6-717B6CCB5829}"/>
      </w:docPartPr>
      <w:docPartBody>
        <w:p w:rsidR="00000000" w:rsidRDefault="00C01323">
          <w:pPr>
            <w:pStyle w:val="EE038967D1924CD69447D7F22669A0CC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7D65E84083EF47EAB9CEEB4E9DA64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C1132-944B-4AFB-A2D1-11325006598F}"/>
      </w:docPartPr>
      <w:docPartBody>
        <w:p w:rsidR="00000000" w:rsidRDefault="00C01323">
          <w:pPr>
            <w:pStyle w:val="7D65E84083EF47EAB9CEEB4E9DA6447C"/>
          </w:pPr>
          <w:r>
            <w:t>Location</w:t>
          </w:r>
        </w:p>
      </w:docPartBody>
    </w:docPart>
    <w:docPart>
      <w:docPartPr>
        <w:name w:val="DB1697B588964E74B51054C46A542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7D358-8D73-466D-A41D-1255E87EF51D}"/>
      </w:docPartPr>
      <w:docPartBody>
        <w:p w:rsidR="00000000" w:rsidRDefault="00C01323">
          <w:pPr>
            <w:pStyle w:val="DB1697B588964E74B51054C46A5422AD"/>
          </w:pPr>
          <w:r>
            <w:t>Amount</w:t>
          </w:r>
        </w:p>
      </w:docPartBody>
    </w:docPart>
    <w:docPart>
      <w:docPartPr>
        <w:name w:val="BD7E57F57D6A461E82B36138891C3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0690A-0F27-4479-A368-24AD36A63E30}"/>
      </w:docPartPr>
      <w:docPartBody>
        <w:p w:rsidR="00000000" w:rsidRDefault="00C01323">
          <w:pPr>
            <w:pStyle w:val="BD7E57F57D6A461E82B36138891C38F8"/>
          </w:pPr>
          <w:r>
            <w:t>Date</w:t>
          </w:r>
        </w:p>
      </w:docPartBody>
    </w:docPart>
    <w:docPart>
      <w:docPartPr>
        <w:name w:val="3EA9459A4FCE4E2EAFDB1BF034E83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8894A-0794-4C51-809F-B3889C0B8F17}"/>
      </w:docPartPr>
      <w:docPartBody>
        <w:p w:rsidR="00000000" w:rsidRDefault="00C01323">
          <w:pPr>
            <w:pStyle w:val="3EA9459A4FCE4E2EAFDB1BF034E836B3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AB3D42728B254423959ABE125C55D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340EE-2BB0-4CED-955E-0C7103F495A4}"/>
      </w:docPartPr>
      <w:docPartBody>
        <w:p w:rsidR="00000000" w:rsidRDefault="00C01323">
          <w:pPr>
            <w:pStyle w:val="AB3D42728B254423959ABE125C55D6E4"/>
          </w:pPr>
          <w:r>
            <w:t>Amount</w:t>
          </w:r>
        </w:p>
      </w:docPartBody>
    </w:docPart>
    <w:docPart>
      <w:docPartPr>
        <w:name w:val="53604CC03EBA4FD08692B713C06A6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4ADF2-3B95-4A97-88B0-4F6DD2E3A0B8}"/>
      </w:docPartPr>
      <w:docPartBody>
        <w:p w:rsidR="00000000" w:rsidRDefault="00C01323">
          <w:pPr>
            <w:pStyle w:val="53604CC03EBA4FD08692B713C06A6021"/>
          </w:pPr>
          <w:r>
            <w:t>Dates</w:t>
          </w:r>
        </w:p>
      </w:docPartBody>
    </w:docPart>
    <w:docPart>
      <w:docPartPr>
        <w:name w:val="BDB848E2703D4B56A1EA2AE5AD36E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27CDD-4E85-4D01-9A56-EDCE091CE8B7}"/>
      </w:docPartPr>
      <w:docPartBody>
        <w:p w:rsidR="00000000" w:rsidRDefault="00C01323">
          <w:pPr>
            <w:pStyle w:val="BDB848E2703D4B56A1EA2AE5AD36E1A4"/>
          </w:pPr>
          <w:r>
            <w:t>Date</w:t>
          </w:r>
        </w:p>
      </w:docPartBody>
    </w:docPart>
    <w:docPart>
      <w:docPartPr>
        <w:name w:val="E1C544F9D9B140F0A7E178FE9ADCB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A933A-C666-48BC-89BD-41814A024D6E}"/>
      </w:docPartPr>
      <w:docPartBody>
        <w:p w:rsidR="00000000" w:rsidRDefault="00C01323">
          <w:pPr>
            <w:pStyle w:val="E1C544F9D9B140F0A7E178FE9ADCB0EE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4323B3CB6C40404D89368056231A2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B743E-4B28-4122-9C7A-9241731760C0}"/>
      </w:docPartPr>
      <w:docPartBody>
        <w:p w:rsidR="00000000" w:rsidRDefault="00C01323">
          <w:pPr>
            <w:pStyle w:val="4323B3CB6C40404D89368056231A2B40"/>
          </w:pPr>
          <w:r>
            <w:t>Amount</w:t>
          </w:r>
        </w:p>
      </w:docPartBody>
    </w:docPart>
    <w:docPart>
      <w:docPartPr>
        <w:name w:val="171A34709B9A4BE280B6CAE461154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1ACC0-8395-4A31-8E49-A4E3CD8F54DE}"/>
      </w:docPartPr>
      <w:docPartBody>
        <w:p w:rsidR="00000000" w:rsidRDefault="00C01323">
          <w:pPr>
            <w:pStyle w:val="171A34709B9A4BE280B6CAE4611541CB"/>
          </w:pPr>
          <w:r>
            <w:t>Date</w:t>
          </w:r>
        </w:p>
      </w:docPartBody>
    </w:docPart>
    <w:docPart>
      <w:docPartPr>
        <w:name w:val="F83203BB2633469889D451DCA0C2E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6E5BB-12D9-4B4C-A200-135E1D131F5D}"/>
      </w:docPartPr>
      <w:docPartBody>
        <w:p w:rsidR="00000000" w:rsidRDefault="00C01323">
          <w:pPr>
            <w:pStyle w:val="F83203BB2633469889D451DCA0C2E1A7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A765A0A75F104FDFA27A3B61F786D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860CA-E889-43CD-9048-B7B74084E964}"/>
      </w:docPartPr>
      <w:docPartBody>
        <w:p w:rsidR="00000000" w:rsidRDefault="00C01323">
          <w:pPr>
            <w:pStyle w:val="A765A0A75F104FDFA27A3B61F786D05D"/>
          </w:pPr>
          <w:r>
            <w:t>Amount</w:t>
          </w:r>
        </w:p>
      </w:docPartBody>
    </w:docPart>
    <w:docPart>
      <w:docPartPr>
        <w:name w:val="08B919080E674A73A58652C8B74F7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E3944-D070-4C9B-AA0C-BCECED2B5942}"/>
      </w:docPartPr>
      <w:docPartBody>
        <w:p w:rsidR="00000000" w:rsidRDefault="00C01323">
          <w:pPr>
            <w:pStyle w:val="08B919080E674A73A58652C8B74F7F0D"/>
          </w:pPr>
          <w:r>
            <w:t>Meals</w:t>
          </w:r>
        </w:p>
      </w:docPartBody>
    </w:docPart>
    <w:docPart>
      <w:docPartPr>
        <w:name w:val="09CB21ACCC8849AE9D80E8096F16B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BB181-346E-4273-B698-10F7376EC295}"/>
      </w:docPartPr>
      <w:docPartBody>
        <w:p w:rsidR="00000000" w:rsidRDefault="00C01323">
          <w:pPr>
            <w:pStyle w:val="09CB21ACCC8849AE9D80E8096F16BDF8"/>
          </w:pPr>
          <w:r>
            <w:t>Date</w:t>
          </w:r>
        </w:p>
      </w:docPartBody>
    </w:docPart>
    <w:docPart>
      <w:docPartPr>
        <w:name w:val="232C4AEE924F4016913A2C260FE21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29E5E-96D1-45A3-AE67-D10598CAFE1A}"/>
      </w:docPartPr>
      <w:docPartBody>
        <w:p w:rsidR="00000000" w:rsidRDefault="00C01323">
          <w:pPr>
            <w:pStyle w:val="232C4AEE924F4016913A2C260FE2179B"/>
          </w:pPr>
          <w:r>
            <w:t>(Not to exceed $50/day)</w:t>
          </w:r>
        </w:p>
      </w:docPartBody>
    </w:docPart>
    <w:docPart>
      <w:docPartPr>
        <w:name w:val="D28B9F743EBC4E809C553213093A5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2F9E5-3FF7-42CE-8675-361FC3426606}"/>
      </w:docPartPr>
      <w:docPartBody>
        <w:p w:rsidR="00000000" w:rsidRDefault="00C01323">
          <w:pPr>
            <w:pStyle w:val="D28B9F743EBC4E809C553213093A5B6C"/>
          </w:pPr>
          <w:r>
            <w:t>Amount</w:t>
          </w:r>
        </w:p>
      </w:docPartBody>
    </w:docPart>
    <w:docPart>
      <w:docPartPr>
        <w:name w:val="9E6992F1772F426BA275D52BF73F6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B57E2-FEE5-4B38-AC1D-B8E305F668C7}"/>
      </w:docPartPr>
      <w:docPartBody>
        <w:p w:rsidR="00000000" w:rsidRDefault="00C01323">
          <w:pPr>
            <w:pStyle w:val="9E6992F1772F426BA275D52BF73F6150"/>
          </w:pPr>
          <w:r>
            <w:t>Date</w:t>
          </w:r>
        </w:p>
      </w:docPartBody>
    </w:docPart>
    <w:docPart>
      <w:docPartPr>
        <w:name w:val="C8521D6C033C4DC79BD1C795F2CE9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ACCAE-40DC-4B7C-93D2-5F98C8678D37}"/>
      </w:docPartPr>
      <w:docPartBody>
        <w:p w:rsidR="00000000" w:rsidRDefault="00C01323">
          <w:pPr>
            <w:pStyle w:val="C8521D6C033C4DC79BD1C795F2CE93AB"/>
          </w:pPr>
          <w:r>
            <w:t>(Not to exceed $50/day)</w:t>
          </w:r>
        </w:p>
      </w:docPartBody>
    </w:docPart>
    <w:docPart>
      <w:docPartPr>
        <w:name w:val="4DA689D747AC449182923438332C1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A88DE-0D7C-4610-8C02-6DF6EEADEB46}"/>
      </w:docPartPr>
      <w:docPartBody>
        <w:p w:rsidR="00000000" w:rsidRDefault="00C01323">
          <w:pPr>
            <w:pStyle w:val="4DA689D747AC449182923438332C1458"/>
          </w:pPr>
          <w:r>
            <w:t>Amount</w:t>
          </w:r>
        </w:p>
      </w:docPartBody>
    </w:docPart>
    <w:docPart>
      <w:docPartPr>
        <w:name w:val="8480801CDD1448B3B8D3D45551AF0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C1BED-5BE6-4576-BB16-8DB78F1D8A37}"/>
      </w:docPartPr>
      <w:docPartBody>
        <w:p w:rsidR="00000000" w:rsidRDefault="00C01323">
          <w:pPr>
            <w:pStyle w:val="8480801CDD1448B3B8D3D45551AF0ED5"/>
          </w:pPr>
          <w:r>
            <w:t>Date</w:t>
          </w:r>
        </w:p>
      </w:docPartBody>
    </w:docPart>
    <w:docPart>
      <w:docPartPr>
        <w:name w:val="437B04AD81AE49BDB0D30A406A8C5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895AA-40AF-4C21-A30E-79291A609AF6}"/>
      </w:docPartPr>
      <w:docPartBody>
        <w:p w:rsidR="00000000" w:rsidRDefault="00C01323">
          <w:pPr>
            <w:pStyle w:val="437B04AD81AE49BDB0D30A406A8C54E9"/>
          </w:pPr>
          <w:r>
            <w:t>(Not to exceed $50/day)</w:t>
          </w:r>
        </w:p>
      </w:docPartBody>
    </w:docPart>
    <w:docPart>
      <w:docPartPr>
        <w:name w:val="FF7FDB953CF5421A86C59442368B8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47BB5-9320-44F4-894B-997D66BD164F}"/>
      </w:docPartPr>
      <w:docPartBody>
        <w:p w:rsidR="00000000" w:rsidRDefault="00C01323">
          <w:pPr>
            <w:pStyle w:val="FF7FDB953CF5421A86C59442368B840F"/>
          </w:pPr>
          <w:r>
            <w:t>Amount</w:t>
          </w:r>
        </w:p>
      </w:docPartBody>
    </w:docPart>
    <w:docPart>
      <w:docPartPr>
        <w:name w:val="EE71345579D24CFC965D054C4BFDE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A80C8-8207-45F2-BD10-EE1339550C16}"/>
      </w:docPartPr>
      <w:docPartBody>
        <w:p w:rsidR="00000000" w:rsidRDefault="00C01323">
          <w:pPr>
            <w:pStyle w:val="EE71345579D24CFC965D054C4BFDEC1D"/>
          </w:pPr>
          <w:r>
            <w:t>Date</w:t>
          </w:r>
        </w:p>
      </w:docPartBody>
    </w:docPart>
    <w:docPart>
      <w:docPartPr>
        <w:name w:val="4060BEAA9EF349E398B7B9101ED78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8FAF-E1CD-47DD-9E16-E17683FF4A89}"/>
      </w:docPartPr>
      <w:docPartBody>
        <w:p w:rsidR="00000000" w:rsidRDefault="00C01323">
          <w:pPr>
            <w:pStyle w:val="4060BEAA9EF349E398B7B9101ED78164"/>
          </w:pPr>
          <w:r>
            <w:t>(Not to exceed $50/day)</w:t>
          </w:r>
        </w:p>
      </w:docPartBody>
    </w:docPart>
    <w:docPart>
      <w:docPartPr>
        <w:name w:val="DA44744424A2452C86336F08388D0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D2C3D-AFB0-4E84-B2F1-2E3B18F4D3F1}"/>
      </w:docPartPr>
      <w:docPartBody>
        <w:p w:rsidR="00000000" w:rsidRDefault="00C01323">
          <w:pPr>
            <w:pStyle w:val="DA44744424A2452C86336F08388D0237"/>
          </w:pPr>
          <w:r>
            <w:t>Amount</w:t>
          </w:r>
        </w:p>
      </w:docPartBody>
    </w:docPart>
    <w:docPart>
      <w:docPartPr>
        <w:name w:val="B412ADE08D88433183C57B8E6B8F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F4B7C-EFB0-43E2-823C-D15EF6AFC929}"/>
      </w:docPartPr>
      <w:docPartBody>
        <w:p w:rsidR="00000000" w:rsidRDefault="00C01323">
          <w:pPr>
            <w:pStyle w:val="B412ADE08D88433183C57B8E6B8F64B2"/>
          </w:pPr>
          <w:r>
            <w:t>Conference fees</w:t>
          </w:r>
        </w:p>
      </w:docPartBody>
    </w:docPart>
    <w:docPart>
      <w:docPartPr>
        <w:name w:val="CFCF48C5F2B54647A593BA30043FE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E9F2D-01A7-42EF-90B6-0B14C48B0142}"/>
      </w:docPartPr>
      <w:docPartBody>
        <w:p w:rsidR="00000000" w:rsidRDefault="00C01323">
          <w:pPr>
            <w:pStyle w:val="CFCF48C5F2B54647A593BA30043FE512"/>
          </w:pPr>
          <w:r>
            <w:t>Date</w:t>
          </w:r>
        </w:p>
      </w:docPartBody>
    </w:docPart>
    <w:docPart>
      <w:docPartPr>
        <w:name w:val="38CAD748BADF446D9204355102E3A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78BA0-20CD-4E6B-B0A1-3E8AD76EE7D5}"/>
      </w:docPartPr>
      <w:docPartBody>
        <w:p w:rsidR="00000000" w:rsidRDefault="00C01323">
          <w:pPr>
            <w:pStyle w:val="38CAD748BADF446D9204355102E3A9C6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FDEC2E2CD12341DEA82DD3A8693BA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F8263-3B29-4FCB-A2B7-F66F179FC08A}"/>
      </w:docPartPr>
      <w:docPartBody>
        <w:p w:rsidR="00000000" w:rsidRDefault="00C01323">
          <w:pPr>
            <w:pStyle w:val="FDEC2E2CD12341DEA82DD3A8693BA7B0"/>
          </w:pPr>
          <w:r>
            <w:t>Purpose</w:t>
          </w:r>
        </w:p>
      </w:docPartBody>
    </w:docPart>
    <w:docPart>
      <w:docPartPr>
        <w:name w:val="CD0104C8976448E6AA63A7A45A611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098E3-DA8A-420A-BBB6-3EFB213E78BF}"/>
      </w:docPartPr>
      <w:docPartBody>
        <w:p w:rsidR="00000000" w:rsidRDefault="00C01323">
          <w:pPr>
            <w:pStyle w:val="CD0104C8976448E6AA63A7A45A611042"/>
          </w:pPr>
          <w:r>
            <w:t>Amount</w:t>
          </w:r>
        </w:p>
      </w:docPartBody>
    </w:docPart>
    <w:docPart>
      <w:docPartPr>
        <w:name w:val="ACC8A2D1F64342DF8D6162D6057E6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A33E8-6DC0-4E1B-90B6-E7CF1BAEF0CA}"/>
      </w:docPartPr>
      <w:docPartBody>
        <w:p w:rsidR="00000000" w:rsidRDefault="00C01323">
          <w:pPr>
            <w:pStyle w:val="ACC8A2D1F64342DF8D6162D6057E67F6"/>
          </w:pPr>
          <w:r>
            <w:t>Date</w:t>
          </w:r>
        </w:p>
      </w:docPartBody>
    </w:docPart>
    <w:docPart>
      <w:docPartPr>
        <w:name w:val="AFCDCACC0F804993B4996B7E2FE7A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7E26D-A178-4A9B-8070-DA76C6C03BAC}"/>
      </w:docPartPr>
      <w:docPartBody>
        <w:p w:rsidR="00000000" w:rsidRDefault="00C01323">
          <w:pPr>
            <w:pStyle w:val="AFCDCACC0F804993B4996B7E2FE7A1E1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0B9E6029E8C5458C94D261C887E84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A2BE8-17FC-4AC8-B324-D913F4A620E4}"/>
      </w:docPartPr>
      <w:docPartBody>
        <w:p w:rsidR="00000000" w:rsidRDefault="00C01323">
          <w:pPr>
            <w:pStyle w:val="0B9E6029E8C5458C94D261C887E8496B"/>
          </w:pPr>
          <w:r>
            <w:t>Amount</w:t>
          </w:r>
        </w:p>
      </w:docPartBody>
    </w:docPart>
    <w:docPart>
      <w:docPartPr>
        <w:name w:val="DBD52C0605194D338762C96E8C0E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71CBC-FE77-4FEF-9228-76CA4A58C4EC}"/>
      </w:docPartPr>
      <w:docPartBody>
        <w:p w:rsidR="00000000" w:rsidRDefault="00C01323">
          <w:pPr>
            <w:pStyle w:val="DBD52C0605194D338762C96E8C0E3814"/>
          </w:pPr>
          <w:r>
            <w:t>Other</w:t>
          </w:r>
        </w:p>
      </w:docPartBody>
    </w:docPart>
    <w:docPart>
      <w:docPartPr>
        <w:name w:val="409097BE42EB495FAAA3D961CE6EE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0C201-F056-4814-A9F5-39BC0B1B0D83}"/>
      </w:docPartPr>
      <w:docPartBody>
        <w:p w:rsidR="00000000" w:rsidRDefault="00C01323">
          <w:pPr>
            <w:pStyle w:val="409097BE42EB495FAAA3D961CE6EE597"/>
          </w:pPr>
          <w:r>
            <w:t>Date</w:t>
          </w:r>
        </w:p>
      </w:docPartBody>
    </w:docPart>
    <w:docPart>
      <w:docPartPr>
        <w:name w:val="6453FFB8F6164AAF9F847F7D6E597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8B-EE45-4C18-B7F7-DD4B32275721}"/>
      </w:docPartPr>
      <w:docPartBody>
        <w:p w:rsidR="00000000" w:rsidRDefault="00C01323">
          <w:pPr>
            <w:pStyle w:val="6453FFB8F6164AAF9F847F7D6E597A66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2BABE636C5C7429BA26FB10E6CEC7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11086-9EFD-4DF3-AD5A-E3EF48E31252}"/>
      </w:docPartPr>
      <w:docPartBody>
        <w:p w:rsidR="00000000" w:rsidRDefault="00C01323">
          <w:pPr>
            <w:pStyle w:val="2BABE636C5C7429BA26FB10E6CEC74EC"/>
          </w:pPr>
          <w:r>
            <w:t>Amount</w:t>
          </w:r>
        </w:p>
      </w:docPartBody>
    </w:docPart>
    <w:docPart>
      <w:docPartPr>
        <w:name w:val="AD16B83194A548CB95B87BD64D9E0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97ACD-D87C-42B7-B49A-3C9F1602572A}"/>
      </w:docPartPr>
      <w:docPartBody>
        <w:p w:rsidR="00000000" w:rsidRDefault="00C01323">
          <w:pPr>
            <w:pStyle w:val="AD16B83194A548CB95B87BD64D9E0D83"/>
          </w:pPr>
          <w:r>
            <w:t>Date</w:t>
          </w:r>
        </w:p>
      </w:docPartBody>
    </w:docPart>
    <w:docPart>
      <w:docPartPr>
        <w:name w:val="EDD1F19894D74CD1B12742F875CF2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69C67-F252-4037-845A-59094405B55F}"/>
      </w:docPartPr>
      <w:docPartBody>
        <w:p w:rsidR="00000000" w:rsidRDefault="00C01323">
          <w:pPr>
            <w:pStyle w:val="EDD1F19894D74CD1B12742F875CF2160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AAA3F60E6E444A9BBB08F6CD796D7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B03B2-7767-4604-8D4D-40190E5D9807}"/>
      </w:docPartPr>
      <w:docPartBody>
        <w:p w:rsidR="00000000" w:rsidRDefault="00C01323">
          <w:pPr>
            <w:pStyle w:val="AAA3F60E6E444A9BBB08F6CD796D73C9"/>
          </w:pPr>
          <w:r>
            <w:t>Amount</w:t>
          </w:r>
        </w:p>
      </w:docPartBody>
    </w:docPart>
    <w:docPart>
      <w:docPartPr>
        <w:name w:val="43B5BCA3319147A59CB2C504D8730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39348-0DBD-4B8F-9406-C8CC4C6260CC}"/>
      </w:docPartPr>
      <w:docPartBody>
        <w:p w:rsidR="00000000" w:rsidRDefault="00C01323">
          <w:pPr>
            <w:pStyle w:val="43B5BCA3319147A59CB2C504D8730F57"/>
          </w:pPr>
          <w:r>
            <w:t>Date</w:t>
          </w:r>
        </w:p>
      </w:docPartBody>
    </w:docPart>
    <w:docPart>
      <w:docPartPr>
        <w:name w:val="0B994EB5FE664E5A87904CDD11448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963B7-8FAD-4912-8D2D-452C2821882D}"/>
      </w:docPartPr>
      <w:docPartBody>
        <w:p w:rsidR="00000000" w:rsidRDefault="00C01323">
          <w:pPr>
            <w:pStyle w:val="0B994EB5FE664E5A87904CDD11448A8E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0A6E10AABB7A42C796D1C5F730856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C0C3A-ED51-407B-A4A3-5F5CFC546C2D}"/>
      </w:docPartPr>
      <w:docPartBody>
        <w:p w:rsidR="00000000" w:rsidRDefault="00C01323">
          <w:pPr>
            <w:pStyle w:val="0A6E10AABB7A42C796D1C5F730856616"/>
          </w:pPr>
          <w:r>
            <w:t>Amount</w:t>
          </w:r>
        </w:p>
      </w:docPartBody>
    </w:docPart>
    <w:docPart>
      <w:docPartPr>
        <w:name w:val="33FFCD0639C747AB8E2FFC36E0DE6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A11C6-B6AC-42C5-B49E-F6789DA3A6C7}"/>
      </w:docPartPr>
      <w:docPartBody>
        <w:p w:rsidR="00000000" w:rsidRDefault="00C01323">
          <w:pPr>
            <w:pStyle w:val="33FFCD0639C747AB8E2FFC36E0DE615C"/>
          </w:pPr>
          <w:r>
            <w:t>Date</w:t>
          </w:r>
        </w:p>
      </w:docPartBody>
    </w:docPart>
    <w:docPart>
      <w:docPartPr>
        <w:name w:val="301A11C7458040D7AF86D1D18825B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D042D-7B36-4EF0-931D-551504DD6C8D}"/>
      </w:docPartPr>
      <w:docPartBody>
        <w:p w:rsidR="00000000" w:rsidRDefault="00C01323">
          <w:pPr>
            <w:pStyle w:val="301A11C7458040D7AF86D1D18825B535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B44DD3616A8D4C41AE8A8734F67F2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CB402-FADA-4F15-A3D8-F3FEF3387F3B}"/>
      </w:docPartPr>
      <w:docPartBody>
        <w:p w:rsidR="00000000" w:rsidRDefault="00C01323">
          <w:pPr>
            <w:pStyle w:val="B44DD3616A8D4C41AE8A8734F67F226E"/>
          </w:pPr>
          <w:r>
            <w:t>Amount</w:t>
          </w:r>
        </w:p>
      </w:docPartBody>
    </w:docPart>
    <w:docPart>
      <w:docPartPr>
        <w:name w:val="3CC9F3B728104ED389F85C2CC12A1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8E737-8799-4D1A-A3F3-18FA244688CD}"/>
      </w:docPartPr>
      <w:docPartBody>
        <w:p w:rsidR="00000000" w:rsidRDefault="00C01323">
          <w:pPr>
            <w:pStyle w:val="3CC9F3B728104ED389F85C2CC12A1E55"/>
          </w:pPr>
          <w:r>
            <w:t>Subtotal</w:t>
          </w:r>
        </w:p>
      </w:docPartBody>
    </w:docPart>
    <w:docPart>
      <w:docPartPr>
        <w:name w:val="8F1BDC4424A94B60AA3AE0DF7255C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71A60-1790-411D-98B0-8AA32A4E34CF}"/>
      </w:docPartPr>
      <w:docPartBody>
        <w:p w:rsidR="00000000" w:rsidRDefault="00C01323">
          <w:pPr>
            <w:pStyle w:val="8F1BDC4424A94B60AA3AE0DF7255CD59"/>
          </w:pPr>
          <w:r>
            <w:t>Amount</w:t>
          </w:r>
        </w:p>
      </w:docPartBody>
    </w:docPart>
    <w:docPart>
      <w:docPartPr>
        <w:name w:val="F7671D2664034AA5A497CF7A8DCA6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CC8EE-F5A5-4944-9EF8-2093836E8DAB}"/>
      </w:docPartPr>
      <w:docPartBody>
        <w:p w:rsidR="00000000" w:rsidRDefault="00C01323">
          <w:pPr>
            <w:pStyle w:val="F7671D2664034AA5A497CF7A8DCA6A8B"/>
          </w:pPr>
          <w:r>
            <w:t>Less amount paid by company</w:t>
          </w:r>
        </w:p>
      </w:docPartBody>
    </w:docPart>
    <w:docPart>
      <w:docPartPr>
        <w:name w:val="326182E9BA7544458930D348D8E4D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B52BD-7739-4B19-B7BB-EA328AEBF1EC}"/>
      </w:docPartPr>
      <w:docPartBody>
        <w:p w:rsidR="00000000" w:rsidRDefault="00C01323">
          <w:pPr>
            <w:pStyle w:val="326182E9BA7544458930D348D8E4DAE0"/>
          </w:pPr>
          <w:r>
            <w:t>Amount</w:t>
          </w:r>
        </w:p>
      </w:docPartBody>
    </w:docPart>
    <w:docPart>
      <w:docPartPr>
        <w:name w:val="64044D92C6354F47A6FDBA3E38944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5421E-26BB-4D05-9EB4-5C8A8E8249A9}"/>
      </w:docPartPr>
      <w:docPartBody>
        <w:p w:rsidR="00000000" w:rsidRDefault="00C01323">
          <w:pPr>
            <w:pStyle w:val="64044D92C6354F47A6FDBA3E38944E1C"/>
          </w:pPr>
          <w:r>
            <w:t>Total amount owing to employee</w:t>
          </w:r>
        </w:p>
      </w:docPartBody>
    </w:docPart>
    <w:docPart>
      <w:docPartPr>
        <w:name w:val="CF3332BF8BFB4DA593B882EA2D4E7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6CF77-EE34-477E-A5CC-31CEB1532AD0}"/>
      </w:docPartPr>
      <w:docPartBody>
        <w:p w:rsidR="00000000" w:rsidRDefault="00C01323">
          <w:pPr>
            <w:pStyle w:val="CF3332BF8BFB4DA593B882EA2D4E76FB"/>
          </w:pPr>
          <w:r>
            <w:t>Amount</w:t>
          </w:r>
        </w:p>
      </w:docPartBody>
    </w:docPart>
    <w:docPart>
      <w:docPartPr>
        <w:name w:val="172DDE4F69954BFCB2F56D87237C4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059C4-8E16-4DC8-A60E-268E1CD2CFBA}"/>
      </w:docPartPr>
      <w:docPartBody>
        <w:p w:rsidR="00000000" w:rsidRDefault="00C01323">
          <w:pPr>
            <w:pStyle w:val="172DDE4F69954BFCB2F56D87237C4155"/>
          </w:pPr>
          <w:r>
            <w:t>Signature</w:t>
          </w:r>
        </w:p>
      </w:docPartBody>
    </w:docPart>
    <w:docPart>
      <w:docPartPr>
        <w:name w:val="3E8215C8856B466293D42C3C04826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A40A2-BF8D-4E6C-8541-BEB3E75D8A1E}"/>
      </w:docPartPr>
      <w:docPartBody>
        <w:p w:rsidR="00000000" w:rsidRDefault="00C01323">
          <w:pPr>
            <w:pStyle w:val="3E8215C8856B466293D42C3C04826CA0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23"/>
    <w:rsid w:val="00C0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5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A57A09AC36426F8B85686279C523E0">
    <w:name w:val="A0A57A09AC36426F8B85686279C523E0"/>
  </w:style>
  <w:style w:type="paragraph" w:customStyle="1" w:styleId="5D002682DCB84F878AB79A98E86827DB">
    <w:name w:val="5D002682DCB84F878AB79A98E86827DB"/>
  </w:style>
  <w:style w:type="paragraph" w:customStyle="1" w:styleId="59B2823C17B84A76ADCDFC31FAC03576">
    <w:name w:val="59B2823C17B84A76ADCDFC31FAC03576"/>
  </w:style>
  <w:style w:type="paragraph" w:customStyle="1" w:styleId="64DD7CCBF3D64AF2BE6D6A80001D6689">
    <w:name w:val="64DD7CCBF3D64AF2BE6D6A80001D6689"/>
  </w:style>
  <w:style w:type="paragraph" w:customStyle="1" w:styleId="EA223DAE9B1943E596A82597184ABDDB">
    <w:name w:val="EA223DAE9B1943E596A82597184ABDDB"/>
  </w:style>
  <w:style w:type="paragraph" w:customStyle="1" w:styleId="CBCEF387614C43209B5E8EF46D9EE6A3">
    <w:name w:val="CBCEF387614C43209B5E8EF46D9EE6A3"/>
  </w:style>
  <w:style w:type="paragraph" w:customStyle="1" w:styleId="1B936B12119F447FA8F0EA6DA337D09D">
    <w:name w:val="1B936B12119F447FA8F0EA6DA337D09D"/>
  </w:style>
  <w:style w:type="paragraph" w:customStyle="1" w:styleId="4D113AA6EAB54FCAAB52581D0B76F3D5">
    <w:name w:val="4D113AA6EAB54FCAAB52581D0B76F3D5"/>
  </w:style>
  <w:style w:type="paragraph" w:customStyle="1" w:styleId="44AA29680DBA45A3AA95A0B888F1FAA3">
    <w:name w:val="44AA29680DBA45A3AA95A0B888F1FAA3"/>
  </w:style>
  <w:style w:type="paragraph" w:customStyle="1" w:styleId="7028A65C99114820B4F17EC52926567B">
    <w:name w:val="7028A65C99114820B4F17EC52926567B"/>
  </w:style>
  <w:style w:type="paragraph" w:customStyle="1" w:styleId="8D7F984240384436BF9B4BA0430C0FE5">
    <w:name w:val="8D7F984240384436BF9B4BA0430C0FE5"/>
  </w:style>
  <w:style w:type="paragraph" w:customStyle="1" w:styleId="1CEDD00BC6DC4EB0ADA5A4447293A3F3">
    <w:name w:val="1CEDD00BC6DC4EB0ADA5A4447293A3F3"/>
  </w:style>
  <w:style w:type="paragraph" w:customStyle="1" w:styleId="824A190366AB4692BDB8FB97803305DC">
    <w:name w:val="824A190366AB4692BDB8FB97803305DC"/>
  </w:style>
  <w:style w:type="paragraph" w:customStyle="1" w:styleId="040EA22C960542879E556853AB0934EE">
    <w:name w:val="040EA22C960542879E556853AB0934EE"/>
  </w:style>
  <w:style w:type="paragraph" w:customStyle="1" w:styleId="C0EE614963444165AC257560B5AC1991">
    <w:name w:val="C0EE614963444165AC257560B5AC1991"/>
  </w:style>
  <w:style w:type="paragraph" w:customStyle="1" w:styleId="8DFB541034A24E9083B0361A350509F1">
    <w:name w:val="8DFB541034A24E9083B0361A350509F1"/>
  </w:style>
  <w:style w:type="paragraph" w:customStyle="1" w:styleId="0E5A3E1FCD224D86B00937C70ABE5988">
    <w:name w:val="0E5A3E1FCD224D86B00937C70ABE5988"/>
  </w:style>
  <w:style w:type="paragraph" w:customStyle="1" w:styleId="DCDAB889206145BBBAAF6198A66A5C4B">
    <w:name w:val="DCDAB889206145BBBAAF6198A66A5C4B"/>
  </w:style>
  <w:style w:type="paragraph" w:customStyle="1" w:styleId="F300E55C209A4A27A88AC44DC8AA2976">
    <w:name w:val="F300E55C209A4A27A88AC44DC8AA2976"/>
  </w:style>
  <w:style w:type="paragraph" w:customStyle="1" w:styleId="971161E809CA4AEC9DA654DB7A2998D9">
    <w:name w:val="971161E809CA4AEC9DA654DB7A2998D9"/>
  </w:style>
  <w:style w:type="paragraph" w:customStyle="1" w:styleId="5ED566183C074B07B9B7EAC5E801DC09">
    <w:name w:val="5ED566183C074B07B9B7EAC5E801DC09"/>
  </w:style>
  <w:style w:type="paragraph" w:customStyle="1" w:styleId="1C6C134CC52B45C78AC8094B4B597BE1">
    <w:name w:val="1C6C134CC52B45C78AC8094B4B597BE1"/>
  </w:style>
  <w:style w:type="paragraph" w:customStyle="1" w:styleId="F769A02CF73A4772A8F7C55CF7213634">
    <w:name w:val="F769A02CF73A4772A8F7C55CF7213634"/>
  </w:style>
  <w:style w:type="paragraph" w:customStyle="1" w:styleId="E21CB4C7C4F24DF1B17B59596C8E3846">
    <w:name w:val="E21CB4C7C4F24DF1B17B59596C8E3846"/>
  </w:style>
  <w:style w:type="paragraph" w:customStyle="1" w:styleId="ECB078862BCB4F7981E98B5FFADB5353">
    <w:name w:val="ECB078862BCB4F7981E98B5FFADB5353"/>
  </w:style>
  <w:style w:type="paragraph" w:customStyle="1" w:styleId="93E78F8C71E24695A2F96F4C5962A7F5">
    <w:name w:val="93E78F8C71E24695A2F96F4C5962A7F5"/>
  </w:style>
  <w:style w:type="paragraph" w:customStyle="1" w:styleId="71BF38EE62A14EA6928A605D9DAB8248">
    <w:name w:val="71BF38EE62A14EA6928A605D9DAB8248"/>
  </w:style>
  <w:style w:type="paragraph" w:customStyle="1" w:styleId="EBDB8C6760574B26A1581DD3C8E137A9">
    <w:name w:val="EBDB8C6760574B26A1581DD3C8E137A9"/>
  </w:style>
  <w:style w:type="paragraph" w:customStyle="1" w:styleId="EA4B47FC3D654E02BD9FA0AE97032EF7">
    <w:name w:val="EA4B47FC3D654E02BD9FA0AE97032EF7"/>
  </w:style>
  <w:style w:type="paragraph" w:customStyle="1" w:styleId="17EA4ADD25A941B6AF6FA183A0C27940">
    <w:name w:val="17EA4ADD25A941B6AF6FA183A0C27940"/>
  </w:style>
  <w:style w:type="paragraph" w:customStyle="1" w:styleId="A1A13D9AC37E4BA0BBF76F299C113CB9">
    <w:name w:val="A1A13D9AC37E4BA0BBF76F299C113CB9"/>
  </w:style>
  <w:style w:type="paragraph" w:customStyle="1" w:styleId="5951E7F8712F4E099E454F4B5A21F098">
    <w:name w:val="5951E7F8712F4E099E454F4B5A21F098"/>
  </w:style>
  <w:style w:type="paragraph" w:customStyle="1" w:styleId="E7E2AA5EDE2148368FEBDF73DC4A6845">
    <w:name w:val="E7E2AA5EDE2148368FEBDF73DC4A6845"/>
  </w:style>
  <w:style w:type="paragraph" w:customStyle="1" w:styleId="A0D3D38D83A049B2AB6BD82CA7160B7F">
    <w:name w:val="A0D3D38D83A049B2AB6BD82CA7160B7F"/>
  </w:style>
  <w:style w:type="paragraph" w:customStyle="1" w:styleId="6707054C0B914877951304AC94DCB171">
    <w:name w:val="6707054C0B914877951304AC94DCB171"/>
  </w:style>
  <w:style w:type="paragraph" w:customStyle="1" w:styleId="F6958CF7558A46F180AF5942CCBE7495">
    <w:name w:val="F6958CF7558A46F180AF5942CCBE7495"/>
  </w:style>
  <w:style w:type="paragraph" w:customStyle="1" w:styleId="1227CCEC540F48BE9CBC39FE74FA144C">
    <w:name w:val="1227CCEC540F48BE9CBC39FE74FA144C"/>
  </w:style>
  <w:style w:type="paragraph" w:customStyle="1" w:styleId="61D0349BAD0148B1A6138DD7504CA336">
    <w:name w:val="61D0349BAD0148B1A6138DD7504CA336"/>
  </w:style>
  <w:style w:type="paragraph" w:customStyle="1" w:styleId="9517C169E4144A49BC74C5D9396105E1">
    <w:name w:val="9517C169E4144A49BC74C5D9396105E1"/>
  </w:style>
  <w:style w:type="paragraph" w:customStyle="1" w:styleId="A8EBB721E82A4F0CAFBE083659964550">
    <w:name w:val="A8EBB721E82A4F0CAFBE083659964550"/>
  </w:style>
  <w:style w:type="paragraph" w:customStyle="1" w:styleId="A1B4F64B2DCB47E6A7D09A7DD8D3BED8">
    <w:name w:val="A1B4F64B2DCB47E6A7D09A7DD8D3BED8"/>
  </w:style>
  <w:style w:type="paragraph" w:customStyle="1" w:styleId="56EDA9D91E0E47728D5FBC653523AE5F">
    <w:name w:val="56EDA9D91E0E47728D5FBC653523AE5F"/>
  </w:style>
  <w:style w:type="paragraph" w:customStyle="1" w:styleId="388693EDE97F430C9BC63BE9186590C2">
    <w:name w:val="388693EDE97F430C9BC63BE9186590C2"/>
  </w:style>
  <w:style w:type="paragraph" w:customStyle="1" w:styleId="D7A0E90DE1C240B1B6EAFFFA0043FC7B">
    <w:name w:val="D7A0E90DE1C240B1B6EAFFFA0043FC7B"/>
  </w:style>
  <w:style w:type="paragraph" w:customStyle="1" w:styleId="4C548D72DA864CB38B92E7BBCC2FD27D">
    <w:name w:val="4C548D72DA864CB38B92E7BBCC2FD27D"/>
  </w:style>
  <w:style w:type="paragraph" w:customStyle="1" w:styleId="14A16C9F378B48719034EF401B030731">
    <w:name w:val="14A16C9F378B48719034EF401B030731"/>
  </w:style>
  <w:style w:type="paragraph" w:customStyle="1" w:styleId="2F44808DA74841B9B80C8D3EC2EB7FB0">
    <w:name w:val="2F44808DA74841B9B80C8D3EC2EB7FB0"/>
  </w:style>
  <w:style w:type="paragraph" w:customStyle="1" w:styleId="72584D11DD1446198087870E7E1FFCE5">
    <w:name w:val="72584D11DD1446198087870E7E1FFCE5"/>
  </w:style>
  <w:style w:type="paragraph" w:customStyle="1" w:styleId="352555110597480CAF6D5AC444787E0C">
    <w:name w:val="352555110597480CAF6D5AC444787E0C"/>
  </w:style>
  <w:style w:type="character" w:styleId="Strong">
    <w:name w:val="Strong"/>
    <w:uiPriority w:val="5"/>
    <w:unhideWhenUsed/>
    <w:qFormat/>
    <w:rPr>
      <w:color w:val="365F91" w:themeColor="accent1" w:themeShade="BF"/>
    </w:rPr>
  </w:style>
  <w:style w:type="paragraph" w:customStyle="1" w:styleId="A283BD37107B49D8BE58ED229E4A22EE">
    <w:name w:val="A283BD37107B49D8BE58ED229E4A22EE"/>
  </w:style>
  <w:style w:type="paragraph" w:customStyle="1" w:styleId="49AD4248D5394C79A9DF9EA462BF1493">
    <w:name w:val="49AD4248D5394C79A9DF9EA462BF1493"/>
  </w:style>
  <w:style w:type="paragraph" w:customStyle="1" w:styleId="7027B82EE0A140C58C8940AF9B453322">
    <w:name w:val="7027B82EE0A140C58C8940AF9B453322"/>
  </w:style>
  <w:style w:type="paragraph" w:customStyle="1" w:styleId="BBE51706366646D497524050477E8955">
    <w:name w:val="BBE51706366646D497524050477E8955"/>
  </w:style>
  <w:style w:type="paragraph" w:customStyle="1" w:styleId="DEEA4BE9FD3446D0BE669C797364097F">
    <w:name w:val="DEEA4BE9FD3446D0BE669C797364097F"/>
  </w:style>
  <w:style w:type="paragraph" w:customStyle="1" w:styleId="EE038967D1924CD69447D7F22669A0CC">
    <w:name w:val="EE038967D1924CD69447D7F22669A0CC"/>
  </w:style>
  <w:style w:type="paragraph" w:customStyle="1" w:styleId="7D65E84083EF47EAB9CEEB4E9DA6447C">
    <w:name w:val="7D65E84083EF47EAB9CEEB4E9DA6447C"/>
  </w:style>
  <w:style w:type="paragraph" w:customStyle="1" w:styleId="DB1697B588964E74B51054C46A5422AD">
    <w:name w:val="DB1697B588964E74B51054C46A5422AD"/>
  </w:style>
  <w:style w:type="paragraph" w:customStyle="1" w:styleId="BD7E57F57D6A461E82B36138891C38F8">
    <w:name w:val="BD7E57F57D6A461E82B36138891C38F8"/>
  </w:style>
  <w:style w:type="paragraph" w:customStyle="1" w:styleId="3EA9459A4FCE4E2EAFDB1BF034E836B3">
    <w:name w:val="3EA9459A4FCE4E2EAFDB1BF034E836B3"/>
  </w:style>
  <w:style w:type="paragraph" w:customStyle="1" w:styleId="AB3D42728B254423959ABE125C55D6E4">
    <w:name w:val="AB3D42728B254423959ABE125C55D6E4"/>
  </w:style>
  <w:style w:type="paragraph" w:customStyle="1" w:styleId="53604CC03EBA4FD08692B713C06A6021">
    <w:name w:val="53604CC03EBA4FD08692B713C06A6021"/>
  </w:style>
  <w:style w:type="paragraph" w:customStyle="1" w:styleId="BDB848E2703D4B56A1EA2AE5AD36E1A4">
    <w:name w:val="BDB848E2703D4B56A1EA2AE5AD36E1A4"/>
  </w:style>
  <w:style w:type="paragraph" w:customStyle="1" w:styleId="E1C544F9D9B140F0A7E178FE9ADCB0EE">
    <w:name w:val="E1C544F9D9B140F0A7E178FE9ADCB0EE"/>
  </w:style>
  <w:style w:type="paragraph" w:customStyle="1" w:styleId="4323B3CB6C40404D89368056231A2B40">
    <w:name w:val="4323B3CB6C40404D89368056231A2B40"/>
  </w:style>
  <w:style w:type="paragraph" w:customStyle="1" w:styleId="171A34709B9A4BE280B6CAE4611541CB">
    <w:name w:val="171A34709B9A4BE280B6CAE4611541CB"/>
  </w:style>
  <w:style w:type="paragraph" w:customStyle="1" w:styleId="F83203BB2633469889D451DCA0C2E1A7">
    <w:name w:val="F83203BB2633469889D451DCA0C2E1A7"/>
  </w:style>
  <w:style w:type="paragraph" w:customStyle="1" w:styleId="A765A0A75F104FDFA27A3B61F786D05D">
    <w:name w:val="A765A0A75F104FDFA27A3B61F786D05D"/>
  </w:style>
  <w:style w:type="paragraph" w:customStyle="1" w:styleId="08B919080E674A73A58652C8B74F7F0D">
    <w:name w:val="08B919080E674A73A58652C8B74F7F0D"/>
  </w:style>
  <w:style w:type="paragraph" w:customStyle="1" w:styleId="09CB21ACCC8849AE9D80E8096F16BDF8">
    <w:name w:val="09CB21ACCC8849AE9D80E8096F16BDF8"/>
  </w:style>
  <w:style w:type="paragraph" w:customStyle="1" w:styleId="232C4AEE924F4016913A2C260FE2179B">
    <w:name w:val="232C4AEE924F4016913A2C260FE2179B"/>
  </w:style>
  <w:style w:type="paragraph" w:customStyle="1" w:styleId="D28B9F743EBC4E809C553213093A5B6C">
    <w:name w:val="D28B9F743EBC4E809C553213093A5B6C"/>
  </w:style>
  <w:style w:type="paragraph" w:customStyle="1" w:styleId="9E6992F1772F426BA275D52BF73F6150">
    <w:name w:val="9E6992F1772F426BA275D52BF73F6150"/>
  </w:style>
  <w:style w:type="paragraph" w:customStyle="1" w:styleId="C8521D6C033C4DC79BD1C795F2CE93AB">
    <w:name w:val="C8521D6C033C4DC79BD1C795F2CE93AB"/>
  </w:style>
  <w:style w:type="paragraph" w:customStyle="1" w:styleId="4DA689D747AC449182923438332C1458">
    <w:name w:val="4DA689D747AC449182923438332C1458"/>
  </w:style>
  <w:style w:type="paragraph" w:customStyle="1" w:styleId="8480801CDD1448B3B8D3D45551AF0ED5">
    <w:name w:val="8480801CDD1448B3B8D3D45551AF0ED5"/>
  </w:style>
  <w:style w:type="paragraph" w:customStyle="1" w:styleId="437B04AD81AE49BDB0D30A406A8C54E9">
    <w:name w:val="437B04AD81AE49BDB0D30A406A8C54E9"/>
  </w:style>
  <w:style w:type="paragraph" w:customStyle="1" w:styleId="FF7FDB953CF5421A86C59442368B840F">
    <w:name w:val="FF7FDB953CF5421A86C59442368B840F"/>
  </w:style>
  <w:style w:type="paragraph" w:customStyle="1" w:styleId="EE71345579D24CFC965D054C4BFDEC1D">
    <w:name w:val="EE71345579D24CFC965D054C4BFDEC1D"/>
  </w:style>
  <w:style w:type="paragraph" w:customStyle="1" w:styleId="4060BEAA9EF349E398B7B9101ED78164">
    <w:name w:val="4060BEAA9EF349E398B7B9101ED78164"/>
  </w:style>
  <w:style w:type="paragraph" w:customStyle="1" w:styleId="DA44744424A2452C86336F08388D0237">
    <w:name w:val="DA44744424A2452C86336F08388D0237"/>
  </w:style>
  <w:style w:type="paragraph" w:customStyle="1" w:styleId="B412ADE08D88433183C57B8E6B8F64B2">
    <w:name w:val="B412ADE08D88433183C57B8E6B8F64B2"/>
  </w:style>
  <w:style w:type="paragraph" w:customStyle="1" w:styleId="CFCF48C5F2B54647A593BA30043FE512">
    <w:name w:val="CFCF48C5F2B54647A593BA30043FE512"/>
  </w:style>
  <w:style w:type="paragraph" w:customStyle="1" w:styleId="38CAD748BADF446D9204355102E3A9C6">
    <w:name w:val="38CAD748BADF446D9204355102E3A9C6"/>
  </w:style>
  <w:style w:type="paragraph" w:customStyle="1" w:styleId="FDEC2E2CD12341DEA82DD3A8693BA7B0">
    <w:name w:val="FDEC2E2CD12341DEA82DD3A8693BA7B0"/>
  </w:style>
  <w:style w:type="paragraph" w:customStyle="1" w:styleId="CD0104C8976448E6AA63A7A45A611042">
    <w:name w:val="CD0104C8976448E6AA63A7A45A611042"/>
  </w:style>
  <w:style w:type="paragraph" w:customStyle="1" w:styleId="ACC8A2D1F64342DF8D6162D6057E67F6">
    <w:name w:val="ACC8A2D1F64342DF8D6162D6057E67F6"/>
  </w:style>
  <w:style w:type="paragraph" w:customStyle="1" w:styleId="AFCDCACC0F804993B4996B7E2FE7A1E1">
    <w:name w:val="AFCDCACC0F804993B4996B7E2FE7A1E1"/>
  </w:style>
  <w:style w:type="paragraph" w:customStyle="1" w:styleId="0B9E6029E8C5458C94D261C887E8496B">
    <w:name w:val="0B9E6029E8C5458C94D261C887E8496B"/>
  </w:style>
  <w:style w:type="paragraph" w:customStyle="1" w:styleId="DBD52C0605194D338762C96E8C0E3814">
    <w:name w:val="DBD52C0605194D338762C96E8C0E3814"/>
  </w:style>
  <w:style w:type="paragraph" w:customStyle="1" w:styleId="409097BE42EB495FAAA3D961CE6EE597">
    <w:name w:val="409097BE42EB495FAAA3D961CE6EE597"/>
  </w:style>
  <w:style w:type="paragraph" w:customStyle="1" w:styleId="6453FFB8F6164AAF9F847F7D6E597A66">
    <w:name w:val="6453FFB8F6164AAF9F847F7D6E597A66"/>
  </w:style>
  <w:style w:type="paragraph" w:customStyle="1" w:styleId="2BABE636C5C7429BA26FB10E6CEC74EC">
    <w:name w:val="2BABE636C5C7429BA26FB10E6CEC74EC"/>
  </w:style>
  <w:style w:type="paragraph" w:customStyle="1" w:styleId="AD16B83194A548CB95B87BD64D9E0D83">
    <w:name w:val="AD16B83194A548CB95B87BD64D9E0D83"/>
  </w:style>
  <w:style w:type="paragraph" w:customStyle="1" w:styleId="EDD1F19894D74CD1B12742F875CF2160">
    <w:name w:val="EDD1F19894D74CD1B12742F875CF2160"/>
  </w:style>
  <w:style w:type="paragraph" w:customStyle="1" w:styleId="AAA3F60E6E444A9BBB08F6CD796D73C9">
    <w:name w:val="AAA3F60E6E444A9BBB08F6CD796D73C9"/>
  </w:style>
  <w:style w:type="paragraph" w:customStyle="1" w:styleId="43B5BCA3319147A59CB2C504D8730F57">
    <w:name w:val="43B5BCA3319147A59CB2C504D8730F57"/>
  </w:style>
  <w:style w:type="paragraph" w:customStyle="1" w:styleId="0B994EB5FE664E5A87904CDD11448A8E">
    <w:name w:val="0B994EB5FE664E5A87904CDD11448A8E"/>
  </w:style>
  <w:style w:type="paragraph" w:customStyle="1" w:styleId="0A6E10AABB7A42C796D1C5F730856616">
    <w:name w:val="0A6E10AABB7A42C796D1C5F730856616"/>
  </w:style>
  <w:style w:type="paragraph" w:customStyle="1" w:styleId="33FFCD0639C747AB8E2FFC36E0DE615C">
    <w:name w:val="33FFCD0639C747AB8E2FFC36E0DE615C"/>
  </w:style>
  <w:style w:type="paragraph" w:customStyle="1" w:styleId="301A11C7458040D7AF86D1D18825B535">
    <w:name w:val="301A11C7458040D7AF86D1D18825B535"/>
  </w:style>
  <w:style w:type="paragraph" w:customStyle="1" w:styleId="B44DD3616A8D4C41AE8A8734F67F226E">
    <w:name w:val="B44DD3616A8D4C41AE8A8734F67F226E"/>
  </w:style>
  <w:style w:type="paragraph" w:customStyle="1" w:styleId="3CC9F3B728104ED389F85C2CC12A1E55">
    <w:name w:val="3CC9F3B728104ED389F85C2CC12A1E55"/>
  </w:style>
  <w:style w:type="paragraph" w:customStyle="1" w:styleId="8F1BDC4424A94B60AA3AE0DF7255CD59">
    <w:name w:val="8F1BDC4424A94B60AA3AE0DF7255CD59"/>
  </w:style>
  <w:style w:type="paragraph" w:customStyle="1" w:styleId="F7671D2664034AA5A497CF7A8DCA6A8B">
    <w:name w:val="F7671D2664034AA5A497CF7A8DCA6A8B"/>
  </w:style>
  <w:style w:type="paragraph" w:customStyle="1" w:styleId="326182E9BA7544458930D348D8E4DAE0">
    <w:name w:val="326182E9BA7544458930D348D8E4DAE0"/>
  </w:style>
  <w:style w:type="paragraph" w:customStyle="1" w:styleId="64044D92C6354F47A6FDBA3E38944E1C">
    <w:name w:val="64044D92C6354F47A6FDBA3E38944E1C"/>
  </w:style>
  <w:style w:type="paragraph" w:customStyle="1" w:styleId="CF3332BF8BFB4DA593B882EA2D4E76FB">
    <w:name w:val="CF3332BF8BFB4DA593B882EA2D4E76FB"/>
  </w:style>
  <w:style w:type="paragraph" w:customStyle="1" w:styleId="172DDE4F69954BFCB2F56D87237C4155">
    <w:name w:val="172DDE4F69954BFCB2F56D87237C4155"/>
  </w:style>
  <w:style w:type="paragraph" w:customStyle="1" w:styleId="3E8215C8856B466293D42C3C04826CA0">
    <w:name w:val="3E8215C8856B466293D42C3C04826C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5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A57A09AC36426F8B85686279C523E0">
    <w:name w:val="A0A57A09AC36426F8B85686279C523E0"/>
  </w:style>
  <w:style w:type="paragraph" w:customStyle="1" w:styleId="5D002682DCB84F878AB79A98E86827DB">
    <w:name w:val="5D002682DCB84F878AB79A98E86827DB"/>
  </w:style>
  <w:style w:type="paragraph" w:customStyle="1" w:styleId="59B2823C17B84A76ADCDFC31FAC03576">
    <w:name w:val="59B2823C17B84A76ADCDFC31FAC03576"/>
  </w:style>
  <w:style w:type="paragraph" w:customStyle="1" w:styleId="64DD7CCBF3D64AF2BE6D6A80001D6689">
    <w:name w:val="64DD7CCBF3D64AF2BE6D6A80001D6689"/>
  </w:style>
  <w:style w:type="paragraph" w:customStyle="1" w:styleId="EA223DAE9B1943E596A82597184ABDDB">
    <w:name w:val="EA223DAE9B1943E596A82597184ABDDB"/>
  </w:style>
  <w:style w:type="paragraph" w:customStyle="1" w:styleId="CBCEF387614C43209B5E8EF46D9EE6A3">
    <w:name w:val="CBCEF387614C43209B5E8EF46D9EE6A3"/>
  </w:style>
  <w:style w:type="paragraph" w:customStyle="1" w:styleId="1B936B12119F447FA8F0EA6DA337D09D">
    <w:name w:val="1B936B12119F447FA8F0EA6DA337D09D"/>
  </w:style>
  <w:style w:type="paragraph" w:customStyle="1" w:styleId="4D113AA6EAB54FCAAB52581D0B76F3D5">
    <w:name w:val="4D113AA6EAB54FCAAB52581D0B76F3D5"/>
  </w:style>
  <w:style w:type="paragraph" w:customStyle="1" w:styleId="44AA29680DBA45A3AA95A0B888F1FAA3">
    <w:name w:val="44AA29680DBA45A3AA95A0B888F1FAA3"/>
  </w:style>
  <w:style w:type="paragraph" w:customStyle="1" w:styleId="7028A65C99114820B4F17EC52926567B">
    <w:name w:val="7028A65C99114820B4F17EC52926567B"/>
  </w:style>
  <w:style w:type="paragraph" w:customStyle="1" w:styleId="8D7F984240384436BF9B4BA0430C0FE5">
    <w:name w:val="8D7F984240384436BF9B4BA0430C0FE5"/>
  </w:style>
  <w:style w:type="paragraph" w:customStyle="1" w:styleId="1CEDD00BC6DC4EB0ADA5A4447293A3F3">
    <w:name w:val="1CEDD00BC6DC4EB0ADA5A4447293A3F3"/>
  </w:style>
  <w:style w:type="paragraph" w:customStyle="1" w:styleId="824A190366AB4692BDB8FB97803305DC">
    <w:name w:val="824A190366AB4692BDB8FB97803305DC"/>
  </w:style>
  <w:style w:type="paragraph" w:customStyle="1" w:styleId="040EA22C960542879E556853AB0934EE">
    <w:name w:val="040EA22C960542879E556853AB0934EE"/>
  </w:style>
  <w:style w:type="paragraph" w:customStyle="1" w:styleId="C0EE614963444165AC257560B5AC1991">
    <w:name w:val="C0EE614963444165AC257560B5AC1991"/>
  </w:style>
  <w:style w:type="paragraph" w:customStyle="1" w:styleId="8DFB541034A24E9083B0361A350509F1">
    <w:name w:val="8DFB541034A24E9083B0361A350509F1"/>
  </w:style>
  <w:style w:type="paragraph" w:customStyle="1" w:styleId="0E5A3E1FCD224D86B00937C70ABE5988">
    <w:name w:val="0E5A3E1FCD224D86B00937C70ABE5988"/>
  </w:style>
  <w:style w:type="paragraph" w:customStyle="1" w:styleId="DCDAB889206145BBBAAF6198A66A5C4B">
    <w:name w:val="DCDAB889206145BBBAAF6198A66A5C4B"/>
  </w:style>
  <w:style w:type="paragraph" w:customStyle="1" w:styleId="F300E55C209A4A27A88AC44DC8AA2976">
    <w:name w:val="F300E55C209A4A27A88AC44DC8AA2976"/>
  </w:style>
  <w:style w:type="paragraph" w:customStyle="1" w:styleId="971161E809CA4AEC9DA654DB7A2998D9">
    <w:name w:val="971161E809CA4AEC9DA654DB7A2998D9"/>
  </w:style>
  <w:style w:type="paragraph" w:customStyle="1" w:styleId="5ED566183C074B07B9B7EAC5E801DC09">
    <w:name w:val="5ED566183C074B07B9B7EAC5E801DC09"/>
  </w:style>
  <w:style w:type="paragraph" w:customStyle="1" w:styleId="1C6C134CC52B45C78AC8094B4B597BE1">
    <w:name w:val="1C6C134CC52B45C78AC8094B4B597BE1"/>
  </w:style>
  <w:style w:type="paragraph" w:customStyle="1" w:styleId="F769A02CF73A4772A8F7C55CF7213634">
    <w:name w:val="F769A02CF73A4772A8F7C55CF7213634"/>
  </w:style>
  <w:style w:type="paragraph" w:customStyle="1" w:styleId="E21CB4C7C4F24DF1B17B59596C8E3846">
    <w:name w:val="E21CB4C7C4F24DF1B17B59596C8E3846"/>
  </w:style>
  <w:style w:type="paragraph" w:customStyle="1" w:styleId="ECB078862BCB4F7981E98B5FFADB5353">
    <w:name w:val="ECB078862BCB4F7981E98B5FFADB5353"/>
  </w:style>
  <w:style w:type="paragraph" w:customStyle="1" w:styleId="93E78F8C71E24695A2F96F4C5962A7F5">
    <w:name w:val="93E78F8C71E24695A2F96F4C5962A7F5"/>
  </w:style>
  <w:style w:type="paragraph" w:customStyle="1" w:styleId="71BF38EE62A14EA6928A605D9DAB8248">
    <w:name w:val="71BF38EE62A14EA6928A605D9DAB8248"/>
  </w:style>
  <w:style w:type="paragraph" w:customStyle="1" w:styleId="EBDB8C6760574B26A1581DD3C8E137A9">
    <w:name w:val="EBDB8C6760574B26A1581DD3C8E137A9"/>
  </w:style>
  <w:style w:type="paragraph" w:customStyle="1" w:styleId="EA4B47FC3D654E02BD9FA0AE97032EF7">
    <w:name w:val="EA4B47FC3D654E02BD9FA0AE97032EF7"/>
  </w:style>
  <w:style w:type="paragraph" w:customStyle="1" w:styleId="17EA4ADD25A941B6AF6FA183A0C27940">
    <w:name w:val="17EA4ADD25A941B6AF6FA183A0C27940"/>
  </w:style>
  <w:style w:type="paragraph" w:customStyle="1" w:styleId="A1A13D9AC37E4BA0BBF76F299C113CB9">
    <w:name w:val="A1A13D9AC37E4BA0BBF76F299C113CB9"/>
  </w:style>
  <w:style w:type="paragraph" w:customStyle="1" w:styleId="5951E7F8712F4E099E454F4B5A21F098">
    <w:name w:val="5951E7F8712F4E099E454F4B5A21F098"/>
  </w:style>
  <w:style w:type="paragraph" w:customStyle="1" w:styleId="E7E2AA5EDE2148368FEBDF73DC4A6845">
    <w:name w:val="E7E2AA5EDE2148368FEBDF73DC4A6845"/>
  </w:style>
  <w:style w:type="paragraph" w:customStyle="1" w:styleId="A0D3D38D83A049B2AB6BD82CA7160B7F">
    <w:name w:val="A0D3D38D83A049B2AB6BD82CA7160B7F"/>
  </w:style>
  <w:style w:type="paragraph" w:customStyle="1" w:styleId="6707054C0B914877951304AC94DCB171">
    <w:name w:val="6707054C0B914877951304AC94DCB171"/>
  </w:style>
  <w:style w:type="paragraph" w:customStyle="1" w:styleId="F6958CF7558A46F180AF5942CCBE7495">
    <w:name w:val="F6958CF7558A46F180AF5942CCBE7495"/>
  </w:style>
  <w:style w:type="paragraph" w:customStyle="1" w:styleId="1227CCEC540F48BE9CBC39FE74FA144C">
    <w:name w:val="1227CCEC540F48BE9CBC39FE74FA144C"/>
  </w:style>
  <w:style w:type="paragraph" w:customStyle="1" w:styleId="61D0349BAD0148B1A6138DD7504CA336">
    <w:name w:val="61D0349BAD0148B1A6138DD7504CA336"/>
  </w:style>
  <w:style w:type="paragraph" w:customStyle="1" w:styleId="9517C169E4144A49BC74C5D9396105E1">
    <w:name w:val="9517C169E4144A49BC74C5D9396105E1"/>
  </w:style>
  <w:style w:type="paragraph" w:customStyle="1" w:styleId="A8EBB721E82A4F0CAFBE083659964550">
    <w:name w:val="A8EBB721E82A4F0CAFBE083659964550"/>
  </w:style>
  <w:style w:type="paragraph" w:customStyle="1" w:styleId="A1B4F64B2DCB47E6A7D09A7DD8D3BED8">
    <w:name w:val="A1B4F64B2DCB47E6A7D09A7DD8D3BED8"/>
  </w:style>
  <w:style w:type="paragraph" w:customStyle="1" w:styleId="56EDA9D91E0E47728D5FBC653523AE5F">
    <w:name w:val="56EDA9D91E0E47728D5FBC653523AE5F"/>
  </w:style>
  <w:style w:type="paragraph" w:customStyle="1" w:styleId="388693EDE97F430C9BC63BE9186590C2">
    <w:name w:val="388693EDE97F430C9BC63BE9186590C2"/>
  </w:style>
  <w:style w:type="paragraph" w:customStyle="1" w:styleId="D7A0E90DE1C240B1B6EAFFFA0043FC7B">
    <w:name w:val="D7A0E90DE1C240B1B6EAFFFA0043FC7B"/>
  </w:style>
  <w:style w:type="paragraph" w:customStyle="1" w:styleId="4C548D72DA864CB38B92E7BBCC2FD27D">
    <w:name w:val="4C548D72DA864CB38B92E7BBCC2FD27D"/>
  </w:style>
  <w:style w:type="paragraph" w:customStyle="1" w:styleId="14A16C9F378B48719034EF401B030731">
    <w:name w:val="14A16C9F378B48719034EF401B030731"/>
  </w:style>
  <w:style w:type="paragraph" w:customStyle="1" w:styleId="2F44808DA74841B9B80C8D3EC2EB7FB0">
    <w:name w:val="2F44808DA74841B9B80C8D3EC2EB7FB0"/>
  </w:style>
  <w:style w:type="paragraph" w:customStyle="1" w:styleId="72584D11DD1446198087870E7E1FFCE5">
    <w:name w:val="72584D11DD1446198087870E7E1FFCE5"/>
  </w:style>
  <w:style w:type="paragraph" w:customStyle="1" w:styleId="352555110597480CAF6D5AC444787E0C">
    <w:name w:val="352555110597480CAF6D5AC444787E0C"/>
  </w:style>
  <w:style w:type="character" w:styleId="Strong">
    <w:name w:val="Strong"/>
    <w:uiPriority w:val="5"/>
    <w:unhideWhenUsed/>
    <w:qFormat/>
    <w:rPr>
      <w:color w:val="365F91" w:themeColor="accent1" w:themeShade="BF"/>
    </w:rPr>
  </w:style>
  <w:style w:type="paragraph" w:customStyle="1" w:styleId="A283BD37107B49D8BE58ED229E4A22EE">
    <w:name w:val="A283BD37107B49D8BE58ED229E4A22EE"/>
  </w:style>
  <w:style w:type="paragraph" w:customStyle="1" w:styleId="49AD4248D5394C79A9DF9EA462BF1493">
    <w:name w:val="49AD4248D5394C79A9DF9EA462BF1493"/>
  </w:style>
  <w:style w:type="paragraph" w:customStyle="1" w:styleId="7027B82EE0A140C58C8940AF9B453322">
    <w:name w:val="7027B82EE0A140C58C8940AF9B453322"/>
  </w:style>
  <w:style w:type="paragraph" w:customStyle="1" w:styleId="BBE51706366646D497524050477E8955">
    <w:name w:val="BBE51706366646D497524050477E8955"/>
  </w:style>
  <w:style w:type="paragraph" w:customStyle="1" w:styleId="DEEA4BE9FD3446D0BE669C797364097F">
    <w:name w:val="DEEA4BE9FD3446D0BE669C797364097F"/>
  </w:style>
  <w:style w:type="paragraph" w:customStyle="1" w:styleId="EE038967D1924CD69447D7F22669A0CC">
    <w:name w:val="EE038967D1924CD69447D7F22669A0CC"/>
  </w:style>
  <w:style w:type="paragraph" w:customStyle="1" w:styleId="7D65E84083EF47EAB9CEEB4E9DA6447C">
    <w:name w:val="7D65E84083EF47EAB9CEEB4E9DA6447C"/>
  </w:style>
  <w:style w:type="paragraph" w:customStyle="1" w:styleId="DB1697B588964E74B51054C46A5422AD">
    <w:name w:val="DB1697B588964E74B51054C46A5422AD"/>
  </w:style>
  <w:style w:type="paragraph" w:customStyle="1" w:styleId="BD7E57F57D6A461E82B36138891C38F8">
    <w:name w:val="BD7E57F57D6A461E82B36138891C38F8"/>
  </w:style>
  <w:style w:type="paragraph" w:customStyle="1" w:styleId="3EA9459A4FCE4E2EAFDB1BF034E836B3">
    <w:name w:val="3EA9459A4FCE4E2EAFDB1BF034E836B3"/>
  </w:style>
  <w:style w:type="paragraph" w:customStyle="1" w:styleId="AB3D42728B254423959ABE125C55D6E4">
    <w:name w:val="AB3D42728B254423959ABE125C55D6E4"/>
  </w:style>
  <w:style w:type="paragraph" w:customStyle="1" w:styleId="53604CC03EBA4FD08692B713C06A6021">
    <w:name w:val="53604CC03EBA4FD08692B713C06A6021"/>
  </w:style>
  <w:style w:type="paragraph" w:customStyle="1" w:styleId="BDB848E2703D4B56A1EA2AE5AD36E1A4">
    <w:name w:val="BDB848E2703D4B56A1EA2AE5AD36E1A4"/>
  </w:style>
  <w:style w:type="paragraph" w:customStyle="1" w:styleId="E1C544F9D9B140F0A7E178FE9ADCB0EE">
    <w:name w:val="E1C544F9D9B140F0A7E178FE9ADCB0EE"/>
  </w:style>
  <w:style w:type="paragraph" w:customStyle="1" w:styleId="4323B3CB6C40404D89368056231A2B40">
    <w:name w:val="4323B3CB6C40404D89368056231A2B40"/>
  </w:style>
  <w:style w:type="paragraph" w:customStyle="1" w:styleId="171A34709B9A4BE280B6CAE4611541CB">
    <w:name w:val="171A34709B9A4BE280B6CAE4611541CB"/>
  </w:style>
  <w:style w:type="paragraph" w:customStyle="1" w:styleId="F83203BB2633469889D451DCA0C2E1A7">
    <w:name w:val="F83203BB2633469889D451DCA0C2E1A7"/>
  </w:style>
  <w:style w:type="paragraph" w:customStyle="1" w:styleId="A765A0A75F104FDFA27A3B61F786D05D">
    <w:name w:val="A765A0A75F104FDFA27A3B61F786D05D"/>
  </w:style>
  <w:style w:type="paragraph" w:customStyle="1" w:styleId="08B919080E674A73A58652C8B74F7F0D">
    <w:name w:val="08B919080E674A73A58652C8B74F7F0D"/>
  </w:style>
  <w:style w:type="paragraph" w:customStyle="1" w:styleId="09CB21ACCC8849AE9D80E8096F16BDF8">
    <w:name w:val="09CB21ACCC8849AE9D80E8096F16BDF8"/>
  </w:style>
  <w:style w:type="paragraph" w:customStyle="1" w:styleId="232C4AEE924F4016913A2C260FE2179B">
    <w:name w:val="232C4AEE924F4016913A2C260FE2179B"/>
  </w:style>
  <w:style w:type="paragraph" w:customStyle="1" w:styleId="D28B9F743EBC4E809C553213093A5B6C">
    <w:name w:val="D28B9F743EBC4E809C553213093A5B6C"/>
  </w:style>
  <w:style w:type="paragraph" w:customStyle="1" w:styleId="9E6992F1772F426BA275D52BF73F6150">
    <w:name w:val="9E6992F1772F426BA275D52BF73F6150"/>
  </w:style>
  <w:style w:type="paragraph" w:customStyle="1" w:styleId="C8521D6C033C4DC79BD1C795F2CE93AB">
    <w:name w:val="C8521D6C033C4DC79BD1C795F2CE93AB"/>
  </w:style>
  <w:style w:type="paragraph" w:customStyle="1" w:styleId="4DA689D747AC449182923438332C1458">
    <w:name w:val="4DA689D747AC449182923438332C1458"/>
  </w:style>
  <w:style w:type="paragraph" w:customStyle="1" w:styleId="8480801CDD1448B3B8D3D45551AF0ED5">
    <w:name w:val="8480801CDD1448B3B8D3D45551AF0ED5"/>
  </w:style>
  <w:style w:type="paragraph" w:customStyle="1" w:styleId="437B04AD81AE49BDB0D30A406A8C54E9">
    <w:name w:val="437B04AD81AE49BDB0D30A406A8C54E9"/>
  </w:style>
  <w:style w:type="paragraph" w:customStyle="1" w:styleId="FF7FDB953CF5421A86C59442368B840F">
    <w:name w:val="FF7FDB953CF5421A86C59442368B840F"/>
  </w:style>
  <w:style w:type="paragraph" w:customStyle="1" w:styleId="EE71345579D24CFC965D054C4BFDEC1D">
    <w:name w:val="EE71345579D24CFC965D054C4BFDEC1D"/>
  </w:style>
  <w:style w:type="paragraph" w:customStyle="1" w:styleId="4060BEAA9EF349E398B7B9101ED78164">
    <w:name w:val="4060BEAA9EF349E398B7B9101ED78164"/>
  </w:style>
  <w:style w:type="paragraph" w:customStyle="1" w:styleId="DA44744424A2452C86336F08388D0237">
    <w:name w:val="DA44744424A2452C86336F08388D0237"/>
  </w:style>
  <w:style w:type="paragraph" w:customStyle="1" w:styleId="B412ADE08D88433183C57B8E6B8F64B2">
    <w:name w:val="B412ADE08D88433183C57B8E6B8F64B2"/>
  </w:style>
  <w:style w:type="paragraph" w:customStyle="1" w:styleId="CFCF48C5F2B54647A593BA30043FE512">
    <w:name w:val="CFCF48C5F2B54647A593BA30043FE512"/>
  </w:style>
  <w:style w:type="paragraph" w:customStyle="1" w:styleId="38CAD748BADF446D9204355102E3A9C6">
    <w:name w:val="38CAD748BADF446D9204355102E3A9C6"/>
  </w:style>
  <w:style w:type="paragraph" w:customStyle="1" w:styleId="FDEC2E2CD12341DEA82DD3A8693BA7B0">
    <w:name w:val="FDEC2E2CD12341DEA82DD3A8693BA7B0"/>
  </w:style>
  <w:style w:type="paragraph" w:customStyle="1" w:styleId="CD0104C8976448E6AA63A7A45A611042">
    <w:name w:val="CD0104C8976448E6AA63A7A45A611042"/>
  </w:style>
  <w:style w:type="paragraph" w:customStyle="1" w:styleId="ACC8A2D1F64342DF8D6162D6057E67F6">
    <w:name w:val="ACC8A2D1F64342DF8D6162D6057E67F6"/>
  </w:style>
  <w:style w:type="paragraph" w:customStyle="1" w:styleId="AFCDCACC0F804993B4996B7E2FE7A1E1">
    <w:name w:val="AFCDCACC0F804993B4996B7E2FE7A1E1"/>
  </w:style>
  <w:style w:type="paragraph" w:customStyle="1" w:styleId="0B9E6029E8C5458C94D261C887E8496B">
    <w:name w:val="0B9E6029E8C5458C94D261C887E8496B"/>
  </w:style>
  <w:style w:type="paragraph" w:customStyle="1" w:styleId="DBD52C0605194D338762C96E8C0E3814">
    <w:name w:val="DBD52C0605194D338762C96E8C0E3814"/>
  </w:style>
  <w:style w:type="paragraph" w:customStyle="1" w:styleId="409097BE42EB495FAAA3D961CE6EE597">
    <w:name w:val="409097BE42EB495FAAA3D961CE6EE597"/>
  </w:style>
  <w:style w:type="paragraph" w:customStyle="1" w:styleId="6453FFB8F6164AAF9F847F7D6E597A66">
    <w:name w:val="6453FFB8F6164AAF9F847F7D6E597A66"/>
  </w:style>
  <w:style w:type="paragraph" w:customStyle="1" w:styleId="2BABE636C5C7429BA26FB10E6CEC74EC">
    <w:name w:val="2BABE636C5C7429BA26FB10E6CEC74EC"/>
  </w:style>
  <w:style w:type="paragraph" w:customStyle="1" w:styleId="AD16B83194A548CB95B87BD64D9E0D83">
    <w:name w:val="AD16B83194A548CB95B87BD64D9E0D83"/>
  </w:style>
  <w:style w:type="paragraph" w:customStyle="1" w:styleId="EDD1F19894D74CD1B12742F875CF2160">
    <w:name w:val="EDD1F19894D74CD1B12742F875CF2160"/>
  </w:style>
  <w:style w:type="paragraph" w:customStyle="1" w:styleId="AAA3F60E6E444A9BBB08F6CD796D73C9">
    <w:name w:val="AAA3F60E6E444A9BBB08F6CD796D73C9"/>
  </w:style>
  <w:style w:type="paragraph" w:customStyle="1" w:styleId="43B5BCA3319147A59CB2C504D8730F57">
    <w:name w:val="43B5BCA3319147A59CB2C504D8730F57"/>
  </w:style>
  <w:style w:type="paragraph" w:customStyle="1" w:styleId="0B994EB5FE664E5A87904CDD11448A8E">
    <w:name w:val="0B994EB5FE664E5A87904CDD11448A8E"/>
  </w:style>
  <w:style w:type="paragraph" w:customStyle="1" w:styleId="0A6E10AABB7A42C796D1C5F730856616">
    <w:name w:val="0A6E10AABB7A42C796D1C5F730856616"/>
  </w:style>
  <w:style w:type="paragraph" w:customStyle="1" w:styleId="33FFCD0639C747AB8E2FFC36E0DE615C">
    <w:name w:val="33FFCD0639C747AB8E2FFC36E0DE615C"/>
  </w:style>
  <w:style w:type="paragraph" w:customStyle="1" w:styleId="301A11C7458040D7AF86D1D18825B535">
    <w:name w:val="301A11C7458040D7AF86D1D18825B535"/>
  </w:style>
  <w:style w:type="paragraph" w:customStyle="1" w:styleId="B44DD3616A8D4C41AE8A8734F67F226E">
    <w:name w:val="B44DD3616A8D4C41AE8A8734F67F226E"/>
  </w:style>
  <w:style w:type="paragraph" w:customStyle="1" w:styleId="3CC9F3B728104ED389F85C2CC12A1E55">
    <w:name w:val="3CC9F3B728104ED389F85C2CC12A1E55"/>
  </w:style>
  <w:style w:type="paragraph" w:customStyle="1" w:styleId="8F1BDC4424A94B60AA3AE0DF7255CD59">
    <w:name w:val="8F1BDC4424A94B60AA3AE0DF7255CD59"/>
  </w:style>
  <w:style w:type="paragraph" w:customStyle="1" w:styleId="F7671D2664034AA5A497CF7A8DCA6A8B">
    <w:name w:val="F7671D2664034AA5A497CF7A8DCA6A8B"/>
  </w:style>
  <w:style w:type="paragraph" w:customStyle="1" w:styleId="326182E9BA7544458930D348D8E4DAE0">
    <w:name w:val="326182E9BA7544458930D348D8E4DAE0"/>
  </w:style>
  <w:style w:type="paragraph" w:customStyle="1" w:styleId="64044D92C6354F47A6FDBA3E38944E1C">
    <w:name w:val="64044D92C6354F47A6FDBA3E38944E1C"/>
  </w:style>
  <w:style w:type="paragraph" w:customStyle="1" w:styleId="CF3332BF8BFB4DA593B882EA2D4E76FB">
    <w:name w:val="CF3332BF8BFB4DA593B882EA2D4E76FB"/>
  </w:style>
  <w:style w:type="paragraph" w:customStyle="1" w:styleId="172DDE4F69954BFCB2F56D87237C4155">
    <w:name w:val="172DDE4F69954BFCB2F56D87237C4155"/>
  </w:style>
  <w:style w:type="paragraph" w:customStyle="1" w:styleId="3E8215C8856B466293D42C3C04826CA0">
    <w:name w:val="3E8215C8856B466293D42C3C04826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avel Expense">
  <a:themeElements>
    <a:clrScheme name="Custom 236">
      <a:dk1>
        <a:sysClr val="windowText" lastClr="000000"/>
      </a:dk1>
      <a:lt1>
        <a:sysClr val="window" lastClr="FFFFFF"/>
      </a:lt1>
      <a:dk2>
        <a:srgbClr val="08323A"/>
      </a:dk2>
      <a:lt2>
        <a:srgbClr val="CAD3D2"/>
      </a:lt2>
      <a:accent1>
        <a:srgbClr val="DD8047"/>
      </a:accent1>
      <a:accent2>
        <a:srgbClr val="94B6D2"/>
      </a:accent2>
      <a:accent3>
        <a:srgbClr val="787878"/>
      </a:accent3>
      <a:accent4>
        <a:srgbClr val="FFC40C"/>
      </a:accent4>
      <a:accent5>
        <a:srgbClr val="0E5563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 sample-9233654806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1</cp:revision>
  <dcterms:created xsi:type="dcterms:W3CDTF">2022-05-26T18:31:00Z</dcterms:created>
  <dcterms:modified xsi:type="dcterms:W3CDTF">2022-05-26T18:33:00Z</dcterms:modified>
</cp:coreProperties>
</file>