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F9D" w:rsidRPr="003D706E" w:rsidRDefault="00E37FC8" w:rsidP="003D220F">
      <w:pPr>
        <w:outlineLvl w:val="0"/>
        <w:rPr>
          <w:rFonts w:ascii="Century Gothic" w:hAnsi="Century Gothic"/>
          <w:b/>
          <w:color w:val="808080" w:themeColor="background1" w:themeShade="80"/>
          <w:sz w:val="36"/>
          <w:szCs w:val="44"/>
        </w:rPr>
      </w:pPr>
      <w:bookmarkStart w:id="0" w:name="_GoBack"/>
      <w:bookmarkEnd w:id="0"/>
      <w:r>
        <w:rPr>
          <w:rFonts w:ascii="Century Gothic" w:hAnsi="Century Gothic"/>
          <w:b/>
          <w:color w:val="808080" w:themeColor="background1" w:themeShade="80"/>
          <w:sz w:val="36"/>
          <w:szCs w:val="44"/>
        </w:rPr>
        <w:t xml:space="preserve">PROJECT </w:t>
      </w:r>
      <w:r w:rsidR="00357719">
        <w:rPr>
          <w:rFonts w:ascii="Century Gothic" w:hAnsi="Century Gothic"/>
          <w:b/>
          <w:color w:val="808080" w:themeColor="background1" w:themeShade="80"/>
          <w:sz w:val="36"/>
          <w:szCs w:val="44"/>
        </w:rPr>
        <w:t xml:space="preserve">SUMMARY </w:t>
      </w:r>
      <w:r>
        <w:rPr>
          <w:rFonts w:ascii="Century Gothic" w:hAnsi="Century Gothic"/>
          <w:b/>
          <w:color w:val="808080" w:themeColor="background1" w:themeShade="80"/>
          <w:sz w:val="36"/>
          <w:szCs w:val="44"/>
        </w:rPr>
        <w:t>REPORT</w:t>
      </w:r>
    </w:p>
    <w:p w:rsidR="00E37FC8" w:rsidRDefault="00E37FC8" w:rsidP="00303C60">
      <w:pPr>
        <w:outlineLvl w:val="0"/>
        <w:rPr>
          <w:rFonts w:ascii="Century Gothic" w:hAnsi="Century Gothic"/>
          <w:b/>
          <w:color w:val="000000" w:themeColor="text1"/>
          <w:sz w:val="15"/>
          <w:szCs w:val="44"/>
        </w:rPr>
      </w:pPr>
    </w:p>
    <w:tbl>
      <w:tblPr>
        <w:tblW w:w="10732" w:type="dxa"/>
        <w:tblLook w:val="04A0" w:firstRow="1" w:lastRow="0" w:firstColumn="1" w:lastColumn="0" w:noHBand="0" w:noVBand="1"/>
      </w:tblPr>
      <w:tblGrid>
        <w:gridCol w:w="7155"/>
        <w:gridCol w:w="3577"/>
      </w:tblGrid>
      <w:tr w:rsidR="00F14F57" w:rsidRPr="00F14F57" w:rsidTr="00FC28FE">
        <w:trPr>
          <w:trHeight w:val="286"/>
        </w:trPr>
        <w:tc>
          <w:tcPr>
            <w:tcW w:w="7155" w:type="dxa"/>
            <w:tcBorders>
              <w:top w:val="nil"/>
              <w:left w:val="nil"/>
              <w:bottom w:val="single" w:sz="4" w:space="0" w:color="BFBFBF"/>
              <w:right w:val="nil"/>
            </w:tcBorders>
            <w:shd w:val="clear" w:color="auto" w:fill="auto"/>
            <w:vAlign w:val="center"/>
            <w:hideMark/>
          </w:tcPr>
          <w:p w:rsidR="00F14F57" w:rsidRPr="00F14F57" w:rsidRDefault="00F14F57" w:rsidP="00F14F57">
            <w:pPr>
              <w:ind w:left="-109"/>
              <w:rPr>
                <w:rFonts w:ascii="Century Gothic" w:hAnsi="Century Gothic" w:cs="Calibri"/>
                <w:color w:val="000000"/>
                <w:sz w:val="18"/>
                <w:szCs w:val="18"/>
              </w:rPr>
            </w:pPr>
            <w:r w:rsidRPr="00F14F57">
              <w:rPr>
                <w:rFonts w:ascii="Century Gothic" w:hAnsi="Century Gothic" w:cs="Calibri"/>
                <w:color w:val="000000"/>
                <w:sz w:val="18"/>
                <w:szCs w:val="18"/>
              </w:rPr>
              <w:t>PROJECT NAME</w:t>
            </w:r>
          </w:p>
        </w:tc>
        <w:tc>
          <w:tcPr>
            <w:tcW w:w="3577" w:type="dxa"/>
            <w:tcBorders>
              <w:top w:val="nil"/>
              <w:left w:val="nil"/>
              <w:bottom w:val="single" w:sz="4" w:space="0" w:color="BFBFBF"/>
              <w:right w:val="nil"/>
            </w:tcBorders>
            <w:shd w:val="clear" w:color="auto" w:fill="auto"/>
            <w:vAlign w:val="center"/>
            <w:hideMark/>
          </w:tcPr>
          <w:p w:rsidR="00F14F57" w:rsidRPr="00F14F57" w:rsidRDefault="00433D29" w:rsidP="00F14F57">
            <w:pPr>
              <w:ind w:left="-55"/>
              <w:rPr>
                <w:rFonts w:ascii="Century Gothic" w:hAnsi="Century Gothic" w:cs="Calibri"/>
                <w:color w:val="000000"/>
                <w:sz w:val="18"/>
                <w:szCs w:val="18"/>
              </w:rPr>
            </w:pPr>
            <w:r>
              <w:rPr>
                <w:rFonts w:ascii="Century Gothic" w:hAnsi="Century Gothic" w:cs="Calibri"/>
                <w:color w:val="000000"/>
                <w:sz w:val="18"/>
                <w:szCs w:val="18"/>
              </w:rPr>
              <w:t>REPORT DATE</w:t>
            </w:r>
          </w:p>
        </w:tc>
      </w:tr>
      <w:tr w:rsidR="00F14F57" w:rsidRPr="00F14F57" w:rsidTr="00FC28FE">
        <w:trPr>
          <w:trHeight w:val="557"/>
        </w:trPr>
        <w:tc>
          <w:tcPr>
            <w:tcW w:w="7155"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F14F57" w:rsidRPr="00F14F57" w:rsidRDefault="00F14F57" w:rsidP="00F14F57">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661312" behindDoc="0" locked="0" layoutInCell="1" allowOverlap="1" wp14:anchorId="5365E875" wp14:editId="0793C579">
                      <wp:simplePos x="0" y="0"/>
                      <wp:positionH relativeFrom="column">
                        <wp:posOffset>1320800</wp:posOffset>
                      </wp:positionH>
                      <wp:positionV relativeFrom="paragraph">
                        <wp:posOffset>431800</wp:posOffset>
                      </wp:positionV>
                      <wp:extent cx="1003300" cy="698500"/>
                      <wp:effectExtent l="0" t="0" r="0" b="0"/>
                      <wp:wrapNone/>
                      <wp:docPr id="409" name="Rectangle 40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79FF5B7-8512-BA43-976F-5618DD3F37DD}"/>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9" o:spid="_x0000_s1026" style="position:absolute;margin-left:104pt;margin-top:34pt;width:79pt;height:55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2336" behindDoc="0" locked="0" layoutInCell="1" allowOverlap="1" wp14:anchorId="4B0B54D3" wp14:editId="0CC20064">
                      <wp:simplePos x="0" y="0"/>
                      <wp:positionH relativeFrom="column">
                        <wp:posOffset>1320800</wp:posOffset>
                      </wp:positionH>
                      <wp:positionV relativeFrom="paragraph">
                        <wp:posOffset>431800</wp:posOffset>
                      </wp:positionV>
                      <wp:extent cx="1003300" cy="698500"/>
                      <wp:effectExtent l="0" t="0" r="0" b="0"/>
                      <wp:wrapNone/>
                      <wp:docPr id="410" name="Rectangle 41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3E132F-6026-354D-B39F-D10E05278276}"/>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0" o:spid="_x0000_s1027" style="position:absolute;margin-left:104pt;margin-top:34pt;width:79pt;height:55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0Su2Oj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3360" behindDoc="0" locked="0" layoutInCell="1" allowOverlap="1" wp14:anchorId="0995B8B9" wp14:editId="4FDC541E">
                      <wp:simplePos x="0" y="0"/>
                      <wp:positionH relativeFrom="column">
                        <wp:posOffset>1320800</wp:posOffset>
                      </wp:positionH>
                      <wp:positionV relativeFrom="paragraph">
                        <wp:posOffset>431800</wp:posOffset>
                      </wp:positionV>
                      <wp:extent cx="1003300" cy="698500"/>
                      <wp:effectExtent l="0" t="0" r="0" b="0"/>
                      <wp:wrapNone/>
                      <wp:docPr id="411" name="Rectangle 4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AB34BD0-1D26-D544-84CA-892A4F97BAD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1" o:spid="_x0000_s1028" style="position:absolute;margin-left:104pt;margin-top:34pt;width:79pt;height:55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1BAOQIAAD4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DDH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5DoY2aDWshf1GboK&#10;a2nu4Wh6MRaY9p3EaIRRL7D+fiSKYdR/5DBL0TKJI9gNp4SraAU7q5wCkPdvrYTTVsD2UKMwOkrV&#10;HVpAGzoyNjEMqavgZaHsFrzVHfTXtd/8B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DKjUEA5AgAAPg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4384" behindDoc="0" locked="0" layoutInCell="1" allowOverlap="1" wp14:anchorId="5293E49B" wp14:editId="0EB5E2C2">
                      <wp:simplePos x="0" y="0"/>
                      <wp:positionH relativeFrom="column">
                        <wp:posOffset>1320800</wp:posOffset>
                      </wp:positionH>
                      <wp:positionV relativeFrom="paragraph">
                        <wp:posOffset>431800</wp:posOffset>
                      </wp:positionV>
                      <wp:extent cx="1003300" cy="698500"/>
                      <wp:effectExtent l="0" t="0" r="0" b="0"/>
                      <wp:wrapNone/>
                      <wp:docPr id="412" name="Rectangle 41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4ACD4C6-87E2-C842-872F-0604DD1E6DEE}"/>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2" o:spid="_x0000_s1029" style="position:absolute;margin-left:104pt;margin-top:34pt;width:79pt;height:55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qIf4ZT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5408" behindDoc="0" locked="0" layoutInCell="1" allowOverlap="1" wp14:anchorId="72C8D4C9" wp14:editId="1D981896">
                      <wp:simplePos x="0" y="0"/>
                      <wp:positionH relativeFrom="column">
                        <wp:posOffset>1320800</wp:posOffset>
                      </wp:positionH>
                      <wp:positionV relativeFrom="paragraph">
                        <wp:posOffset>431800</wp:posOffset>
                      </wp:positionV>
                      <wp:extent cx="1003300" cy="698500"/>
                      <wp:effectExtent l="0" t="0" r="0" b="0"/>
                      <wp:wrapNone/>
                      <wp:docPr id="413" name="Rectangle 4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3A7427B-5100-784B-A6ED-098C161E4F42}"/>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3" o:spid="_x0000_s1030" style="position:absolute;margin-left:104pt;margin-top:34pt;width:79pt;height:55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p21OQIAAD4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jDH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NHfQBrWWvajP0FVY&#10;S3MPR9OLscC07yRGI4x6gfX3I1EMo/4jh1mKlkkcwW44JVxFK9hZ5RSAvH9rJZy2AraHGoXRUaru&#10;0ALa0JGxiWFIXQUvC2W34K3uoL+u/eYnA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PSynbU5AgAAPg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6432" behindDoc="0" locked="0" layoutInCell="1" allowOverlap="1" wp14:anchorId="6EF3E5D1" wp14:editId="1DC46D07">
                      <wp:simplePos x="0" y="0"/>
                      <wp:positionH relativeFrom="column">
                        <wp:posOffset>1320800</wp:posOffset>
                      </wp:positionH>
                      <wp:positionV relativeFrom="paragraph">
                        <wp:posOffset>431800</wp:posOffset>
                      </wp:positionV>
                      <wp:extent cx="1003300" cy="698500"/>
                      <wp:effectExtent l="0" t="0" r="0" b="0"/>
                      <wp:wrapNone/>
                      <wp:docPr id="414" name="Rectangle 4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3C1EB1-C648-2241-ACB6-08DB1CD1B2E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4" o:spid="_x0000_s1031" style="position:absolute;margin-left:104pt;margin-top:34pt;width:79pt;height:55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DUuVymOgIAAD4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7456" behindDoc="0" locked="0" layoutInCell="1" allowOverlap="1" wp14:anchorId="139760D0" wp14:editId="3169D90A">
                      <wp:simplePos x="0" y="0"/>
                      <wp:positionH relativeFrom="column">
                        <wp:posOffset>1320800</wp:posOffset>
                      </wp:positionH>
                      <wp:positionV relativeFrom="paragraph">
                        <wp:posOffset>431800</wp:posOffset>
                      </wp:positionV>
                      <wp:extent cx="1003300" cy="698500"/>
                      <wp:effectExtent l="0" t="0" r="0" b="0"/>
                      <wp:wrapNone/>
                      <wp:docPr id="415" name="Rectangle 41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34F58EC-E39C-B145-AC1E-A01CCCE44C05}"/>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5" o:spid="_x0000_s1032" style="position:absolute;margin-left:104pt;margin-top:34pt;width:79pt;height:55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zkgOAIAAD4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bFc5ID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8480" behindDoc="0" locked="0" layoutInCell="1" allowOverlap="1" wp14:anchorId="44B8276E" wp14:editId="67CD75C9">
                      <wp:simplePos x="0" y="0"/>
                      <wp:positionH relativeFrom="column">
                        <wp:posOffset>1320800</wp:posOffset>
                      </wp:positionH>
                      <wp:positionV relativeFrom="paragraph">
                        <wp:posOffset>431800</wp:posOffset>
                      </wp:positionV>
                      <wp:extent cx="1003300" cy="698500"/>
                      <wp:effectExtent l="0" t="0" r="0" b="0"/>
                      <wp:wrapNone/>
                      <wp:docPr id="416" name="Rectangle 41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3BC65AC-477D-A74C-824F-AFCE05329A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6" o:spid="_x0000_s1033" style="position:absolute;margin-left:104pt;margin-top:34pt;width:79pt;height:55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5EFOQIAAD4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TDH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5Dq4tEGtZS/qM3QV&#10;1tLcw9H0Yiww7TuJ0QijXmD9/UgUw6j/yGGWomUSR7AbTglX0Qp2VjkFIO/fWgmnrYDtoUZhdJSq&#10;O7SANnRkbGIYUlfBy0LZLXirO+iva7/5CQ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PZzkQU5AgAAPg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9504" behindDoc="0" locked="0" layoutInCell="1" allowOverlap="1" wp14:anchorId="502C7D28" wp14:editId="55CA38E7">
                      <wp:simplePos x="0" y="0"/>
                      <wp:positionH relativeFrom="column">
                        <wp:posOffset>1320800</wp:posOffset>
                      </wp:positionH>
                      <wp:positionV relativeFrom="paragraph">
                        <wp:posOffset>431800</wp:posOffset>
                      </wp:positionV>
                      <wp:extent cx="1003300" cy="698500"/>
                      <wp:effectExtent l="0" t="0" r="0" b="0"/>
                      <wp:wrapNone/>
                      <wp:docPr id="417" name="Rectangle 4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7DC0437-42A7-C646-A076-124FC95174F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7" o:spid="_x0000_s1034" style="position:absolute;margin-left:104pt;margin-top:34pt;width:79pt;height:55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3aFOQIAAD4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DmXdoU5AgAAPg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0528" behindDoc="0" locked="0" layoutInCell="1" allowOverlap="1" wp14:anchorId="49F5D9CC" wp14:editId="77B145D1">
                      <wp:simplePos x="0" y="0"/>
                      <wp:positionH relativeFrom="column">
                        <wp:posOffset>1320800</wp:posOffset>
                      </wp:positionH>
                      <wp:positionV relativeFrom="paragraph">
                        <wp:posOffset>431800</wp:posOffset>
                      </wp:positionV>
                      <wp:extent cx="1003300" cy="698500"/>
                      <wp:effectExtent l="0" t="0" r="0" b="0"/>
                      <wp:wrapNone/>
                      <wp:docPr id="418" name="Rectangle 41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2721FCA-C978-BC4F-97C5-9C9BD5A05C5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8" o:spid="_x0000_s1035" style="position:absolute;margin-left:104pt;margin-top:34pt;width:79pt;height:55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1552" behindDoc="0" locked="0" layoutInCell="1" allowOverlap="1" wp14:anchorId="66D0538A" wp14:editId="6121D5A2">
                      <wp:simplePos x="0" y="0"/>
                      <wp:positionH relativeFrom="column">
                        <wp:posOffset>1320800</wp:posOffset>
                      </wp:positionH>
                      <wp:positionV relativeFrom="paragraph">
                        <wp:posOffset>431800</wp:posOffset>
                      </wp:positionV>
                      <wp:extent cx="1003300" cy="698500"/>
                      <wp:effectExtent l="0" t="0" r="0" b="0"/>
                      <wp:wrapNone/>
                      <wp:docPr id="419" name="Rectangle 41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319EE4F-95A9-BD43-90D4-CBE989A4733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9" o:spid="_x0000_s1036" style="position:absolute;margin-left:104pt;margin-top:34pt;width:79pt;height:55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h6rOQIAAD8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zDD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5DoYuqjWtBf1GdoK&#10;e2nu4Wh6MRaY9p3EaIRZL7D+fiSKYdR/5DBM0TKJI1gOp4SraAVLq5wCmPdvrYTTVsD6UKMwOkrV&#10;HVqAGzo2NjFMqSvhZaPsGrzVHfbXvd/8B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PNGHqs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2576" behindDoc="0" locked="0" layoutInCell="1" allowOverlap="1" wp14:anchorId="6A0D9565" wp14:editId="262932F6">
                      <wp:simplePos x="0" y="0"/>
                      <wp:positionH relativeFrom="column">
                        <wp:posOffset>1320800</wp:posOffset>
                      </wp:positionH>
                      <wp:positionV relativeFrom="paragraph">
                        <wp:posOffset>431800</wp:posOffset>
                      </wp:positionV>
                      <wp:extent cx="1003300" cy="698500"/>
                      <wp:effectExtent l="0" t="0" r="0" b="0"/>
                      <wp:wrapNone/>
                      <wp:docPr id="420" name="Rectangle 4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7EBE609-03EE-D947-A31C-43DF6029FEC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0" o:spid="_x0000_s1037" style="position:absolute;margin-left:104pt;margin-top:34pt;width:79pt;height:55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OnOAyQ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3600" behindDoc="0" locked="0" layoutInCell="1" allowOverlap="1" wp14:anchorId="1594D718" wp14:editId="0A0C7163">
                      <wp:simplePos x="0" y="0"/>
                      <wp:positionH relativeFrom="column">
                        <wp:posOffset>1320800</wp:posOffset>
                      </wp:positionH>
                      <wp:positionV relativeFrom="paragraph">
                        <wp:posOffset>431800</wp:posOffset>
                      </wp:positionV>
                      <wp:extent cx="1003300" cy="698500"/>
                      <wp:effectExtent l="0" t="0" r="0" b="0"/>
                      <wp:wrapNone/>
                      <wp:docPr id="421" name="Rectangle 42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FC695C0-E30A-7245-9127-85507EED54B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1" o:spid="_x0000_s1038" style="position:absolute;margin-left:104pt;margin-top:34pt;width:79pt;height:55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GGSU0g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4624" behindDoc="0" locked="0" layoutInCell="1" allowOverlap="1" wp14:anchorId="1A66A940" wp14:editId="6F77BE42">
                      <wp:simplePos x="0" y="0"/>
                      <wp:positionH relativeFrom="column">
                        <wp:posOffset>1320800</wp:posOffset>
                      </wp:positionH>
                      <wp:positionV relativeFrom="paragraph">
                        <wp:posOffset>431800</wp:posOffset>
                      </wp:positionV>
                      <wp:extent cx="1003300" cy="698500"/>
                      <wp:effectExtent l="0" t="0" r="0" b="0"/>
                      <wp:wrapNone/>
                      <wp:docPr id="422" name="Rectangle 4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0C32445-06B8-D24D-9A7F-9CC02E0D7F3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2" o:spid="_x0000_s1039" style="position:absolute;margin-left:104pt;margin-top:34pt;width:79pt;height:55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BovFiJ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5648" behindDoc="0" locked="0" layoutInCell="1" allowOverlap="1" wp14:anchorId="5FCAEB27" wp14:editId="06AC16B5">
                      <wp:simplePos x="0" y="0"/>
                      <wp:positionH relativeFrom="column">
                        <wp:posOffset>1320800</wp:posOffset>
                      </wp:positionH>
                      <wp:positionV relativeFrom="paragraph">
                        <wp:posOffset>431800</wp:posOffset>
                      </wp:positionV>
                      <wp:extent cx="1003300" cy="698500"/>
                      <wp:effectExtent l="0" t="0" r="0" b="0"/>
                      <wp:wrapNone/>
                      <wp:docPr id="423" name="Rectangle 4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70E4861-B412-FD4B-A92D-3B87C7EEA71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3" o:spid="_x0000_s1040" style="position:absolute;margin-left:104pt;margin-top:34pt;width:79pt;height:55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eME1P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6672" behindDoc="0" locked="0" layoutInCell="1" allowOverlap="1" wp14:anchorId="12EFC193" wp14:editId="12E1D123">
                      <wp:simplePos x="0" y="0"/>
                      <wp:positionH relativeFrom="column">
                        <wp:posOffset>1320800</wp:posOffset>
                      </wp:positionH>
                      <wp:positionV relativeFrom="paragraph">
                        <wp:posOffset>431800</wp:posOffset>
                      </wp:positionV>
                      <wp:extent cx="1003300" cy="698500"/>
                      <wp:effectExtent l="0" t="0" r="0" b="0"/>
                      <wp:wrapNone/>
                      <wp:docPr id="424" name="Rectangle 42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4F3D692-FA07-614D-BFE7-FF5B90654F1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4" o:spid="_x0000_s1041" style="position:absolute;margin-left:104pt;margin-top:34pt;width:79pt;height:55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oFZOQIAAD8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LAmgVk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7696" behindDoc="0" locked="0" layoutInCell="1" allowOverlap="1" wp14:anchorId="7C20F00C" wp14:editId="16A5EF61">
                      <wp:simplePos x="0" y="0"/>
                      <wp:positionH relativeFrom="column">
                        <wp:posOffset>1320800</wp:posOffset>
                      </wp:positionH>
                      <wp:positionV relativeFrom="paragraph">
                        <wp:posOffset>431800</wp:posOffset>
                      </wp:positionV>
                      <wp:extent cx="1003300" cy="698500"/>
                      <wp:effectExtent l="0" t="0" r="0" b="0"/>
                      <wp:wrapNone/>
                      <wp:docPr id="425" name="Rectangle 42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4212DEB-4CDA-FB43-913E-93E9FAC8BBB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5" o:spid="_x0000_s1042" style="position:absolute;margin-left:104pt;margin-top:34pt;width:79pt;height:55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tE1OgIAAD8EAAAOAAAAZHJzL2Uyb0RvYy54bWysU0tv2zAMvg/YfxB0d/yMa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4etE1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8720" behindDoc="0" locked="0" layoutInCell="1" allowOverlap="1" wp14:anchorId="76DD08D1" wp14:editId="18A83D0E">
                      <wp:simplePos x="0" y="0"/>
                      <wp:positionH relativeFrom="column">
                        <wp:posOffset>1320800</wp:posOffset>
                      </wp:positionH>
                      <wp:positionV relativeFrom="paragraph">
                        <wp:posOffset>431800</wp:posOffset>
                      </wp:positionV>
                      <wp:extent cx="1003300" cy="698500"/>
                      <wp:effectExtent l="0" t="0" r="0" b="0"/>
                      <wp:wrapNone/>
                      <wp:docPr id="426" name="Rectangle 4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F0FF2C-8A9F-9B4D-88BF-293FDADBF6D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6" o:spid="_x0000_s1043" style="position:absolute;margin-left:104pt;margin-top:34pt;width:79pt;height:55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58IOgIAAD8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SjH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5DoYLm1Ua9qL+gxt&#10;hb0093A0vRgLTPtOYjTCrBdYfz8SxTDqP3IYpmiZxBEsh1PCVbSCpVVOAcz7t1bCaStgfahRGB2l&#10;6g4twA0dG5sYptSV8LJRdg3e6g77695vfgI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rX58I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9744" behindDoc="0" locked="0" layoutInCell="1" allowOverlap="1" wp14:anchorId="093AF0C5" wp14:editId="35336F43">
                      <wp:simplePos x="0" y="0"/>
                      <wp:positionH relativeFrom="column">
                        <wp:posOffset>1320800</wp:posOffset>
                      </wp:positionH>
                      <wp:positionV relativeFrom="paragraph">
                        <wp:posOffset>431800</wp:posOffset>
                      </wp:positionV>
                      <wp:extent cx="1003300" cy="698500"/>
                      <wp:effectExtent l="0" t="0" r="0" b="0"/>
                      <wp:wrapNone/>
                      <wp:docPr id="427" name="Rectangle 42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A0071AC-1D77-B448-8A16-CEBDAC6AB1AE}"/>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7" o:spid="_x0000_s1044" style="position:absolute;margin-left:104pt;margin-top:34pt;width:79pt;height:55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I9vzp4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0768" behindDoc="0" locked="0" layoutInCell="1" allowOverlap="1" wp14:anchorId="114031F0" wp14:editId="66C87A6F">
                      <wp:simplePos x="0" y="0"/>
                      <wp:positionH relativeFrom="column">
                        <wp:posOffset>1320800</wp:posOffset>
                      </wp:positionH>
                      <wp:positionV relativeFrom="paragraph">
                        <wp:posOffset>431800</wp:posOffset>
                      </wp:positionV>
                      <wp:extent cx="1003300" cy="698500"/>
                      <wp:effectExtent l="0" t="0" r="0" b="0"/>
                      <wp:wrapNone/>
                      <wp:docPr id="428" name="Rectangle 4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20E877E-F076-E347-B07E-04107C1E8298}"/>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8" o:spid="_x0000_s1045" style="position:absolute;margin-left:104pt;margin-top:34pt;width:79pt;height:55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uDv38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1792" behindDoc="0" locked="0" layoutInCell="1" allowOverlap="1" wp14:anchorId="340DE1A5" wp14:editId="1396514F">
                      <wp:simplePos x="0" y="0"/>
                      <wp:positionH relativeFrom="column">
                        <wp:posOffset>1320800</wp:posOffset>
                      </wp:positionH>
                      <wp:positionV relativeFrom="paragraph">
                        <wp:posOffset>431800</wp:posOffset>
                      </wp:positionV>
                      <wp:extent cx="1003300" cy="698500"/>
                      <wp:effectExtent l="0" t="0" r="0" b="0"/>
                      <wp:wrapNone/>
                      <wp:docPr id="429" name="Rectangle 4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274D7C1-1054-5444-A05E-48AF6E2167D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9" o:spid="_x0000_s1046" style="position:absolute;margin-left:104pt;margin-top:34pt;width:79pt;height:55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FXaBXw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2816" behindDoc="0" locked="0" layoutInCell="1" allowOverlap="1" wp14:anchorId="08B9F96D" wp14:editId="61A28723">
                      <wp:simplePos x="0" y="0"/>
                      <wp:positionH relativeFrom="column">
                        <wp:posOffset>1320800</wp:posOffset>
                      </wp:positionH>
                      <wp:positionV relativeFrom="paragraph">
                        <wp:posOffset>431800</wp:posOffset>
                      </wp:positionV>
                      <wp:extent cx="1003300" cy="698500"/>
                      <wp:effectExtent l="0" t="0" r="0" b="0"/>
                      <wp:wrapNone/>
                      <wp:docPr id="430" name="Rectangle 43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D264A58-D5F7-574A-BCD7-410BF669F84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0" o:spid="_x0000_s1047" style="position:absolute;margin-left:104pt;margin-top:34pt;width:79pt;height:55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zCLXxj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3840" behindDoc="0" locked="0" layoutInCell="1" allowOverlap="1" wp14:anchorId="332740ED" wp14:editId="03F29D91">
                      <wp:simplePos x="0" y="0"/>
                      <wp:positionH relativeFrom="column">
                        <wp:posOffset>1320800</wp:posOffset>
                      </wp:positionH>
                      <wp:positionV relativeFrom="paragraph">
                        <wp:posOffset>431800</wp:posOffset>
                      </wp:positionV>
                      <wp:extent cx="1003300" cy="698500"/>
                      <wp:effectExtent l="0" t="0" r="0" b="0"/>
                      <wp:wrapNone/>
                      <wp:docPr id="431" name="Rectangle 43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F30F5C6-6398-2243-BAE5-1272EC8009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1" o:spid="_x0000_s1048" style="position:absolute;margin-left:104pt;margin-top:34pt;width:79pt;height:55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BEfoeq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4864" behindDoc="0" locked="0" layoutInCell="1" allowOverlap="1" wp14:anchorId="0D937282" wp14:editId="6C9CACDB">
                      <wp:simplePos x="0" y="0"/>
                      <wp:positionH relativeFrom="column">
                        <wp:posOffset>1320800</wp:posOffset>
                      </wp:positionH>
                      <wp:positionV relativeFrom="paragraph">
                        <wp:posOffset>431800</wp:posOffset>
                      </wp:positionV>
                      <wp:extent cx="1003300" cy="698500"/>
                      <wp:effectExtent l="0" t="0" r="0" b="0"/>
                      <wp:wrapNone/>
                      <wp:docPr id="432" name="Rectangle 4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E0FCAAE-D2DE-3C4A-8CFB-C7B5C16943A4}"/>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2" o:spid="_x0000_s1049" style="position:absolute;margin-left:104pt;margin-top:34pt;width:79pt;height:55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V1vJlz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5888" behindDoc="0" locked="0" layoutInCell="1" allowOverlap="1" wp14:anchorId="51A04046" wp14:editId="0BCE9ADE">
                      <wp:simplePos x="0" y="0"/>
                      <wp:positionH relativeFrom="column">
                        <wp:posOffset>1295400</wp:posOffset>
                      </wp:positionH>
                      <wp:positionV relativeFrom="paragraph">
                        <wp:posOffset>431800</wp:posOffset>
                      </wp:positionV>
                      <wp:extent cx="1003300" cy="698500"/>
                      <wp:effectExtent l="0" t="0" r="0" b="0"/>
                      <wp:wrapNone/>
                      <wp:docPr id="808" name="Rectangle 80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5D17BBB-7A29-854A-9FB4-823ED797679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8" o:spid="_x0000_s1050" style="position:absolute;margin-left:102pt;margin-top:34pt;width:79pt;height:55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K8StRw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6912" behindDoc="0" locked="0" layoutInCell="1" allowOverlap="1" wp14:anchorId="1017FD89" wp14:editId="03661DCE">
                      <wp:simplePos x="0" y="0"/>
                      <wp:positionH relativeFrom="column">
                        <wp:posOffset>1295400</wp:posOffset>
                      </wp:positionH>
                      <wp:positionV relativeFrom="paragraph">
                        <wp:posOffset>431800</wp:posOffset>
                      </wp:positionV>
                      <wp:extent cx="1003300" cy="698500"/>
                      <wp:effectExtent l="0" t="0" r="0" b="0"/>
                      <wp:wrapNone/>
                      <wp:docPr id="809" name="Rectangle 80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B1DCE8E-51E9-9E42-9817-F760E194E13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9" o:spid="_x0000_s1051" style="position:absolute;margin-left:102pt;margin-top:34pt;width:79pt;height:55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VbOgIAAD8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1SPlWzoCAAA/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7936" behindDoc="0" locked="0" layoutInCell="1" allowOverlap="1" wp14:anchorId="7F9221AD" wp14:editId="2422F2BE">
                      <wp:simplePos x="0" y="0"/>
                      <wp:positionH relativeFrom="column">
                        <wp:posOffset>1295400</wp:posOffset>
                      </wp:positionH>
                      <wp:positionV relativeFrom="paragraph">
                        <wp:posOffset>431800</wp:posOffset>
                      </wp:positionV>
                      <wp:extent cx="1003300" cy="698500"/>
                      <wp:effectExtent l="0" t="0" r="0" b="0"/>
                      <wp:wrapNone/>
                      <wp:docPr id="810" name="Rectangle 81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E0B302B-329F-704B-8F92-D1B9F7ABFF08}"/>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0" o:spid="_x0000_s1052" style="position:absolute;margin-left:102pt;margin-top:34pt;width:79pt;height:55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CkvXI2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8960" behindDoc="0" locked="0" layoutInCell="1" allowOverlap="1" wp14:anchorId="6BC73777" wp14:editId="54A7C544">
                      <wp:simplePos x="0" y="0"/>
                      <wp:positionH relativeFrom="column">
                        <wp:posOffset>1295400</wp:posOffset>
                      </wp:positionH>
                      <wp:positionV relativeFrom="paragraph">
                        <wp:posOffset>431800</wp:posOffset>
                      </wp:positionV>
                      <wp:extent cx="1003300" cy="698500"/>
                      <wp:effectExtent l="0" t="0" r="0" b="0"/>
                      <wp:wrapNone/>
                      <wp:docPr id="811" name="Rectangle 81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46D67B6-DC46-654D-A875-2DBC5C407F9A}"/>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1" o:spid="_x0000_s1053" style="position:absolute;margin-left:102pt;margin-top:34pt;width:79pt;height:55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ejCJx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9984" behindDoc="0" locked="0" layoutInCell="1" allowOverlap="1" wp14:anchorId="4347B76A" wp14:editId="3154450F">
                      <wp:simplePos x="0" y="0"/>
                      <wp:positionH relativeFrom="column">
                        <wp:posOffset>1295400</wp:posOffset>
                      </wp:positionH>
                      <wp:positionV relativeFrom="paragraph">
                        <wp:posOffset>431800</wp:posOffset>
                      </wp:positionV>
                      <wp:extent cx="1003300" cy="698500"/>
                      <wp:effectExtent l="0" t="0" r="0" b="0"/>
                      <wp:wrapNone/>
                      <wp:docPr id="812" name="Rectangle 81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F1C1EDA-158B-154D-ACE4-AF6D57EAF98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2" o:spid="_x0000_s1054" style="position:absolute;margin-left:102pt;margin-top:34pt;width:79pt;height:55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AJoyhh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1008" behindDoc="0" locked="0" layoutInCell="1" allowOverlap="1" wp14:anchorId="08EA2B57" wp14:editId="1A8D68BF">
                      <wp:simplePos x="0" y="0"/>
                      <wp:positionH relativeFrom="column">
                        <wp:posOffset>1295400</wp:posOffset>
                      </wp:positionH>
                      <wp:positionV relativeFrom="paragraph">
                        <wp:posOffset>431800</wp:posOffset>
                      </wp:positionV>
                      <wp:extent cx="1003300" cy="698500"/>
                      <wp:effectExtent l="0" t="0" r="0" b="0"/>
                      <wp:wrapNone/>
                      <wp:docPr id="813" name="Rectangle 8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A78C19-E92A-E146-B1AB-A03516C1BFF8}"/>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3" o:spid="_x0000_s1055" style="position:absolute;margin-left:102pt;margin-top:34pt;width:79pt;height:55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T3aOQIAAD8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pmT3a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2032" behindDoc="0" locked="0" layoutInCell="1" allowOverlap="1" wp14:anchorId="3DF82D72" wp14:editId="74F441E2">
                      <wp:simplePos x="0" y="0"/>
                      <wp:positionH relativeFrom="column">
                        <wp:posOffset>1295400</wp:posOffset>
                      </wp:positionH>
                      <wp:positionV relativeFrom="paragraph">
                        <wp:posOffset>431800</wp:posOffset>
                      </wp:positionV>
                      <wp:extent cx="1003300" cy="698500"/>
                      <wp:effectExtent l="0" t="0" r="0" b="0"/>
                      <wp:wrapNone/>
                      <wp:docPr id="814" name="Rectangle 81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BA47120-C8D3-FF4E-871B-DD85F3397255}"/>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4" o:spid="_x0000_s1056" style="position:absolute;margin-left:102pt;margin-top:34pt;width:79pt;height:55pt;z-index:25169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IHyhKQ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3056" behindDoc="0" locked="0" layoutInCell="1" allowOverlap="1" wp14:anchorId="59906247" wp14:editId="13171C48">
                      <wp:simplePos x="0" y="0"/>
                      <wp:positionH relativeFrom="column">
                        <wp:posOffset>1295400</wp:posOffset>
                      </wp:positionH>
                      <wp:positionV relativeFrom="paragraph">
                        <wp:posOffset>431800</wp:posOffset>
                      </wp:positionV>
                      <wp:extent cx="1003300" cy="698500"/>
                      <wp:effectExtent l="0" t="0" r="0" b="0"/>
                      <wp:wrapNone/>
                      <wp:docPr id="815" name="Rectangle 81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E754C08-E5E5-9E4F-8340-1B2A0DC06EC5}"/>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5" o:spid="_x0000_s1057" style="position:absolute;margin-left:102pt;margin-top:34pt;width:79pt;height:55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9TjOQIAAD8EAAAOAAAAZHJzL2Uyb0RvYy54bWysU0tv2zAMvg/YfxB0d/yMa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7w9Tj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4080" behindDoc="0" locked="0" layoutInCell="1" allowOverlap="1" wp14:anchorId="78A4AB81" wp14:editId="60545A4A">
                      <wp:simplePos x="0" y="0"/>
                      <wp:positionH relativeFrom="column">
                        <wp:posOffset>1295400</wp:posOffset>
                      </wp:positionH>
                      <wp:positionV relativeFrom="paragraph">
                        <wp:posOffset>431800</wp:posOffset>
                      </wp:positionV>
                      <wp:extent cx="1003300" cy="698500"/>
                      <wp:effectExtent l="0" t="0" r="0" b="0"/>
                      <wp:wrapNone/>
                      <wp:docPr id="816" name="Rectangle 81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B272C9D-376D-4645-834F-8C7FA319980F}"/>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6" o:spid="_x0000_s1058" style="position:absolute;margin-left:102pt;margin-top:34pt;width:79pt;height:55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r1OQIAAD8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Aai5r1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5104" behindDoc="0" locked="0" layoutInCell="1" allowOverlap="1" wp14:anchorId="1F18AE6A" wp14:editId="10E7D0B5">
                      <wp:simplePos x="0" y="0"/>
                      <wp:positionH relativeFrom="column">
                        <wp:posOffset>1295400</wp:posOffset>
                      </wp:positionH>
                      <wp:positionV relativeFrom="paragraph">
                        <wp:posOffset>431800</wp:posOffset>
                      </wp:positionV>
                      <wp:extent cx="1003300" cy="698500"/>
                      <wp:effectExtent l="0" t="0" r="0" b="0"/>
                      <wp:wrapNone/>
                      <wp:docPr id="817" name="Rectangle 81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B28B464-F589-3A4D-8AA1-BEDBA14FDEF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7" o:spid="_x0000_s1059" style="position:absolute;margin-left:102pt;margin-top:34pt;width:79pt;height:55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gusqy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6128" behindDoc="0" locked="0" layoutInCell="1" allowOverlap="1" wp14:anchorId="283E6C13" wp14:editId="7DC4D0D7">
                      <wp:simplePos x="0" y="0"/>
                      <wp:positionH relativeFrom="column">
                        <wp:posOffset>1295400</wp:posOffset>
                      </wp:positionH>
                      <wp:positionV relativeFrom="paragraph">
                        <wp:posOffset>431800</wp:posOffset>
                      </wp:positionV>
                      <wp:extent cx="1003300" cy="698500"/>
                      <wp:effectExtent l="0" t="0" r="0" b="0"/>
                      <wp:wrapNone/>
                      <wp:docPr id="818" name="Rectangle 81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202C1F5-AF1E-3248-BAD6-2B0A652FC278}"/>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8" o:spid="_x0000_s1060" style="position:absolute;margin-left:102pt;margin-top:34pt;width:79pt;height:55pt;z-index:25169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Xbfmt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7152" behindDoc="0" locked="0" layoutInCell="1" allowOverlap="1" wp14:anchorId="028CD44D" wp14:editId="6FB93BC0">
                      <wp:simplePos x="0" y="0"/>
                      <wp:positionH relativeFrom="column">
                        <wp:posOffset>1295400</wp:posOffset>
                      </wp:positionH>
                      <wp:positionV relativeFrom="paragraph">
                        <wp:posOffset>431800</wp:posOffset>
                      </wp:positionV>
                      <wp:extent cx="1003300" cy="698500"/>
                      <wp:effectExtent l="0" t="0" r="0" b="0"/>
                      <wp:wrapNone/>
                      <wp:docPr id="819" name="Rectangle 81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72E4CF3-CA56-724C-BE53-6A31BEB6953E}"/>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9" o:spid="_x0000_s1061" style="position:absolute;margin-left:102pt;margin-top:34pt;width:79pt;height:55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wWOgIAAD8EAAAOAAAAZHJzL2Uyb0RvYy54bWysU0tv2zAMvg/YfxB0d/yMa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t1fsFjoCAAA/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8176" behindDoc="0" locked="0" layoutInCell="1" allowOverlap="1" wp14:anchorId="30363448" wp14:editId="2A807E8E">
                      <wp:simplePos x="0" y="0"/>
                      <wp:positionH relativeFrom="column">
                        <wp:posOffset>1295400</wp:posOffset>
                      </wp:positionH>
                      <wp:positionV relativeFrom="paragraph">
                        <wp:posOffset>431800</wp:posOffset>
                      </wp:positionV>
                      <wp:extent cx="1003300" cy="698500"/>
                      <wp:effectExtent l="0" t="0" r="0" b="0"/>
                      <wp:wrapNone/>
                      <wp:docPr id="820" name="Rectangle 82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33E0BE7-5B1E-4645-8D63-93D8976FE6B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0" o:spid="_x0000_s1062" style="position:absolute;margin-left:102pt;margin-top:34pt;width:79pt;height:55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EW5tE4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9200" behindDoc="0" locked="0" layoutInCell="1" allowOverlap="1" wp14:anchorId="1E83E39B" wp14:editId="44BF78DD">
                      <wp:simplePos x="0" y="0"/>
                      <wp:positionH relativeFrom="column">
                        <wp:posOffset>1295400</wp:posOffset>
                      </wp:positionH>
                      <wp:positionV relativeFrom="paragraph">
                        <wp:posOffset>431800</wp:posOffset>
                      </wp:positionV>
                      <wp:extent cx="1003300" cy="698500"/>
                      <wp:effectExtent l="0" t="0" r="0" b="0"/>
                      <wp:wrapNone/>
                      <wp:docPr id="821" name="Rectangle 8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8BF7C56-2D71-794F-A6AA-CAD5D0E15FED}"/>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1" o:spid="_x0000_s1063" style="position:absolute;margin-left:102pt;margin-top:34pt;width:79pt;height:55pt;z-index:25169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JOQIAAD8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A/iOQJ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0224" behindDoc="0" locked="0" layoutInCell="1" allowOverlap="1" wp14:anchorId="008CA209" wp14:editId="2E30EE64">
                      <wp:simplePos x="0" y="0"/>
                      <wp:positionH relativeFrom="column">
                        <wp:posOffset>1295400</wp:posOffset>
                      </wp:positionH>
                      <wp:positionV relativeFrom="paragraph">
                        <wp:posOffset>431800</wp:posOffset>
                      </wp:positionV>
                      <wp:extent cx="1003300" cy="698500"/>
                      <wp:effectExtent l="0" t="0" r="0" b="0"/>
                      <wp:wrapNone/>
                      <wp:docPr id="822" name="Rectangle 8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60A937D-E75E-4045-8007-12434AC105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2" o:spid="_x0000_s1064" style="position:absolute;margin-left:102pt;margin-top:34pt;width:79pt;height:55pt;z-index:25170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yrKvl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1248" behindDoc="0" locked="0" layoutInCell="1" allowOverlap="1" wp14:anchorId="263631DF" wp14:editId="0823F831">
                      <wp:simplePos x="0" y="0"/>
                      <wp:positionH relativeFrom="column">
                        <wp:posOffset>1295400</wp:posOffset>
                      </wp:positionH>
                      <wp:positionV relativeFrom="paragraph">
                        <wp:posOffset>431800</wp:posOffset>
                      </wp:positionV>
                      <wp:extent cx="1003300" cy="698500"/>
                      <wp:effectExtent l="0" t="0" r="0" b="0"/>
                      <wp:wrapNone/>
                      <wp:docPr id="823" name="Rectangle 82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5A1CBD7-C5C4-A34B-8AE1-93C71CB5BD0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3" o:spid="_x0000_s1065" style="position:absolute;margin-left:102pt;margin-top:34pt;width:79pt;height:55pt;z-index:251701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Iid+6I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2272" behindDoc="0" locked="0" layoutInCell="1" allowOverlap="1" wp14:anchorId="66F52629" wp14:editId="65C5D77C">
                      <wp:simplePos x="0" y="0"/>
                      <wp:positionH relativeFrom="column">
                        <wp:posOffset>1295400</wp:posOffset>
                      </wp:positionH>
                      <wp:positionV relativeFrom="paragraph">
                        <wp:posOffset>431800</wp:posOffset>
                      </wp:positionV>
                      <wp:extent cx="1003300" cy="698500"/>
                      <wp:effectExtent l="0" t="0" r="0" b="0"/>
                      <wp:wrapNone/>
                      <wp:docPr id="824" name="Rectangle 8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58A4EA9-5244-5F4B-9AFA-B78470D0105F}"/>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4" o:spid="_x0000_s1066" style="position:absolute;margin-left:102pt;margin-top:34pt;width:79pt;height:55pt;z-index:251702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soOAIAAD8EAAAOAAAAZHJzL2Uyb0RvYy54bWysU99vmzAQfp+0/8HyO4EAJ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IdD6yg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3296" behindDoc="0" locked="0" layoutInCell="1" allowOverlap="1" wp14:anchorId="71E89772" wp14:editId="0306E3BC">
                      <wp:simplePos x="0" y="0"/>
                      <wp:positionH relativeFrom="column">
                        <wp:posOffset>1295400</wp:posOffset>
                      </wp:positionH>
                      <wp:positionV relativeFrom="paragraph">
                        <wp:posOffset>431800</wp:posOffset>
                      </wp:positionV>
                      <wp:extent cx="1003300" cy="698500"/>
                      <wp:effectExtent l="0" t="0" r="0" b="0"/>
                      <wp:wrapNone/>
                      <wp:docPr id="825" name="Rectangle 82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A248361-5C7B-144C-B065-524A6E048CD7}"/>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5" o:spid="_x0000_s1067" style="position:absolute;margin-left:102pt;margin-top:34pt;width:79pt;height:55pt;z-index:25170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f6TOQIAAD8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nef6T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4320" behindDoc="0" locked="0" layoutInCell="1" allowOverlap="1" wp14:anchorId="3A5B4564" wp14:editId="5A81D99B">
                      <wp:simplePos x="0" y="0"/>
                      <wp:positionH relativeFrom="column">
                        <wp:posOffset>1295400</wp:posOffset>
                      </wp:positionH>
                      <wp:positionV relativeFrom="paragraph">
                        <wp:posOffset>431800</wp:posOffset>
                      </wp:positionV>
                      <wp:extent cx="1003300" cy="698500"/>
                      <wp:effectExtent l="0" t="0" r="0" b="0"/>
                      <wp:wrapNone/>
                      <wp:docPr id="826" name="Rectangle 82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E674246-DC32-D049-A268-EE64A4D2E20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6" o:spid="_x0000_s1068" style="position:absolute;margin-left:102pt;margin-top:34pt;width:79pt;height:55pt;z-index:25170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AcOvV5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5344" behindDoc="0" locked="0" layoutInCell="1" allowOverlap="1" wp14:anchorId="4285FCB4" wp14:editId="293C66B9">
                      <wp:simplePos x="0" y="0"/>
                      <wp:positionH relativeFrom="column">
                        <wp:posOffset>1295400</wp:posOffset>
                      </wp:positionH>
                      <wp:positionV relativeFrom="paragraph">
                        <wp:posOffset>431800</wp:posOffset>
                      </wp:positionV>
                      <wp:extent cx="1003300" cy="698500"/>
                      <wp:effectExtent l="0" t="0" r="0" b="0"/>
                      <wp:wrapNone/>
                      <wp:docPr id="827" name="Rectangle 8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C1444E8-E7C5-3F4F-883F-1AEEEB026481}"/>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7" o:spid="_x0000_s1069" style="position:absolute;margin-left:102pt;margin-top:34pt;width:79pt;height:55pt;z-index:25170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6U+OgIAAD8EAAAOAAAAZHJzL2Uyb0RvYy54bWysU99vmzAQfp+0/8HyO4EAJ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ZgulPjoCAAA/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6368" behindDoc="0" locked="0" layoutInCell="1" allowOverlap="1" wp14:anchorId="0D3D9F2D" wp14:editId="10103E45">
                      <wp:simplePos x="0" y="0"/>
                      <wp:positionH relativeFrom="column">
                        <wp:posOffset>1295400</wp:posOffset>
                      </wp:positionH>
                      <wp:positionV relativeFrom="paragraph">
                        <wp:posOffset>431800</wp:posOffset>
                      </wp:positionV>
                      <wp:extent cx="1003300" cy="698500"/>
                      <wp:effectExtent l="0" t="0" r="0" b="0"/>
                      <wp:wrapNone/>
                      <wp:docPr id="828" name="Rectangle 8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D1E3A1F-51CA-A141-A4CB-FED21D310CD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8" o:spid="_x0000_s1070" style="position:absolute;margin-left:102pt;margin-top:34pt;width:79pt;height:55pt;z-index:25170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L19Pd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7392" behindDoc="0" locked="0" layoutInCell="1" allowOverlap="1" wp14:anchorId="5A318407" wp14:editId="38A2EBC4">
                      <wp:simplePos x="0" y="0"/>
                      <wp:positionH relativeFrom="column">
                        <wp:posOffset>1295400</wp:posOffset>
                      </wp:positionH>
                      <wp:positionV relativeFrom="paragraph">
                        <wp:posOffset>431800</wp:posOffset>
                      </wp:positionV>
                      <wp:extent cx="1003300" cy="698500"/>
                      <wp:effectExtent l="0" t="0" r="0" b="0"/>
                      <wp:wrapNone/>
                      <wp:docPr id="829" name="Rectangle 82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723C7EB-032F-3A4A-AFE9-946EAD261501}"/>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9" o:spid="_x0000_s1071" style="position:absolute;margin-left:102pt;margin-top:34pt;width:79pt;height:55pt;z-index:25170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oOaOAIAAD8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LHmg5o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8416" behindDoc="0" locked="0" layoutInCell="1" allowOverlap="1" wp14:anchorId="5D3B9545" wp14:editId="51DA5474">
                      <wp:simplePos x="0" y="0"/>
                      <wp:positionH relativeFrom="column">
                        <wp:posOffset>1295400</wp:posOffset>
                      </wp:positionH>
                      <wp:positionV relativeFrom="paragraph">
                        <wp:posOffset>431800</wp:posOffset>
                      </wp:positionV>
                      <wp:extent cx="1003300" cy="698500"/>
                      <wp:effectExtent l="0" t="0" r="0" b="0"/>
                      <wp:wrapNone/>
                      <wp:docPr id="830" name="Rectangle 8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5ADCD84-F53B-554C-A2F3-57879C37461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30" o:spid="_x0000_s1072" style="position:absolute;margin-left:102pt;margin-top:34pt;width:79pt;height:55pt;z-index:251708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ac1EL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9440" behindDoc="0" locked="0" layoutInCell="1" allowOverlap="1" wp14:anchorId="3FE6BE8E" wp14:editId="12293451">
                      <wp:simplePos x="0" y="0"/>
                      <wp:positionH relativeFrom="column">
                        <wp:posOffset>1295400</wp:posOffset>
                      </wp:positionH>
                      <wp:positionV relativeFrom="paragraph">
                        <wp:posOffset>431800</wp:posOffset>
                      </wp:positionV>
                      <wp:extent cx="1003300" cy="698500"/>
                      <wp:effectExtent l="0" t="0" r="0" b="0"/>
                      <wp:wrapNone/>
                      <wp:docPr id="831" name="Rectangle 83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3C811FF-1A7A-974B-A5E8-7D53363DBF2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31" o:spid="_x0000_s1073" style="position:absolute;margin-left:102pt;margin-top:34pt;width:79pt;height:55pt;z-index:251709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USwOQIAAD8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C6SUSw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p>
        </w:tc>
        <w:tc>
          <w:tcPr>
            <w:tcW w:w="3577"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rsidR="00F14F57" w:rsidRPr="00F14F57" w:rsidRDefault="00F14F57" w:rsidP="00F14F57">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710464" behindDoc="0" locked="0" layoutInCell="1" allowOverlap="1" wp14:anchorId="51C8BC06" wp14:editId="1CE21FA7">
                      <wp:simplePos x="0" y="0"/>
                      <wp:positionH relativeFrom="column">
                        <wp:posOffset>1320800</wp:posOffset>
                      </wp:positionH>
                      <wp:positionV relativeFrom="paragraph">
                        <wp:posOffset>431800</wp:posOffset>
                      </wp:positionV>
                      <wp:extent cx="1003300" cy="698500"/>
                      <wp:effectExtent l="0" t="0" r="0" b="0"/>
                      <wp:wrapNone/>
                      <wp:docPr id="2319" name="Rectangle 231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C0C07F5-87C2-9E42-856B-72F4071AA0A3}"/>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9" o:spid="_x0000_s1074" style="position:absolute;margin-left:104pt;margin-top:34pt;width:79pt;height:55pt;z-index:251710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DpE7+L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1488" behindDoc="0" locked="0" layoutInCell="1" allowOverlap="1" wp14:anchorId="29E50B9B" wp14:editId="52FB0D27">
                      <wp:simplePos x="0" y="0"/>
                      <wp:positionH relativeFrom="column">
                        <wp:posOffset>1320800</wp:posOffset>
                      </wp:positionH>
                      <wp:positionV relativeFrom="paragraph">
                        <wp:posOffset>431800</wp:posOffset>
                      </wp:positionV>
                      <wp:extent cx="1003300" cy="698500"/>
                      <wp:effectExtent l="0" t="0" r="0" b="0"/>
                      <wp:wrapNone/>
                      <wp:docPr id="2320" name="Rectangle 23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ECDA485-AA90-E543-8909-16555DE9A1B2}"/>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0" o:spid="_x0000_s1075" style="position:absolute;margin-left:104pt;margin-top:34pt;width:79pt;height:55pt;z-index:251711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m2WDAj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2512" behindDoc="0" locked="0" layoutInCell="1" allowOverlap="1" wp14:anchorId="043474D4" wp14:editId="6B728C74">
                      <wp:simplePos x="0" y="0"/>
                      <wp:positionH relativeFrom="column">
                        <wp:posOffset>1320800</wp:posOffset>
                      </wp:positionH>
                      <wp:positionV relativeFrom="paragraph">
                        <wp:posOffset>431800</wp:posOffset>
                      </wp:positionV>
                      <wp:extent cx="1003300" cy="698500"/>
                      <wp:effectExtent l="0" t="0" r="0" b="0"/>
                      <wp:wrapNone/>
                      <wp:docPr id="2321" name="Rectangle 23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46A1D9-EAB4-D64F-ACD3-AE7335D6EFEC}"/>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1" o:spid="_x0000_s1076" style="position:absolute;margin-left:104pt;margin-top:34pt;width:79pt;height:55pt;z-index:25171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xZZMIT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3536" behindDoc="0" locked="0" layoutInCell="1" allowOverlap="1" wp14:anchorId="24833B1F" wp14:editId="597FED33">
                      <wp:simplePos x="0" y="0"/>
                      <wp:positionH relativeFrom="column">
                        <wp:posOffset>1320800</wp:posOffset>
                      </wp:positionH>
                      <wp:positionV relativeFrom="paragraph">
                        <wp:posOffset>431800</wp:posOffset>
                      </wp:positionV>
                      <wp:extent cx="1003300" cy="698500"/>
                      <wp:effectExtent l="0" t="0" r="0" b="0"/>
                      <wp:wrapNone/>
                      <wp:docPr id="2322" name="Rectangle 232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713B9C9-1BD5-E947-8C24-A80C7D18B9A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2" o:spid="_x0000_s1077" style="position:absolute;margin-left:104pt;margin-top:34pt;width:79pt;height:55pt;z-index:25171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FYsYq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4560" behindDoc="0" locked="0" layoutInCell="1" allowOverlap="1" wp14:anchorId="1BBBAEAC" wp14:editId="0A28BA9B">
                      <wp:simplePos x="0" y="0"/>
                      <wp:positionH relativeFrom="column">
                        <wp:posOffset>1320800</wp:posOffset>
                      </wp:positionH>
                      <wp:positionV relativeFrom="paragraph">
                        <wp:posOffset>431800</wp:posOffset>
                      </wp:positionV>
                      <wp:extent cx="1003300" cy="698500"/>
                      <wp:effectExtent l="0" t="0" r="0" b="0"/>
                      <wp:wrapNone/>
                      <wp:docPr id="2323" name="Rectangle 23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9ACA700-D514-3F49-A3DE-55D0AD14D592}"/>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3" o:spid="_x0000_s1078" style="position:absolute;margin-left:104pt;margin-top:34pt;width:79pt;height:55pt;z-index:25171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9Yo5tj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5584" behindDoc="0" locked="0" layoutInCell="1" allowOverlap="1" wp14:anchorId="578B6FAC" wp14:editId="1B480F80">
                      <wp:simplePos x="0" y="0"/>
                      <wp:positionH relativeFrom="column">
                        <wp:posOffset>1320800</wp:posOffset>
                      </wp:positionH>
                      <wp:positionV relativeFrom="paragraph">
                        <wp:posOffset>431800</wp:posOffset>
                      </wp:positionV>
                      <wp:extent cx="1003300" cy="698500"/>
                      <wp:effectExtent l="0" t="0" r="0" b="0"/>
                      <wp:wrapNone/>
                      <wp:docPr id="2324" name="Rectangle 23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DE8B98B-5119-B440-B681-90F54C56BD3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4" o:spid="_x0000_s1079" style="position:absolute;margin-left:104pt;margin-top:34pt;width:79pt;height:55pt;z-index:25171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6pBt4j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6608" behindDoc="0" locked="0" layoutInCell="1" allowOverlap="1" wp14:anchorId="36875833" wp14:editId="014F66EF">
                      <wp:simplePos x="0" y="0"/>
                      <wp:positionH relativeFrom="column">
                        <wp:posOffset>1320800</wp:posOffset>
                      </wp:positionH>
                      <wp:positionV relativeFrom="paragraph">
                        <wp:posOffset>431800</wp:posOffset>
                      </wp:positionV>
                      <wp:extent cx="1003300" cy="698500"/>
                      <wp:effectExtent l="0" t="0" r="0" b="0"/>
                      <wp:wrapNone/>
                      <wp:docPr id="2325" name="Rectangle 232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712FF6-BBB1-4F47-A7EC-2DC180EC9C76}"/>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5" o:spid="_x0000_s1080" style="position:absolute;margin-left:104pt;margin-top:34pt;width:79pt;height:55pt;z-index:251716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IoOg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D+o5Io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7632" behindDoc="0" locked="0" layoutInCell="1" allowOverlap="1" wp14:anchorId="5E2CA076" wp14:editId="7114AD33">
                      <wp:simplePos x="0" y="0"/>
                      <wp:positionH relativeFrom="column">
                        <wp:posOffset>1320800</wp:posOffset>
                      </wp:positionH>
                      <wp:positionV relativeFrom="paragraph">
                        <wp:posOffset>431800</wp:posOffset>
                      </wp:positionV>
                      <wp:extent cx="1003300" cy="698500"/>
                      <wp:effectExtent l="0" t="0" r="0" b="0"/>
                      <wp:wrapNone/>
                      <wp:docPr id="2326" name="Rectangle 23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D404F8-7760-B542-8460-C3DCBA347FAC}"/>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6" o:spid="_x0000_s1081" style="position:absolute;margin-left:104pt;margin-top:34pt;width:79pt;height:55pt;z-index:251717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D5XGCM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8656" behindDoc="0" locked="0" layoutInCell="1" allowOverlap="1" wp14:anchorId="41457D21" wp14:editId="21DE41B8">
                      <wp:simplePos x="0" y="0"/>
                      <wp:positionH relativeFrom="column">
                        <wp:posOffset>1320800</wp:posOffset>
                      </wp:positionH>
                      <wp:positionV relativeFrom="paragraph">
                        <wp:posOffset>431800</wp:posOffset>
                      </wp:positionV>
                      <wp:extent cx="1003300" cy="698500"/>
                      <wp:effectExtent l="0" t="0" r="0" b="0"/>
                      <wp:wrapNone/>
                      <wp:docPr id="2327" name="Rectangle 23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A36C426-9A10-4842-A44B-077D75E2A3EF}"/>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7" o:spid="_x0000_s1082" style="position:absolute;margin-left:104pt;margin-top:34pt;width:79pt;height:55pt;z-index:251718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NS0okM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9680" behindDoc="0" locked="0" layoutInCell="1" allowOverlap="1" wp14:anchorId="668BE471" wp14:editId="1FC7B086">
                      <wp:simplePos x="0" y="0"/>
                      <wp:positionH relativeFrom="column">
                        <wp:posOffset>1320800</wp:posOffset>
                      </wp:positionH>
                      <wp:positionV relativeFrom="paragraph">
                        <wp:posOffset>431800</wp:posOffset>
                      </wp:positionV>
                      <wp:extent cx="1003300" cy="698500"/>
                      <wp:effectExtent l="0" t="0" r="0" b="0"/>
                      <wp:wrapNone/>
                      <wp:docPr id="2328" name="Rectangle 232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645444D-DC3B-3E44-8201-FE03C63627A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8" o:spid="_x0000_s1083" style="position:absolute;margin-left:104pt;margin-top:34pt;width:79pt;height:55pt;z-index:251719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Gmj1dz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0704" behindDoc="0" locked="0" layoutInCell="1" allowOverlap="1" wp14:anchorId="4ACBC69E" wp14:editId="068F6F3F">
                      <wp:simplePos x="0" y="0"/>
                      <wp:positionH relativeFrom="column">
                        <wp:posOffset>1320800</wp:posOffset>
                      </wp:positionH>
                      <wp:positionV relativeFrom="paragraph">
                        <wp:posOffset>431800</wp:posOffset>
                      </wp:positionV>
                      <wp:extent cx="1003300" cy="698500"/>
                      <wp:effectExtent l="0" t="0" r="0" b="0"/>
                      <wp:wrapNone/>
                      <wp:docPr id="2329" name="Rectangle 23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BE76E0D-FD8B-1642-9F2C-D4B1808DCED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9" o:spid="_x0000_s1084" style="position:absolute;margin-left:104pt;margin-top:34pt;width:79pt;height:55pt;z-index:251720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MbsCxE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1728" behindDoc="0" locked="0" layoutInCell="1" allowOverlap="1" wp14:anchorId="47AB812E" wp14:editId="19878B85">
                      <wp:simplePos x="0" y="0"/>
                      <wp:positionH relativeFrom="column">
                        <wp:posOffset>1320800</wp:posOffset>
                      </wp:positionH>
                      <wp:positionV relativeFrom="paragraph">
                        <wp:posOffset>431800</wp:posOffset>
                      </wp:positionV>
                      <wp:extent cx="1003300" cy="698500"/>
                      <wp:effectExtent l="0" t="0" r="0" b="0"/>
                      <wp:wrapNone/>
                      <wp:docPr id="2330" name="Rectangle 23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4F2347D-FB6F-1241-8F57-CA673F8B649B}"/>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0" o:spid="_x0000_s1085" style="position:absolute;margin-left:104pt;margin-top:34pt;width:79pt;height:55pt;z-index:25172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Q0ekET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2752" behindDoc="0" locked="0" layoutInCell="1" allowOverlap="1" wp14:anchorId="00001D93" wp14:editId="1F7B42FB">
                      <wp:simplePos x="0" y="0"/>
                      <wp:positionH relativeFrom="column">
                        <wp:posOffset>1320800</wp:posOffset>
                      </wp:positionH>
                      <wp:positionV relativeFrom="paragraph">
                        <wp:posOffset>431800</wp:posOffset>
                      </wp:positionV>
                      <wp:extent cx="1003300" cy="698500"/>
                      <wp:effectExtent l="0" t="0" r="0" b="0"/>
                      <wp:wrapNone/>
                      <wp:docPr id="2331" name="Rectangle 233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3E96DA0-EA67-8343-950F-43D2BCC62B95}"/>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1" o:spid="_x0000_s1086" style="position:absolute;margin-left:104pt;margin-top:34pt;width:79pt;height:55pt;z-index:25172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BaLLad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3776" behindDoc="0" locked="0" layoutInCell="1" allowOverlap="1" wp14:anchorId="56C561F6" wp14:editId="6D4C0CA1">
                      <wp:simplePos x="0" y="0"/>
                      <wp:positionH relativeFrom="column">
                        <wp:posOffset>1320800</wp:posOffset>
                      </wp:positionH>
                      <wp:positionV relativeFrom="paragraph">
                        <wp:posOffset>431800</wp:posOffset>
                      </wp:positionV>
                      <wp:extent cx="1003300" cy="698500"/>
                      <wp:effectExtent l="0" t="0" r="0" b="0"/>
                      <wp:wrapNone/>
                      <wp:docPr id="2332" name="Rectangle 23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CD6BBFF-E9AE-BA49-B05A-D2734E2FC4EA}"/>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2" o:spid="_x0000_s1087" style="position:absolute;margin-left:104pt;margin-top:34pt;width:79pt;height:55pt;z-index:251723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Ca2DyW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4800" behindDoc="0" locked="0" layoutInCell="1" allowOverlap="1" wp14:anchorId="198D7CC5" wp14:editId="63F843D7">
                      <wp:simplePos x="0" y="0"/>
                      <wp:positionH relativeFrom="column">
                        <wp:posOffset>1320800</wp:posOffset>
                      </wp:positionH>
                      <wp:positionV relativeFrom="paragraph">
                        <wp:posOffset>431800</wp:posOffset>
                      </wp:positionV>
                      <wp:extent cx="1003300" cy="698500"/>
                      <wp:effectExtent l="0" t="0" r="0" b="0"/>
                      <wp:wrapNone/>
                      <wp:docPr id="2333" name="Rectangle 23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DDA1F1-B07F-B34E-9F70-DA5AFEA5DEFB}"/>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3" o:spid="_x0000_s1088" style="position:absolute;margin-left:104pt;margin-top:34pt;width:79pt;height:55pt;z-index:25172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HA7hvY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5824" behindDoc="0" locked="0" layoutInCell="1" allowOverlap="1" wp14:anchorId="464F8ABD" wp14:editId="748A4342">
                      <wp:simplePos x="0" y="0"/>
                      <wp:positionH relativeFrom="column">
                        <wp:posOffset>1320800</wp:posOffset>
                      </wp:positionH>
                      <wp:positionV relativeFrom="paragraph">
                        <wp:posOffset>431800</wp:posOffset>
                      </wp:positionV>
                      <wp:extent cx="1003300" cy="698500"/>
                      <wp:effectExtent l="0" t="0" r="0" b="0"/>
                      <wp:wrapNone/>
                      <wp:docPr id="2334" name="Rectangle 233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6B79D75-86C1-FD45-8CE5-85B32383F095}"/>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4" o:spid="_x0000_s1089" style="position:absolute;margin-left:104pt;margin-top:34pt;width:79pt;height:55pt;z-index:251725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HUql145AgAAQQ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6848" behindDoc="0" locked="0" layoutInCell="1" allowOverlap="1" wp14:anchorId="77432991" wp14:editId="669EA3C6">
                      <wp:simplePos x="0" y="0"/>
                      <wp:positionH relativeFrom="column">
                        <wp:posOffset>1320800</wp:posOffset>
                      </wp:positionH>
                      <wp:positionV relativeFrom="paragraph">
                        <wp:posOffset>431800</wp:posOffset>
                      </wp:positionV>
                      <wp:extent cx="1003300" cy="698500"/>
                      <wp:effectExtent l="0" t="0" r="0" b="0"/>
                      <wp:wrapNone/>
                      <wp:docPr id="2335" name="Rectangle 233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AB329C3-5023-0245-B5EB-4D4B17410568}"/>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5" o:spid="_x0000_s1090" style="position:absolute;margin-left:104pt;margin-top:34pt;width:79pt;height:55pt;z-index:251726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GEZaJQ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7872" behindDoc="0" locked="0" layoutInCell="1" allowOverlap="1" wp14:anchorId="6EFDC5C2" wp14:editId="189893B9">
                      <wp:simplePos x="0" y="0"/>
                      <wp:positionH relativeFrom="column">
                        <wp:posOffset>1320800</wp:posOffset>
                      </wp:positionH>
                      <wp:positionV relativeFrom="paragraph">
                        <wp:posOffset>431800</wp:posOffset>
                      </wp:positionV>
                      <wp:extent cx="1003300" cy="698500"/>
                      <wp:effectExtent l="0" t="0" r="0" b="0"/>
                      <wp:wrapNone/>
                      <wp:docPr id="2336" name="Rectangle 233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7FFD3D0-8240-D548-A79C-8C6BC0D2574D}"/>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6" o:spid="_x0000_s1091" style="position:absolute;margin-left:104pt;margin-top:34pt;width:79pt;height:55pt;z-index:251727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Lvmp2M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8896" behindDoc="0" locked="0" layoutInCell="1" allowOverlap="1" wp14:anchorId="3067D795" wp14:editId="1AC62B86">
                      <wp:simplePos x="0" y="0"/>
                      <wp:positionH relativeFrom="column">
                        <wp:posOffset>1320800</wp:posOffset>
                      </wp:positionH>
                      <wp:positionV relativeFrom="paragraph">
                        <wp:posOffset>431800</wp:posOffset>
                      </wp:positionV>
                      <wp:extent cx="1003300" cy="698500"/>
                      <wp:effectExtent l="0" t="0" r="0" b="0"/>
                      <wp:wrapNone/>
                      <wp:docPr id="2337" name="Rectangle 233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35361DA-EDF3-3049-ABEF-D6D8570CAF5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7" o:spid="_x0000_s1092" style="position:absolute;margin-left:104pt;margin-top:34pt;width:79pt;height:55pt;z-index:251728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BLDlj/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9920" behindDoc="0" locked="0" layoutInCell="1" allowOverlap="1" wp14:anchorId="3F807697" wp14:editId="3E526090">
                      <wp:simplePos x="0" y="0"/>
                      <wp:positionH relativeFrom="column">
                        <wp:posOffset>1320800</wp:posOffset>
                      </wp:positionH>
                      <wp:positionV relativeFrom="paragraph">
                        <wp:posOffset>431800</wp:posOffset>
                      </wp:positionV>
                      <wp:extent cx="1003300" cy="698500"/>
                      <wp:effectExtent l="0" t="0" r="0" b="0"/>
                      <wp:wrapNone/>
                      <wp:docPr id="2338" name="Rectangle 233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01BDA63-0C59-5C4F-A336-54F34F33478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8" o:spid="_x0000_s1093" style="position:absolute;margin-left:104pt;margin-top:34pt;width:79pt;height:55pt;z-index:251729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IXSD8s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0944" behindDoc="0" locked="0" layoutInCell="1" allowOverlap="1" wp14:anchorId="794F48C1" wp14:editId="71A70926">
                      <wp:simplePos x="0" y="0"/>
                      <wp:positionH relativeFrom="column">
                        <wp:posOffset>1320800</wp:posOffset>
                      </wp:positionH>
                      <wp:positionV relativeFrom="paragraph">
                        <wp:posOffset>431800</wp:posOffset>
                      </wp:positionV>
                      <wp:extent cx="1003300" cy="698500"/>
                      <wp:effectExtent l="0" t="0" r="0" b="0"/>
                      <wp:wrapNone/>
                      <wp:docPr id="2339" name="Rectangle 233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F34A2F1-1FF5-E049-8391-3E719D36C50C}"/>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9" o:spid="_x0000_s1094" style="position:absolute;margin-left:104pt;margin-top:34pt;width:79pt;height:55pt;z-index:251730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Q120UT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1968" behindDoc="0" locked="0" layoutInCell="1" allowOverlap="1" wp14:anchorId="3016EC85" wp14:editId="7A7C6B93">
                      <wp:simplePos x="0" y="0"/>
                      <wp:positionH relativeFrom="column">
                        <wp:posOffset>1320800</wp:posOffset>
                      </wp:positionH>
                      <wp:positionV relativeFrom="paragraph">
                        <wp:posOffset>431800</wp:posOffset>
                      </wp:positionV>
                      <wp:extent cx="1003300" cy="698500"/>
                      <wp:effectExtent l="0" t="0" r="0" b="0"/>
                      <wp:wrapNone/>
                      <wp:docPr id="2340" name="Rectangle 234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6C35050-0891-BC49-B8D1-7E49126BC41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0" o:spid="_x0000_s1095" style="position:absolute;margin-left:104pt;margin-top:34pt;width:79pt;height:55pt;z-index:251731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OuGJTM5AgAAQQ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2992" behindDoc="0" locked="0" layoutInCell="1" allowOverlap="1" wp14:anchorId="1237EEA0" wp14:editId="06CA2C4C">
                      <wp:simplePos x="0" y="0"/>
                      <wp:positionH relativeFrom="column">
                        <wp:posOffset>1320800</wp:posOffset>
                      </wp:positionH>
                      <wp:positionV relativeFrom="paragraph">
                        <wp:posOffset>431800</wp:posOffset>
                      </wp:positionV>
                      <wp:extent cx="1003300" cy="698500"/>
                      <wp:effectExtent l="0" t="0" r="0" b="0"/>
                      <wp:wrapNone/>
                      <wp:docPr id="2341" name="Rectangle 234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33A9D67-4708-F84A-A331-E940DDC958DD}"/>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1" o:spid="_x0000_s1096" style="position:absolute;margin-left:104pt;margin-top:34pt;width:79pt;height:55pt;z-index:251732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r36v7D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4016" behindDoc="0" locked="0" layoutInCell="1" allowOverlap="1" wp14:anchorId="15120D9E" wp14:editId="70A12E1A">
                      <wp:simplePos x="0" y="0"/>
                      <wp:positionH relativeFrom="column">
                        <wp:posOffset>1320800</wp:posOffset>
                      </wp:positionH>
                      <wp:positionV relativeFrom="paragraph">
                        <wp:posOffset>431800</wp:posOffset>
                      </wp:positionV>
                      <wp:extent cx="1003300" cy="698500"/>
                      <wp:effectExtent l="0" t="0" r="0" b="0"/>
                      <wp:wrapNone/>
                      <wp:docPr id="2342" name="Rectangle 234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E0259AA-6040-DD4B-8FC1-EB57C26CD21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2" o:spid="_x0000_s1097" style="position:absolute;margin-left:104pt;margin-top:34pt;width:79pt;height:55pt;z-index:251734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dYFgGz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5040" behindDoc="0" locked="0" layoutInCell="1" allowOverlap="1" wp14:anchorId="72729520" wp14:editId="30CFEC3B">
                      <wp:simplePos x="0" y="0"/>
                      <wp:positionH relativeFrom="column">
                        <wp:posOffset>1295400</wp:posOffset>
                      </wp:positionH>
                      <wp:positionV relativeFrom="paragraph">
                        <wp:posOffset>431800</wp:posOffset>
                      </wp:positionV>
                      <wp:extent cx="1003300" cy="698500"/>
                      <wp:effectExtent l="0" t="0" r="0" b="0"/>
                      <wp:wrapNone/>
                      <wp:docPr id="2343" name="Rectangle 234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AA51273-D5E0-114A-A983-E831FF3C9A06}"/>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3" o:spid="_x0000_s1098" style="position:absolute;margin-left:102pt;margin-top:34pt;width:79pt;height:55pt;z-index:251735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uR2cXj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6064" behindDoc="0" locked="0" layoutInCell="1" allowOverlap="1" wp14:anchorId="33A653CC" wp14:editId="0EE99413">
                      <wp:simplePos x="0" y="0"/>
                      <wp:positionH relativeFrom="column">
                        <wp:posOffset>1295400</wp:posOffset>
                      </wp:positionH>
                      <wp:positionV relativeFrom="paragraph">
                        <wp:posOffset>431800</wp:posOffset>
                      </wp:positionV>
                      <wp:extent cx="1003300" cy="698500"/>
                      <wp:effectExtent l="0" t="0" r="0" b="0"/>
                      <wp:wrapNone/>
                      <wp:docPr id="2344" name="Rectangle 234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9EB40A6-E5F8-3F42-B922-A257443302CE}"/>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4" o:spid="_x0000_s1099" style="position:absolute;margin-left:102pt;margin-top:34pt;width:79pt;height:55pt;z-index:251736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vAyN9j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7088" behindDoc="0" locked="0" layoutInCell="1" allowOverlap="1" wp14:anchorId="31E26403" wp14:editId="55238907">
                      <wp:simplePos x="0" y="0"/>
                      <wp:positionH relativeFrom="column">
                        <wp:posOffset>1295400</wp:posOffset>
                      </wp:positionH>
                      <wp:positionV relativeFrom="paragraph">
                        <wp:posOffset>431800</wp:posOffset>
                      </wp:positionV>
                      <wp:extent cx="1003300" cy="698500"/>
                      <wp:effectExtent l="0" t="0" r="0" b="0"/>
                      <wp:wrapNone/>
                      <wp:docPr id="2345" name="Rectangle 23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5E12AB1-DB48-2948-8E63-C94BAFA319C7}"/>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5" o:spid="_x0000_s1100" style="position:absolute;margin-left:102pt;margin-top:34pt;width:79pt;height:55pt;z-index:251737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LI0N8A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8112" behindDoc="0" locked="0" layoutInCell="1" allowOverlap="1" wp14:anchorId="4F4CA563" wp14:editId="4A71AA9F">
                      <wp:simplePos x="0" y="0"/>
                      <wp:positionH relativeFrom="column">
                        <wp:posOffset>1295400</wp:posOffset>
                      </wp:positionH>
                      <wp:positionV relativeFrom="paragraph">
                        <wp:posOffset>431800</wp:posOffset>
                      </wp:positionV>
                      <wp:extent cx="1003300" cy="698500"/>
                      <wp:effectExtent l="0" t="0" r="0" b="0"/>
                      <wp:wrapNone/>
                      <wp:docPr id="2346" name="Rectangle 234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D30FB52-7466-3C45-A40A-D19F85B7B9A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6" o:spid="_x0000_s1101" style="position:absolute;margin-left:102pt;margin-top:34pt;width:79pt;height:55pt;z-index:251738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L3LOQ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ywL3L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9136" behindDoc="0" locked="0" layoutInCell="1" allowOverlap="1" wp14:anchorId="05AB5F92" wp14:editId="1A7E144C">
                      <wp:simplePos x="0" y="0"/>
                      <wp:positionH relativeFrom="column">
                        <wp:posOffset>1295400</wp:posOffset>
                      </wp:positionH>
                      <wp:positionV relativeFrom="paragraph">
                        <wp:posOffset>431800</wp:posOffset>
                      </wp:positionV>
                      <wp:extent cx="1003300" cy="698500"/>
                      <wp:effectExtent l="0" t="0" r="0" b="0"/>
                      <wp:wrapNone/>
                      <wp:docPr id="2347" name="Rectangle 234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C792A5A-5666-B643-80E1-5CC81C99EC9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7" o:spid="_x0000_s1102" style="position:absolute;margin-left:102pt;margin-top:34pt;width:79pt;height:55pt;z-index:251739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EJXOwIAAEEEAAAOAAAAZHJzL2Uyb0RvYy54bWysU99vmzAQfp+0/8HyO4EAJ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IIoQlc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0160" behindDoc="0" locked="0" layoutInCell="1" allowOverlap="1" wp14:anchorId="71DD5A2F" wp14:editId="53D9AE37">
                      <wp:simplePos x="0" y="0"/>
                      <wp:positionH relativeFrom="column">
                        <wp:posOffset>1295400</wp:posOffset>
                      </wp:positionH>
                      <wp:positionV relativeFrom="paragraph">
                        <wp:posOffset>431800</wp:posOffset>
                      </wp:positionV>
                      <wp:extent cx="1003300" cy="698500"/>
                      <wp:effectExtent l="0" t="0" r="0" b="0"/>
                      <wp:wrapNone/>
                      <wp:docPr id="2348" name="Rectangle 234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7B25CED-ACCC-5643-88CF-B305D7E9FB4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8" o:spid="_x0000_s1103" style="position:absolute;margin-left:102pt;margin-top:34pt;width:79pt;height:55pt;z-index:251740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Vv9Qnz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1184" behindDoc="0" locked="0" layoutInCell="1" allowOverlap="1" wp14:anchorId="60FD589C" wp14:editId="723D3056">
                      <wp:simplePos x="0" y="0"/>
                      <wp:positionH relativeFrom="column">
                        <wp:posOffset>1295400</wp:posOffset>
                      </wp:positionH>
                      <wp:positionV relativeFrom="paragraph">
                        <wp:posOffset>431800</wp:posOffset>
                      </wp:positionV>
                      <wp:extent cx="1003300" cy="698500"/>
                      <wp:effectExtent l="0" t="0" r="0" b="0"/>
                      <wp:wrapNone/>
                      <wp:docPr id="2349" name="Rectangle 234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105F3FE-AF56-2048-8F3A-3ECC5F215D85}"/>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9" o:spid="_x0000_s1104" style="position:absolute;margin-left:102pt;margin-top:34pt;width:79pt;height:55pt;z-index:251741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inuu+T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2208" behindDoc="0" locked="0" layoutInCell="1" allowOverlap="1" wp14:anchorId="30744103" wp14:editId="76EEEDF9">
                      <wp:simplePos x="0" y="0"/>
                      <wp:positionH relativeFrom="column">
                        <wp:posOffset>1295400</wp:posOffset>
                      </wp:positionH>
                      <wp:positionV relativeFrom="paragraph">
                        <wp:posOffset>431800</wp:posOffset>
                      </wp:positionV>
                      <wp:extent cx="1003300" cy="698500"/>
                      <wp:effectExtent l="0" t="0" r="0" b="0"/>
                      <wp:wrapNone/>
                      <wp:docPr id="2350" name="Rectangle 235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88F22BE-AE64-D94A-877B-0A886C1DD85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0" o:spid="_x0000_s1105" style="position:absolute;margin-left:102pt;margin-top:34pt;width:79pt;height:55pt;z-index:251742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FdtEBT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3232" behindDoc="0" locked="0" layoutInCell="1" allowOverlap="1" wp14:anchorId="472C5A26" wp14:editId="0B8B44D7">
                      <wp:simplePos x="0" y="0"/>
                      <wp:positionH relativeFrom="column">
                        <wp:posOffset>1295400</wp:posOffset>
                      </wp:positionH>
                      <wp:positionV relativeFrom="paragraph">
                        <wp:posOffset>431800</wp:posOffset>
                      </wp:positionV>
                      <wp:extent cx="1003300" cy="698500"/>
                      <wp:effectExtent l="0" t="0" r="0" b="0"/>
                      <wp:wrapNone/>
                      <wp:docPr id="2351" name="Rectangle 235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78CBE48-5A46-6F4E-9DD2-321D4B03D1AA}"/>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1" o:spid="_x0000_s1106" style="position:absolute;margin-left:102pt;margin-top:34pt;width:79pt;height:55pt;z-index:251743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jFHOgIAAEEEAAAOAAAAZHJzL2Uyb0RvYy54bWysU0tv2zAMvg/YfxB0d/yMa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mdYxRz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4256" behindDoc="0" locked="0" layoutInCell="1" allowOverlap="1" wp14:anchorId="78DCA832" wp14:editId="442D79EE">
                      <wp:simplePos x="0" y="0"/>
                      <wp:positionH relativeFrom="column">
                        <wp:posOffset>1295400</wp:posOffset>
                      </wp:positionH>
                      <wp:positionV relativeFrom="paragraph">
                        <wp:posOffset>431800</wp:posOffset>
                      </wp:positionV>
                      <wp:extent cx="1003300" cy="698500"/>
                      <wp:effectExtent l="0" t="0" r="0" b="0"/>
                      <wp:wrapNone/>
                      <wp:docPr id="2352" name="Rectangle 235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D8003C3-8926-9A4D-B361-9B8AE2861CBD}"/>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2" o:spid="_x0000_s1107" style="position:absolute;margin-left:102pt;margin-top:34pt;width:79pt;height:55pt;z-index:251744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rtMOA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Fkiu0w4AgAAQQ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5280" behindDoc="0" locked="0" layoutInCell="1" allowOverlap="1" wp14:anchorId="1FAB6B5E" wp14:editId="0E42A8B4">
                      <wp:simplePos x="0" y="0"/>
                      <wp:positionH relativeFrom="column">
                        <wp:posOffset>1295400</wp:posOffset>
                      </wp:positionH>
                      <wp:positionV relativeFrom="paragraph">
                        <wp:posOffset>431800</wp:posOffset>
                      </wp:positionV>
                      <wp:extent cx="1003300" cy="698500"/>
                      <wp:effectExtent l="0" t="0" r="0" b="0"/>
                      <wp:wrapNone/>
                      <wp:docPr id="2353" name="Rectangle 235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B4C3819-A097-3246-BC0F-A37E74BBF8F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3" o:spid="_x0000_s1108" style="position:absolute;margin-left:102pt;margin-top:34pt;width:79pt;height:55pt;z-index:251745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kTQOw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KnKRNA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6304" behindDoc="0" locked="0" layoutInCell="1" allowOverlap="1" wp14:anchorId="2E4EB3AB" wp14:editId="1C4F7C64">
                      <wp:simplePos x="0" y="0"/>
                      <wp:positionH relativeFrom="column">
                        <wp:posOffset>1295400</wp:posOffset>
                      </wp:positionH>
                      <wp:positionV relativeFrom="paragraph">
                        <wp:posOffset>431800</wp:posOffset>
                      </wp:positionV>
                      <wp:extent cx="1003300" cy="698500"/>
                      <wp:effectExtent l="0" t="0" r="0" b="0"/>
                      <wp:wrapNone/>
                      <wp:docPr id="2354" name="Rectangle 235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992120F-DD90-F54D-8E00-8423E9263881}"/>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4" o:spid="_x0000_s1109" style="position:absolute;margin-left:102pt;margin-top:34pt;width:79pt;height:55pt;z-index:251746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BCEOw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LbQEIQ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7328" behindDoc="0" locked="0" layoutInCell="1" allowOverlap="1" wp14:anchorId="3063D6EE" wp14:editId="013930B2">
                      <wp:simplePos x="0" y="0"/>
                      <wp:positionH relativeFrom="column">
                        <wp:posOffset>1295400</wp:posOffset>
                      </wp:positionH>
                      <wp:positionV relativeFrom="paragraph">
                        <wp:posOffset>431800</wp:posOffset>
                      </wp:positionV>
                      <wp:extent cx="1003300" cy="698500"/>
                      <wp:effectExtent l="0" t="0" r="0" b="0"/>
                      <wp:wrapNone/>
                      <wp:docPr id="2355" name="Rectangle 235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D636898-D6B8-2844-8912-F35543A17AA5}"/>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5" o:spid="_x0000_s1110" style="position:absolute;margin-left:102pt;margin-top:34pt;width:79pt;height:55pt;z-index:251747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9OOQ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Ci4+9O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8352" behindDoc="0" locked="0" layoutInCell="1" allowOverlap="1" wp14:anchorId="0A0DD40A" wp14:editId="4F8C4007">
                      <wp:simplePos x="0" y="0"/>
                      <wp:positionH relativeFrom="column">
                        <wp:posOffset>1295400</wp:posOffset>
                      </wp:positionH>
                      <wp:positionV relativeFrom="paragraph">
                        <wp:posOffset>431800</wp:posOffset>
                      </wp:positionV>
                      <wp:extent cx="1003300" cy="698500"/>
                      <wp:effectExtent l="0" t="0" r="0" b="0"/>
                      <wp:wrapNone/>
                      <wp:docPr id="2356" name="Rectangle 235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9BB6F75-25B8-5D48-AF38-A299987C865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6" o:spid="_x0000_s1111" style="position:absolute;margin-left:102pt;margin-top:34pt;width:79pt;height:55pt;z-index:251748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2VFOw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GIXZUU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9376" behindDoc="0" locked="0" layoutInCell="1" allowOverlap="1" wp14:anchorId="52811AF4" wp14:editId="3DF3F309">
                      <wp:simplePos x="0" y="0"/>
                      <wp:positionH relativeFrom="column">
                        <wp:posOffset>1295400</wp:posOffset>
                      </wp:positionH>
                      <wp:positionV relativeFrom="paragraph">
                        <wp:posOffset>431800</wp:posOffset>
                      </wp:positionV>
                      <wp:extent cx="1003300" cy="698500"/>
                      <wp:effectExtent l="0" t="0" r="0" b="0"/>
                      <wp:wrapNone/>
                      <wp:docPr id="2357" name="Rectangle 23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FFB87C5-455F-1545-8061-4B47751380F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7" o:spid="_x0000_s1112" style="position:absolute;margin-left:102pt;margin-top:34pt;width:79pt;height:55pt;z-index:251749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Ij03yU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0400" behindDoc="0" locked="0" layoutInCell="1" allowOverlap="1" wp14:anchorId="52BF656D" wp14:editId="13A2F98A">
                      <wp:simplePos x="0" y="0"/>
                      <wp:positionH relativeFrom="column">
                        <wp:posOffset>1295400</wp:posOffset>
                      </wp:positionH>
                      <wp:positionV relativeFrom="paragraph">
                        <wp:posOffset>431800</wp:posOffset>
                      </wp:positionV>
                      <wp:extent cx="1003300" cy="698500"/>
                      <wp:effectExtent l="0" t="0" r="0" b="0"/>
                      <wp:wrapNone/>
                      <wp:docPr id="2358" name="Rectangle 235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1915DF3-5D84-0342-8C66-CC4B58DC8AF6}"/>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8" o:spid="_x0000_s1113" style="position:absolute;margin-left:102pt;margin-top:34pt;width:79pt;height:55pt;z-index:251750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IgROQ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GKIgR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1424" behindDoc="0" locked="0" layoutInCell="1" allowOverlap="1" wp14:anchorId="6E4BEF08" wp14:editId="721E062E">
                      <wp:simplePos x="0" y="0"/>
                      <wp:positionH relativeFrom="column">
                        <wp:posOffset>1295400</wp:posOffset>
                      </wp:positionH>
                      <wp:positionV relativeFrom="paragraph">
                        <wp:posOffset>431800</wp:posOffset>
                      </wp:positionV>
                      <wp:extent cx="1003300" cy="698500"/>
                      <wp:effectExtent l="0" t="0" r="0" b="0"/>
                      <wp:wrapNone/>
                      <wp:docPr id="2359" name="Rectangle 235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DEAC682-DE05-B043-B1B4-66FF67D459D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9" o:spid="_x0000_s1114" style="position:absolute;margin-left:102pt;margin-top:34pt;width:79pt;height:55pt;z-index:251751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HZ3Og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mqx2dz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2448" behindDoc="0" locked="0" layoutInCell="1" allowOverlap="1" wp14:anchorId="04E011B8" wp14:editId="23146ED3">
                      <wp:simplePos x="0" y="0"/>
                      <wp:positionH relativeFrom="column">
                        <wp:posOffset>1295400</wp:posOffset>
                      </wp:positionH>
                      <wp:positionV relativeFrom="paragraph">
                        <wp:posOffset>431800</wp:posOffset>
                      </wp:positionV>
                      <wp:extent cx="1003300" cy="698500"/>
                      <wp:effectExtent l="0" t="0" r="0" b="0"/>
                      <wp:wrapNone/>
                      <wp:docPr id="2360" name="Rectangle 236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99D3081-5672-1647-96B1-7E8D0742446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0" o:spid="_x0000_s1115" style="position:absolute;margin-left:102pt;margin-top:34pt;width:79pt;height:55pt;z-index:251752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y0Q8C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3472" behindDoc="0" locked="0" layoutInCell="1" allowOverlap="1" wp14:anchorId="61EC6A38" wp14:editId="45B3D0D1">
                      <wp:simplePos x="0" y="0"/>
                      <wp:positionH relativeFrom="column">
                        <wp:posOffset>1295400</wp:posOffset>
                      </wp:positionH>
                      <wp:positionV relativeFrom="paragraph">
                        <wp:posOffset>431800</wp:posOffset>
                      </wp:positionV>
                      <wp:extent cx="1003300" cy="698500"/>
                      <wp:effectExtent l="0" t="0" r="0" b="0"/>
                      <wp:wrapNone/>
                      <wp:docPr id="2361" name="Rectangle 236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E67405F-CE80-624F-9372-8966BDF95B6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1" o:spid="_x0000_s1116" style="position:absolute;margin-left:102pt;margin-top:34pt;width:79pt;height:55pt;z-index:251753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LYphd04AgAAQQ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4496" behindDoc="0" locked="0" layoutInCell="1" allowOverlap="1" wp14:anchorId="1E5EC00A" wp14:editId="33F9F881">
                      <wp:simplePos x="0" y="0"/>
                      <wp:positionH relativeFrom="column">
                        <wp:posOffset>1295400</wp:posOffset>
                      </wp:positionH>
                      <wp:positionV relativeFrom="paragraph">
                        <wp:posOffset>431800</wp:posOffset>
                      </wp:positionV>
                      <wp:extent cx="1003300" cy="698500"/>
                      <wp:effectExtent l="0" t="0" r="0" b="0"/>
                      <wp:wrapNone/>
                      <wp:docPr id="2362" name="Rectangle 236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B170D86-D7B2-444E-81F7-0975D0E5485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2" o:spid="_x0000_s1117" style="position:absolute;margin-left:102pt;margin-top:34pt;width:79pt;height:55pt;z-index:251754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23Q/W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5520" behindDoc="0" locked="0" layoutInCell="1" allowOverlap="1" wp14:anchorId="17BF4189" wp14:editId="1F41E1FD">
                      <wp:simplePos x="0" y="0"/>
                      <wp:positionH relativeFrom="column">
                        <wp:posOffset>1295400</wp:posOffset>
                      </wp:positionH>
                      <wp:positionV relativeFrom="paragraph">
                        <wp:posOffset>431800</wp:posOffset>
                      </wp:positionV>
                      <wp:extent cx="1003300" cy="698500"/>
                      <wp:effectExtent l="0" t="0" r="0" b="0"/>
                      <wp:wrapNone/>
                      <wp:docPr id="2363" name="Rectangle 23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0F041BB-8965-3040-BE85-35AFBAAD351E}"/>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3" o:spid="_x0000_s1118" style="position:absolute;margin-left:102pt;margin-top:34pt;width:79pt;height:55pt;z-index:251755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rW2OgIAAEEEAAAOAAAAZHJzL2Uyb0RvYy54bWysU99vmzAQfp+0/8HyO4EAJ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nD61tj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6544" behindDoc="0" locked="0" layoutInCell="1" allowOverlap="1" wp14:anchorId="3D8769BF" wp14:editId="0EF09F21">
                      <wp:simplePos x="0" y="0"/>
                      <wp:positionH relativeFrom="column">
                        <wp:posOffset>1295400</wp:posOffset>
                      </wp:positionH>
                      <wp:positionV relativeFrom="paragraph">
                        <wp:posOffset>431800</wp:posOffset>
                      </wp:positionV>
                      <wp:extent cx="1003300" cy="698500"/>
                      <wp:effectExtent l="0" t="0" r="0" b="0"/>
                      <wp:wrapNone/>
                      <wp:docPr id="2364" name="Rectangle 236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69D6072-A92C-7F44-A903-EE8AE5DCFDEC}"/>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4" o:spid="_x0000_s1119" style="position:absolute;margin-left:102pt;margin-top:34pt;width:79pt;height:55pt;z-index:251756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CZL6Qe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7568" behindDoc="0" locked="0" layoutInCell="1" allowOverlap="1" wp14:anchorId="40156731" wp14:editId="1024911B">
                      <wp:simplePos x="0" y="0"/>
                      <wp:positionH relativeFrom="column">
                        <wp:posOffset>1295400</wp:posOffset>
                      </wp:positionH>
                      <wp:positionV relativeFrom="paragraph">
                        <wp:posOffset>431800</wp:posOffset>
                      </wp:positionV>
                      <wp:extent cx="1003300" cy="698500"/>
                      <wp:effectExtent l="0" t="0" r="0" b="0"/>
                      <wp:wrapNone/>
                      <wp:docPr id="2365" name="Rectangle 236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37D860F-28D4-F14F-B689-CBA9AB4360E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5" o:spid="_x0000_s1120" style="position:absolute;margin-left:102pt;margin-top:34pt;width:79pt;height:55pt;z-index:251757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FvUOg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jRxb1D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8592" behindDoc="0" locked="0" layoutInCell="1" allowOverlap="1" wp14:anchorId="65DF652A" wp14:editId="4638EA7A">
                      <wp:simplePos x="0" y="0"/>
                      <wp:positionH relativeFrom="column">
                        <wp:posOffset>1295400</wp:posOffset>
                      </wp:positionH>
                      <wp:positionV relativeFrom="paragraph">
                        <wp:posOffset>431800</wp:posOffset>
                      </wp:positionV>
                      <wp:extent cx="1003300" cy="698500"/>
                      <wp:effectExtent l="0" t="0" r="0" b="0"/>
                      <wp:wrapNone/>
                      <wp:docPr id="2366" name="Rectangle 23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912A4EE-1C59-0541-A6AB-F3EECC93B8E7}"/>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6" o:spid="_x0000_s1121" style="position:absolute;margin-left:102pt;margin-top:34pt;width:79pt;height:55pt;z-index:251758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5QjOg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V+OUIz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p>
        </w:tc>
      </w:tr>
    </w:tbl>
    <w:p w:rsidR="00E37FC8" w:rsidRDefault="00E37FC8" w:rsidP="00303C60">
      <w:pPr>
        <w:outlineLvl w:val="0"/>
        <w:rPr>
          <w:rFonts w:ascii="Century Gothic" w:hAnsi="Century Gothic"/>
          <w:b/>
          <w:color w:val="000000" w:themeColor="text1"/>
          <w:sz w:val="15"/>
          <w:szCs w:val="44"/>
        </w:rPr>
      </w:pPr>
    </w:p>
    <w:p w:rsidR="00F14F57" w:rsidRPr="00433D29" w:rsidRDefault="00433D29" w:rsidP="00433D29">
      <w:pPr>
        <w:spacing w:line="360" w:lineRule="auto"/>
        <w:outlineLvl w:val="0"/>
        <w:rPr>
          <w:rFonts w:ascii="Century Gothic" w:hAnsi="Century Gothic"/>
          <w:bCs/>
          <w:color w:val="000000" w:themeColor="text1"/>
          <w:sz w:val="28"/>
          <w:szCs w:val="160"/>
        </w:rPr>
      </w:pPr>
      <w:r w:rsidRPr="00433D29">
        <w:rPr>
          <w:rFonts w:ascii="Century Gothic" w:hAnsi="Century Gothic"/>
          <w:bCs/>
          <w:color w:val="000000" w:themeColor="text1"/>
          <w:sz w:val="28"/>
          <w:szCs w:val="160"/>
        </w:rPr>
        <w:t>EXECUTIVE SUMMARY</w:t>
      </w:r>
    </w:p>
    <w:tbl>
      <w:tblPr>
        <w:tblW w:w="10732" w:type="dxa"/>
        <w:tblLook w:val="04A0" w:firstRow="1" w:lastRow="0" w:firstColumn="1" w:lastColumn="0" w:noHBand="0" w:noVBand="1"/>
      </w:tblPr>
      <w:tblGrid>
        <w:gridCol w:w="3870"/>
        <w:gridCol w:w="990"/>
        <w:gridCol w:w="2295"/>
        <w:gridCol w:w="945"/>
        <w:gridCol w:w="2632"/>
      </w:tblGrid>
      <w:tr w:rsidR="00433D29" w:rsidRPr="00F14F57" w:rsidTr="00FC28FE">
        <w:trPr>
          <w:trHeight w:val="286"/>
        </w:trPr>
        <w:tc>
          <w:tcPr>
            <w:tcW w:w="7155" w:type="dxa"/>
            <w:gridSpan w:val="3"/>
            <w:tcBorders>
              <w:top w:val="nil"/>
              <w:left w:val="nil"/>
              <w:bottom w:val="single" w:sz="8" w:space="0" w:color="BFBFBF" w:themeColor="background1" w:themeShade="BF"/>
              <w:right w:val="nil"/>
            </w:tcBorders>
            <w:shd w:val="clear" w:color="auto" w:fill="auto"/>
            <w:vAlign w:val="center"/>
            <w:hideMark/>
          </w:tcPr>
          <w:p w:rsidR="00433D29" w:rsidRPr="00F14F57" w:rsidRDefault="00433D29" w:rsidP="009372B2">
            <w:pPr>
              <w:ind w:left="-109"/>
              <w:rPr>
                <w:rFonts w:ascii="Century Gothic" w:hAnsi="Century Gothic" w:cs="Calibri"/>
                <w:color w:val="000000"/>
                <w:sz w:val="18"/>
                <w:szCs w:val="18"/>
              </w:rPr>
            </w:pPr>
            <w:r>
              <w:rPr>
                <w:rFonts w:ascii="Century Gothic" w:hAnsi="Century Gothic" w:cs="Calibri"/>
                <w:color w:val="000000"/>
                <w:sz w:val="18"/>
                <w:szCs w:val="18"/>
              </w:rPr>
              <w:t>PROJECT MANAGER</w:t>
            </w:r>
          </w:p>
        </w:tc>
        <w:tc>
          <w:tcPr>
            <w:tcW w:w="3577" w:type="dxa"/>
            <w:gridSpan w:val="2"/>
            <w:tcBorders>
              <w:top w:val="nil"/>
              <w:left w:val="nil"/>
              <w:bottom w:val="single" w:sz="8" w:space="0" w:color="BFBFBF" w:themeColor="background1" w:themeShade="BF"/>
              <w:right w:val="nil"/>
            </w:tcBorders>
            <w:shd w:val="clear" w:color="auto" w:fill="auto"/>
            <w:vAlign w:val="center"/>
            <w:hideMark/>
          </w:tcPr>
          <w:p w:rsidR="00433D29" w:rsidRPr="00F14F57" w:rsidRDefault="00433D29" w:rsidP="009372B2">
            <w:pPr>
              <w:ind w:left="-55"/>
              <w:rPr>
                <w:rFonts w:ascii="Century Gothic" w:hAnsi="Century Gothic" w:cs="Calibri"/>
                <w:color w:val="000000"/>
                <w:sz w:val="18"/>
                <w:szCs w:val="18"/>
              </w:rPr>
            </w:pPr>
            <w:r>
              <w:rPr>
                <w:rFonts w:ascii="Century Gothic" w:hAnsi="Century Gothic" w:cs="Calibri"/>
                <w:color w:val="000000"/>
                <w:sz w:val="18"/>
                <w:szCs w:val="18"/>
              </w:rPr>
              <w:t>PROJECT NO.</w:t>
            </w:r>
          </w:p>
        </w:tc>
      </w:tr>
      <w:tr w:rsidR="00433D29" w:rsidRPr="00F14F57" w:rsidTr="00FC28FE">
        <w:trPr>
          <w:trHeight w:val="557"/>
        </w:trPr>
        <w:tc>
          <w:tcPr>
            <w:tcW w:w="7155" w:type="dxa"/>
            <w:gridSpan w:val="3"/>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shd w:val="clear" w:color="auto" w:fill="auto"/>
            <w:vAlign w:val="center"/>
            <w:hideMark/>
          </w:tcPr>
          <w:p w:rsidR="00433D29" w:rsidRPr="00F14F57" w:rsidRDefault="00433D29"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760640" behindDoc="0" locked="0" layoutInCell="1" allowOverlap="1" wp14:anchorId="10882B95" wp14:editId="52FC9DC3">
                      <wp:simplePos x="0" y="0"/>
                      <wp:positionH relativeFrom="column">
                        <wp:posOffset>1320800</wp:posOffset>
                      </wp:positionH>
                      <wp:positionV relativeFrom="paragraph">
                        <wp:posOffset>431800</wp:posOffset>
                      </wp:positionV>
                      <wp:extent cx="1003300" cy="698500"/>
                      <wp:effectExtent l="0" t="0" r="0" b="0"/>
                      <wp:wrapNone/>
                      <wp:docPr id="1" name="Rectangle 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 o:spid="_x0000_s1122" style="position:absolute;margin-left:104pt;margin-top:34pt;width:79pt;height:55pt;z-index:251760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nKJFwIAAAY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1664" behindDoc="0" locked="0" layoutInCell="1" allowOverlap="1" wp14:anchorId="403D293E" wp14:editId="0563FC7B">
                      <wp:simplePos x="0" y="0"/>
                      <wp:positionH relativeFrom="column">
                        <wp:posOffset>1320800</wp:posOffset>
                      </wp:positionH>
                      <wp:positionV relativeFrom="paragraph">
                        <wp:posOffset>431800</wp:posOffset>
                      </wp:positionV>
                      <wp:extent cx="1003300" cy="698500"/>
                      <wp:effectExtent l="0" t="0" r="0" b="0"/>
                      <wp:wrapNone/>
                      <wp:docPr id="2" name="Rectangle 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 o:spid="_x0000_s1123" style="position:absolute;margin-left:104pt;margin-top:34pt;width:79pt;height:55pt;z-index:251761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1wLGQIAAAY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to1wLGQIAAAY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2688" behindDoc="0" locked="0" layoutInCell="1" allowOverlap="1" wp14:anchorId="67D99CB3" wp14:editId="225D6AB4">
                      <wp:simplePos x="0" y="0"/>
                      <wp:positionH relativeFrom="column">
                        <wp:posOffset>1320800</wp:posOffset>
                      </wp:positionH>
                      <wp:positionV relativeFrom="paragraph">
                        <wp:posOffset>431800</wp:posOffset>
                      </wp:positionV>
                      <wp:extent cx="1003300" cy="698500"/>
                      <wp:effectExtent l="0" t="0" r="0" b="0"/>
                      <wp:wrapNone/>
                      <wp:docPr id="4" name="Rectangle 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 o:spid="_x0000_s1124" style="position:absolute;margin-left:104pt;margin-top:34pt;width:79pt;height:55pt;z-index:251762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BPCGgIAAAY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W1QTwhoCAAAG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3712" behindDoc="0" locked="0" layoutInCell="1" allowOverlap="1" wp14:anchorId="74D32F8A" wp14:editId="64D3AB28">
                      <wp:simplePos x="0" y="0"/>
                      <wp:positionH relativeFrom="column">
                        <wp:posOffset>1320800</wp:posOffset>
                      </wp:positionH>
                      <wp:positionV relativeFrom="paragraph">
                        <wp:posOffset>431800</wp:posOffset>
                      </wp:positionV>
                      <wp:extent cx="1003300" cy="698500"/>
                      <wp:effectExtent l="0" t="0" r="0" b="0"/>
                      <wp:wrapNone/>
                      <wp:docPr id="5" name="Rectangle 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 o:spid="_x0000_s1125" style="position:absolute;margin-left:104pt;margin-top:34pt;width:79pt;height:55pt;z-index:251763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FfyFwIAAAY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4736" behindDoc="0" locked="0" layoutInCell="1" allowOverlap="1" wp14:anchorId="2759F845" wp14:editId="419647A2">
                      <wp:simplePos x="0" y="0"/>
                      <wp:positionH relativeFrom="column">
                        <wp:posOffset>1320800</wp:posOffset>
                      </wp:positionH>
                      <wp:positionV relativeFrom="paragraph">
                        <wp:posOffset>431800</wp:posOffset>
                      </wp:positionV>
                      <wp:extent cx="1003300" cy="698500"/>
                      <wp:effectExtent l="0" t="0" r="0" b="0"/>
                      <wp:wrapNone/>
                      <wp:docPr id="6" name="Rectangle 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 o:spid="_x0000_s1126" style="position:absolute;margin-left:104pt;margin-top:34pt;width:79pt;height:55pt;z-index:251764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wd0GQIAAAc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Itwd0GQIAAAc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5760" behindDoc="0" locked="0" layoutInCell="1" allowOverlap="1" wp14:anchorId="3D46E027" wp14:editId="63120AE3">
                      <wp:simplePos x="0" y="0"/>
                      <wp:positionH relativeFrom="column">
                        <wp:posOffset>1320800</wp:posOffset>
                      </wp:positionH>
                      <wp:positionV relativeFrom="paragraph">
                        <wp:posOffset>431800</wp:posOffset>
                      </wp:positionV>
                      <wp:extent cx="1003300" cy="698500"/>
                      <wp:effectExtent l="0" t="0" r="0" b="0"/>
                      <wp:wrapNone/>
                      <wp:docPr id="7" name="Rectangle 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 o:spid="_x0000_s1127" style="position:absolute;margin-left:104pt;margin-top:34pt;width:79pt;height:55pt;z-index:251765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tbpGgIAAAc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Ce7W6RoCAAAH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6784" behindDoc="0" locked="0" layoutInCell="1" allowOverlap="1" wp14:anchorId="463894AF" wp14:editId="03ACDED6">
                      <wp:simplePos x="0" y="0"/>
                      <wp:positionH relativeFrom="column">
                        <wp:posOffset>1320800</wp:posOffset>
                      </wp:positionH>
                      <wp:positionV relativeFrom="paragraph">
                        <wp:posOffset>431800</wp:posOffset>
                      </wp:positionV>
                      <wp:extent cx="1003300" cy="698500"/>
                      <wp:effectExtent l="0" t="0" r="0" b="0"/>
                      <wp:wrapNone/>
                      <wp:docPr id="8" name="Rectangle 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 o:spid="_x0000_s1128" style="position:absolute;margin-left:104pt;margin-top:34pt;width:79pt;height:55pt;z-index:251766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wLGAIAAAc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7808" behindDoc="0" locked="0" layoutInCell="1" allowOverlap="1" wp14:anchorId="19ED6261" wp14:editId="42E3E447">
                      <wp:simplePos x="0" y="0"/>
                      <wp:positionH relativeFrom="column">
                        <wp:posOffset>1320800</wp:posOffset>
                      </wp:positionH>
                      <wp:positionV relativeFrom="paragraph">
                        <wp:posOffset>431800</wp:posOffset>
                      </wp:positionV>
                      <wp:extent cx="1003300" cy="698500"/>
                      <wp:effectExtent l="0" t="0" r="0" b="0"/>
                      <wp:wrapNone/>
                      <wp:docPr id="9" name="Rectangle 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9" o:spid="_x0000_s1129" style="position:absolute;margin-left:104pt;margin-top:34pt;width:79pt;height:55pt;z-index:251767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n7cGgIAAAc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r4Z+3BoCAAAH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8832" behindDoc="0" locked="0" layoutInCell="1" allowOverlap="1" wp14:anchorId="3BB944BF" wp14:editId="4D8F1BC4">
                      <wp:simplePos x="0" y="0"/>
                      <wp:positionH relativeFrom="column">
                        <wp:posOffset>1320800</wp:posOffset>
                      </wp:positionH>
                      <wp:positionV relativeFrom="paragraph">
                        <wp:posOffset>431800</wp:posOffset>
                      </wp:positionV>
                      <wp:extent cx="1003300" cy="698500"/>
                      <wp:effectExtent l="0" t="0" r="0" b="0"/>
                      <wp:wrapNone/>
                      <wp:docPr id="10" name="Rectangle 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0" o:spid="_x0000_s1130" style="position:absolute;margin-left:104pt;margin-top:34pt;width:79pt;height:55pt;z-index:251768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Qk1GQ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CMQQk1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9856" behindDoc="0" locked="0" layoutInCell="1" allowOverlap="1" wp14:anchorId="062919E1" wp14:editId="71D280E3">
                      <wp:simplePos x="0" y="0"/>
                      <wp:positionH relativeFrom="column">
                        <wp:posOffset>1320800</wp:posOffset>
                      </wp:positionH>
                      <wp:positionV relativeFrom="paragraph">
                        <wp:posOffset>431800</wp:posOffset>
                      </wp:positionV>
                      <wp:extent cx="1003300" cy="698500"/>
                      <wp:effectExtent l="0" t="0" r="0" b="0"/>
                      <wp:wrapNone/>
                      <wp:docPr id="11" name="Rectangle 1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1" o:spid="_x0000_s1131" style="position:absolute;margin-left:104pt;margin-top:34pt;width:79pt;height:55pt;z-index:251769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nkqGAIAAAk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0880" behindDoc="0" locked="0" layoutInCell="1" allowOverlap="1" wp14:anchorId="33A76E7D" wp14:editId="39468C26">
                      <wp:simplePos x="0" y="0"/>
                      <wp:positionH relativeFrom="column">
                        <wp:posOffset>1320800</wp:posOffset>
                      </wp:positionH>
                      <wp:positionV relativeFrom="paragraph">
                        <wp:posOffset>431800</wp:posOffset>
                      </wp:positionV>
                      <wp:extent cx="1003300" cy="698500"/>
                      <wp:effectExtent l="0" t="0" r="0" b="0"/>
                      <wp:wrapNone/>
                      <wp:docPr id="12" name="Rectangle 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2" o:spid="_x0000_s1132" style="position:absolute;margin-left:104pt;margin-top:34pt;width:79pt;height:55pt;z-index:251770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6+eGg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Lrevnh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1904" behindDoc="0" locked="0" layoutInCell="1" allowOverlap="1" wp14:anchorId="627B665E" wp14:editId="331318D0">
                      <wp:simplePos x="0" y="0"/>
                      <wp:positionH relativeFrom="column">
                        <wp:posOffset>1320800</wp:posOffset>
                      </wp:positionH>
                      <wp:positionV relativeFrom="paragraph">
                        <wp:posOffset>431800</wp:posOffset>
                      </wp:positionV>
                      <wp:extent cx="1003300" cy="698500"/>
                      <wp:effectExtent l="0" t="0" r="0" b="0"/>
                      <wp:wrapNone/>
                      <wp:docPr id="13" name="Rectangle 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3" o:spid="_x0000_s1133" style="position:absolute;margin-left:104pt;margin-top:34pt;width:79pt;height:55pt;z-index:251771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f8x8yx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2928" behindDoc="0" locked="0" layoutInCell="1" allowOverlap="1" wp14:anchorId="7EABB648" wp14:editId="1C7CD661">
                      <wp:simplePos x="0" y="0"/>
                      <wp:positionH relativeFrom="column">
                        <wp:posOffset>1320800</wp:posOffset>
                      </wp:positionH>
                      <wp:positionV relativeFrom="paragraph">
                        <wp:posOffset>431800</wp:posOffset>
                      </wp:positionV>
                      <wp:extent cx="1003300" cy="698500"/>
                      <wp:effectExtent l="0" t="0" r="0" b="0"/>
                      <wp:wrapNone/>
                      <wp:docPr id="14" name="Rectangle 1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4" o:spid="_x0000_s1134" style="position:absolute;margin-left:104pt;margin-top:34pt;width:79pt;height:55pt;z-index:251772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ZdfGAIAAAk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3952" behindDoc="0" locked="0" layoutInCell="1" allowOverlap="1" wp14:anchorId="7C390234" wp14:editId="32168339">
                      <wp:simplePos x="0" y="0"/>
                      <wp:positionH relativeFrom="column">
                        <wp:posOffset>1320800</wp:posOffset>
                      </wp:positionH>
                      <wp:positionV relativeFrom="paragraph">
                        <wp:posOffset>431800</wp:posOffset>
                      </wp:positionV>
                      <wp:extent cx="1003300" cy="698500"/>
                      <wp:effectExtent l="0" t="0" r="0" b="0"/>
                      <wp:wrapNone/>
                      <wp:docPr id="15" name="Rectangle 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5" o:spid="_x0000_s1135" style="position:absolute;margin-left:104pt;margin-top:34pt;width:79pt;height:55pt;z-index:251773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udAGwIAAAk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Bm50AbAgAAC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4976" behindDoc="0" locked="0" layoutInCell="1" allowOverlap="1" wp14:anchorId="24B4DEC7" wp14:editId="49D32D31">
                      <wp:simplePos x="0" y="0"/>
                      <wp:positionH relativeFrom="column">
                        <wp:posOffset>1320800</wp:posOffset>
                      </wp:positionH>
                      <wp:positionV relativeFrom="paragraph">
                        <wp:posOffset>431800</wp:posOffset>
                      </wp:positionV>
                      <wp:extent cx="1003300" cy="698500"/>
                      <wp:effectExtent l="0" t="0" r="0" b="0"/>
                      <wp:wrapNone/>
                      <wp:docPr id="16" name="Rectangle 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6" o:spid="_x0000_s1136" style="position:absolute;margin-left:104pt;margin-top:34pt;width:79pt;height:55pt;z-index:251774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9Gg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V/vn/R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6000" behindDoc="0" locked="0" layoutInCell="1" allowOverlap="1" wp14:anchorId="457993C8" wp14:editId="64273778">
                      <wp:simplePos x="0" y="0"/>
                      <wp:positionH relativeFrom="column">
                        <wp:posOffset>1320800</wp:posOffset>
                      </wp:positionH>
                      <wp:positionV relativeFrom="paragraph">
                        <wp:posOffset>431800</wp:posOffset>
                      </wp:positionV>
                      <wp:extent cx="1003300" cy="698500"/>
                      <wp:effectExtent l="0" t="0" r="0" b="0"/>
                      <wp:wrapNone/>
                      <wp:docPr id="17" name="Rectangle 1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7" o:spid="_x0000_s1137" style="position:absolute;margin-left:104pt;margin-top:34pt;width:79pt;height:55pt;z-index:251776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JfiGAIAAAk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7024" behindDoc="0" locked="0" layoutInCell="1" allowOverlap="1" wp14:anchorId="4F87F24D" wp14:editId="2D67498B">
                      <wp:simplePos x="0" y="0"/>
                      <wp:positionH relativeFrom="column">
                        <wp:posOffset>1320800</wp:posOffset>
                      </wp:positionH>
                      <wp:positionV relativeFrom="paragraph">
                        <wp:posOffset>431800</wp:posOffset>
                      </wp:positionV>
                      <wp:extent cx="1003300" cy="698500"/>
                      <wp:effectExtent l="0" t="0" r="0" b="0"/>
                      <wp:wrapNone/>
                      <wp:docPr id="18" name="Rectangle 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8" o:spid="_x0000_s1138" style="position:absolute;margin-left:104pt;margin-top:34pt;width:79pt;height:55pt;z-index:251777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nTjGg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l1p04x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8048" behindDoc="0" locked="0" layoutInCell="1" allowOverlap="1" wp14:anchorId="6E7D1D9A" wp14:editId="50E5A16B">
                      <wp:simplePos x="0" y="0"/>
                      <wp:positionH relativeFrom="column">
                        <wp:posOffset>1320800</wp:posOffset>
                      </wp:positionH>
                      <wp:positionV relativeFrom="paragraph">
                        <wp:posOffset>431800</wp:posOffset>
                      </wp:positionV>
                      <wp:extent cx="1003300" cy="698500"/>
                      <wp:effectExtent l="0" t="0" r="0" b="0"/>
                      <wp:wrapNone/>
                      <wp:docPr id="19" name="Rectangle 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9" o:spid="_x0000_s1139" style="position:absolute;margin-left:104pt;margin-top:34pt;width:79pt;height:55pt;z-index:251778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ae2Gg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xiGnth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9072" behindDoc="0" locked="0" layoutInCell="1" allowOverlap="1" wp14:anchorId="146E651C" wp14:editId="6A29917A">
                      <wp:simplePos x="0" y="0"/>
                      <wp:positionH relativeFrom="column">
                        <wp:posOffset>1320800</wp:posOffset>
                      </wp:positionH>
                      <wp:positionV relativeFrom="paragraph">
                        <wp:posOffset>431800</wp:posOffset>
                      </wp:positionV>
                      <wp:extent cx="1003300" cy="698500"/>
                      <wp:effectExtent l="0" t="0" r="0" b="0"/>
                      <wp:wrapNone/>
                      <wp:docPr id="20" name="Rectangle 2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0" o:spid="_x0000_s1140" style="position:absolute;margin-left:104pt;margin-top:34pt;width:79pt;height:55pt;z-index:251779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HgIGQIAAAk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CrUHgI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0096" behindDoc="0" locked="0" layoutInCell="1" allowOverlap="1" wp14:anchorId="57BED8E6" wp14:editId="4F93D8C1">
                      <wp:simplePos x="0" y="0"/>
                      <wp:positionH relativeFrom="column">
                        <wp:posOffset>1320800</wp:posOffset>
                      </wp:positionH>
                      <wp:positionV relativeFrom="paragraph">
                        <wp:posOffset>431800</wp:posOffset>
                      </wp:positionV>
                      <wp:extent cx="1003300" cy="698500"/>
                      <wp:effectExtent l="0" t="0" r="0" b="0"/>
                      <wp:wrapNone/>
                      <wp:docPr id="21" name="Rectangle 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1" o:spid="_x0000_s1141" style="position:absolute;margin-left:104pt;margin-top:34pt;width:79pt;height:55pt;z-index:251780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wgXHAIAAAk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rfwgX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1120" behindDoc="0" locked="0" layoutInCell="1" allowOverlap="1" wp14:anchorId="75EF3ED9" wp14:editId="764B09C2">
                      <wp:simplePos x="0" y="0"/>
                      <wp:positionH relativeFrom="column">
                        <wp:posOffset>1320800</wp:posOffset>
                      </wp:positionH>
                      <wp:positionV relativeFrom="paragraph">
                        <wp:posOffset>431800</wp:posOffset>
                      </wp:positionV>
                      <wp:extent cx="1003300" cy="698500"/>
                      <wp:effectExtent l="0" t="0" r="0" b="0"/>
                      <wp:wrapNone/>
                      <wp:docPr id="22" name="Rectangle 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2" o:spid="_x0000_s1142" style="position:absolute;margin-left:104pt;margin-top:34pt;width:79pt;height:55pt;z-index:251781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n3pGw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jyfekbAgAAC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2144" behindDoc="0" locked="0" layoutInCell="1" allowOverlap="1" wp14:anchorId="37C24C4A" wp14:editId="33F5939E">
                      <wp:simplePos x="0" y="0"/>
                      <wp:positionH relativeFrom="column">
                        <wp:posOffset>1320800</wp:posOffset>
                      </wp:positionH>
                      <wp:positionV relativeFrom="paragraph">
                        <wp:posOffset>431800</wp:posOffset>
                      </wp:positionV>
                      <wp:extent cx="1003300" cy="698500"/>
                      <wp:effectExtent l="0" t="0" r="0" b="0"/>
                      <wp:wrapNone/>
                      <wp:docPr id="23" name="Rectangle 2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 o:spid="_x0000_s1143" style="position:absolute;margin-left:104pt;margin-top:34pt;width:79pt;height:55pt;z-index:251782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Q32GQIAAAk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Y3Q32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3168" behindDoc="0" locked="0" layoutInCell="1" allowOverlap="1" wp14:anchorId="6F2CDAFA" wp14:editId="26D9AD12">
                      <wp:simplePos x="0" y="0"/>
                      <wp:positionH relativeFrom="column">
                        <wp:posOffset>1320800</wp:posOffset>
                      </wp:positionH>
                      <wp:positionV relativeFrom="paragraph">
                        <wp:posOffset>431800</wp:posOffset>
                      </wp:positionV>
                      <wp:extent cx="1003300" cy="698500"/>
                      <wp:effectExtent l="0" t="0" r="0" b="0"/>
                      <wp:wrapNone/>
                      <wp:docPr id="24" name="Rectangle 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 o:spid="_x0000_s1144" style="position:absolute;margin-left:104pt;margin-top:34pt;width:79pt;height:55pt;z-index:251783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OZiGw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dY5mIbAgAAC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4192" behindDoc="0" locked="0" layoutInCell="1" allowOverlap="1" wp14:anchorId="07D155F2" wp14:editId="04DAE68E">
                      <wp:simplePos x="0" y="0"/>
                      <wp:positionH relativeFrom="column">
                        <wp:posOffset>1320800</wp:posOffset>
                      </wp:positionH>
                      <wp:positionV relativeFrom="paragraph">
                        <wp:posOffset>431800</wp:posOffset>
                      </wp:positionV>
                      <wp:extent cx="1003300" cy="698500"/>
                      <wp:effectExtent l="0" t="0" r="0" b="0"/>
                      <wp:wrapNone/>
                      <wp:docPr id="25" name="Rectangle 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 o:spid="_x0000_s1145" style="position:absolute;margin-left:104pt;margin-top:34pt;width:79pt;height:55pt;z-index:251784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zU3HAIAAAk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mIzU3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5216" behindDoc="0" locked="0" layoutInCell="1" allowOverlap="1" wp14:anchorId="5CCB8D8E" wp14:editId="080274BB">
                      <wp:simplePos x="0" y="0"/>
                      <wp:positionH relativeFrom="column">
                        <wp:posOffset>1295400</wp:posOffset>
                      </wp:positionH>
                      <wp:positionV relativeFrom="paragraph">
                        <wp:posOffset>431800</wp:posOffset>
                      </wp:positionV>
                      <wp:extent cx="1003300" cy="698500"/>
                      <wp:effectExtent l="0" t="0" r="0" b="0"/>
                      <wp:wrapNone/>
                      <wp:docPr id="26" name="Rectangle 2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 o:spid="_x0000_s1146" style="position:absolute;margin-left:102pt;margin-top:34pt;width:79pt;height:55pt;z-index:251785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EYcGAIAAAk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0sEYc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6240" behindDoc="0" locked="0" layoutInCell="1" allowOverlap="1" wp14:anchorId="6144CBE0" wp14:editId="274E3515">
                      <wp:simplePos x="0" y="0"/>
                      <wp:positionH relativeFrom="column">
                        <wp:posOffset>1295400</wp:posOffset>
                      </wp:positionH>
                      <wp:positionV relativeFrom="paragraph">
                        <wp:posOffset>431800</wp:posOffset>
                      </wp:positionV>
                      <wp:extent cx="1003300" cy="698500"/>
                      <wp:effectExtent l="0" t="0" r="0" b="0"/>
                      <wp:wrapNone/>
                      <wp:docPr id="27" name="Rectangle 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 o:spid="_x0000_s1147" style="position:absolute;margin-left:102pt;margin-top:34pt;width:79pt;height:55pt;z-index:251786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zYDGgIAAAk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SfNgM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7264" behindDoc="0" locked="0" layoutInCell="1" allowOverlap="1" wp14:anchorId="7E571EE6" wp14:editId="6F494733">
                      <wp:simplePos x="0" y="0"/>
                      <wp:positionH relativeFrom="column">
                        <wp:posOffset>1295400</wp:posOffset>
                      </wp:positionH>
                      <wp:positionV relativeFrom="paragraph">
                        <wp:posOffset>431800</wp:posOffset>
                      </wp:positionV>
                      <wp:extent cx="1003300" cy="698500"/>
                      <wp:effectExtent l="0" t="0" r="0" b="0"/>
                      <wp:wrapNone/>
                      <wp:docPr id="28" name="Rectangle 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 o:spid="_x0000_s1148" style="position:absolute;margin-left:102pt;margin-top:34pt;width:79pt;height:55pt;z-index:251787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XZI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VFdkg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8288" behindDoc="0" locked="0" layoutInCell="1" allowOverlap="1" wp14:anchorId="693D7439" wp14:editId="75A0A2EB">
                      <wp:simplePos x="0" y="0"/>
                      <wp:positionH relativeFrom="column">
                        <wp:posOffset>1295400</wp:posOffset>
                      </wp:positionH>
                      <wp:positionV relativeFrom="paragraph">
                        <wp:posOffset>431800</wp:posOffset>
                      </wp:positionV>
                      <wp:extent cx="1003300" cy="698500"/>
                      <wp:effectExtent l="0" t="0" r="0" b="0"/>
                      <wp:wrapNone/>
                      <wp:docPr id="29" name="Rectangle 2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 o:spid="_x0000_s1149" style="position:absolute;margin-left:102pt;margin-top:34pt;width:79pt;height:55pt;z-index:251788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gZXGAIAAAk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DlagZX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9312" behindDoc="0" locked="0" layoutInCell="1" allowOverlap="1" wp14:anchorId="2E970703" wp14:editId="72F4B875">
                      <wp:simplePos x="0" y="0"/>
                      <wp:positionH relativeFrom="column">
                        <wp:posOffset>1295400</wp:posOffset>
                      </wp:positionH>
                      <wp:positionV relativeFrom="paragraph">
                        <wp:posOffset>431800</wp:posOffset>
                      </wp:positionV>
                      <wp:extent cx="1003300" cy="698500"/>
                      <wp:effectExtent l="0" t="0" r="0" b="0"/>
                      <wp:wrapNone/>
                      <wp:docPr id="30" name="Rectangle 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0" o:spid="_x0000_s1150" style="position:absolute;margin-left:102pt;margin-top:34pt;width:79pt;height:55pt;z-index:251789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DKC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fsMoI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0336" behindDoc="0" locked="0" layoutInCell="1" allowOverlap="1" wp14:anchorId="31554D73" wp14:editId="308912D0">
                      <wp:simplePos x="0" y="0"/>
                      <wp:positionH relativeFrom="column">
                        <wp:posOffset>1295400</wp:posOffset>
                      </wp:positionH>
                      <wp:positionV relativeFrom="paragraph">
                        <wp:posOffset>431800</wp:posOffset>
                      </wp:positionV>
                      <wp:extent cx="1003300" cy="698500"/>
                      <wp:effectExtent l="0" t="0" r="0" b="0"/>
                      <wp:wrapNone/>
                      <wp:docPr id="31" name="Rectangle 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1" o:spid="_x0000_s1151" style="position:absolute;margin-left:102pt;margin-top:34pt;width:79pt;height:55pt;z-index:251790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HXGwIAAAk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2l+HX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1360" behindDoc="0" locked="0" layoutInCell="1" allowOverlap="1" wp14:anchorId="15A38DD5" wp14:editId="3E84D6CE">
                      <wp:simplePos x="0" y="0"/>
                      <wp:positionH relativeFrom="column">
                        <wp:posOffset>1295400</wp:posOffset>
                      </wp:positionH>
                      <wp:positionV relativeFrom="paragraph">
                        <wp:posOffset>431800</wp:posOffset>
                      </wp:positionV>
                      <wp:extent cx="1003300" cy="698500"/>
                      <wp:effectExtent l="0" t="0" r="0" b="0"/>
                      <wp:wrapNone/>
                      <wp:docPr id="32" name="Rectangle 3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2" o:spid="_x0000_s1152" style="position:absolute;margin-left:102pt;margin-top:34pt;width:79pt;height:55pt;z-index:251791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jdjGAIAAAk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AUTjdj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2384" behindDoc="0" locked="0" layoutInCell="1" allowOverlap="1" wp14:anchorId="0931800B" wp14:editId="4B09EC5A">
                      <wp:simplePos x="0" y="0"/>
                      <wp:positionH relativeFrom="column">
                        <wp:posOffset>1295400</wp:posOffset>
                      </wp:positionH>
                      <wp:positionV relativeFrom="paragraph">
                        <wp:posOffset>431800</wp:posOffset>
                      </wp:positionV>
                      <wp:extent cx="1003300" cy="698500"/>
                      <wp:effectExtent l="0" t="0" r="0" b="0"/>
                      <wp:wrapNone/>
                      <wp:docPr id="33" name="Rectangle 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3" o:spid="_x0000_s1153" style="position:absolute;margin-left:102pt;margin-top:34pt;width:79pt;height:55pt;z-index:251792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Ud8GwIAAAk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UYUd8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3408" behindDoc="0" locked="0" layoutInCell="1" allowOverlap="1" wp14:anchorId="56BD280A" wp14:editId="31B5DE53">
                      <wp:simplePos x="0" y="0"/>
                      <wp:positionH relativeFrom="column">
                        <wp:posOffset>1295400</wp:posOffset>
                      </wp:positionH>
                      <wp:positionV relativeFrom="paragraph">
                        <wp:posOffset>431800</wp:posOffset>
                      </wp:positionV>
                      <wp:extent cx="1003300" cy="698500"/>
                      <wp:effectExtent l="0" t="0" r="0" b="0"/>
                      <wp:wrapNone/>
                      <wp:docPr id="34" name="Rectangle 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4" o:spid="_x0000_s1154" style="position:absolute;margin-left:102pt;margin-top:34pt;width:79pt;height:55pt;z-index:251793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A+iGw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qsA+i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4432" behindDoc="0" locked="0" layoutInCell="1" allowOverlap="1" wp14:anchorId="291EF610" wp14:editId="23D28A79">
                      <wp:simplePos x="0" y="0"/>
                      <wp:positionH relativeFrom="column">
                        <wp:posOffset>1295400</wp:posOffset>
                      </wp:positionH>
                      <wp:positionV relativeFrom="paragraph">
                        <wp:posOffset>431800</wp:posOffset>
                      </wp:positionV>
                      <wp:extent cx="1003300" cy="698500"/>
                      <wp:effectExtent l="0" t="0" r="0" b="0"/>
                      <wp:wrapNone/>
                      <wp:docPr id="35" name="Rectangle 3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5" o:spid="_x0000_s1155" style="position:absolute;margin-left:102pt;margin-top:34pt;width:79pt;height:55pt;z-index:251794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3+9GAIAAAk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Aqn3+9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5456" behindDoc="0" locked="0" layoutInCell="1" allowOverlap="1" wp14:anchorId="5F170272" wp14:editId="10C5BBFD">
                      <wp:simplePos x="0" y="0"/>
                      <wp:positionH relativeFrom="column">
                        <wp:posOffset>1295400</wp:posOffset>
                      </wp:positionH>
                      <wp:positionV relativeFrom="paragraph">
                        <wp:posOffset>431800</wp:posOffset>
                      </wp:positionV>
                      <wp:extent cx="1003300" cy="698500"/>
                      <wp:effectExtent l="0" t="0" r="0" b="0"/>
                      <wp:wrapNone/>
                      <wp:docPr id="36" name="Rectangle 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6" o:spid="_x0000_s1156" style="position:absolute;margin-left:102pt;margin-top:34pt;width:79pt;height:55pt;z-index:251795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txK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xW3Eo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6480" behindDoc="0" locked="0" layoutInCell="1" allowOverlap="1" wp14:anchorId="0CC993F5" wp14:editId="2C3DD694">
                      <wp:simplePos x="0" y="0"/>
                      <wp:positionH relativeFrom="column">
                        <wp:posOffset>1295400</wp:posOffset>
                      </wp:positionH>
                      <wp:positionV relativeFrom="paragraph">
                        <wp:posOffset>431800</wp:posOffset>
                      </wp:positionV>
                      <wp:extent cx="1003300" cy="698500"/>
                      <wp:effectExtent l="0" t="0" r="0" b="0"/>
                      <wp:wrapNone/>
                      <wp:docPr id="37" name="Rectangle 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7" o:spid="_x0000_s1157" style="position:absolute;margin-left:102pt;margin-top:34pt;width:79pt;height:55pt;z-index:251796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Q8fGgIAAAk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0tDx8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7504" behindDoc="0" locked="0" layoutInCell="1" allowOverlap="1" wp14:anchorId="5B5DA48F" wp14:editId="327EF604">
                      <wp:simplePos x="0" y="0"/>
                      <wp:positionH relativeFrom="column">
                        <wp:posOffset>1295400</wp:posOffset>
                      </wp:positionH>
                      <wp:positionV relativeFrom="paragraph">
                        <wp:posOffset>431800</wp:posOffset>
                      </wp:positionV>
                      <wp:extent cx="1003300" cy="698500"/>
                      <wp:effectExtent l="0" t="0" r="0" b="0"/>
                      <wp:wrapNone/>
                      <wp:docPr id="38" name="Rectangle 3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 o:spid="_x0000_s1158" style="position:absolute;margin-left:102pt;margin-top:34pt;width:79pt;height:55pt;z-index:251797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weFwIAAAk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8528" behindDoc="0" locked="0" layoutInCell="1" allowOverlap="1" wp14:anchorId="4BB0B8CA" wp14:editId="55AE0635">
                      <wp:simplePos x="0" y="0"/>
                      <wp:positionH relativeFrom="column">
                        <wp:posOffset>1295400</wp:posOffset>
                      </wp:positionH>
                      <wp:positionV relativeFrom="paragraph">
                        <wp:posOffset>431800</wp:posOffset>
                      </wp:positionV>
                      <wp:extent cx="1003300" cy="698500"/>
                      <wp:effectExtent l="0" t="0" r="0" b="0"/>
                      <wp:wrapNone/>
                      <wp:docPr id="39" name="Rectangle 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 o:spid="_x0000_s1159" style="position:absolute;margin-left:102pt;margin-top:34pt;width:79pt;height:55pt;z-index:251798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JwBGw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tjJwB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9552" behindDoc="0" locked="0" layoutInCell="1" allowOverlap="1" wp14:anchorId="1030FD84" wp14:editId="427A77C3">
                      <wp:simplePos x="0" y="0"/>
                      <wp:positionH relativeFrom="column">
                        <wp:posOffset>1295400</wp:posOffset>
                      </wp:positionH>
                      <wp:positionV relativeFrom="paragraph">
                        <wp:posOffset>431800</wp:posOffset>
                      </wp:positionV>
                      <wp:extent cx="1003300" cy="698500"/>
                      <wp:effectExtent l="0" t="0" r="0" b="0"/>
                      <wp:wrapNone/>
                      <wp:docPr id="40" name="Rectangle 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 o:spid="_x0000_s1160" style="position:absolute;margin-left:102pt;margin-top:34pt;width:79pt;height:55pt;z-index:251799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zciGAIAAAk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PRzci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0576" behindDoc="0" locked="0" layoutInCell="1" allowOverlap="1" wp14:anchorId="6F514044" wp14:editId="1B1B5509">
                      <wp:simplePos x="0" y="0"/>
                      <wp:positionH relativeFrom="column">
                        <wp:posOffset>1295400</wp:posOffset>
                      </wp:positionH>
                      <wp:positionV relativeFrom="paragraph">
                        <wp:posOffset>431800</wp:posOffset>
                      </wp:positionV>
                      <wp:extent cx="1003300" cy="698500"/>
                      <wp:effectExtent l="0" t="0" r="0" b="0"/>
                      <wp:wrapNone/>
                      <wp:docPr id="41" name="Rectangle 4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 o:spid="_x0000_s1161" style="position:absolute;margin-left:102pt;margin-top:34pt;width:79pt;height:55pt;z-index:251800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Ec9GQIAAAk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T2hHPRkCAAAJ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1600" behindDoc="0" locked="0" layoutInCell="1" allowOverlap="1" wp14:anchorId="0299F624" wp14:editId="67847B92">
                      <wp:simplePos x="0" y="0"/>
                      <wp:positionH relativeFrom="column">
                        <wp:posOffset>1295400</wp:posOffset>
                      </wp:positionH>
                      <wp:positionV relativeFrom="paragraph">
                        <wp:posOffset>431800</wp:posOffset>
                      </wp:positionV>
                      <wp:extent cx="1003300" cy="698500"/>
                      <wp:effectExtent l="0" t="0" r="0" b="0"/>
                      <wp:wrapNone/>
                      <wp:docPr id="42" name="Rectangle 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 o:spid="_x0000_s1162" style="position:absolute;margin-left:102pt;margin-top:34pt;width:79pt;height:55pt;z-index:251801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GJ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2xkYk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2624" behindDoc="0" locked="0" layoutInCell="1" allowOverlap="1" wp14:anchorId="60858E98" wp14:editId="7EBC460A">
                      <wp:simplePos x="0" y="0"/>
                      <wp:positionH relativeFrom="column">
                        <wp:posOffset>1295400</wp:posOffset>
                      </wp:positionH>
                      <wp:positionV relativeFrom="paragraph">
                        <wp:posOffset>431800</wp:posOffset>
                      </wp:positionV>
                      <wp:extent cx="1003300" cy="698500"/>
                      <wp:effectExtent l="0" t="0" r="0" b="0"/>
                      <wp:wrapNone/>
                      <wp:docPr id="43" name="Rectangle 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 o:spid="_x0000_s1163" style="position:absolute;margin-left:102pt;margin-top:34pt;width:79pt;height:55pt;z-index:251802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kLcGwIAAAk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8ykLc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3648" behindDoc="0" locked="0" layoutInCell="1" allowOverlap="1" wp14:anchorId="17D7F242" wp14:editId="527594EF">
                      <wp:simplePos x="0" y="0"/>
                      <wp:positionH relativeFrom="column">
                        <wp:posOffset>1295400</wp:posOffset>
                      </wp:positionH>
                      <wp:positionV relativeFrom="paragraph">
                        <wp:posOffset>431800</wp:posOffset>
                      </wp:positionV>
                      <wp:extent cx="1003300" cy="698500"/>
                      <wp:effectExtent l="0" t="0" r="0" b="0"/>
                      <wp:wrapNone/>
                      <wp:docPr id="44" name="Rectangle 4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 o:spid="_x0000_s1164" style="position:absolute;margin-left:102pt;margin-top:34pt;width:79pt;height:55pt;z-index:251803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6lIGAIAAAk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DTT6lI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4672" behindDoc="0" locked="0" layoutInCell="1" allowOverlap="1" wp14:anchorId="03DF6F31" wp14:editId="2DB96087">
                      <wp:simplePos x="0" y="0"/>
                      <wp:positionH relativeFrom="column">
                        <wp:posOffset>1295400</wp:posOffset>
                      </wp:positionH>
                      <wp:positionV relativeFrom="paragraph">
                        <wp:posOffset>431800</wp:posOffset>
                      </wp:positionV>
                      <wp:extent cx="1003300" cy="698500"/>
                      <wp:effectExtent l="0" t="0" r="0" b="0"/>
                      <wp:wrapNone/>
                      <wp:docPr id="45" name="Rectangle 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5" o:spid="_x0000_s1165" style="position:absolute;margin-left:102pt;margin-top:34pt;width:79pt;height:55pt;z-index:251804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NlXGwIAAAk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TYNlX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5696" behindDoc="0" locked="0" layoutInCell="1" allowOverlap="1" wp14:anchorId="3BB8D796" wp14:editId="3D336657">
                      <wp:simplePos x="0" y="0"/>
                      <wp:positionH relativeFrom="column">
                        <wp:posOffset>1295400</wp:posOffset>
                      </wp:positionH>
                      <wp:positionV relativeFrom="paragraph">
                        <wp:posOffset>431800</wp:posOffset>
                      </wp:positionV>
                      <wp:extent cx="1003300" cy="698500"/>
                      <wp:effectExtent l="0" t="0" r="0" b="0"/>
                      <wp:wrapNone/>
                      <wp:docPr id="46" name="Rectangle 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6" o:spid="_x0000_s1166" style="position:absolute;margin-left:102pt;margin-top:34pt;width:79pt;height:55pt;z-index:251805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HAeGQ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c0hwHhkCAAAJ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6720" behindDoc="0" locked="0" layoutInCell="1" allowOverlap="1" wp14:anchorId="77E9F111" wp14:editId="64D214BB">
                      <wp:simplePos x="0" y="0"/>
                      <wp:positionH relativeFrom="column">
                        <wp:posOffset>1295400</wp:posOffset>
                      </wp:positionH>
                      <wp:positionV relativeFrom="paragraph">
                        <wp:posOffset>431800</wp:posOffset>
                      </wp:positionV>
                      <wp:extent cx="1003300" cy="698500"/>
                      <wp:effectExtent l="0" t="0" r="0" b="0"/>
                      <wp:wrapNone/>
                      <wp:docPr id="47" name="Rectangle 4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7" o:spid="_x0000_s1167" style="position:absolute;margin-left:102pt;margin-top:34pt;width:79pt;height:55pt;z-index:251806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wABGAIAAAk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zZwAB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7744" behindDoc="0" locked="0" layoutInCell="1" allowOverlap="1" wp14:anchorId="6A723800" wp14:editId="3ADB51AF">
                      <wp:simplePos x="0" y="0"/>
                      <wp:positionH relativeFrom="column">
                        <wp:posOffset>1295400</wp:posOffset>
                      </wp:positionH>
                      <wp:positionV relativeFrom="paragraph">
                        <wp:posOffset>431800</wp:posOffset>
                      </wp:positionV>
                      <wp:extent cx="1003300" cy="698500"/>
                      <wp:effectExtent l="0" t="0" r="0" b="0"/>
                      <wp:wrapNone/>
                      <wp:docPr id="48" name="Rectangle 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8" o:spid="_x0000_s1168" style="position:absolute;margin-left:102pt;margin-top:34pt;width:79pt;height:55pt;z-index:251807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eMA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Pp4wA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8768" behindDoc="0" locked="0" layoutInCell="1" allowOverlap="1" wp14:anchorId="0AD97FD1" wp14:editId="55093537">
                      <wp:simplePos x="0" y="0"/>
                      <wp:positionH relativeFrom="column">
                        <wp:posOffset>1295400</wp:posOffset>
                      </wp:positionH>
                      <wp:positionV relativeFrom="paragraph">
                        <wp:posOffset>431800</wp:posOffset>
                      </wp:positionV>
                      <wp:extent cx="1003300" cy="698500"/>
                      <wp:effectExtent l="0" t="0" r="0" b="0"/>
                      <wp:wrapNone/>
                      <wp:docPr id="49" name="Rectangle 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9" o:spid="_x0000_s1169" style="position:absolute;margin-left:102pt;margin-top:34pt;width:79pt;height:55pt;z-index:251808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jBVGw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ikjBV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p>
        </w:tc>
        <w:tc>
          <w:tcPr>
            <w:tcW w:w="3577" w:type="dxa"/>
            <w:gridSpan w:val="2"/>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shd w:val="clear" w:color="auto" w:fill="auto"/>
            <w:vAlign w:val="center"/>
            <w:hideMark/>
          </w:tcPr>
          <w:p w:rsidR="00433D29" w:rsidRPr="00F14F57" w:rsidRDefault="00433D29"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809792" behindDoc="0" locked="0" layoutInCell="1" allowOverlap="1" wp14:anchorId="5D4B52F9" wp14:editId="2DBB0C0D">
                      <wp:simplePos x="0" y="0"/>
                      <wp:positionH relativeFrom="column">
                        <wp:posOffset>1320800</wp:posOffset>
                      </wp:positionH>
                      <wp:positionV relativeFrom="paragraph">
                        <wp:posOffset>431800</wp:posOffset>
                      </wp:positionV>
                      <wp:extent cx="1003300" cy="698500"/>
                      <wp:effectExtent l="0" t="0" r="0" b="0"/>
                      <wp:wrapNone/>
                      <wp:docPr id="50" name="Rectangle 5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0" o:spid="_x0000_s1170" style="position:absolute;margin-left:104pt;margin-top:34pt;width:79pt;height:55pt;z-index:251809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ATa7Kv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0816" behindDoc="0" locked="0" layoutInCell="1" allowOverlap="1" wp14:anchorId="7BCA1048" wp14:editId="11DF97E4">
                      <wp:simplePos x="0" y="0"/>
                      <wp:positionH relativeFrom="column">
                        <wp:posOffset>1320800</wp:posOffset>
                      </wp:positionH>
                      <wp:positionV relativeFrom="paragraph">
                        <wp:posOffset>431800</wp:posOffset>
                      </wp:positionV>
                      <wp:extent cx="1003300" cy="698500"/>
                      <wp:effectExtent l="0" t="0" r="0" b="0"/>
                      <wp:wrapNone/>
                      <wp:docPr id="51" name="Rectangle 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1" o:spid="_x0000_s1171" style="position:absolute;margin-left:104pt;margin-top:34pt;width:79pt;height:55pt;z-index:251810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MKwHQIAAAk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E0TCsB0CAAAJ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1840" behindDoc="0" locked="0" layoutInCell="1" allowOverlap="1" wp14:anchorId="49D2B183" wp14:editId="32F0C475">
                      <wp:simplePos x="0" y="0"/>
                      <wp:positionH relativeFrom="column">
                        <wp:posOffset>1320800</wp:posOffset>
                      </wp:positionH>
                      <wp:positionV relativeFrom="paragraph">
                        <wp:posOffset>431800</wp:posOffset>
                      </wp:positionV>
                      <wp:extent cx="1003300" cy="698500"/>
                      <wp:effectExtent l="0" t="0" r="0" b="0"/>
                      <wp:wrapNone/>
                      <wp:docPr id="52" name="Rectangle 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2" o:spid="_x0000_s1172" style="position:absolute;margin-left:104pt;margin-top:34pt;width:79pt;height:55pt;z-index:251811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bdOHAIAAAk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gybdO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2864" behindDoc="0" locked="0" layoutInCell="1" allowOverlap="1" wp14:anchorId="59AD9C7C" wp14:editId="74593508">
                      <wp:simplePos x="0" y="0"/>
                      <wp:positionH relativeFrom="column">
                        <wp:posOffset>1320800</wp:posOffset>
                      </wp:positionH>
                      <wp:positionV relativeFrom="paragraph">
                        <wp:posOffset>431800</wp:posOffset>
                      </wp:positionV>
                      <wp:extent cx="1003300" cy="698500"/>
                      <wp:effectExtent l="0" t="0" r="0" b="0"/>
                      <wp:wrapNone/>
                      <wp:docPr id="53" name="Rectangle 5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3" o:spid="_x0000_s1173" style="position:absolute;margin-left:104pt;margin-top:34pt;width:79pt;height:55pt;z-index:251812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4ObHUR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3888" behindDoc="0" locked="0" layoutInCell="1" allowOverlap="1" wp14:anchorId="1D547B01" wp14:editId="4CFF9C05">
                      <wp:simplePos x="0" y="0"/>
                      <wp:positionH relativeFrom="column">
                        <wp:posOffset>1320800</wp:posOffset>
                      </wp:positionH>
                      <wp:positionV relativeFrom="paragraph">
                        <wp:posOffset>431800</wp:posOffset>
                      </wp:positionV>
                      <wp:extent cx="1003300" cy="698500"/>
                      <wp:effectExtent l="0" t="0" r="0" b="0"/>
                      <wp:wrapNone/>
                      <wp:docPr id="54" name="Rectangle 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4" o:spid="_x0000_s1174" style="position:absolute;margin-left:104pt;margin-top:34pt;width:79pt;height:55pt;z-index:251813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yzFHAIAAAk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PYyzF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4912" behindDoc="0" locked="0" layoutInCell="1" allowOverlap="1" wp14:anchorId="051150AC" wp14:editId="04509CB2">
                      <wp:simplePos x="0" y="0"/>
                      <wp:positionH relativeFrom="column">
                        <wp:posOffset>1320800</wp:posOffset>
                      </wp:positionH>
                      <wp:positionV relativeFrom="paragraph">
                        <wp:posOffset>431800</wp:posOffset>
                      </wp:positionV>
                      <wp:extent cx="1003300" cy="698500"/>
                      <wp:effectExtent l="0" t="0" r="0" b="0"/>
                      <wp:wrapNone/>
                      <wp:docPr id="55" name="Rectangle 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5" o:spid="_x0000_s1175" style="position:absolute;margin-left:104pt;margin-top:34pt;width:79pt;height:55pt;z-index:251814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P+QHQIAAAk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3hj/kB0CAAAJ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5936" behindDoc="0" locked="0" layoutInCell="1" allowOverlap="1" wp14:anchorId="239813B6" wp14:editId="1C38E5B1">
                      <wp:simplePos x="0" y="0"/>
                      <wp:positionH relativeFrom="column">
                        <wp:posOffset>1320800</wp:posOffset>
                      </wp:positionH>
                      <wp:positionV relativeFrom="paragraph">
                        <wp:posOffset>431800</wp:posOffset>
                      </wp:positionV>
                      <wp:extent cx="1003300" cy="698500"/>
                      <wp:effectExtent l="0" t="0" r="0" b="0"/>
                      <wp:wrapNone/>
                      <wp:docPr id="56" name="Rectangle 5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6" o:spid="_x0000_s1176" style="position:absolute;margin-left:104pt;margin-top:34pt;width:79pt;height:55pt;z-index:251815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yNFcZx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6960" behindDoc="0" locked="0" layoutInCell="1" allowOverlap="1" wp14:anchorId="4DD07019" wp14:editId="50693CC8">
                      <wp:simplePos x="0" y="0"/>
                      <wp:positionH relativeFrom="column">
                        <wp:posOffset>1320800</wp:posOffset>
                      </wp:positionH>
                      <wp:positionV relativeFrom="paragraph">
                        <wp:posOffset>431800</wp:posOffset>
                      </wp:positionV>
                      <wp:extent cx="1003300" cy="698500"/>
                      <wp:effectExtent l="0" t="0" r="0" b="0"/>
                      <wp:wrapNone/>
                      <wp:docPr id="57" name="Rectangle 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7" o:spid="_x0000_s1177" style="position:absolute;margin-left:104pt;margin-top:34pt;width:79pt;height:55pt;z-index:251816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x4HAIAAAkEAAAOAAAAZHJzL2Uyb0RvYy54bWysU02P2yAQvVfqf0DcE+OPdWI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I/ix4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7984" behindDoc="0" locked="0" layoutInCell="1" allowOverlap="1" wp14:anchorId="704DAC5B" wp14:editId="6EDA07E1">
                      <wp:simplePos x="0" y="0"/>
                      <wp:positionH relativeFrom="column">
                        <wp:posOffset>1320800</wp:posOffset>
                      </wp:positionH>
                      <wp:positionV relativeFrom="paragraph">
                        <wp:posOffset>431800</wp:posOffset>
                      </wp:positionV>
                      <wp:extent cx="1003300" cy="698500"/>
                      <wp:effectExtent l="0" t="0" r="0" b="0"/>
                      <wp:wrapNone/>
                      <wp:docPr id="58" name="Rectangle 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8" o:spid="_x0000_s1178" style="position:absolute;margin-left:104pt;margin-top:34pt;width:79pt;height:55pt;z-index:251817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ZJGwz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9008" behindDoc="0" locked="0" layoutInCell="1" allowOverlap="1" wp14:anchorId="3D6D4770" wp14:editId="245A618A">
                      <wp:simplePos x="0" y="0"/>
                      <wp:positionH relativeFrom="column">
                        <wp:posOffset>1320800</wp:posOffset>
                      </wp:positionH>
                      <wp:positionV relativeFrom="paragraph">
                        <wp:posOffset>431800</wp:posOffset>
                      </wp:positionV>
                      <wp:extent cx="1003300" cy="698500"/>
                      <wp:effectExtent l="0" t="0" r="0" b="0"/>
                      <wp:wrapNone/>
                      <wp:docPr id="59" name="Rectangle 5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9" o:spid="_x0000_s1179" style="position:absolute;margin-left:104pt;margin-top:34pt;width:79pt;height:55pt;z-index:251819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ZCxws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0032" behindDoc="0" locked="0" layoutInCell="1" allowOverlap="1" wp14:anchorId="3A5CBA68" wp14:editId="1268085E">
                      <wp:simplePos x="0" y="0"/>
                      <wp:positionH relativeFrom="column">
                        <wp:posOffset>1320800</wp:posOffset>
                      </wp:positionH>
                      <wp:positionV relativeFrom="paragraph">
                        <wp:posOffset>431800</wp:posOffset>
                      </wp:positionV>
                      <wp:extent cx="1003300" cy="698500"/>
                      <wp:effectExtent l="0" t="0" r="0" b="0"/>
                      <wp:wrapNone/>
                      <wp:docPr id="60" name="Rectangle 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0" o:spid="_x0000_s1180" style="position:absolute;margin-left:104pt;margin-top:34pt;width:79pt;height:55pt;z-index:251820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sOSHAIAAAk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0esOS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1056" behindDoc="0" locked="0" layoutInCell="1" allowOverlap="1" wp14:anchorId="3C15B6CB" wp14:editId="28126FE0">
                      <wp:simplePos x="0" y="0"/>
                      <wp:positionH relativeFrom="column">
                        <wp:posOffset>1320800</wp:posOffset>
                      </wp:positionH>
                      <wp:positionV relativeFrom="paragraph">
                        <wp:posOffset>431800</wp:posOffset>
                      </wp:positionV>
                      <wp:extent cx="1003300" cy="698500"/>
                      <wp:effectExtent l="0" t="0" r="0" b="0"/>
                      <wp:wrapNone/>
                      <wp:docPr id="61" name="Rectangle 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1" o:spid="_x0000_s1181" style="position:absolute;margin-left:104pt;margin-top:34pt;width:79pt;height:55pt;z-index:251821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RDHHQIAAAk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QEQxx0CAAAJ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2080" behindDoc="0" locked="0" layoutInCell="1" allowOverlap="1" wp14:anchorId="665AADF4" wp14:editId="3FD051B7">
                      <wp:simplePos x="0" y="0"/>
                      <wp:positionH relativeFrom="column">
                        <wp:posOffset>1320800</wp:posOffset>
                      </wp:positionH>
                      <wp:positionV relativeFrom="paragraph">
                        <wp:posOffset>431800</wp:posOffset>
                      </wp:positionV>
                      <wp:extent cx="1003300" cy="698500"/>
                      <wp:effectExtent l="0" t="0" r="0" b="0"/>
                      <wp:wrapNone/>
                      <wp:docPr id="62" name="Rectangle 6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2" o:spid="_x0000_s1182" style="position:absolute;margin-left:104pt;margin-top:34pt;width:79pt;height:55pt;z-index:251822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x9jGcx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3104" behindDoc="0" locked="0" layoutInCell="1" allowOverlap="1" wp14:anchorId="35DBBEC9" wp14:editId="4A32EEAC">
                      <wp:simplePos x="0" y="0"/>
                      <wp:positionH relativeFrom="column">
                        <wp:posOffset>1320800</wp:posOffset>
                      </wp:positionH>
                      <wp:positionV relativeFrom="paragraph">
                        <wp:posOffset>431800</wp:posOffset>
                      </wp:positionV>
                      <wp:extent cx="1003300" cy="698500"/>
                      <wp:effectExtent l="0" t="0" r="0" b="0"/>
                      <wp:wrapNone/>
                      <wp:docPr id="63" name="Rectangle 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3" o:spid="_x0000_s1183" style="position:absolute;margin-left:104pt;margin-top:34pt;width:79pt;height:55pt;z-index:251823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7ZsHQIAAAk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x/e2bB0CAAAJ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4128" behindDoc="0" locked="0" layoutInCell="1" allowOverlap="1" wp14:anchorId="1EFB2B88" wp14:editId="24C1BB3A">
                      <wp:simplePos x="0" y="0"/>
                      <wp:positionH relativeFrom="column">
                        <wp:posOffset>1320800</wp:posOffset>
                      </wp:positionH>
                      <wp:positionV relativeFrom="paragraph">
                        <wp:posOffset>431800</wp:posOffset>
                      </wp:positionV>
                      <wp:extent cx="1003300" cy="698500"/>
                      <wp:effectExtent l="0" t="0" r="0" b="0"/>
                      <wp:wrapNone/>
                      <wp:docPr id="2304" name="Rectangle 23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4" o:spid="_x0000_s1184" style="position:absolute;margin-left:104pt;margin-top:34pt;width:79pt;height:55pt;z-index:251824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gYzHgIAAA0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EKBjMeAgAADQQAAA4AAAAAAAAAAAAAAAAALgIAAGRycy9lMm9Eb2MueG1sUEsBAi0A&#10;FAAGAAgAAAAhAIlkbA7bAAAACgEAAA8AAAAAAAAAAAAAAAAAeA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5152" behindDoc="0" locked="0" layoutInCell="1" allowOverlap="1" wp14:anchorId="37386A1A" wp14:editId="0A4B2C9C">
                      <wp:simplePos x="0" y="0"/>
                      <wp:positionH relativeFrom="column">
                        <wp:posOffset>1320800</wp:posOffset>
                      </wp:positionH>
                      <wp:positionV relativeFrom="paragraph">
                        <wp:posOffset>431800</wp:posOffset>
                      </wp:positionV>
                      <wp:extent cx="1003300" cy="698500"/>
                      <wp:effectExtent l="0" t="0" r="0" b="0"/>
                      <wp:wrapNone/>
                      <wp:docPr id="2305" name="Rectangle 230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5" o:spid="_x0000_s1185" style="position:absolute;margin-left:104pt;margin-top:34pt;width:79pt;height:55pt;z-index:251825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uu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Csq64bAgAAD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6176" behindDoc="0" locked="0" layoutInCell="1" allowOverlap="1" wp14:anchorId="00FB02E4" wp14:editId="38AA8A5E">
                      <wp:simplePos x="0" y="0"/>
                      <wp:positionH relativeFrom="column">
                        <wp:posOffset>1320800</wp:posOffset>
                      </wp:positionH>
                      <wp:positionV relativeFrom="paragraph">
                        <wp:posOffset>431800</wp:posOffset>
                      </wp:positionV>
                      <wp:extent cx="1003300" cy="698500"/>
                      <wp:effectExtent l="0" t="0" r="0" b="0"/>
                      <wp:wrapNone/>
                      <wp:docPr id="2306" name="Rectangle 23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6" o:spid="_x0000_s1186" style="position:absolute;margin-left:104pt;margin-top:34pt;width:79pt;height:55pt;z-index:251826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uWqHVh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7200" behindDoc="0" locked="0" layoutInCell="1" allowOverlap="1" wp14:anchorId="018B1211" wp14:editId="4F40D3EB">
                      <wp:simplePos x="0" y="0"/>
                      <wp:positionH relativeFrom="column">
                        <wp:posOffset>1320800</wp:posOffset>
                      </wp:positionH>
                      <wp:positionV relativeFrom="paragraph">
                        <wp:posOffset>431800</wp:posOffset>
                      </wp:positionV>
                      <wp:extent cx="1003300" cy="698500"/>
                      <wp:effectExtent l="0" t="0" r="0" b="0"/>
                      <wp:wrapNone/>
                      <wp:docPr id="2307" name="Rectangle 23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7" o:spid="_x0000_s1187" style="position:absolute;margin-left:104pt;margin-top:34pt;width:79pt;height:55pt;z-index:251827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ImBHQ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GZiJgR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8224" behindDoc="0" locked="0" layoutInCell="1" allowOverlap="1" wp14:anchorId="050EABA1" wp14:editId="1EDAE27B">
                      <wp:simplePos x="0" y="0"/>
                      <wp:positionH relativeFrom="column">
                        <wp:posOffset>1320800</wp:posOffset>
                      </wp:positionH>
                      <wp:positionV relativeFrom="paragraph">
                        <wp:posOffset>431800</wp:posOffset>
                      </wp:positionV>
                      <wp:extent cx="1003300" cy="698500"/>
                      <wp:effectExtent l="0" t="0" r="0" b="0"/>
                      <wp:wrapNone/>
                      <wp:docPr id="2308" name="Rectangle 230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8" o:spid="_x0000_s1188" style="position:absolute;margin-left:104pt;margin-top:34pt;width:79pt;height:55pt;z-index:251828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IL9UncbAgAAD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9248" behindDoc="0" locked="0" layoutInCell="1" allowOverlap="1" wp14:anchorId="4E2F5BDA" wp14:editId="09E3ABDD">
                      <wp:simplePos x="0" y="0"/>
                      <wp:positionH relativeFrom="column">
                        <wp:posOffset>1320800</wp:posOffset>
                      </wp:positionH>
                      <wp:positionV relativeFrom="paragraph">
                        <wp:posOffset>431800</wp:posOffset>
                      </wp:positionV>
                      <wp:extent cx="1003300" cy="698500"/>
                      <wp:effectExtent l="0" t="0" r="0" b="0"/>
                      <wp:wrapNone/>
                      <wp:docPr id="2309" name="Rectangle 23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9" o:spid="_x0000_s1189" style="position:absolute;margin-left:104pt;margin-top:34pt;width:79pt;height:55pt;z-index:251829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c1v/6h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0272" behindDoc="0" locked="0" layoutInCell="1" allowOverlap="1" wp14:anchorId="7E4505D0" wp14:editId="38FCF62C">
                      <wp:simplePos x="0" y="0"/>
                      <wp:positionH relativeFrom="column">
                        <wp:posOffset>1320800</wp:posOffset>
                      </wp:positionH>
                      <wp:positionV relativeFrom="paragraph">
                        <wp:posOffset>431800</wp:posOffset>
                      </wp:positionV>
                      <wp:extent cx="1003300" cy="698500"/>
                      <wp:effectExtent l="0" t="0" r="0" b="0"/>
                      <wp:wrapNone/>
                      <wp:docPr id="2310" name="Rectangle 23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0" o:spid="_x0000_s1190" style="position:absolute;margin-left:104pt;margin-top:34pt;width:79pt;height:55pt;z-index:251830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3EVH8B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1296" behindDoc="0" locked="0" layoutInCell="1" allowOverlap="1" wp14:anchorId="5B7CC854" wp14:editId="5D1E3041">
                      <wp:simplePos x="0" y="0"/>
                      <wp:positionH relativeFrom="column">
                        <wp:posOffset>1320800</wp:posOffset>
                      </wp:positionH>
                      <wp:positionV relativeFrom="paragraph">
                        <wp:posOffset>431800</wp:posOffset>
                      </wp:positionV>
                      <wp:extent cx="1003300" cy="698500"/>
                      <wp:effectExtent l="0" t="0" r="0" b="0"/>
                      <wp:wrapNone/>
                      <wp:docPr id="2311" name="Rectangle 231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1" o:spid="_x0000_s1191" style="position:absolute;margin-left:104pt;margin-top:34pt;width:79pt;height:55pt;z-index:251831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ptHA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t4+ptHAIAAA0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2320" behindDoc="0" locked="0" layoutInCell="1" allowOverlap="1" wp14:anchorId="6A2E2379" wp14:editId="0713CE73">
                      <wp:simplePos x="0" y="0"/>
                      <wp:positionH relativeFrom="column">
                        <wp:posOffset>1320800</wp:posOffset>
                      </wp:positionH>
                      <wp:positionV relativeFrom="paragraph">
                        <wp:posOffset>431800</wp:posOffset>
                      </wp:positionV>
                      <wp:extent cx="1003300" cy="698500"/>
                      <wp:effectExtent l="0" t="0" r="0" b="0"/>
                      <wp:wrapNone/>
                      <wp:docPr id="2312" name="Rectangle 23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2" o:spid="_x0000_s1192" style="position:absolute;margin-left:104pt;margin-top:34pt;width:79pt;height:55pt;z-index:251832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3aYrhR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3344" behindDoc="0" locked="0" layoutInCell="1" allowOverlap="1" wp14:anchorId="1DE3BE10" wp14:editId="44FF2CB3">
                      <wp:simplePos x="0" y="0"/>
                      <wp:positionH relativeFrom="column">
                        <wp:posOffset>1320800</wp:posOffset>
                      </wp:positionH>
                      <wp:positionV relativeFrom="paragraph">
                        <wp:posOffset>431800</wp:posOffset>
                      </wp:positionV>
                      <wp:extent cx="1003300" cy="698500"/>
                      <wp:effectExtent l="0" t="0" r="0" b="0"/>
                      <wp:wrapNone/>
                      <wp:docPr id="2313" name="Rectangle 23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3" o:spid="_x0000_s1193" style="position:absolute;margin-left:104pt;margin-top:34pt;width:79pt;height:55pt;z-index:251833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CVSHg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1UJVIeAgAADQQAAA4AAAAAAAAAAAAAAAAALgIAAGRycy9lMm9Eb2MueG1sUEsBAi0A&#10;FAAGAAgAAAAhAIlkbA7bAAAACgEAAA8AAAAAAAAAAAAAAAAAeA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4368" behindDoc="0" locked="0" layoutInCell="1" allowOverlap="1" wp14:anchorId="0C62B469" wp14:editId="41AFCA68">
                      <wp:simplePos x="0" y="0"/>
                      <wp:positionH relativeFrom="column">
                        <wp:posOffset>1295400</wp:posOffset>
                      </wp:positionH>
                      <wp:positionV relativeFrom="paragraph">
                        <wp:posOffset>431800</wp:posOffset>
                      </wp:positionV>
                      <wp:extent cx="1003300" cy="698500"/>
                      <wp:effectExtent l="0" t="0" r="0" b="0"/>
                      <wp:wrapNone/>
                      <wp:docPr id="2314" name="Rectangle 231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4" o:spid="_x0000_s1194" style="position:absolute;margin-left:102pt;margin-top:34pt;width:79pt;height:55pt;z-index:251834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4rT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QfitM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5392" behindDoc="0" locked="0" layoutInCell="1" allowOverlap="1" wp14:anchorId="0FF4BC58" wp14:editId="3AEA372A">
                      <wp:simplePos x="0" y="0"/>
                      <wp:positionH relativeFrom="column">
                        <wp:posOffset>1295400</wp:posOffset>
                      </wp:positionH>
                      <wp:positionV relativeFrom="paragraph">
                        <wp:posOffset>431800</wp:posOffset>
                      </wp:positionV>
                      <wp:extent cx="1003300" cy="698500"/>
                      <wp:effectExtent l="0" t="0" r="0" b="0"/>
                      <wp:wrapNone/>
                      <wp:docPr id="2315" name="Rectangle 23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5" o:spid="_x0000_s1195" style="position:absolute;margin-left:102pt;margin-top:34pt;width:79pt;height:55pt;z-index:251835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SdO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S&#10;XWEkyAAqfYO6EbHvGZqjHW8a5vT1HNlkvxjr2II1s/yZJetkvc6KRZxstos0vUsWRVgUi00abrJs&#10;u82z680vdztKS2CuiL2Du7PuEHsfobP0c6l8yZFRDvvzFML3bKIw9ZIGHlq9mv8ebDAqU3q2rje8&#10;+ageNOjvPAOmIzS1enB/EAZNvktOly5xZCkEi6TIQ+glCltZfuVsyAJPvVxW2thPTA7IGRXWUExf&#10;N3IEJPPRlyNw7/V5Z9lpN3k5oqx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W5J04dAgAADQQAAA4AAAAAAAAAAAAAAAAALgIAAGRycy9lMm9Eb2MueG1sUEsBAi0A&#10;FAAGAAgAAAAhAE+++zXcAAAACgEAAA8AAAAAAAAAAAAAAAAAdw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6416" behindDoc="0" locked="0" layoutInCell="1" allowOverlap="1" wp14:anchorId="46530CC4" wp14:editId="7B1D921E">
                      <wp:simplePos x="0" y="0"/>
                      <wp:positionH relativeFrom="column">
                        <wp:posOffset>1295400</wp:posOffset>
                      </wp:positionH>
                      <wp:positionV relativeFrom="paragraph">
                        <wp:posOffset>431800</wp:posOffset>
                      </wp:positionV>
                      <wp:extent cx="1003300" cy="698500"/>
                      <wp:effectExtent l="0" t="0" r="0" b="0"/>
                      <wp:wrapNone/>
                      <wp:docPr id="2316" name="Rectangle 23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6" o:spid="_x0000_s1196" style="position:absolute;margin-left:102pt;margin-top:34pt;width:79pt;height:55pt;z-index:251836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DCv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yjASZACVvkLdiDj0DM3RjjcNc/p6jmyyn411bMGaWf7Mkk2y2WTFIk62u0Wa3iWLIiyKxTYNt1m2&#10;2+XZavvL3Y7SEpgrYu/g7qw7xP6O0EX6uVS+5Mgoh/1pCuF7MlGYekkDD61ez38PNhiVKT1b1xve&#10;fFQPGvR3ngHTEZpaPbg/CIMm3yXna5c4shSCRVLkIfQSha0s/+BsyAJPvVxW2tiPTA7IGRXWUExf&#10;N3ICJPPRlyNw7/V5Z9lpP3k5opV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ULgwrx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7440" behindDoc="0" locked="0" layoutInCell="1" allowOverlap="1" wp14:anchorId="387B7DB6" wp14:editId="74928FD9">
                      <wp:simplePos x="0" y="0"/>
                      <wp:positionH relativeFrom="column">
                        <wp:posOffset>1295400</wp:posOffset>
                      </wp:positionH>
                      <wp:positionV relativeFrom="paragraph">
                        <wp:posOffset>431800</wp:posOffset>
                      </wp:positionV>
                      <wp:extent cx="1003300" cy="698500"/>
                      <wp:effectExtent l="0" t="0" r="0" b="0"/>
                      <wp:wrapNone/>
                      <wp:docPr id="2317" name="Rectangle 231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7" o:spid="_x0000_s1197" style="position:absolute;margin-left:102pt;margin-top:34pt;width:79pt;height:55pt;z-index:251837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p0y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EenTI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8464" behindDoc="0" locked="0" layoutInCell="1" allowOverlap="1" wp14:anchorId="35A564C7" wp14:editId="25180454">
                      <wp:simplePos x="0" y="0"/>
                      <wp:positionH relativeFrom="column">
                        <wp:posOffset>1295400</wp:posOffset>
                      </wp:positionH>
                      <wp:positionV relativeFrom="paragraph">
                        <wp:posOffset>431800</wp:posOffset>
                      </wp:positionV>
                      <wp:extent cx="1003300" cy="698500"/>
                      <wp:effectExtent l="0" t="0" r="0" b="0"/>
                      <wp:wrapNone/>
                      <wp:docPr id="2318" name="Rectangle 23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8" o:spid="_x0000_s1198" style="position:absolute;margin-left:102pt;margin-top:34pt;width:79pt;height:55pt;z-index:251838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0bE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Aq0EGUClr1A3Ig49Q3O0403DnL6eI5vsZ2MdW7Bmlj+zZJNsNlmxiJPtbpGmd8miCItisU3DbZbt&#10;dnm22v5yt6O0BOaK2Du4O+sOsb8jdJF+LpUvOTLKYX+aQvieTBSmXtLAQ6vX89+DDUZlSs/W9YY3&#10;H9WDBv2dZ8B0hKZWD+4PwqDJd8n52iWOLIVgkRR5CL1EYSvLPzgbssBTL5eVNvYjkwNyRoU1FNPX&#10;jZwAyXz05Qjce33eWXbaT16OaBW7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OntGxB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9488" behindDoc="0" locked="0" layoutInCell="1" allowOverlap="1" wp14:anchorId="256AE2C8" wp14:editId="108AEB73">
                      <wp:simplePos x="0" y="0"/>
                      <wp:positionH relativeFrom="column">
                        <wp:posOffset>1295400</wp:posOffset>
                      </wp:positionH>
                      <wp:positionV relativeFrom="paragraph">
                        <wp:posOffset>431800</wp:posOffset>
                      </wp:positionV>
                      <wp:extent cx="1003300" cy="698500"/>
                      <wp:effectExtent l="0" t="0" r="0" b="0"/>
                      <wp:wrapNone/>
                      <wp:docPr id="2367" name="Rectangle 23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7" o:spid="_x0000_s1199" style="position:absolute;margin-left:102pt;margin-top:34pt;width:79pt;height:55pt;z-index:251839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XQs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W2EkyAAqfYW6EXHoGZqjHW8a5vT1HNlkPxvr2II1s/yZJZtks8mKRZxsd4s0vUsWRVgUi20abrNs&#10;t8uz1faXux2lJTBXxN7B3Vl3iP0doYv0c6l8yZFRDvvTFML3ZKIw9ZIGHlq9nv8ebDAqU3q2rje8&#10;+ageNOjvPAOmIzS1enB/EAZNvkvO1y5xZCkEi6TIQ+glCltZ/sHZkAWeermstLEfmRyQMyqsoZi+&#10;buQESOajL0fg3uvzzrLTfvJyRKv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4RdCwdAgAADQQAAA4AAAAAAAAAAAAAAAAALgIAAGRycy9lMm9Eb2MueG1sUEsBAi0A&#10;FAAGAAgAAAAhAE+++zXcAAAACgEAAA8AAAAAAAAAAAAAAAAAdw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0512" behindDoc="0" locked="0" layoutInCell="1" allowOverlap="1" wp14:anchorId="3C77579F" wp14:editId="4969351E">
                      <wp:simplePos x="0" y="0"/>
                      <wp:positionH relativeFrom="column">
                        <wp:posOffset>1295400</wp:posOffset>
                      </wp:positionH>
                      <wp:positionV relativeFrom="paragraph">
                        <wp:posOffset>431800</wp:posOffset>
                      </wp:positionV>
                      <wp:extent cx="1003300" cy="698500"/>
                      <wp:effectExtent l="0" t="0" r="0" b="0"/>
                      <wp:wrapNone/>
                      <wp:docPr id="768" name="Rectangle 76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68" o:spid="_x0000_s1200" style="position:absolute;margin-left:102pt;margin-top:34pt;width:79pt;height:55pt;z-index:251840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yf2GQIAAAs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gi8n9h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1536" behindDoc="0" locked="0" layoutInCell="1" allowOverlap="1" wp14:anchorId="6427AF3D" wp14:editId="617AB437">
                      <wp:simplePos x="0" y="0"/>
                      <wp:positionH relativeFrom="column">
                        <wp:posOffset>1295400</wp:posOffset>
                      </wp:positionH>
                      <wp:positionV relativeFrom="paragraph">
                        <wp:posOffset>431800</wp:posOffset>
                      </wp:positionV>
                      <wp:extent cx="1003300" cy="698500"/>
                      <wp:effectExtent l="0" t="0" r="0" b="0"/>
                      <wp:wrapNone/>
                      <wp:docPr id="769" name="Rectangle 7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69" o:spid="_x0000_s1201" style="position:absolute;margin-left:102pt;margin-top:34pt;width:79pt;height:55pt;z-index:251841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ij0HAIAAAs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xBIo9B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2560" behindDoc="0" locked="0" layoutInCell="1" allowOverlap="1" wp14:anchorId="3B6081E4" wp14:editId="0063CE7D">
                      <wp:simplePos x="0" y="0"/>
                      <wp:positionH relativeFrom="column">
                        <wp:posOffset>1295400</wp:posOffset>
                      </wp:positionH>
                      <wp:positionV relativeFrom="paragraph">
                        <wp:posOffset>431800</wp:posOffset>
                      </wp:positionV>
                      <wp:extent cx="1003300" cy="698500"/>
                      <wp:effectExtent l="0" t="0" r="0" b="0"/>
                      <wp:wrapNone/>
                      <wp:docPr id="770" name="Rectangle 7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0" o:spid="_x0000_s1202" style="position:absolute;margin-left:102pt;margin-top:34pt;width:79pt;height:55pt;z-index:251842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JpU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gCaVB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3584" behindDoc="0" locked="0" layoutInCell="1" allowOverlap="1" wp14:anchorId="0FF54FE7" wp14:editId="51071720">
                      <wp:simplePos x="0" y="0"/>
                      <wp:positionH relativeFrom="column">
                        <wp:posOffset>1295400</wp:posOffset>
                      </wp:positionH>
                      <wp:positionV relativeFrom="paragraph">
                        <wp:posOffset>431800</wp:posOffset>
                      </wp:positionV>
                      <wp:extent cx="1003300" cy="698500"/>
                      <wp:effectExtent l="0" t="0" r="0" b="0"/>
                      <wp:wrapNone/>
                      <wp:docPr id="771" name="Rectangle 77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1" o:spid="_x0000_s1203" style="position:absolute;margin-left:102pt;margin-top:34pt;width:79pt;height:55pt;z-index:251843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9D2VVh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4608" behindDoc="0" locked="0" layoutInCell="1" allowOverlap="1" wp14:anchorId="180F1667" wp14:editId="15DB2910">
                      <wp:simplePos x="0" y="0"/>
                      <wp:positionH relativeFrom="column">
                        <wp:posOffset>1295400</wp:posOffset>
                      </wp:positionH>
                      <wp:positionV relativeFrom="paragraph">
                        <wp:posOffset>431800</wp:posOffset>
                      </wp:positionV>
                      <wp:extent cx="1003300" cy="698500"/>
                      <wp:effectExtent l="0" t="0" r="0" b="0"/>
                      <wp:wrapNone/>
                      <wp:docPr id="772" name="Rectangle 7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2" o:spid="_x0000_s1204" style="position:absolute;margin-left:102pt;margin-top:34pt;width:79pt;height:55pt;z-index:251844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sM/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wvsM/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5632" behindDoc="0" locked="0" layoutInCell="1" allowOverlap="1" wp14:anchorId="13C314C5" wp14:editId="3E0087C2">
                      <wp:simplePos x="0" y="0"/>
                      <wp:positionH relativeFrom="column">
                        <wp:posOffset>1295400</wp:posOffset>
                      </wp:positionH>
                      <wp:positionV relativeFrom="paragraph">
                        <wp:posOffset>431800</wp:posOffset>
                      </wp:positionV>
                      <wp:extent cx="1003300" cy="698500"/>
                      <wp:effectExtent l="0" t="0" r="0" b="0"/>
                      <wp:wrapNone/>
                      <wp:docPr id="773" name="Rectangle 7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3" o:spid="_x0000_s1205" style="position:absolute;margin-left:102pt;margin-top:34pt;width:79pt;height:55pt;z-index:251845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293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p9dvdx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6656" behindDoc="0" locked="0" layoutInCell="1" allowOverlap="1" wp14:anchorId="3564EE2D" wp14:editId="7C11FFDF">
                      <wp:simplePos x="0" y="0"/>
                      <wp:positionH relativeFrom="column">
                        <wp:posOffset>1295400</wp:posOffset>
                      </wp:positionH>
                      <wp:positionV relativeFrom="paragraph">
                        <wp:posOffset>431800</wp:posOffset>
                      </wp:positionV>
                      <wp:extent cx="1003300" cy="698500"/>
                      <wp:effectExtent l="0" t="0" r="0" b="0"/>
                      <wp:wrapNone/>
                      <wp:docPr id="774" name="Rectangle 77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4" o:spid="_x0000_s1206" style="position:absolute;margin-left:102pt;margin-top:34pt;width:79pt;height:55pt;z-index:251846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zdpGQ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UK83aR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7680" behindDoc="0" locked="0" layoutInCell="1" allowOverlap="1" wp14:anchorId="599211CF" wp14:editId="53C21F85">
                      <wp:simplePos x="0" y="0"/>
                      <wp:positionH relativeFrom="column">
                        <wp:posOffset>1295400</wp:posOffset>
                      </wp:positionH>
                      <wp:positionV relativeFrom="paragraph">
                        <wp:posOffset>431800</wp:posOffset>
                      </wp:positionV>
                      <wp:extent cx="1003300" cy="698500"/>
                      <wp:effectExtent l="0" t="0" r="0" b="0"/>
                      <wp:wrapNone/>
                      <wp:docPr id="775" name="Rectangle 7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5" o:spid="_x0000_s1207" style="position:absolute;margin-left:102pt;margin-top:34pt;width:79pt;height:55pt;z-index:251847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jhrGwIAAAs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Wkjhr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8704" behindDoc="0" locked="0" layoutInCell="1" allowOverlap="1" wp14:anchorId="59400BAE" wp14:editId="090CEE4D">
                      <wp:simplePos x="0" y="0"/>
                      <wp:positionH relativeFrom="column">
                        <wp:posOffset>1295400</wp:posOffset>
                      </wp:positionH>
                      <wp:positionV relativeFrom="paragraph">
                        <wp:posOffset>431800</wp:posOffset>
                      </wp:positionV>
                      <wp:extent cx="1003300" cy="698500"/>
                      <wp:effectExtent l="0" t="0" r="0" b="0"/>
                      <wp:wrapNone/>
                      <wp:docPr id="776" name="Rectangle 7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6" o:spid="_x0000_s1208" style="position:absolute;margin-left:102pt;margin-top:34pt;width:79pt;height:55pt;z-index:251848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cyy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vKcyy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9728" behindDoc="0" locked="0" layoutInCell="1" allowOverlap="1" wp14:anchorId="501EBC84" wp14:editId="4632E4CD">
                      <wp:simplePos x="0" y="0"/>
                      <wp:positionH relativeFrom="column">
                        <wp:posOffset>1295400</wp:posOffset>
                      </wp:positionH>
                      <wp:positionV relativeFrom="paragraph">
                        <wp:posOffset>431800</wp:posOffset>
                      </wp:positionV>
                      <wp:extent cx="1003300" cy="698500"/>
                      <wp:effectExtent l="0" t="0" r="0" b="0"/>
                      <wp:wrapNone/>
                      <wp:docPr id="777" name="Rectangle 77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7" o:spid="_x0000_s1209" style="position:absolute;margin-left:102pt;margin-top:34pt;width:79pt;height:55pt;z-index:251849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MOwGg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kUw7A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0752" behindDoc="0" locked="0" layoutInCell="1" allowOverlap="1" wp14:anchorId="298065F0" wp14:editId="3DD37D62">
                      <wp:simplePos x="0" y="0"/>
                      <wp:positionH relativeFrom="column">
                        <wp:posOffset>1295400</wp:posOffset>
                      </wp:positionH>
                      <wp:positionV relativeFrom="paragraph">
                        <wp:posOffset>431800</wp:posOffset>
                      </wp:positionV>
                      <wp:extent cx="1003300" cy="698500"/>
                      <wp:effectExtent l="0" t="0" r="0" b="0"/>
                      <wp:wrapNone/>
                      <wp:docPr id="778" name="Rectangle 7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8" o:spid="_x0000_s1210" style="position:absolute;margin-left:102pt;margin-top:34pt;width:79pt;height:55pt;z-index:251850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KVe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vrKVe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1776" behindDoc="0" locked="0" layoutInCell="1" allowOverlap="1" wp14:anchorId="757DE03B" wp14:editId="79102A25">
                      <wp:simplePos x="0" y="0"/>
                      <wp:positionH relativeFrom="column">
                        <wp:posOffset>1295400</wp:posOffset>
                      </wp:positionH>
                      <wp:positionV relativeFrom="paragraph">
                        <wp:posOffset>431800</wp:posOffset>
                      </wp:positionV>
                      <wp:extent cx="1003300" cy="698500"/>
                      <wp:effectExtent l="0" t="0" r="0" b="0"/>
                      <wp:wrapNone/>
                      <wp:docPr id="779" name="Rectangle 7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9" o:spid="_x0000_s1211" style="position:absolute;margin-left:102pt;margin-top:34pt;width:79pt;height:55pt;z-index:251851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QkWHAIAAAs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uMUJFh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2800" behindDoc="0" locked="0" layoutInCell="1" allowOverlap="1" wp14:anchorId="7C2DD13D" wp14:editId="04C0FE7C">
                      <wp:simplePos x="0" y="0"/>
                      <wp:positionH relativeFrom="column">
                        <wp:posOffset>1295400</wp:posOffset>
                      </wp:positionH>
                      <wp:positionV relativeFrom="paragraph">
                        <wp:posOffset>431800</wp:posOffset>
                      </wp:positionV>
                      <wp:extent cx="1003300" cy="698500"/>
                      <wp:effectExtent l="0" t="0" r="0" b="0"/>
                      <wp:wrapNone/>
                      <wp:docPr id="780" name="Rectangle 78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0" o:spid="_x0000_s1212" style="position:absolute;margin-left:102pt;margin-top:34pt;width:79pt;height:55pt;z-index:251852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OXlGQIAAAs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3dzl5R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3824" behindDoc="0" locked="0" layoutInCell="1" allowOverlap="1" wp14:anchorId="7AEF8F1E" wp14:editId="53527B51">
                      <wp:simplePos x="0" y="0"/>
                      <wp:positionH relativeFrom="column">
                        <wp:posOffset>1295400</wp:posOffset>
                      </wp:positionH>
                      <wp:positionV relativeFrom="paragraph">
                        <wp:posOffset>431800</wp:posOffset>
                      </wp:positionV>
                      <wp:extent cx="1003300" cy="698500"/>
                      <wp:effectExtent l="0" t="0" r="0" b="0"/>
                      <wp:wrapNone/>
                      <wp:docPr id="781" name="Rectangle 7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1" o:spid="_x0000_s1213" style="position:absolute;margin-left:102pt;margin-top:34pt;width:79pt;height:55pt;z-index:251853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ern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Hq5x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4848" behindDoc="0" locked="0" layoutInCell="1" allowOverlap="1" wp14:anchorId="1E51B15D" wp14:editId="3F0DF595">
                      <wp:simplePos x="0" y="0"/>
                      <wp:positionH relativeFrom="column">
                        <wp:posOffset>1295400</wp:posOffset>
                      </wp:positionH>
                      <wp:positionV relativeFrom="paragraph">
                        <wp:posOffset>431800</wp:posOffset>
                      </wp:positionV>
                      <wp:extent cx="1003300" cy="698500"/>
                      <wp:effectExtent l="0" t="0" r="0" b="0"/>
                      <wp:wrapNone/>
                      <wp:docPr id="782" name="Rectangle 7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2" o:spid="_x0000_s1214" style="position:absolute;margin-left:102pt;margin-top:34pt;width:79pt;height:55pt;z-index:251854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h/E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ONh/E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5872" behindDoc="0" locked="0" layoutInCell="1" allowOverlap="1" wp14:anchorId="159322D5" wp14:editId="48AC06B7">
                      <wp:simplePos x="0" y="0"/>
                      <wp:positionH relativeFrom="column">
                        <wp:posOffset>1295400</wp:posOffset>
                      </wp:positionH>
                      <wp:positionV relativeFrom="paragraph">
                        <wp:posOffset>431800</wp:posOffset>
                      </wp:positionV>
                      <wp:extent cx="1003300" cy="698500"/>
                      <wp:effectExtent l="0" t="0" r="0" b="0"/>
                      <wp:wrapNone/>
                      <wp:docPr id="783" name="Rectangle 78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3" o:spid="_x0000_s1215" style="position:absolute;margin-left:102pt;margin-top:34pt;width:79pt;height:55pt;z-index:251855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xDGGQ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yAsQxh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6896" behindDoc="0" locked="0" layoutInCell="1" allowOverlap="1" wp14:anchorId="0A8A834F" wp14:editId="7EDC2598">
                      <wp:simplePos x="0" y="0"/>
                      <wp:positionH relativeFrom="column">
                        <wp:posOffset>1295400</wp:posOffset>
                      </wp:positionH>
                      <wp:positionV relativeFrom="paragraph">
                        <wp:posOffset>431800</wp:posOffset>
                      </wp:positionV>
                      <wp:extent cx="1003300" cy="698500"/>
                      <wp:effectExtent l="0" t="0" r="0" b="0"/>
                      <wp:wrapNone/>
                      <wp:docPr id="784" name="Rectangle 7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4" o:spid="_x0000_s1216" style="position:absolute;margin-left:102pt;margin-top:34pt;width:79pt;height:55pt;z-index:251856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fK5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tjfK5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7920" behindDoc="0" locked="0" layoutInCell="1" allowOverlap="1" wp14:anchorId="5E9B2563" wp14:editId="00F639D6">
                      <wp:simplePos x="0" y="0"/>
                      <wp:positionH relativeFrom="column">
                        <wp:posOffset>1295400</wp:posOffset>
                      </wp:positionH>
                      <wp:positionV relativeFrom="paragraph">
                        <wp:posOffset>431800</wp:posOffset>
                      </wp:positionV>
                      <wp:extent cx="1003300" cy="698500"/>
                      <wp:effectExtent l="0" t="0" r="0" b="0"/>
                      <wp:wrapNone/>
                      <wp:docPr id="785" name="Rectangle 7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5" o:spid="_x0000_s1217" style="position:absolute;margin-left:102pt;margin-top:34pt;width:79pt;height:55pt;z-index:251857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F7xGwIAAAs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65F7x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p>
        </w:tc>
      </w:tr>
      <w:tr w:rsidR="00FC28FE" w:rsidRPr="00F14F57" w:rsidTr="00FC28FE">
        <w:trPr>
          <w:trHeight w:val="169"/>
        </w:trPr>
        <w:tc>
          <w:tcPr>
            <w:tcW w:w="7155" w:type="dxa"/>
            <w:gridSpan w:val="3"/>
            <w:tcBorders>
              <w:top w:val="single" w:sz="18" w:space="0" w:color="BFBFBF" w:themeColor="background1" w:themeShade="BF"/>
            </w:tcBorders>
            <w:shd w:val="clear" w:color="auto" w:fill="auto"/>
            <w:vAlign w:val="center"/>
          </w:tcPr>
          <w:p w:rsidR="00FC28FE" w:rsidRPr="00FC28FE" w:rsidRDefault="00FC28FE" w:rsidP="009372B2">
            <w:pPr>
              <w:rPr>
                <w:rFonts w:ascii="Century Gothic" w:hAnsi="Century Gothic" w:cs="Calibri"/>
                <w:noProof/>
                <w:color w:val="000000"/>
                <w:sz w:val="16"/>
                <w:szCs w:val="16"/>
              </w:rPr>
            </w:pPr>
          </w:p>
        </w:tc>
        <w:tc>
          <w:tcPr>
            <w:tcW w:w="3577" w:type="dxa"/>
            <w:gridSpan w:val="2"/>
            <w:tcBorders>
              <w:top w:val="single" w:sz="18" w:space="0" w:color="BFBFBF" w:themeColor="background1" w:themeShade="BF"/>
            </w:tcBorders>
            <w:shd w:val="clear" w:color="auto" w:fill="auto"/>
            <w:vAlign w:val="center"/>
          </w:tcPr>
          <w:p w:rsidR="00FC28FE" w:rsidRPr="00FC28FE" w:rsidRDefault="00FC28FE" w:rsidP="009372B2">
            <w:pPr>
              <w:rPr>
                <w:rFonts w:ascii="Century Gothic" w:hAnsi="Century Gothic" w:cs="Calibri"/>
                <w:noProof/>
                <w:color w:val="000000"/>
                <w:sz w:val="16"/>
                <w:szCs w:val="16"/>
              </w:rPr>
            </w:pPr>
          </w:p>
        </w:tc>
      </w:tr>
      <w:tr w:rsidR="00433D29" w:rsidRPr="00F14F57" w:rsidTr="00FC28FE">
        <w:trPr>
          <w:trHeight w:val="288"/>
        </w:trPr>
        <w:tc>
          <w:tcPr>
            <w:tcW w:w="3870" w:type="dxa"/>
            <w:tcBorders>
              <w:left w:val="nil"/>
              <w:bottom w:val="single" w:sz="4" w:space="0" w:color="BFBFBF"/>
              <w:right w:val="nil"/>
            </w:tcBorders>
            <w:shd w:val="clear" w:color="auto" w:fill="auto"/>
            <w:vAlign w:val="center"/>
            <w:hideMark/>
          </w:tcPr>
          <w:p w:rsidR="00433D29" w:rsidRPr="00F14F57" w:rsidRDefault="00433D29" w:rsidP="00FE7038">
            <w:pPr>
              <w:ind w:left="-109"/>
              <w:rPr>
                <w:rFonts w:ascii="Century Gothic" w:hAnsi="Century Gothic" w:cs="Calibri"/>
                <w:color w:val="000000"/>
                <w:sz w:val="18"/>
                <w:szCs w:val="18"/>
              </w:rPr>
            </w:pPr>
            <w:r>
              <w:rPr>
                <w:rFonts w:ascii="Century Gothic" w:hAnsi="Century Gothic" w:cs="Calibri"/>
                <w:color w:val="000000"/>
                <w:sz w:val="18"/>
                <w:szCs w:val="18"/>
              </w:rPr>
              <w:t>PHASE</w:t>
            </w:r>
          </w:p>
        </w:tc>
        <w:tc>
          <w:tcPr>
            <w:tcW w:w="6862" w:type="dxa"/>
            <w:gridSpan w:val="4"/>
            <w:tcBorders>
              <w:left w:val="nil"/>
              <w:bottom w:val="single" w:sz="4" w:space="0" w:color="BFBFBF"/>
              <w:right w:val="nil"/>
            </w:tcBorders>
            <w:shd w:val="clear" w:color="auto" w:fill="auto"/>
            <w:vAlign w:val="center"/>
            <w:hideMark/>
          </w:tcPr>
          <w:p w:rsidR="00433D29" w:rsidRPr="00F14F57" w:rsidRDefault="00433D29" w:rsidP="00FE7038">
            <w:pPr>
              <w:ind w:left="-55"/>
              <w:rPr>
                <w:rFonts w:ascii="Century Gothic" w:hAnsi="Century Gothic" w:cs="Calibri"/>
                <w:color w:val="000000"/>
                <w:sz w:val="18"/>
                <w:szCs w:val="18"/>
              </w:rPr>
            </w:pPr>
            <w:r>
              <w:rPr>
                <w:rFonts w:ascii="Century Gothic" w:hAnsi="Century Gothic" w:cs="Calibri"/>
                <w:color w:val="000000"/>
                <w:sz w:val="18"/>
                <w:szCs w:val="18"/>
              </w:rPr>
              <w:t>LAUNCH DATE</w:t>
            </w:r>
          </w:p>
        </w:tc>
      </w:tr>
      <w:tr w:rsidR="00433D29" w:rsidRPr="00F14F57" w:rsidTr="00FC28FE">
        <w:trPr>
          <w:trHeight w:val="557"/>
        </w:trPr>
        <w:tc>
          <w:tcPr>
            <w:tcW w:w="3870"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433D29" w:rsidRPr="00F14F57" w:rsidRDefault="00433D29"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959296" behindDoc="0" locked="0" layoutInCell="1" allowOverlap="1" wp14:anchorId="01156551" wp14:editId="2CDC8C1A">
                      <wp:simplePos x="0" y="0"/>
                      <wp:positionH relativeFrom="column">
                        <wp:posOffset>1320800</wp:posOffset>
                      </wp:positionH>
                      <wp:positionV relativeFrom="paragraph">
                        <wp:posOffset>431800</wp:posOffset>
                      </wp:positionV>
                      <wp:extent cx="1003300" cy="698500"/>
                      <wp:effectExtent l="0" t="0" r="0" b="0"/>
                      <wp:wrapNone/>
                      <wp:docPr id="786" name="Rectangle 78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6" o:spid="_x0000_s1218" style="position:absolute;margin-left:104pt;margin-top:34pt;width:79pt;height:55pt;z-index:25195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HtGg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y8JB7R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0320" behindDoc="0" locked="0" layoutInCell="1" allowOverlap="1" wp14:anchorId="23F77ED9" wp14:editId="68CA1B44">
                      <wp:simplePos x="0" y="0"/>
                      <wp:positionH relativeFrom="column">
                        <wp:posOffset>1320800</wp:posOffset>
                      </wp:positionH>
                      <wp:positionV relativeFrom="paragraph">
                        <wp:posOffset>431800</wp:posOffset>
                      </wp:positionV>
                      <wp:extent cx="1003300" cy="698500"/>
                      <wp:effectExtent l="0" t="0" r="0" b="0"/>
                      <wp:wrapNone/>
                      <wp:docPr id="787" name="Rectangle 7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7" o:spid="_x0000_s1219" style="position:absolute;margin-left:104pt;margin-top:34pt;width:79pt;height:55pt;z-index:25196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7v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N/07v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1344" behindDoc="0" locked="0" layoutInCell="1" allowOverlap="1" wp14:anchorId="2C84EC63" wp14:editId="026D6AAF">
                      <wp:simplePos x="0" y="0"/>
                      <wp:positionH relativeFrom="column">
                        <wp:posOffset>1320800</wp:posOffset>
                      </wp:positionH>
                      <wp:positionV relativeFrom="paragraph">
                        <wp:posOffset>431800</wp:posOffset>
                      </wp:positionV>
                      <wp:extent cx="1003300" cy="698500"/>
                      <wp:effectExtent l="0" t="0" r="0" b="0"/>
                      <wp:wrapNone/>
                      <wp:docPr id="788" name="Rectangle 7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8" o:spid="_x0000_s1220" style="position:absolute;margin-left:104pt;margin-top:34pt;width:79pt;height:55pt;z-index:25196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4tLGw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oTi0s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2368" behindDoc="0" locked="0" layoutInCell="1" allowOverlap="1" wp14:anchorId="3AA27173" wp14:editId="04E71343">
                      <wp:simplePos x="0" y="0"/>
                      <wp:positionH relativeFrom="column">
                        <wp:posOffset>1320800</wp:posOffset>
                      </wp:positionH>
                      <wp:positionV relativeFrom="paragraph">
                        <wp:posOffset>431800</wp:posOffset>
                      </wp:positionV>
                      <wp:extent cx="1003300" cy="698500"/>
                      <wp:effectExtent l="0" t="0" r="0" b="0"/>
                      <wp:wrapNone/>
                      <wp:docPr id="789" name="Rectangle 78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9" o:spid="_x0000_s1221" style="position:absolute;margin-left:104pt;margin-top:34pt;width:79pt;height:55pt;z-index:25196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XC6ESR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3392" behindDoc="0" locked="0" layoutInCell="1" allowOverlap="1" wp14:anchorId="2FDAAA96" wp14:editId="72CF0DA3">
                      <wp:simplePos x="0" y="0"/>
                      <wp:positionH relativeFrom="column">
                        <wp:posOffset>1320800</wp:posOffset>
                      </wp:positionH>
                      <wp:positionV relativeFrom="paragraph">
                        <wp:posOffset>431800</wp:posOffset>
                      </wp:positionV>
                      <wp:extent cx="1003300" cy="698500"/>
                      <wp:effectExtent l="0" t="0" r="0" b="0"/>
                      <wp:wrapNone/>
                      <wp:docPr id="790" name="Rectangle 7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0" o:spid="_x0000_s1222" style="position:absolute;margin-left:104pt;margin-top:34pt;width:79pt;height:55pt;z-index:25196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JWjHA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7aJWj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4416" behindDoc="0" locked="0" layoutInCell="1" allowOverlap="1" wp14:anchorId="0C4B1B8E" wp14:editId="386CDB72">
                      <wp:simplePos x="0" y="0"/>
                      <wp:positionH relativeFrom="column">
                        <wp:posOffset>1320800</wp:posOffset>
                      </wp:positionH>
                      <wp:positionV relativeFrom="paragraph">
                        <wp:posOffset>431800</wp:posOffset>
                      </wp:positionV>
                      <wp:extent cx="1003300" cy="698500"/>
                      <wp:effectExtent l="0" t="0" r="0" b="0"/>
                      <wp:wrapNone/>
                      <wp:docPr id="791" name="Rectangle 7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1" o:spid="_x0000_s1223" style="position:absolute;margin-left:104pt;margin-top:34pt;width:79pt;height:55pt;z-index:25196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nrHA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sATnr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5440" behindDoc="0" locked="0" layoutInCell="1" allowOverlap="1" wp14:anchorId="432B7B7B" wp14:editId="762CFA11">
                      <wp:simplePos x="0" y="0"/>
                      <wp:positionH relativeFrom="column">
                        <wp:posOffset>1320800</wp:posOffset>
                      </wp:positionH>
                      <wp:positionV relativeFrom="paragraph">
                        <wp:posOffset>431800</wp:posOffset>
                      </wp:positionV>
                      <wp:extent cx="1003300" cy="698500"/>
                      <wp:effectExtent l="0" t="0" r="0" b="0"/>
                      <wp:wrapNone/>
                      <wp:docPr id="792" name="Rectangle 79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2" o:spid="_x0000_s1224" style="position:absolute;margin-left:104pt;margin-top:34pt;width:79pt;height:55pt;z-index:25196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KIJvgh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6464" behindDoc="0" locked="0" layoutInCell="1" allowOverlap="1" wp14:anchorId="36825CF5" wp14:editId="4234E35E">
                      <wp:simplePos x="0" y="0"/>
                      <wp:positionH relativeFrom="column">
                        <wp:posOffset>1320800</wp:posOffset>
                      </wp:positionH>
                      <wp:positionV relativeFrom="paragraph">
                        <wp:posOffset>431800</wp:posOffset>
                      </wp:positionV>
                      <wp:extent cx="1003300" cy="698500"/>
                      <wp:effectExtent l="0" t="0" r="0" b="0"/>
                      <wp:wrapNone/>
                      <wp:docPr id="793" name="Rectangle 7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3" o:spid="_x0000_s1225" style="position:absolute;margin-left:104pt;margin-top:34pt;width:79pt;height:55pt;z-index:25196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uv2CA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7488" behindDoc="0" locked="0" layoutInCell="1" allowOverlap="1" wp14:anchorId="0203681E" wp14:editId="57BDE7A4">
                      <wp:simplePos x="0" y="0"/>
                      <wp:positionH relativeFrom="column">
                        <wp:posOffset>1320800</wp:posOffset>
                      </wp:positionH>
                      <wp:positionV relativeFrom="paragraph">
                        <wp:posOffset>431800</wp:posOffset>
                      </wp:positionV>
                      <wp:extent cx="1003300" cy="698500"/>
                      <wp:effectExtent l="0" t="0" r="0" b="0"/>
                      <wp:wrapNone/>
                      <wp:docPr id="794" name="Rectangle 7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4" o:spid="_x0000_s1226" style="position:absolute;margin-left:104pt;margin-top:34pt;width:79pt;height:55pt;z-index:25196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YSX8/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8512" behindDoc="0" locked="0" layoutInCell="1" allowOverlap="1" wp14:anchorId="2B6C66E2" wp14:editId="78B3B095">
                      <wp:simplePos x="0" y="0"/>
                      <wp:positionH relativeFrom="column">
                        <wp:posOffset>1320800</wp:posOffset>
                      </wp:positionH>
                      <wp:positionV relativeFrom="paragraph">
                        <wp:posOffset>431800</wp:posOffset>
                      </wp:positionV>
                      <wp:extent cx="1003300" cy="698500"/>
                      <wp:effectExtent l="0" t="0" r="0" b="0"/>
                      <wp:wrapNone/>
                      <wp:docPr id="795" name="Rectangle 79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5" o:spid="_x0000_s1227" style="position:absolute;margin-left:104pt;margin-top:34pt;width:79pt;height:55pt;z-index:25196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edHA9GQIAAAs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9536" behindDoc="0" locked="0" layoutInCell="1" allowOverlap="1" wp14:anchorId="208A4515" wp14:editId="73890154">
                      <wp:simplePos x="0" y="0"/>
                      <wp:positionH relativeFrom="column">
                        <wp:posOffset>1320800</wp:posOffset>
                      </wp:positionH>
                      <wp:positionV relativeFrom="paragraph">
                        <wp:posOffset>431800</wp:posOffset>
                      </wp:positionV>
                      <wp:extent cx="1003300" cy="698500"/>
                      <wp:effectExtent l="0" t="0" r="0" b="0"/>
                      <wp:wrapNone/>
                      <wp:docPr id="796" name="Rectangle 7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6" o:spid="_x0000_s1228" style="position:absolute;margin-left:104pt;margin-top:34pt;width:79pt;height:55pt;z-index:25196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yeuHA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2myeu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0560" behindDoc="0" locked="0" layoutInCell="1" allowOverlap="1" wp14:anchorId="6A04F763" wp14:editId="5B93852D">
                      <wp:simplePos x="0" y="0"/>
                      <wp:positionH relativeFrom="column">
                        <wp:posOffset>1320800</wp:posOffset>
                      </wp:positionH>
                      <wp:positionV relativeFrom="paragraph">
                        <wp:posOffset>431800</wp:posOffset>
                      </wp:positionV>
                      <wp:extent cx="1003300" cy="698500"/>
                      <wp:effectExtent l="0" t="0" r="0" b="0"/>
                      <wp:wrapNone/>
                      <wp:docPr id="797" name="Rectangle 7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7" o:spid="_x0000_s1229" style="position:absolute;margin-left:104pt;margin-top:34pt;width:79pt;height:55pt;z-index:25197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ovmHA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h8ovm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1584" behindDoc="0" locked="0" layoutInCell="1" allowOverlap="1" wp14:anchorId="456904FC" wp14:editId="68F11821">
                      <wp:simplePos x="0" y="0"/>
                      <wp:positionH relativeFrom="column">
                        <wp:posOffset>1320800</wp:posOffset>
                      </wp:positionH>
                      <wp:positionV relativeFrom="paragraph">
                        <wp:posOffset>431800</wp:posOffset>
                      </wp:positionV>
                      <wp:extent cx="1003300" cy="698500"/>
                      <wp:effectExtent l="0" t="0" r="0" b="0"/>
                      <wp:wrapNone/>
                      <wp:docPr id="798" name="Rectangle 79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8" o:spid="_x0000_s1230" style="position:absolute;margin-left:104pt;margin-top:34pt;width:79pt;height:55pt;z-index:25197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u0IGgIAAAs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50rtCB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2608" behindDoc="0" locked="0" layoutInCell="1" allowOverlap="1" wp14:anchorId="04378900" wp14:editId="618F84C3">
                      <wp:simplePos x="0" y="0"/>
                      <wp:positionH relativeFrom="column">
                        <wp:posOffset>1320800</wp:posOffset>
                      </wp:positionH>
                      <wp:positionV relativeFrom="paragraph">
                        <wp:posOffset>431800</wp:posOffset>
                      </wp:positionV>
                      <wp:extent cx="1003300" cy="698500"/>
                      <wp:effectExtent l="0" t="0" r="0" b="0"/>
                      <wp:wrapNone/>
                      <wp:docPr id="799" name="Rectangle 7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9" o:spid="_x0000_s1231" style="position:absolute;margin-left:104pt;margin-top:34pt;width:79pt;height:55pt;z-index:25197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IKHAIAAAs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hd+IK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3632" behindDoc="0" locked="0" layoutInCell="1" allowOverlap="1" wp14:anchorId="59E51CC8" wp14:editId="458E0CBB">
                      <wp:simplePos x="0" y="0"/>
                      <wp:positionH relativeFrom="column">
                        <wp:posOffset>1320800</wp:posOffset>
                      </wp:positionH>
                      <wp:positionV relativeFrom="paragraph">
                        <wp:posOffset>431800</wp:posOffset>
                      </wp:positionV>
                      <wp:extent cx="1003300" cy="698500"/>
                      <wp:effectExtent l="0" t="0" r="0" b="0"/>
                      <wp:wrapNone/>
                      <wp:docPr id="800" name="Rectangle 8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0" o:spid="_x0000_s1232" style="position:absolute;margin-left:104pt;margin-top:34pt;width:79pt;height:55pt;z-index:25197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NxkXls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4656" behindDoc="0" locked="0" layoutInCell="1" allowOverlap="1" wp14:anchorId="758B473C" wp14:editId="7B38B8D0">
                      <wp:simplePos x="0" y="0"/>
                      <wp:positionH relativeFrom="column">
                        <wp:posOffset>1320800</wp:posOffset>
                      </wp:positionH>
                      <wp:positionV relativeFrom="paragraph">
                        <wp:posOffset>431800</wp:posOffset>
                      </wp:positionV>
                      <wp:extent cx="1003300" cy="698500"/>
                      <wp:effectExtent l="0" t="0" r="0" b="0"/>
                      <wp:wrapNone/>
                      <wp:docPr id="801" name="Rectangle 80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1" o:spid="_x0000_s1233" style="position:absolute;margin-left:104pt;margin-top:34pt;width:79pt;height:55pt;z-index:25197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JpZUVk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5680" behindDoc="0" locked="0" layoutInCell="1" allowOverlap="1" wp14:anchorId="4A16F2AE" wp14:editId="6D68E56F">
                      <wp:simplePos x="0" y="0"/>
                      <wp:positionH relativeFrom="column">
                        <wp:posOffset>1320800</wp:posOffset>
                      </wp:positionH>
                      <wp:positionV relativeFrom="paragraph">
                        <wp:posOffset>431800</wp:posOffset>
                      </wp:positionV>
                      <wp:extent cx="1003300" cy="698500"/>
                      <wp:effectExtent l="0" t="0" r="0" b="0"/>
                      <wp:wrapNone/>
                      <wp:docPr id="802" name="Rectangle 8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2" o:spid="_x0000_s1234" style="position:absolute;margin-left:104pt;margin-top:34pt;width:79pt;height:55pt;z-index:25197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gcwHAIAAAs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e2gcw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6704" behindDoc="0" locked="0" layoutInCell="1" allowOverlap="1" wp14:anchorId="6C36C690" wp14:editId="0C6C6A3E">
                      <wp:simplePos x="0" y="0"/>
                      <wp:positionH relativeFrom="column">
                        <wp:posOffset>1320800</wp:posOffset>
                      </wp:positionH>
                      <wp:positionV relativeFrom="paragraph">
                        <wp:posOffset>431800</wp:posOffset>
                      </wp:positionV>
                      <wp:extent cx="1003300" cy="698500"/>
                      <wp:effectExtent l="0" t="0" r="0" b="0"/>
                      <wp:wrapNone/>
                      <wp:docPr id="803" name="Rectangle 8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3" o:spid="_x0000_s1235" style="position:absolute;margin-left:104pt;margin-top:34pt;width:79pt;height:55pt;z-index:25197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6t4HQIAAAs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bOreB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7728" behindDoc="0" locked="0" layoutInCell="1" allowOverlap="1" wp14:anchorId="36347D9A" wp14:editId="16C355D0">
                      <wp:simplePos x="0" y="0"/>
                      <wp:positionH relativeFrom="column">
                        <wp:posOffset>1320800</wp:posOffset>
                      </wp:positionH>
                      <wp:positionV relativeFrom="paragraph">
                        <wp:posOffset>431800</wp:posOffset>
                      </wp:positionV>
                      <wp:extent cx="1003300" cy="698500"/>
                      <wp:effectExtent l="0" t="0" r="0" b="0"/>
                      <wp:wrapNone/>
                      <wp:docPr id="804" name="Rectangle 80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4" o:spid="_x0000_s1236" style="position:absolute;margin-left:104pt;margin-top:34pt;width:79pt;height:55pt;z-index:25197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UkHGQ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sNUkHGQIAAAs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8752" behindDoc="0" locked="0" layoutInCell="1" allowOverlap="1" wp14:anchorId="5EBFD05F" wp14:editId="7FA9B51C">
                      <wp:simplePos x="0" y="0"/>
                      <wp:positionH relativeFrom="column">
                        <wp:posOffset>1320800</wp:posOffset>
                      </wp:positionH>
                      <wp:positionV relativeFrom="paragraph">
                        <wp:posOffset>431800</wp:posOffset>
                      </wp:positionV>
                      <wp:extent cx="1003300" cy="698500"/>
                      <wp:effectExtent l="0" t="0" r="0" b="0"/>
                      <wp:wrapNone/>
                      <wp:docPr id="805" name="Rectangle 8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5" o:spid="_x0000_s1237" style="position:absolute;margin-left:104pt;margin-top:34pt;width:79pt;height:55pt;z-index:25197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oIRgU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9776" behindDoc="0" locked="0" layoutInCell="1" allowOverlap="1" wp14:anchorId="2C95E2E4" wp14:editId="0D2E1814">
                      <wp:simplePos x="0" y="0"/>
                      <wp:positionH relativeFrom="column">
                        <wp:posOffset>1320800</wp:posOffset>
                      </wp:positionH>
                      <wp:positionV relativeFrom="paragraph">
                        <wp:posOffset>431800</wp:posOffset>
                      </wp:positionV>
                      <wp:extent cx="1003300" cy="698500"/>
                      <wp:effectExtent l="0" t="0" r="0" b="0"/>
                      <wp:wrapNone/>
                      <wp:docPr id="806" name="Rectangle 8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6" o:spid="_x0000_s1238" style="position:absolute;margin-left:104pt;margin-top:34pt;width:79pt;height:55pt;z-index:25197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7LcHA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Ts7Lc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0800" behindDoc="0" locked="0" layoutInCell="1" allowOverlap="1" wp14:anchorId="3C5E632D" wp14:editId="0C0F79C3">
                      <wp:simplePos x="0" y="0"/>
                      <wp:positionH relativeFrom="column">
                        <wp:posOffset>1320800</wp:posOffset>
                      </wp:positionH>
                      <wp:positionV relativeFrom="paragraph">
                        <wp:posOffset>431800</wp:posOffset>
                      </wp:positionV>
                      <wp:extent cx="1003300" cy="698500"/>
                      <wp:effectExtent l="0" t="0" r="0" b="0"/>
                      <wp:wrapNone/>
                      <wp:docPr id="807" name="Rectangle 80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7" o:spid="_x0000_s1239" style="position:absolute;margin-left:104pt;margin-top:34pt;width:79pt;height:55pt;z-index:25198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r3eGg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1Y693h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1824" behindDoc="0" locked="0" layoutInCell="1" allowOverlap="1" wp14:anchorId="48BEDB19" wp14:editId="5CE81CD5">
                      <wp:simplePos x="0" y="0"/>
                      <wp:positionH relativeFrom="column">
                        <wp:posOffset>1320800</wp:posOffset>
                      </wp:positionH>
                      <wp:positionV relativeFrom="paragraph">
                        <wp:posOffset>431800</wp:posOffset>
                      </wp:positionV>
                      <wp:extent cx="1003300" cy="698500"/>
                      <wp:effectExtent l="0" t="0" r="0" b="0"/>
                      <wp:wrapNone/>
                      <wp:docPr id="384" name="Rectangle 3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4" o:spid="_x0000_s1240" style="position:absolute;margin-left:104pt;margin-top:34pt;width:79pt;height:55pt;z-index:25198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MGHA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h0MG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2848" behindDoc="0" locked="0" layoutInCell="1" allowOverlap="1" wp14:anchorId="4FA6ED8C" wp14:editId="51F3E95A">
                      <wp:simplePos x="0" y="0"/>
                      <wp:positionH relativeFrom="column">
                        <wp:posOffset>1320800</wp:posOffset>
                      </wp:positionH>
                      <wp:positionV relativeFrom="paragraph">
                        <wp:posOffset>431800</wp:posOffset>
                      </wp:positionV>
                      <wp:extent cx="1003300" cy="698500"/>
                      <wp:effectExtent l="0" t="0" r="0" b="0"/>
                      <wp:wrapNone/>
                      <wp:docPr id="385" name="Rectangle 3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5" o:spid="_x0000_s1241" style="position:absolute;margin-left:104pt;margin-top:34pt;width:79pt;height:55pt;z-index:25198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u9OHAIAAAs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p7u9O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3872" behindDoc="0" locked="0" layoutInCell="1" allowOverlap="1" wp14:anchorId="154C0534" wp14:editId="207057C3">
                      <wp:simplePos x="0" y="0"/>
                      <wp:positionH relativeFrom="column">
                        <wp:posOffset>1295400</wp:posOffset>
                      </wp:positionH>
                      <wp:positionV relativeFrom="paragraph">
                        <wp:posOffset>431800</wp:posOffset>
                      </wp:positionV>
                      <wp:extent cx="1003300" cy="698500"/>
                      <wp:effectExtent l="0" t="0" r="0" b="0"/>
                      <wp:wrapNone/>
                      <wp:docPr id="386" name="Rectangle 38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6" o:spid="_x0000_s1242" style="position:absolute;margin-left:102pt;margin-top:34pt;width:79pt;height:55pt;z-index:25198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PBSGQ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2MjwUh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4896" behindDoc="0" locked="0" layoutInCell="1" allowOverlap="1" wp14:anchorId="10E38C57" wp14:editId="048B9770">
                      <wp:simplePos x="0" y="0"/>
                      <wp:positionH relativeFrom="column">
                        <wp:posOffset>1295400</wp:posOffset>
                      </wp:positionH>
                      <wp:positionV relativeFrom="paragraph">
                        <wp:posOffset>431800</wp:posOffset>
                      </wp:positionV>
                      <wp:extent cx="1003300" cy="698500"/>
                      <wp:effectExtent l="0" t="0" r="0" b="0"/>
                      <wp:wrapNone/>
                      <wp:docPr id="387" name="Rectangle 3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7" o:spid="_x0000_s1243" style="position:absolute;margin-left:102pt;margin-top:34pt;width:79pt;height:55pt;z-index:25198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f9Q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nvX/UB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5920" behindDoc="0" locked="0" layoutInCell="1" allowOverlap="1" wp14:anchorId="7A3D4F25" wp14:editId="1D1225C5">
                      <wp:simplePos x="0" y="0"/>
                      <wp:positionH relativeFrom="column">
                        <wp:posOffset>1295400</wp:posOffset>
                      </wp:positionH>
                      <wp:positionV relativeFrom="paragraph">
                        <wp:posOffset>431800</wp:posOffset>
                      </wp:positionV>
                      <wp:extent cx="1003300" cy="698500"/>
                      <wp:effectExtent l="0" t="0" r="0" b="0"/>
                      <wp:wrapNone/>
                      <wp:docPr id="388" name="Rectangle 3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8" o:spid="_x0000_s1244" style="position:absolute;margin-left:102pt;margin-top:34pt;width:79pt;height:55pt;z-index:25198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jtYGg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MGuO1g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6944" behindDoc="0" locked="0" layoutInCell="1" allowOverlap="1" wp14:anchorId="5C3FBC9F" wp14:editId="14341999">
                      <wp:simplePos x="0" y="0"/>
                      <wp:positionH relativeFrom="column">
                        <wp:posOffset>1295400</wp:posOffset>
                      </wp:positionH>
                      <wp:positionV relativeFrom="paragraph">
                        <wp:posOffset>431800</wp:posOffset>
                      </wp:positionV>
                      <wp:extent cx="1003300" cy="698500"/>
                      <wp:effectExtent l="0" t="0" r="0" b="0"/>
                      <wp:wrapNone/>
                      <wp:docPr id="389" name="Rectangle 38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9" o:spid="_x0000_s1245" style="position:absolute;margin-left:102pt;margin-top:34pt;width:79pt;height:55pt;z-index:25198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zRaGA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CHkzRaGAIAAAs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7968" behindDoc="0" locked="0" layoutInCell="1" allowOverlap="1" wp14:anchorId="2DC6C365" wp14:editId="3D42D81A">
                      <wp:simplePos x="0" y="0"/>
                      <wp:positionH relativeFrom="column">
                        <wp:posOffset>1295400</wp:posOffset>
                      </wp:positionH>
                      <wp:positionV relativeFrom="paragraph">
                        <wp:posOffset>431800</wp:posOffset>
                      </wp:positionV>
                      <wp:extent cx="1003300" cy="698500"/>
                      <wp:effectExtent l="0" t="0" r="0" b="0"/>
                      <wp:wrapNone/>
                      <wp:docPr id="390" name="Rectangle 3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0" o:spid="_x0000_s1246" style="position:absolute;margin-left:102pt;margin-top:34pt;width:79pt;height:55pt;z-index:25198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lWyKA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8992" behindDoc="0" locked="0" layoutInCell="1" allowOverlap="1" wp14:anchorId="48693230" wp14:editId="06B745FD">
                      <wp:simplePos x="0" y="0"/>
                      <wp:positionH relativeFrom="column">
                        <wp:posOffset>1295400</wp:posOffset>
                      </wp:positionH>
                      <wp:positionV relativeFrom="paragraph">
                        <wp:posOffset>431800</wp:posOffset>
                      </wp:positionV>
                      <wp:extent cx="1003300" cy="698500"/>
                      <wp:effectExtent l="0" t="0" r="0" b="0"/>
                      <wp:wrapNone/>
                      <wp:docPr id="391" name="Rectangle 3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1" o:spid="_x0000_s1247" style="position:absolute;margin-left:102pt;margin-top:34pt;width:79pt;height:55pt;z-index:25198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eP2To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0016" behindDoc="0" locked="0" layoutInCell="1" allowOverlap="1" wp14:anchorId="4004B9A0" wp14:editId="10520A3E">
                      <wp:simplePos x="0" y="0"/>
                      <wp:positionH relativeFrom="column">
                        <wp:posOffset>1295400</wp:posOffset>
                      </wp:positionH>
                      <wp:positionV relativeFrom="paragraph">
                        <wp:posOffset>431800</wp:posOffset>
                      </wp:positionV>
                      <wp:extent cx="1003300" cy="698500"/>
                      <wp:effectExtent l="0" t="0" r="0" b="0"/>
                      <wp:wrapNone/>
                      <wp:docPr id="392" name="Rectangle 39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2" o:spid="_x0000_s1248" style="position:absolute;margin-left:102pt;margin-top:34pt;width:79pt;height:55pt;z-index:25199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DN7GQIAAAs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NtAzex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1040" behindDoc="0" locked="0" layoutInCell="1" allowOverlap="1" wp14:anchorId="365F9B34" wp14:editId="0CD1F9F4">
                      <wp:simplePos x="0" y="0"/>
                      <wp:positionH relativeFrom="column">
                        <wp:posOffset>1295400</wp:posOffset>
                      </wp:positionH>
                      <wp:positionV relativeFrom="paragraph">
                        <wp:posOffset>431800</wp:posOffset>
                      </wp:positionV>
                      <wp:extent cx="1003300" cy="698500"/>
                      <wp:effectExtent l="0" t="0" r="0" b="0"/>
                      <wp:wrapNone/>
                      <wp:docPr id="393" name="Rectangle 3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3" o:spid="_x0000_s1249" style="position:absolute;margin-left:102pt;margin-top:34pt;width:79pt;height:55pt;z-index:25199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Tx5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RI&#10;MBJkAJG+Q9mI2PcM+WDHm4Y5dT1DNtmvxjquYM0cf2XJOlmvs2IRJ5vtIk1vk0URFsVik4abLNtu&#10;8+xq89vdjtISeCtib+HurDrE/o7OWfi5UL7gyCiH/GkK4XsyUZh6QQMPrV7Nfw82GJUpPVfXGd58&#10;UPca1HeeAdMRmlo9uD/IgibfI6dLjziyFIJFUuQhdBKFrSz/5GzIAk+9XFba2M9MDsgZFdZQS183&#10;cgQk89GXI3Dv9Xln2Wk3eTHiOHF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w7Tx5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2064" behindDoc="0" locked="0" layoutInCell="1" allowOverlap="1" wp14:anchorId="6E6EB3DE" wp14:editId="27F74EA0">
                      <wp:simplePos x="0" y="0"/>
                      <wp:positionH relativeFrom="column">
                        <wp:posOffset>1295400</wp:posOffset>
                      </wp:positionH>
                      <wp:positionV relativeFrom="paragraph">
                        <wp:posOffset>431800</wp:posOffset>
                      </wp:positionV>
                      <wp:extent cx="1003300" cy="698500"/>
                      <wp:effectExtent l="0" t="0" r="0" b="0"/>
                      <wp:wrapNone/>
                      <wp:docPr id="394" name="Rectangle 3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4" o:spid="_x0000_s1250" style="position:absolute;margin-left:102pt;margin-top:34pt;width:79pt;height:55pt;z-index:25199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AhZ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RI&#10;MRJkAJG+Q9mI2PcM+WDHm4Y5dT1DNtmvxjquYM0cf2XJOlmvs2IRJ5vtIk1vk0URFsVik4abLNtu&#10;8+xq89vdjtISeCtib+HurDrE/o7OWfi5UL7gyCiH/GkK4XsyUZh6QQMPrV7Nfw82GJUpPVfXGd58&#10;UPca1HeeAdMRmlo9uD/IgibfI6dLjziyFIJFUuQhdBKFrSz/5GzIAk+9XFba2M9MDsgZFdZQS183&#10;cgQk89GXI3Dv9Xln2Wk3eTHiOHV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U9AhZ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3088" behindDoc="0" locked="0" layoutInCell="1" allowOverlap="1" wp14:anchorId="55901715" wp14:editId="13D25AFF">
                      <wp:simplePos x="0" y="0"/>
                      <wp:positionH relativeFrom="column">
                        <wp:posOffset>1295400</wp:posOffset>
                      </wp:positionH>
                      <wp:positionV relativeFrom="paragraph">
                        <wp:posOffset>431800</wp:posOffset>
                      </wp:positionV>
                      <wp:extent cx="1003300" cy="698500"/>
                      <wp:effectExtent l="0" t="0" r="0" b="0"/>
                      <wp:wrapNone/>
                      <wp:docPr id="395" name="Rectangle 39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5" o:spid="_x0000_s1251" style="position:absolute;margin-left:102pt;margin-top:34pt;width:79pt;height:55pt;z-index:25199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dbGgIAAAs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LJB1s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4112" behindDoc="0" locked="0" layoutInCell="1" allowOverlap="1" wp14:anchorId="07F99E5D" wp14:editId="0E3D1255">
                      <wp:simplePos x="0" y="0"/>
                      <wp:positionH relativeFrom="column">
                        <wp:posOffset>1295400</wp:posOffset>
                      </wp:positionH>
                      <wp:positionV relativeFrom="paragraph">
                        <wp:posOffset>431800</wp:posOffset>
                      </wp:positionV>
                      <wp:extent cx="1003300" cy="698500"/>
                      <wp:effectExtent l="0" t="0" r="0" b="0"/>
                      <wp:wrapNone/>
                      <wp:docPr id="396" name="Rectangle 3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6" o:spid="_x0000_s1252" style="position:absolute;margin-left:102pt;margin-top:34pt;width:79pt;height:55pt;z-index:25199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lDI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TI&#10;MBJkAJG+Q9mI2PcM+WDHm4Y5dT1DNtmvxjquYM0cf2XJOlmvs2IRJ5vtIk1vk0URFsVik4abLNtu&#10;8+xq89vdjtISeCtib+HurDrE/o7OWfi5UL7gyCiH/GkK4XsyUZh6QQMPrV7Nfw82GJUpPVfXGd58&#10;UPca1HeeAdMRmlo9uD/IgibfI6dLjziyFIJFUuQhdBKFrSz/5GzIAk+9XFba2M9MDsgZFdZQS183&#10;cgQk89GXI3Dv9Xln2Wk3eTHiOHN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6JlDI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5136" behindDoc="0" locked="0" layoutInCell="1" allowOverlap="1" wp14:anchorId="57F4F15D" wp14:editId="6ADC563F">
                      <wp:simplePos x="0" y="0"/>
                      <wp:positionH relativeFrom="column">
                        <wp:posOffset>1295400</wp:posOffset>
                      </wp:positionH>
                      <wp:positionV relativeFrom="paragraph">
                        <wp:posOffset>431800</wp:posOffset>
                      </wp:positionV>
                      <wp:extent cx="1003300" cy="698500"/>
                      <wp:effectExtent l="0" t="0" r="0" b="0"/>
                      <wp:wrapNone/>
                      <wp:docPr id="397" name="Rectangle 3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7" o:spid="_x0000_s1253" style="position:absolute;margin-left:102pt;margin-top:34pt;width:79pt;height:55pt;z-index:25199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A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U/8gB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6160" behindDoc="0" locked="0" layoutInCell="1" allowOverlap="1" wp14:anchorId="21E5AA72" wp14:editId="02C89F20">
                      <wp:simplePos x="0" y="0"/>
                      <wp:positionH relativeFrom="column">
                        <wp:posOffset>1295400</wp:posOffset>
                      </wp:positionH>
                      <wp:positionV relativeFrom="paragraph">
                        <wp:posOffset>431800</wp:posOffset>
                      </wp:positionV>
                      <wp:extent cx="1003300" cy="698500"/>
                      <wp:effectExtent l="0" t="0" r="0" b="0"/>
                      <wp:wrapNone/>
                      <wp:docPr id="398" name="Rectangle 39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8" o:spid="_x0000_s1254" style="position:absolute;margin-left:102pt;margin-top:34pt;width:79pt;height:55pt;z-index:25199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JvCGAIAAAs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jQJvCGAIAAAs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7184" behindDoc="0" locked="0" layoutInCell="1" allowOverlap="1" wp14:anchorId="658D3B94" wp14:editId="76339C5E">
                      <wp:simplePos x="0" y="0"/>
                      <wp:positionH relativeFrom="column">
                        <wp:posOffset>1295400</wp:posOffset>
                      </wp:positionH>
                      <wp:positionV relativeFrom="paragraph">
                        <wp:posOffset>431800</wp:posOffset>
                      </wp:positionV>
                      <wp:extent cx="1003300" cy="698500"/>
                      <wp:effectExtent l="0" t="0" r="0" b="0"/>
                      <wp:wrapNone/>
                      <wp:docPr id="399" name="Rectangle 3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9" o:spid="_x0000_s1255" style="position:absolute;margin-left:102pt;margin-top:34pt;width:79pt;height:55pt;z-index:25199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ZTA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Qo&#10;MBJkAJG+Q9mI2PcM+WDHm4Y5dT1DNtmvxjquYM0cf2XJOlmvs2IRJ5vtIk1vk0URFsVik4abLNtu&#10;8+xq89vdjtISeCtib+HurDrE/o7OWfi5UL7gyCiH/GkK4XsyUZh6QQMPrV7Nfw82GJUpPVfXGd58&#10;UPca1HeeAdMRmlo9uD/IgibfI6dLjziyFIJFUuQhdBKFrSz/5GzIAk+9XFba2M9MDsgZFdZQS183&#10;cgQk89GXI3Dv9Xln2Wk3eTHiuHB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lfZTA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8208" behindDoc="0" locked="0" layoutInCell="1" allowOverlap="1" wp14:anchorId="3502BFCE" wp14:editId="45850CD7">
                      <wp:simplePos x="0" y="0"/>
                      <wp:positionH relativeFrom="column">
                        <wp:posOffset>1295400</wp:posOffset>
                      </wp:positionH>
                      <wp:positionV relativeFrom="paragraph">
                        <wp:posOffset>431800</wp:posOffset>
                      </wp:positionV>
                      <wp:extent cx="1003300" cy="698500"/>
                      <wp:effectExtent l="0" t="0" r="0" b="0"/>
                      <wp:wrapNone/>
                      <wp:docPr id="400" name="Rectangle 4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0" o:spid="_x0000_s1256" style="position:absolute;margin-left:102pt;margin-top:34pt;width:79pt;height:55pt;z-index:25199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UBYtA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9232" behindDoc="0" locked="0" layoutInCell="1" allowOverlap="1" wp14:anchorId="1C4A6721" wp14:editId="6D631A5A">
                      <wp:simplePos x="0" y="0"/>
                      <wp:positionH relativeFrom="column">
                        <wp:posOffset>1295400</wp:posOffset>
                      </wp:positionH>
                      <wp:positionV relativeFrom="paragraph">
                        <wp:posOffset>431800</wp:posOffset>
                      </wp:positionV>
                      <wp:extent cx="1003300" cy="698500"/>
                      <wp:effectExtent l="0" t="0" r="0" b="0"/>
                      <wp:wrapNone/>
                      <wp:docPr id="401" name="Rectangle 40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1" o:spid="_x0000_s1257" style="position:absolute;margin-left:102pt;margin-top:34pt;width:79pt;height:55pt;z-index:25199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3SGA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CzPG3SGAIAAAs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0256" behindDoc="0" locked="0" layoutInCell="1" allowOverlap="1" wp14:anchorId="0DF6E5D6" wp14:editId="53DBEF06">
                      <wp:simplePos x="0" y="0"/>
                      <wp:positionH relativeFrom="column">
                        <wp:posOffset>1295400</wp:posOffset>
                      </wp:positionH>
                      <wp:positionV relativeFrom="paragraph">
                        <wp:posOffset>431800</wp:posOffset>
                      </wp:positionV>
                      <wp:extent cx="1003300" cy="698500"/>
                      <wp:effectExtent l="0" t="0" r="0" b="0"/>
                      <wp:wrapNone/>
                      <wp:docPr id="402" name="Rectangle 4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2" o:spid="_x0000_s1258" style="position:absolute;margin-left:102pt;margin-top:34pt;width:79pt;height:55pt;z-index:25200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vTOkE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1280" behindDoc="0" locked="0" layoutInCell="1" allowOverlap="1" wp14:anchorId="376DA06F" wp14:editId="03B08158">
                      <wp:simplePos x="0" y="0"/>
                      <wp:positionH relativeFrom="column">
                        <wp:posOffset>1295400</wp:posOffset>
                      </wp:positionH>
                      <wp:positionV relativeFrom="paragraph">
                        <wp:posOffset>431800</wp:posOffset>
                      </wp:positionV>
                      <wp:extent cx="1003300" cy="698500"/>
                      <wp:effectExtent l="0" t="0" r="0" b="0"/>
                      <wp:wrapNone/>
                      <wp:docPr id="403" name="Rectangle 4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3" o:spid="_x0000_s1259" style="position:absolute;margin-left:102pt;margin-top:34pt;width:79pt;height:55pt;z-index:25200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pYJ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RM&#10;MBJkAJG+Q9mI2PcM+WDHm4Y5dT1DNtmvxjquYM0cf2XJOlmvs2IRJ5vtIk1vk0URFsVik4abLNtu&#10;8+xq89vdjtISeCtib+HurDrE/o7OWfi5UL7gyCiH/GkK4XsyUZh6QQMPrV7Nfw82GJUpPVfXGd58&#10;UPca1HeeAdMRmlo9uD/IgibfI6dLjziyFIJFUuQhdBKFrSz/5GzIAk+9XFba2M9MDsgZFdZQS183&#10;cgQk89GXI3Dv9Xln2Wk3eTHiJHF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MupYJ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2304" behindDoc="0" locked="0" layoutInCell="1" allowOverlap="1" wp14:anchorId="255EB73B" wp14:editId="3DA816FE">
                      <wp:simplePos x="0" y="0"/>
                      <wp:positionH relativeFrom="column">
                        <wp:posOffset>1295400</wp:posOffset>
                      </wp:positionH>
                      <wp:positionV relativeFrom="paragraph">
                        <wp:posOffset>431800</wp:posOffset>
                      </wp:positionV>
                      <wp:extent cx="1003300" cy="698500"/>
                      <wp:effectExtent l="0" t="0" r="0" b="0"/>
                      <wp:wrapNone/>
                      <wp:docPr id="404" name="Rectangle 40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4" o:spid="_x0000_s1260" style="position:absolute;margin-left:102pt;margin-top:34pt;width:79pt;height:55pt;z-index:25200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wFjGQ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ufcBYx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3328" behindDoc="0" locked="0" layoutInCell="1" allowOverlap="1" wp14:anchorId="7486EFD4" wp14:editId="77AB84E2">
                      <wp:simplePos x="0" y="0"/>
                      <wp:positionH relativeFrom="column">
                        <wp:posOffset>1295400</wp:posOffset>
                      </wp:positionH>
                      <wp:positionV relativeFrom="paragraph">
                        <wp:posOffset>431800</wp:posOffset>
                      </wp:positionV>
                      <wp:extent cx="1003300" cy="698500"/>
                      <wp:effectExtent l="0" t="0" r="0" b="0"/>
                      <wp:wrapNone/>
                      <wp:docPr id="405" name="Rectangle 4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5" o:spid="_x0000_s1261" style="position:absolute;margin-left:102pt;margin-top:34pt;width:79pt;height:55pt;z-index:25200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5hHAIAAAs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8oOYR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4352" behindDoc="0" locked="0" layoutInCell="1" allowOverlap="1" wp14:anchorId="0A15CF76" wp14:editId="01C49100">
                      <wp:simplePos x="0" y="0"/>
                      <wp:positionH relativeFrom="column">
                        <wp:posOffset>1295400</wp:posOffset>
                      </wp:positionH>
                      <wp:positionV relativeFrom="paragraph">
                        <wp:posOffset>431800</wp:posOffset>
                      </wp:positionV>
                      <wp:extent cx="1003300" cy="698500"/>
                      <wp:effectExtent l="0" t="0" r="0" b="0"/>
                      <wp:wrapNone/>
                      <wp:docPr id="406" name="Rectangle 4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6" o:spid="_x0000_s1262" style="position:absolute;margin-left:102pt;margin-top:34pt;width:79pt;height:55pt;z-index:25200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fq4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TM&#10;MBJkAJG+Q9mI2PcM+WDHm4Y5dT1DNtmvxjquYM0cf2XJOlmvs2IRJ5vtIk1vk0URFsVik4abLNtu&#10;8+xq89vdjtISeCtib+HurDrE/o7OWfi5UL7gyCiH/GkK4XsyUZh6QQMPrV7Nfw82GJUpPVfXGd58&#10;UPca1HeeAdMRmlo9uD/IgibfI6dLjziyFIJFUuQhdBKFrSz/5GzIAk+9XFba2M9MDsgZFdZQS183&#10;cgQk89GXI3Dv9Xln2Wk3eTHiJHN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Gcfq4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5376" behindDoc="0" locked="0" layoutInCell="1" allowOverlap="1" wp14:anchorId="6CFB6A24" wp14:editId="0423C951">
                      <wp:simplePos x="0" y="0"/>
                      <wp:positionH relativeFrom="column">
                        <wp:posOffset>1295400</wp:posOffset>
                      </wp:positionH>
                      <wp:positionV relativeFrom="paragraph">
                        <wp:posOffset>431800</wp:posOffset>
                      </wp:positionV>
                      <wp:extent cx="1003300" cy="698500"/>
                      <wp:effectExtent l="0" t="0" r="0" b="0"/>
                      <wp:wrapNone/>
                      <wp:docPr id="407" name="Rectangle 40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7" o:spid="_x0000_s1263" style="position:absolute;margin-left:102pt;margin-top:34pt;width:79pt;height:55pt;z-index:252005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PW6Gg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IBM9bo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6400" behindDoc="0" locked="0" layoutInCell="1" allowOverlap="1" wp14:anchorId="6BEED18F" wp14:editId="43EA5070">
                      <wp:simplePos x="0" y="0"/>
                      <wp:positionH relativeFrom="column">
                        <wp:posOffset>1295400</wp:posOffset>
                      </wp:positionH>
                      <wp:positionV relativeFrom="paragraph">
                        <wp:posOffset>431800</wp:posOffset>
                      </wp:positionV>
                      <wp:extent cx="1003300" cy="698500"/>
                      <wp:effectExtent l="0" t="0" r="0" b="0"/>
                      <wp:wrapNone/>
                      <wp:docPr id="408" name="Rectangle 4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8" o:spid="_x0000_s1264" style="position:absolute;margin-left:102pt;margin-top:34pt;width:79pt;height:55pt;z-index:252006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5L4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OQ5L4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7424" behindDoc="0" locked="0" layoutInCell="1" allowOverlap="1" wp14:anchorId="0F1CAB56" wp14:editId="59E5C321">
                      <wp:simplePos x="0" y="0"/>
                      <wp:positionH relativeFrom="column">
                        <wp:posOffset>1295400</wp:posOffset>
                      </wp:positionH>
                      <wp:positionV relativeFrom="paragraph">
                        <wp:posOffset>431800</wp:posOffset>
                      </wp:positionV>
                      <wp:extent cx="1003300" cy="698500"/>
                      <wp:effectExtent l="0" t="0" r="0" b="0"/>
                      <wp:wrapNone/>
                      <wp:docPr id="433" name="Rectangle 4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3" o:spid="_x0000_s1265" style="position:absolute;margin-left:102pt;margin-top:34pt;width:79pt;height:55pt;z-index:252007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adG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RJ&#10;MBJkAJG+Q9mI2PcM+WDHm4Y5dT1DNtmvxjquYM0cf2XJOlmvs2IRJ5vtIk1vk0URFsVik4abLNtu&#10;8+xq89vdjtISeCtib+HurDrE/o7OWfi5UL7gyCiH/GkK4XsyUZh6QQMPrV7Nfw82GJUpPVfXGd58&#10;UPca1HeeAdMRmlo9uD/IgibfI6dLjziyFIJFUuQhdBKFrSz/5GzIAk+9XFba2M9MDsgZFdZQS183&#10;cgQk89GXI3Dv9Xln2Wk3eTHipHB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WRadG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p>
        </w:tc>
        <w:tc>
          <w:tcPr>
            <w:tcW w:w="990" w:type="dxa"/>
            <w:tcBorders>
              <w:top w:val="single" w:sz="4" w:space="0" w:color="BFBFBF"/>
              <w:left w:val="nil"/>
              <w:bottom w:val="single" w:sz="18" w:space="0" w:color="BFBFBF" w:themeColor="background1" w:themeShade="BF"/>
              <w:right w:val="single" w:sz="4" w:space="0" w:color="BFBFBF"/>
            </w:tcBorders>
            <w:shd w:val="clear" w:color="auto" w:fill="F2F2F2" w:themeFill="background1" w:themeFillShade="F2"/>
            <w:vAlign w:val="center"/>
            <w:hideMark/>
          </w:tcPr>
          <w:p w:rsidR="00433D29" w:rsidRPr="00F14F57" w:rsidRDefault="00433D29" w:rsidP="009372B2">
            <w:pPr>
              <w:rPr>
                <w:rFonts w:ascii="Century Gothic" w:hAnsi="Century Gothic" w:cs="Calibri"/>
                <w:color w:val="000000"/>
                <w:sz w:val="20"/>
                <w:szCs w:val="20"/>
              </w:rPr>
            </w:pPr>
            <w:r w:rsidRPr="00433D29">
              <w:rPr>
                <w:rFonts w:ascii="Century Gothic" w:hAnsi="Century Gothic" w:cs="Calibri"/>
                <w:noProof/>
                <w:color w:val="000000"/>
                <w:sz w:val="18"/>
                <w:szCs w:val="18"/>
              </w:rPr>
              <mc:AlternateContent>
                <mc:Choice Requires="wps">
                  <w:drawing>
                    <wp:anchor distT="0" distB="0" distL="114300" distR="114300" simplePos="0" relativeHeight="252008448" behindDoc="0" locked="0" layoutInCell="1" allowOverlap="1" wp14:anchorId="5E7BAE5D" wp14:editId="49DD1CC5">
                      <wp:simplePos x="0" y="0"/>
                      <wp:positionH relativeFrom="column">
                        <wp:posOffset>1320800</wp:posOffset>
                      </wp:positionH>
                      <wp:positionV relativeFrom="paragraph">
                        <wp:posOffset>431800</wp:posOffset>
                      </wp:positionV>
                      <wp:extent cx="1003300" cy="698500"/>
                      <wp:effectExtent l="0" t="0" r="0" b="0"/>
                      <wp:wrapNone/>
                      <wp:docPr id="434" name="Rectangle 43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4" o:spid="_x0000_s1266" style="position:absolute;margin-left:104pt;margin-top:34pt;width:79pt;height:55pt;z-index:252008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pwla4h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09472" behindDoc="0" locked="0" layoutInCell="1" allowOverlap="1" wp14:anchorId="42A59C7D" wp14:editId="667148F7">
                      <wp:simplePos x="0" y="0"/>
                      <wp:positionH relativeFrom="column">
                        <wp:posOffset>1320800</wp:posOffset>
                      </wp:positionH>
                      <wp:positionV relativeFrom="paragraph">
                        <wp:posOffset>431800</wp:posOffset>
                      </wp:positionV>
                      <wp:extent cx="1003300" cy="698500"/>
                      <wp:effectExtent l="0" t="0" r="0" b="0"/>
                      <wp:wrapNone/>
                      <wp:docPr id="435" name="Rectangle 4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5" o:spid="_x0000_s1267" style="position:absolute;margin-left:104pt;margin-top:34pt;width:79pt;height:55pt;z-index:252009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FXgHAIAAAs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hNFXg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0496" behindDoc="0" locked="0" layoutInCell="1" allowOverlap="1" wp14:anchorId="2309189A" wp14:editId="2F01A2DD">
                      <wp:simplePos x="0" y="0"/>
                      <wp:positionH relativeFrom="column">
                        <wp:posOffset>1320800</wp:posOffset>
                      </wp:positionH>
                      <wp:positionV relativeFrom="paragraph">
                        <wp:posOffset>431800</wp:posOffset>
                      </wp:positionV>
                      <wp:extent cx="1003300" cy="698500"/>
                      <wp:effectExtent l="0" t="0" r="0" b="0"/>
                      <wp:wrapNone/>
                      <wp:docPr id="436" name="Rectangle 4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6" o:spid="_x0000_s1268" style="position:absolute;margin-left:104pt;margin-top:34pt;width:79pt;height:55pt;z-index:252010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2I+hOR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1520" behindDoc="0" locked="0" layoutInCell="1" allowOverlap="1" wp14:anchorId="6CD1C6BC" wp14:editId="46C1FAF4">
                      <wp:simplePos x="0" y="0"/>
                      <wp:positionH relativeFrom="column">
                        <wp:posOffset>1320800</wp:posOffset>
                      </wp:positionH>
                      <wp:positionV relativeFrom="paragraph">
                        <wp:posOffset>431800</wp:posOffset>
                      </wp:positionV>
                      <wp:extent cx="1003300" cy="698500"/>
                      <wp:effectExtent l="0" t="0" r="0" b="0"/>
                      <wp:wrapNone/>
                      <wp:docPr id="437" name="Rectangle 43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7" o:spid="_x0000_s1269" style="position:absolute;margin-left:104pt;margin-top:34pt;width:79pt;height:55pt;z-index:25201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Cesq47GQIAAAs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2544" behindDoc="0" locked="0" layoutInCell="1" allowOverlap="1" wp14:anchorId="1AC548C5" wp14:editId="1D857726">
                      <wp:simplePos x="0" y="0"/>
                      <wp:positionH relativeFrom="column">
                        <wp:posOffset>1320800</wp:posOffset>
                      </wp:positionH>
                      <wp:positionV relativeFrom="paragraph">
                        <wp:posOffset>431800</wp:posOffset>
                      </wp:positionV>
                      <wp:extent cx="1003300" cy="698500"/>
                      <wp:effectExtent l="0" t="0" r="0" b="0"/>
                      <wp:wrapNone/>
                      <wp:docPr id="438" name="Rectangle 4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8" o:spid="_x0000_s1270" style="position:absolute;margin-left:104pt;margin-top:34pt;width:79pt;height:55pt;z-index:25201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YCsjV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3568" behindDoc="0" locked="0" layoutInCell="1" allowOverlap="1" wp14:anchorId="2438AE85" wp14:editId="2D8BE342">
                      <wp:simplePos x="0" y="0"/>
                      <wp:positionH relativeFrom="column">
                        <wp:posOffset>1320800</wp:posOffset>
                      </wp:positionH>
                      <wp:positionV relativeFrom="paragraph">
                        <wp:posOffset>431800</wp:posOffset>
                      </wp:positionV>
                      <wp:extent cx="1003300" cy="698500"/>
                      <wp:effectExtent l="0" t="0" r="0" b="0"/>
                      <wp:wrapNone/>
                      <wp:docPr id="439" name="Rectangle 4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9" o:spid="_x0000_s1271" style="position:absolute;margin-left:104pt;margin-top:34pt;width:79pt;height:55pt;z-index:25201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2SdHQIAAAs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2NknR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4592" behindDoc="0" locked="0" layoutInCell="1" allowOverlap="1" wp14:anchorId="6A9A24A1" wp14:editId="367C2388">
                      <wp:simplePos x="0" y="0"/>
                      <wp:positionH relativeFrom="column">
                        <wp:posOffset>1320800</wp:posOffset>
                      </wp:positionH>
                      <wp:positionV relativeFrom="paragraph">
                        <wp:posOffset>431800</wp:posOffset>
                      </wp:positionV>
                      <wp:extent cx="1003300" cy="698500"/>
                      <wp:effectExtent l="0" t="0" r="0" b="0"/>
                      <wp:wrapNone/>
                      <wp:docPr id="440" name="Rectangle 44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0" o:spid="_x0000_s1272" style="position:absolute;margin-left:104pt;margin-top:34pt;width:79pt;height:55pt;z-index:25201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6WlkPB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5616" behindDoc="0" locked="0" layoutInCell="1" allowOverlap="1" wp14:anchorId="536BF996" wp14:editId="7052DFE2">
                      <wp:simplePos x="0" y="0"/>
                      <wp:positionH relativeFrom="column">
                        <wp:posOffset>1320800</wp:posOffset>
                      </wp:positionH>
                      <wp:positionV relativeFrom="paragraph">
                        <wp:posOffset>431800</wp:posOffset>
                      </wp:positionV>
                      <wp:extent cx="1003300" cy="698500"/>
                      <wp:effectExtent l="0" t="0" r="0" b="0"/>
                      <wp:wrapNone/>
                      <wp:docPr id="441" name="Rectangle 4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1" o:spid="_x0000_s1273" style="position:absolute;margin-left:104pt;margin-top:34pt;width:79pt;height:55pt;z-index:25201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Gs+HQIAAAs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r1RrPh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6640" behindDoc="0" locked="0" layoutInCell="1" allowOverlap="1" wp14:anchorId="3663CCA0" wp14:editId="2DADE2C7">
                      <wp:simplePos x="0" y="0"/>
                      <wp:positionH relativeFrom="column">
                        <wp:posOffset>1320800</wp:posOffset>
                      </wp:positionH>
                      <wp:positionV relativeFrom="paragraph">
                        <wp:posOffset>431800</wp:posOffset>
                      </wp:positionV>
                      <wp:extent cx="1003300" cy="698500"/>
                      <wp:effectExtent l="0" t="0" r="0" b="0"/>
                      <wp:wrapNone/>
                      <wp:docPr id="442" name="Rectangle 4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2" o:spid="_x0000_s1274" style="position:absolute;margin-left:104pt;margin-top:34pt;width:79pt;height:55pt;z-index:25201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6g54d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7664" behindDoc="0" locked="0" layoutInCell="1" allowOverlap="1" wp14:anchorId="02E1BF2B" wp14:editId="296F840D">
                      <wp:simplePos x="0" y="0"/>
                      <wp:positionH relativeFrom="column">
                        <wp:posOffset>1320800</wp:posOffset>
                      </wp:positionH>
                      <wp:positionV relativeFrom="paragraph">
                        <wp:posOffset>431800</wp:posOffset>
                      </wp:positionV>
                      <wp:extent cx="1003300" cy="698500"/>
                      <wp:effectExtent l="0" t="0" r="0" b="0"/>
                      <wp:wrapNone/>
                      <wp:docPr id="443" name="Rectangle 44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3" o:spid="_x0000_s1275" style="position:absolute;margin-left:104pt;margin-top:34pt;width:79pt;height:55pt;z-index:25201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8vpEfGQIAAAs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8688" behindDoc="0" locked="0" layoutInCell="1" allowOverlap="1" wp14:anchorId="3629BFBE" wp14:editId="7AAD9E68">
                      <wp:simplePos x="0" y="0"/>
                      <wp:positionH relativeFrom="column">
                        <wp:posOffset>1320800</wp:posOffset>
                      </wp:positionH>
                      <wp:positionV relativeFrom="paragraph">
                        <wp:posOffset>431800</wp:posOffset>
                      </wp:positionV>
                      <wp:extent cx="1003300" cy="698500"/>
                      <wp:effectExtent l="0" t="0" r="0" b="0"/>
                      <wp:wrapNone/>
                      <wp:docPr id="444" name="Rectangle 4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4" o:spid="_x0000_s1276" style="position:absolute;margin-left:104pt;margin-top:34pt;width:79pt;height:55pt;z-index:25201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HNgHAIAAAs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ZOHNg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9712" behindDoc="0" locked="0" layoutInCell="1" allowOverlap="1" wp14:anchorId="71A2F96F" wp14:editId="144808B2">
                      <wp:simplePos x="0" y="0"/>
                      <wp:positionH relativeFrom="column">
                        <wp:posOffset>1320800</wp:posOffset>
                      </wp:positionH>
                      <wp:positionV relativeFrom="paragraph">
                        <wp:posOffset>431800</wp:posOffset>
                      </wp:positionV>
                      <wp:extent cx="1003300" cy="698500"/>
                      <wp:effectExtent l="0" t="0" r="0" b="0"/>
                      <wp:wrapNone/>
                      <wp:docPr id="445" name="Rectangle 4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5" o:spid="_x0000_s1277" style="position:absolute;margin-left:104pt;margin-top:34pt;width:79pt;height:55pt;z-index:25201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d8oHQIAAAs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lHfKB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0736" behindDoc="0" locked="0" layoutInCell="1" allowOverlap="1" wp14:anchorId="2A824166" wp14:editId="6213AA63">
                      <wp:simplePos x="0" y="0"/>
                      <wp:positionH relativeFrom="column">
                        <wp:posOffset>1320800</wp:posOffset>
                      </wp:positionH>
                      <wp:positionV relativeFrom="paragraph">
                        <wp:posOffset>431800</wp:posOffset>
                      </wp:positionV>
                      <wp:extent cx="1003300" cy="698500"/>
                      <wp:effectExtent l="0" t="0" r="0" b="0"/>
                      <wp:wrapNone/>
                      <wp:docPr id="446" name="Rectangle 44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6" o:spid="_x0000_s1278" style="position:absolute;margin-left:104pt;margin-top:34pt;width:79pt;height:55pt;z-index:25202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a+iLs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1760" behindDoc="0" locked="0" layoutInCell="1" allowOverlap="1" wp14:anchorId="277C8AFB" wp14:editId="6FEC920D">
                      <wp:simplePos x="0" y="0"/>
                      <wp:positionH relativeFrom="column">
                        <wp:posOffset>1320800</wp:posOffset>
                      </wp:positionH>
                      <wp:positionV relativeFrom="paragraph">
                        <wp:posOffset>431800</wp:posOffset>
                      </wp:positionV>
                      <wp:extent cx="1003300" cy="698500"/>
                      <wp:effectExtent l="0" t="0" r="0" b="0"/>
                      <wp:wrapNone/>
                      <wp:docPr id="447" name="Rectangle 4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7" o:spid="_x0000_s1279" style="position:absolute;margin-left:104pt;margin-top:34pt;width:79pt;height:55pt;z-index:25202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4e5HQIAAAs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4IOHuR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2784" behindDoc="0" locked="0" layoutInCell="1" allowOverlap="1" wp14:anchorId="61ABF8E1" wp14:editId="1D77A8D5">
                      <wp:simplePos x="0" y="0"/>
                      <wp:positionH relativeFrom="column">
                        <wp:posOffset>1320800</wp:posOffset>
                      </wp:positionH>
                      <wp:positionV relativeFrom="paragraph">
                        <wp:posOffset>431800</wp:posOffset>
                      </wp:positionV>
                      <wp:extent cx="1003300" cy="698500"/>
                      <wp:effectExtent l="0" t="0" r="0" b="0"/>
                      <wp:wrapNone/>
                      <wp:docPr id="2368" name="Rectangle 23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8" o:spid="_x0000_s1280" style="position:absolute;margin-left:104pt;margin-top:34pt;width:79pt;height:55pt;z-index:25202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ZeG+lHAIAAA0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3808" behindDoc="0" locked="0" layoutInCell="1" allowOverlap="1" wp14:anchorId="1294A5BC" wp14:editId="6BA6D32B">
                      <wp:simplePos x="0" y="0"/>
                      <wp:positionH relativeFrom="column">
                        <wp:posOffset>1320800</wp:posOffset>
                      </wp:positionH>
                      <wp:positionV relativeFrom="paragraph">
                        <wp:posOffset>431800</wp:posOffset>
                      </wp:positionV>
                      <wp:extent cx="1003300" cy="698500"/>
                      <wp:effectExtent l="0" t="0" r="0" b="0"/>
                      <wp:wrapNone/>
                      <wp:docPr id="2369" name="Rectangle 236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9" o:spid="_x0000_s1281" style="position:absolute;margin-left:104pt;margin-top:34pt;width:79pt;height:55pt;z-index:25202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sI4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jewjgbAgAAD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4832" behindDoc="0" locked="0" layoutInCell="1" allowOverlap="1" wp14:anchorId="7A000976" wp14:editId="6E77E2FC">
                      <wp:simplePos x="0" y="0"/>
                      <wp:positionH relativeFrom="column">
                        <wp:posOffset>1320800</wp:posOffset>
                      </wp:positionH>
                      <wp:positionV relativeFrom="paragraph">
                        <wp:posOffset>431800</wp:posOffset>
                      </wp:positionV>
                      <wp:extent cx="1003300" cy="698500"/>
                      <wp:effectExtent l="0" t="0" r="0" b="0"/>
                      <wp:wrapNone/>
                      <wp:docPr id="2370" name="Rectangle 23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0" o:spid="_x0000_s1282" style="position:absolute;margin-left:104pt;margin-top:34pt;width:79pt;height:55pt;z-index:25202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k/ZPh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5856" behindDoc="0" locked="0" layoutInCell="1" allowOverlap="1" wp14:anchorId="084BC5C7" wp14:editId="5DEF09E1">
                      <wp:simplePos x="0" y="0"/>
                      <wp:positionH relativeFrom="column">
                        <wp:posOffset>1320800</wp:posOffset>
                      </wp:positionH>
                      <wp:positionV relativeFrom="paragraph">
                        <wp:posOffset>431800</wp:posOffset>
                      </wp:positionV>
                      <wp:extent cx="1003300" cy="698500"/>
                      <wp:effectExtent l="0" t="0" r="0" b="0"/>
                      <wp:wrapNone/>
                      <wp:docPr id="2371" name="Rectangle 23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1" o:spid="_x0000_s1283" style="position:absolute;margin-left:104pt;margin-top:34pt;width:79pt;height:55pt;z-index:25202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dfp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BK91+keAgAADQQAAA4AAAAAAAAAAAAAAAAALgIAAGRycy9lMm9Eb2MueG1sUEsBAi0A&#10;FAAGAAgAAAAhAIlkbA7bAAAACgEAAA8AAAAAAAAAAAAAAAAAeA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6880" behindDoc="0" locked="0" layoutInCell="1" allowOverlap="1" wp14:anchorId="365AEB7C" wp14:editId="5908B95B">
                      <wp:simplePos x="0" y="0"/>
                      <wp:positionH relativeFrom="column">
                        <wp:posOffset>1320800</wp:posOffset>
                      </wp:positionH>
                      <wp:positionV relativeFrom="paragraph">
                        <wp:posOffset>431800</wp:posOffset>
                      </wp:positionV>
                      <wp:extent cx="1003300" cy="698500"/>
                      <wp:effectExtent l="0" t="0" r="0" b="0"/>
                      <wp:wrapNone/>
                      <wp:docPr id="2372" name="Rectangle 237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2" o:spid="_x0000_s1284" style="position:absolute;margin-left:104pt;margin-top:34pt;width:79pt;height:55pt;z-index:25202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6UF/sbAgAAD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7904" behindDoc="0" locked="0" layoutInCell="1" allowOverlap="1" wp14:anchorId="3EBBB293" wp14:editId="41BE7510">
                      <wp:simplePos x="0" y="0"/>
                      <wp:positionH relativeFrom="column">
                        <wp:posOffset>1320800</wp:posOffset>
                      </wp:positionH>
                      <wp:positionV relativeFrom="paragraph">
                        <wp:posOffset>431800</wp:posOffset>
                      </wp:positionV>
                      <wp:extent cx="1003300" cy="698500"/>
                      <wp:effectExtent l="0" t="0" r="0" b="0"/>
                      <wp:wrapNone/>
                      <wp:docPr id="2373" name="Rectangle 23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3" o:spid="_x0000_s1285" style="position:absolute;margin-left:104pt;margin-top:34pt;width:79pt;height:55pt;z-index:25202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pm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8yumYeAgAADQQAAA4AAAAAAAAAAAAAAAAALgIAAGRycy9lMm9Eb2MueG1sUEsBAi0A&#10;FAAGAAgAAAAhAIlkbA7bAAAACgEAAA8AAAAAAAAAAAAAAAAAeA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8928" behindDoc="0" locked="0" layoutInCell="1" allowOverlap="1" wp14:anchorId="429DC17A" wp14:editId="391436EB">
                      <wp:simplePos x="0" y="0"/>
                      <wp:positionH relativeFrom="column">
                        <wp:posOffset>1320800</wp:posOffset>
                      </wp:positionH>
                      <wp:positionV relativeFrom="paragraph">
                        <wp:posOffset>431800</wp:posOffset>
                      </wp:positionV>
                      <wp:extent cx="1003300" cy="698500"/>
                      <wp:effectExtent l="0" t="0" r="0" b="0"/>
                      <wp:wrapNone/>
                      <wp:docPr id="2374" name="Rectangle 23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4" o:spid="_x0000_s1286" style="position:absolute;margin-left:104pt;margin-top:34pt;width:79pt;height:55pt;z-index:252028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exoHA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RvexoHAIAAA0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9952" behindDoc="0" locked="0" layoutInCell="1" allowOverlap="1" wp14:anchorId="578BA7CB" wp14:editId="23B0E918">
                      <wp:simplePos x="0" y="0"/>
                      <wp:positionH relativeFrom="column">
                        <wp:posOffset>1320800</wp:posOffset>
                      </wp:positionH>
                      <wp:positionV relativeFrom="paragraph">
                        <wp:posOffset>431800</wp:posOffset>
                      </wp:positionV>
                      <wp:extent cx="1003300" cy="698500"/>
                      <wp:effectExtent l="0" t="0" r="0" b="0"/>
                      <wp:wrapNone/>
                      <wp:docPr id="2375" name="Rectangle 237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5" o:spid="_x0000_s1287" style="position:absolute;margin-left:104pt;margin-top:34pt;width:79pt;height:55pt;z-index:25202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0H1Gg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YBtB9RoCAAAN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0976" behindDoc="0" locked="0" layoutInCell="1" allowOverlap="1" wp14:anchorId="54EB0918" wp14:editId="57C8D394">
                      <wp:simplePos x="0" y="0"/>
                      <wp:positionH relativeFrom="column">
                        <wp:posOffset>1320800</wp:posOffset>
                      </wp:positionH>
                      <wp:positionV relativeFrom="paragraph">
                        <wp:posOffset>431800</wp:posOffset>
                      </wp:positionV>
                      <wp:extent cx="1003300" cy="698500"/>
                      <wp:effectExtent l="0" t="0" r="0" b="0"/>
                      <wp:wrapNone/>
                      <wp:docPr id="2376" name="Rectangle 23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6" o:spid="_x0000_s1288" style="position:absolute;margin-left:104pt;margin-top:34pt;width:79pt;height:55pt;z-index:25203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oAdHQ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F6AHR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2000" behindDoc="0" locked="0" layoutInCell="1" allowOverlap="1" wp14:anchorId="4E69CA41" wp14:editId="4B80F242">
                      <wp:simplePos x="0" y="0"/>
                      <wp:positionH relativeFrom="column">
                        <wp:posOffset>1320800</wp:posOffset>
                      </wp:positionH>
                      <wp:positionV relativeFrom="paragraph">
                        <wp:posOffset>431800</wp:posOffset>
                      </wp:positionV>
                      <wp:extent cx="1003300" cy="698500"/>
                      <wp:effectExtent l="0" t="0" r="0" b="0"/>
                      <wp:wrapNone/>
                      <wp:docPr id="2377" name="Rectangle 23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7" o:spid="_x0000_s1289" style="position:absolute;margin-left:104pt;margin-top:34pt;width:79pt;height:55pt;z-index:25203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I7KHA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wrI7KHAIAAA0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3024" behindDoc="0" locked="0" layoutInCell="1" allowOverlap="1" wp14:anchorId="2CDAB53B" wp14:editId="5D675772">
                      <wp:simplePos x="0" y="0"/>
                      <wp:positionH relativeFrom="column">
                        <wp:posOffset>1295400</wp:posOffset>
                      </wp:positionH>
                      <wp:positionV relativeFrom="paragraph">
                        <wp:posOffset>431800</wp:posOffset>
                      </wp:positionV>
                      <wp:extent cx="1003300" cy="698500"/>
                      <wp:effectExtent l="0" t="0" r="0" b="0"/>
                      <wp:wrapNone/>
                      <wp:docPr id="2378" name="Rectangle 237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8" o:spid="_x0000_s1290" style="position:absolute;margin-left:102pt;margin-top:34pt;width:79pt;height:55pt;z-index:25203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eNFGQ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vG3jRR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4048" behindDoc="0" locked="0" layoutInCell="1" allowOverlap="1" wp14:anchorId="6092A766" wp14:editId="752CDEF9">
                      <wp:simplePos x="0" y="0"/>
                      <wp:positionH relativeFrom="column">
                        <wp:posOffset>1295400</wp:posOffset>
                      </wp:positionH>
                      <wp:positionV relativeFrom="paragraph">
                        <wp:posOffset>431800</wp:posOffset>
                      </wp:positionV>
                      <wp:extent cx="1003300" cy="698500"/>
                      <wp:effectExtent l="0" t="0" r="0" b="0"/>
                      <wp:wrapNone/>
                      <wp:docPr id="2379" name="Rectangle 23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9" o:spid="_x0000_s1291" style="position:absolute;margin-left:102pt;margin-top:34pt;width:79pt;height:55pt;z-index:25203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07Y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ctO2B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5072" behindDoc="0" locked="0" layoutInCell="1" allowOverlap="1" wp14:anchorId="5572FE60" wp14:editId="379595E6">
                      <wp:simplePos x="0" y="0"/>
                      <wp:positionH relativeFrom="column">
                        <wp:posOffset>1295400</wp:posOffset>
                      </wp:positionH>
                      <wp:positionV relativeFrom="paragraph">
                        <wp:posOffset>431800</wp:posOffset>
                      </wp:positionV>
                      <wp:extent cx="1003300" cy="698500"/>
                      <wp:effectExtent l="0" t="0" r="0" b="0"/>
                      <wp:wrapNone/>
                      <wp:docPr id="2380" name="Rectangle 238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0" o:spid="_x0000_s1292" style="position:absolute;margin-left:102pt;margin-top:34pt;width:79pt;height:55pt;z-index:252035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2Jq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eY2Jq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6096" behindDoc="0" locked="0" layoutInCell="1" allowOverlap="1" wp14:anchorId="00A4570D" wp14:editId="3BAC2D91">
                      <wp:simplePos x="0" y="0"/>
                      <wp:positionH relativeFrom="column">
                        <wp:posOffset>1295400</wp:posOffset>
                      </wp:positionH>
                      <wp:positionV relativeFrom="paragraph">
                        <wp:posOffset>431800</wp:posOffset>
                      </wp:positionV>
                      <wp:extent cx="1003300" cy="698500"/>
                      <wp:effectExtent l="0" t="0" r="0" b="0"/>
                      <wp:wrapNone/>
                      <wp:docPr id="2381" name="Rectangle 238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1" o:spid="_x0000_s1293" style="position:absolute;margin-left:102pt;margin-top:34pt;width:79pt;height:55pt;z-index:25203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c/3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Fz/c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7120" behindDoc="0" locked="0" layoutInCell="1" allowOverlap="1" wp14:anchorId="575CF515" wp14:editId="24331107">
                      <wp:simplePos x="0" y="0"/>
                      <wp:positionH relativeFrom="column">
                        <wp:posOffset>1295400</wp:posOffset>
                      </wp:positionH>
                      <wp:positionV relativeFrom="paragraph">
                        <wp:posOffset>431800</wp:posOffset>
                      </wp:positionV>
                      <wp:extent cx="1003300" cy="698500"/>
                      <wp:effectExtent l="0" t="0" r="0" b="0"/>
                      <wp:wrapNone/>
                      <wp:docPr id="2382" name="Rectangle 23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2" o:spid="_x0000_s1294" style="position:absolute;margin-left:102pt;margin-top:34pt;width:79pt;height:55pt;z-index:252037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A/l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z7A/l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8144" behindDoc="0" locked="0" layoutInCell="1" allowOverlap="1" wp14:anchorId="562110AF" wp14:editId="4D89ECEE">
                      <wp:simplePos x="0" y="0"/>
                      <wp:positionH relativeFrom="column">
                        <wp:posOffset>1295400</wp:posOffset>
                      </wp:positionH>
                      <wp:positionV relativeFrom="paragraph">
                        <wp:posOffset>431800</wp:posOffset>
                      </wp:positionV>
                      <wp:extent cx="1003300" cy="698500"/>
                      <wp:effectExtent l="0" t="0" r="0" b="0"/>
                      <wp:wrapNone/>
                      <wp:docPr id="2383" name="Rectangle 238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3" o:spid="_x0000_s1295" style="position:absolute;margin-left:102pt;margin-top:34pt;width:79pt;height:55pt;z-index:25203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Ey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Ux4BMh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9168" behindDoc="0" locked="0" layoutInCell="1" allowOverlap="1" wp14:anchorId="3F533AC1" wp14:editId="7701E536">
                      <wp:simplePos x="0" y="0"/>
                      <wp:positionH relativeFrom="column">
                        <wp:posOffset>1295400</wp:posOffset>
                      </wp:positionH>
                      <wp:positionV relativeFrom="paragraph">
                        <wp:posOffset>431800</wp:posOffset>
                      </wp:positionV>
                      <wp:extent cx="1003300" cy="698500"/>
                      <wp:effectExtent l="0" t="0" r="0" b="0"/>
                      <wp:wrapNone/>
                      <wp:docPr id="2384" name="Rectangle 238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4" o:spid="_x0000_s1296" style="position:absolute;margin-left:102pt;margin-top:34pt;width:79pt;height:55pt;z-index:25203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mwlGQ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8VZsJR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0192" behindDoc="0" locked="0" layoutInCell="1" allowOverlap="1" wp14:anchorId="1EC3466D" wp14:editId="4471762D">
                      <wp:simplePos x="0" y="0"/>
                      <wp:positionH relativeFrom="column">
                        <wp:posOffset>1295400</wp:posOffset>
                      </wp:positionH>
                      <wp:positionV relativeFrom="paragraph">
                        <wp:posOffset>431800</wp:posOffset>
                      </wp:positionV>
                      <wp:extent cx="1003300" cy="698500"/>
                      <wp:effectExtent l="0" t="0" r="0" b="0"/>
                      <wp:wrapNone/>
                      <wp:docPr id="2385" name="Rectangle 23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5" o:spid="_x0000_s1297" style="position:absolute;margin-left:102pt;margin-top:34pt;width:79pt;height:55pt;z-index:252040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MG4Gw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A8MG4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1216" behindDoc="0" locked="0" layoutInCell="1" allowOverlap="1" wp14:anchorId="4FCF6720" wp14:editId="62B41B1A">
                      <wp:simplePos x="0" y="0"/>
                      <wp:positionH relativeFrom="column">
                        <wp:posOffset>1295400</wp:posOffset>
                      </wp:positionH>
                      <wp:positionV relativeFrom="paragraph">
                        <wp:posOffset>431800</wp:posOffset>
                      </wp:positionV>
                      <wp:extent cx="1003300" cy="698500"/>
                      <wp:effectExtent l="0" t="0" r="0" b="0"/>
                      <wp:wrapNone/>
                      <wp:docPr id="2386" name="Rectangle 238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6" o:spid="_x0000_s1298" style="position:absolute;margin-left:102pt;margin-top:34pt;width:79pt;height:55pt;z-index:252041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aMa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zzASZACVvkLdiDj0DM3RjjcNc/p6jmyyn411bMGaWf7Mkk2y2WTFIk62u0Wa3iWLIiyKxTYNt1m2&#10;2+XZavvL3Y7SEpgrYu/g7qw7xP6O0EX6uVS+5Mgoh/1pCuF7MlGYekkDD61ez38PNhiVKT1b1xve&#10;fFQPGvR3ngHTEZpaPbg/CIMm3yXna5c4shSCRVLkIfQSha0s/+BsyAJPvVxW2tiPTA7IGRXWUExf&#10;N3ICJPPRlyNw7/V5Z9lpP81yrGKX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oeGjGh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2240" behindDoc="0" locked="0" layoutInCell="1" allowOverlap="1" wp14:anchorId="3280A48A" wp14:editId="0C3511C9">
                      <wp:simplePos x="0" y="0"/>
                      <wp:positionH relativeFrom="column">
                        <wp:posOffset>1295400</wp:posOffset>
                      </wp:positionH>
                      <wp:positionV relativeFrom="paragraph">
                        <wp:posOffset>431800</wp:posOffset>
                      </wp:positionV>
                      <wp:extent cx="1003300" cy="698500"/>
                      <wp:effectExtent l="0" t="0" r="0" b="0"/>
                      <wp:wrapNone/>
                      <wp:docPr id="2387" name="Rectangle 238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7" o:spid="_x0000_s1299" style="position:absolute;margin-left:102pt;margin-top:34pt;width:79pt;height:55pt;z-index:25204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w6H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BHDoc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3264" behindDoc="0" locked="0" layoutInCell="1" allowOverlap="1" wp14:anchorId="6AF802B7" wp14:editId="478D173F">
                      <wp:simplePos x="0" y="0"/>
                      <wp:positionH relativeFrom="column">
                        <wp:posOffset>1295400</wp:posOffset>
                      </wp:positionH>
                      <wp:positionV relativeFrom="paragraph">
                        <wp:posOffset>431800</wp:posOffset>
                      </wp:positionV>
                      <wp:extent cx="1003300" cy="698500"/>
                      <wp:effectExtent l="0" t="0" r="0" b="0"/>
                      <wp:wrapNone/>
                      <wp:docPr id="2388" name="Rectangle 23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8" o:spid="_x0000_s1300" style="position:absolute;margin-left:102pt;margin-top:34pt;width:79pt;height:55pt;z-index:25204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n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v+dUn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4288" behindDoc="0" locked="0" layoutInCell="1" allowOverlap="1" wp14:anchorId="0AC1B3F7" wp14:editId="4421C9AC">
                      <wp:simplePos x="0" y="0"/>
                      <wp:positionH relativeFrom="column">
                        <wp:posOffset>1295400</wp:posOffset>
                      </wp:positionH>
                      <wp:positionV relativeFrom="paragraph">
                        <wp:posOffset>431800</wp:posOffset>
                      </wp:positionV>
                      <wp:extent cx="1003300" cy="698500"/>
                      <wp:effectExtent l="0" t="0" r="0" b="0"/>
                      <wp:wrapNone/>
                      <wp:docPr id="2389" name="Rectangle 238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9" o:spid="_x0000_s1301" style="position:absolute;margin-left:102pt;margin-top:34pt;width:79pt;height:55pt;z-index:252044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9vw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jwvb8B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5312" behindDoc="0" locked="0" layoutInCell="1" allowOverlap="1" wp14:anchorId="5F429523" wp14:editId="18604EC3">
                      <wp:simplePos x="0" y="0"/>
                      <wp:positionH relativeFrom="column">
                        <wp:posOffset>1295400</wp:posOffset>
                      </wp:positionH>
                      <wp:positionV relativeFrom="paragraph">
                        <wp:posOffset>431800</wp:posOffset>
                      </wp:positionV>
                      <wp:extent cx="1003300" cy="698500"/>
                      <wp:effectExtent l="0" t="0" r="0" b="0"/>
                      <wp:wrapNone/>
                      <wp:docPr id="2390" name="Rectangle 239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0" o:spid="_x0000_s1302" style="position:absolute;margin-left:102pt;margin-top:34pt;width:79pt;height:55pt;z-index:252045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sD2GQIAAA0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lZrA9h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6336" behindDoc="0" locked="0" layoutInCell="1" allowOverlap="1" wp14:anchorId="41BA49A9" wp14:editId="22A8A26D">
                      <wp:simplePos x="0" y="0"/>
                      <wp:positionH relativeFrom="column">
                        <wp:posOffset>1295400</wp:posOffset>
                      </wp:positionH>
                      <wp:positionV relativeFrom="paragraph">
                        <wp:posOffset>431800</wp:posOffset>
                      </wp:positionV>
                      <wp:extent cx="1003300" cy="698500"/>
                      <wp:effectExtent l="0" t="0" r="0" b="0"/>
                      <wp:wrapNone/>
                      <wp:docPr id="2391" name="Rectangle 23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1" o:spid="_x0000_s1303" style="position:absolute;margin-left:102pt;margin-top:34pt;width:79pt;height:55pt;z-index:252046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G1r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ZDxtax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7360" behindDoc="0" locked="0" layoutInCell="1" allowOverlap="1" wp14:anchorId="3A6BF4C2" wp14:editId="5A99830D">
                      <wp:simplePos x="0" y="0"/>
                      <wp:positionH relativeFrom="column">
                        <wp:posOffset>1295400</wp:posOffset>
                      </wp:positionH>
                      <wp:positionV relativeFrom="paragraph">
                        <wp:posOffset>431800</wp:posOffset>
                      </wp:positionV>
                      <wp:extent cx="1003300" cy="698500"/>
                      <wp:effectExtent l="0" t="0" r="0" b="0"/>
                      <wp:wrapNone/>
                      <wp:docPr id="2392" name="Rectangle 239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2" o:spid="_x0000_s1304" style="position:absolute;margin-left:102pt;margin-top:34pt;width:79pt;height:55pt;z-index:252047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Q4z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pQQ4z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8384" behindDoc="0" locked="0" layoutInCell="1" allowOverlap="1" wp14:anchorId="4E457BFD" wp14:editId="5AB272D3">
                      <wp:simplePos x="0" y="0"/>
                      <wp:positionH relativeFrom="column">
                        <wp:posOffset>1295400</wp:posOffset>
                      </wp:positionH>
                      <wp:positionV relativeFrom="paragraph">
                        <wp:posOffset>431800</wp:posOffset>
                      </wp:positionV>
                      <wp:extent cx="1003300" cy="698500"/>
                      <wp:effectExtent l="0" t="0" r="0" b="0"/>
                      <wp:wrapNone/>
                      <wp:docPr id="2393" name="Rectangle 239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3" o:spid="_x0000_s1305" style="position:absolute;margin-left:102pt;margin-top:34pt;width:79pt;height:55pt;z-index:252048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6OuGQ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GOejrh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9408" behindDoc="0" locked="0" layoutInCell="1" allowOverlap="1" wp14:anchorId="0AEBE14C" wp14:editId="162ECF84">
                      <wp:simplePos x="0" y="0"/>
                      <wp:positionH relativeFrom="column">
                        <wp:posOffset>1295400</wp:posOffset>
                      </wp:positionH>
                      <wp:positionV relativeFrom="paragraph">
                        <wp:posOffset>431800</wp:posOffset>
                      </wp:positionV>
                      <wp:extent cx="1003300" cy="698500"/>
                      <wp:effectExtent l="0" t="0" r="0" b="0"/>
                      <wp:wrapNone/>
                      <wp:docPr id="2394" name="Rectangle 23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4" o:spid="_x0000_s1306" style="position:absolute;margin-left:102pt;margin-top:34pt;width:79pt;height:55pt;z-index:252049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XTY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oUXTY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0432" behindDoc="0" locked="0" layoutInCell="1" allowOverlap="1" wp14:anchorId="1CDBC98E" wp14:editId="36D014D1">
                      <wp:simplePos x="0" y="0"/>
                      <wp:positionH relativeFrom="column">
                        <wp:posOffset>1295400</wp:posOffset>
                      </wp:positionH>
                      <wp:positionV relativeFrom="paragraph">
                        <wp:posOffset>431800</wp:posOffset>
                      </wp:positionV>
                      <wp:extent cx="1003300" cy="698500"/>
                      <wp:effectExtent l="0" t="0" r="0" b="0"/>
                      <wp:wrapNone/>
                      <wp:docPr id="2395" name="Rectangle 239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5" o:spid="_x0000_s1307" style="position:absolute;margin-left:102pt;margin-top:34pt;width:79pt;height:55pt;z-index:252050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3oPGw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Io3oP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1456" behindDoc="0" locked="0" layoutInCell="1" allowOverlap="1" wp14:anchorId="67BB73A9" wp14:editId="1D50FD27">
                      <wp:simplePos x="0" y="0"/>
                      <wp:positionH relativeFrom="column">
                        <wp:posOffset>1295400</wp:posOffset>
                      </wp:positionH>
                      <wp:positionV relativeFrom="paragraph">
                        <wp:posOffset>431800</wp:posOffset>
                      </wp:positionV>
                      <wp:extent cx="1003300" cy="698500"/>
                      <wp:effectExtent l="0" t="0" r="0" b="0"/>
                      <wp:wrapNone/>
                      <wp:docPr id="2396" name="Rectangle 239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6" o:spid="_x0000_s1308" style="position:absolute;margin-left:102pt;margin-top:34pt;width:79pt;height:55pt;z-index:252051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rvn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OOa75x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2480" behindDoc="0" locked="0" layoutInCell="1" allowOverlap="1" wp14:anchorId="470C8414" wp14:editId="4633D4F9">
                      <wp:simplePos x="0" y="0"/>
                      <wp:positionH relativeFrom="column">
                        <wp:posOffset>1295400</wp:posOffset>
                      </wp:positionH>
                      <wp:positionV relativeFrom="paragraph">
                        <wp:posOffset>431800</wp:posOffset>
                      </wp:positionV>
                      <wp:extent cx="1003300" cy="698500"/>
                      <wp:effectExtent l="0" t="0" r="0" b="0"/>
                      <wp:wrapNone/>
                      <wp:docPr id="2397" name="Rectangle 23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7" o:spid="_x0000_s1309" style="position:absolute;margin-left:102pt;margin-top:34pt;width:79pt;height:55pt;z-index:252052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BZ6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k&#10;WGEkyAAqfYW6EXHoGZqjHW8a5vT1HNlkPxvr2II1s/yZJZtks8mKRZxsd4s0vUsWRVgUi20abrNs&#10;t8uz1faXux2lJTBXxN7B3Vl3iP0doYv0c6l8yZFRDvvTFML3ZKIw9ZIGHlq9nv8ebDAqU3q2rje8&#10;+ageNOjvPAOmIzS1enB/EAZNvkvO1y5xZCkEi6TIQ+glCltZ/sHZkAWeermstLEfmRyQMyqsoZi+&#10;buQESOajL0fg3uvzzrLTfprlyBOX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UAWeh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3504" behindDoc="0" locked="0" layoutInCell="1" allowOverlap="1" wp14:anchorId="4D7E28E7" wp14:editId="7BF3F497">
                      <wp:simplePos x="0" y="0"/>
                      <wp:positionH relativeFrom="column">
                        <wp:posOffset>1295400</wp:posOffset>
                      </wp:positionH>
                      <wp:positionV relativeFrom="paragraph">
                        <wp:posOffset>431800</wp:posOffset>
                      </wp:positionV>
                      <wp:extent cx="1003300" cy="698500"/>
                      <wp:effectExtent l="0" t="0" r="0" b="0"/>
                      <wp:wrapNone/>
                      <wp:docPr id="2398" name="Rectangle 239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8" o:spid="_x0000_s1310" style="position:absolute;margin-left:102pt;margin-top:34pt;width:79pt;height:55pt;z-index:252053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6Q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nqm6Q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4528" behindDoc="0" locked="0" layoutInCell="1" allowOverlap="1" wp14:anchorId="58FB3A6B" wp14:editId="38FCF490">
                      <wp:simplePos x="0" y="0"/>
                      <wp:positionH relativeFrom="column">
                        <wp:posOffset>1295400</wp:posOffset>
                      </wp:positionH>
                      <wp:positionV relativeFrom="paragraph">
                        <wp:posOffset>431800</wp:posOffset>
                      </wp:positionV>
                      <wp:extent cx="1003300" cy="698500"/>
                      <wp:effectExtent l="0" t="0" r="0" b="0"/>
                      <wp:wrapNone/>
                      <wp:docPr id="2399" name="Rectangle 239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9" o:spid="_x0000_s1311" style="position:absolute;margin-left:102pt;margin-top:34pt;width:79pt;height:55pt;z-index:252054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MMN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YMww0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5552" behindDoc="0" locked="0" layoutInCell="1" allowOverlap="1" wp14:anchorId="5B3EFC0C" wp14:editId="1A5839FE">
                      <wp:simplePos x="0" y="0"/>
                      <wp:positionH relativeFrom="column">
                        <wp:posOffset>1295400</wp:posOffset>
                      </wp:positionH>
                      <wp:positionV relativeFrom="paragraph">
                        <wp:posOffset>431800</wp:posOffset>
                      </wp:positionV>
                      <wp:extent cx="1003300" cy="698500"/>
                      <wp:effectExtent l="0" t="0" r="0" b="0"/>
                      <wp:wrapNone/>
                      <wp:docPr id="2400" name="Rectangle 24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0" o:spid="_x0000_s1312" style="position:absolute;margin-left:102pt;margin-top:34pt;width:79pt;height:55pt;z-index:252055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bAx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JRbAx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6576" behindDoc="0" locked="0" layoutInCell="1" allowOverlap="1" wp14:anchorId="45B592C0" wp14:editId="61CBA28B">
                      <wp:simplePos x="0" y="0"/>
                      <wp:positionH relativeFrom="column">
                        <wp:posOffset>1295400</wp:posOffset>
                      </wp:positionH>
                      <wp:positionV relativeFrom="paragraph">
                        <wp:posOffset>431800</wp:posOffset>
                      </wp:positionV>
                      <wp:extent cx="1003300" cy="698500"/>
                      <wp:effectExtent l="0" t="0" r="0" b="0"/>
                      <wp:wrapNone/>
                      <wp:docPr id="2401" name="Rectangle 240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1" o:spid="_x0000_s1313" style="position:absolute;margin-left:102pt;margin-top:34pt;width:79pt;height:55pt;z-index:252056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77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jDASZACVvkLdiDj0DM3RjjcNc/p6jmyyn411bMGaWf7Mkk2y2WTFIk62u0Wa3iWLIiyKxTYNt1m2&#10;2+XZavvL3Y7SEpgrYu/g7qw7xP6O0EX6uVS+5Mgoh/1pCuF7MlGYekkDD61ez38PNhiVKT1b1xve&#10;fFQPGvR3ngHTEZpaPbg/CIMm3yXna5c4shSCRVLkIfQSha0s/+BsyAJPvVxW2tiPTA7IGRXWUExf&#10;N3ICJPPRlyNw7/V5Z9lpP81y5CuX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abe+5h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color w:val="000000"/>
                <w:sz w:val="18"/>
                <w:szCs w:val="18"/>
              </w:rPr>
              <w:t>TARGET</w:t>
            </w:r>
          </w:p>
        </w:tc>
        <w:tc>
          <w:tcPr>
            <w:tcW w:w="2295" w:type="dxa"/>
            <w:tcBorders>
              <w:top w:val="single" w:sz="4" w:space="0" w:color="BFBFBF"/>
              <w:left w:val="nil"/>
              <w:bottom w:val="single" w:sz="18" w:space="0" w:color="BFBFBF" w:themeColor="background1" w:themeShade="BF"/>
              <w:right w:val="single" w:sz="4" w:space="0" w:color="BFBFBF"/>
            </w:tcBorders>
            <w:shd w:val="clear" w:color="auto" w:fill="auto"/>
            <w:vAlign w:val="center"/>
          </w:tcPr>
          <w:p w:rsidR="00433D29" w:rsidRPr="00F14F57" w:rsidRDefault="00433D29" w:rsidP="009372B2">
            <w:pPr>
              <w:rPr>
                <w:rFonts w:ascii="Century Gothic" w:hAnsi="Century Gothic" w:cs="Calibri"/>
                <w:color w:val="000000"/>
                <w:sz w:val="20"/>
                <w:szCs w:val="20"/>
              </w:rPr>
            </w:pPr>
          </w:p>
        </w:tc>
        <w:tc>
          <w:tcPr>
            <w:tcW w:w="945" w:type="dxa"/>
            <w:tcBorders>
              <w:top w:val="single" w:sz="4" w:space="0" w:color="BFBFBF"/>
              <w:left w:val="nil"/>
              <w:bottom w:val="single" w:sz="18" w:space="0" w:color="BFBFBF" w:themeColor="background1" w:themeShade="BF"/>
              <w:right w:val="single" w:sz="4" w:space="0" w:color="BFBFBF"/>
            </w:tcBorders>
            <w:shd w:val="clear" w:color="auto" w:fill="F2F2F2" w:themeFill="background1" w:themeFillShade="F2"/>
            <w:vAlign w:val="center"/>
          </w:tcPr>
          <w:p w:rsidR="00433D29" w:rsidRPr="00433D29" w:rsidRDefault="00433D29" w:rsidP="009372B2">
            <w:pPr>
              <w:rPr>
                <w:rFonts w:ascii="Century Gothic" w:hAnsi="Century Gothic" w:cs="Calibri"/>
                <w:color w:val="000000"/>
                <w:sz w:val="18"/>
                <w:szCs w:val="18"/>
              </w:rPr>
            </w:pPr>
            <w:r w:rsidRPr="00433D29">
              <w:rPr>
                <w:rFonts w:ascii="Century Gothic" w:hAnsi="Century Gothic" w:cs="Calibri"/>
                <w:color w:val="000000"/>
                <w:sz w:val="18"/>
                <w:szCs w:val="18"/>
              </w:rPr>
              <w:t>ACTUAL</w:t>
            </w:r>
          </w:p>
        </w:tc>
        <w:tc>
          <w:tcPr>
            <w:tcW w:w="2632" w:type="dxa"/>
            <w:tcBorders>
              <w:top w:val="single" w:sz="4" w:space="0" w:color="BFBFBF"/>
              <w:left w:val="nil"/>
              <w:bottom w:val="single" w:sz="18" w:space="0" w:color="BFBFBF" w:themeColor="background1" w:themeShade="BF"/>
              <w:right w:val="single" w:sz="4" w:space="0" w:color="BFBFBF"/>
            </w:tcBorders>
            <w:shd w:val="clear" w:color="auto" w:fill="auto"/>
            <w:vAlign w:val="center"/>
          </w:tcPr>
          <w:p w:rsidR="00433D29" w:rsidRPr="00F14F57" w:rsidRDefault="00433D29" w:rsidP="009372B2">
            <w:pPr>
              <w:rPr>
                <w:rFonts w:ascii="Century Gothic" w:hAnsi="Century Gothic" w:cs="Calibri"/>
                <w:color w:val="000000"/>
                <w:sz w:val="20"/>
                <w:szCs w:val="20"/>
              </w:rPr>
            </w:pPr>
          </w:p>
        </w:tc>
      </w:tr>
    </w:tbl>
    <w:p w:rsidR="00433D29" w:rsidRDefault="00433D29" w:rsidP="004D6AFF">
      <w:pPr>
        <w:spacing w:line="276" w:lineRule="auto"/>
        <w:outlineLvl w:val="0"/>
        <w:rPr>
          <w:rFonts w:ascii="Century Gothic" w:hAnsi="Century Gothic"/>
          <w:bCs/>
          <w:color w:val="000000" w:themeColor="text1"/>
          <w:szCs w:val="144"/>
        </w:rPr>
      </w:pPr>
    </w:p>
    <w:tbl>
      <w:tblPr>
        <w:tblW w:w="10732" w:type="dxa"/>
        <w:tblLook w:val="04A0" w:firstRow="1" w:lastRow="0" w:firstColumn="1" w:lastColumn="0" w:noHBand="0" w:noVBand="1"/>
      </w:tblPr>
      <w:tblGrid>
        <w:gridCol w:w="10732"/>
      </w:tblGrid>
      <w:tr w:rsidR="00FE7038" w:rsidRPr="00F14F57" w:rsidTr="00FC28FE">
        <w:trPr>
          <w:trHeight w:val="286"/>
        </w:trPr>
        <w:tc>
          <w:tcPr>
            <w:tcW w:w="10732" w:type="dxa"/>
            <w:tcBorders>
              <w:top w:val="nil"/>
              <w:left w:val="nil"/>
              <w:bottom w:val="single" w:sz="4" w:space="0" w:color="BFBFBF"/>
              <w:right w:val="nil"/>
            </w:tcBorders>
            <w:shd w:val="clear" w:color="auto" w:fill="auto"/>
            <w:vAlign w:val="center"/>
            <w:hideMark/>
          </w:tcPr>
          <w:p w:rsidR="00FE7038" w:rsidRPr="00F14F57" w:rsidRDefault="00FE7038" w:rsidP="009372B2">
            <w:pPr>
              <w:ind w:left="-55"/>
              <w:rPr>
                <w:rFonts w:ascii="Century Gothic" w:hAnsi="Century Gothic" w:cs="Calibri"/>
                <w:color w:val="000000"/>
                <w:sz w:val="18"/>
                <w:szCs w:val="18"/>
              </w:rPr>
            </w:pPr>
            <w:r>
              <w:rPr>
                <w:rFonts w:ascii="Century Gothic" w:hAnsi="Century Gothic" w:cs="Calibri"/>
                <w:color w:val="000000"/>
                <w:sz w:val="18"/>
                <w:szCs w:val="18"/>
              </w:rPr>
              <w:t>PROJECT SUMMARY</w:t>
            </w:r>
          </w:p>
        </w:tc>
      </w:tr>
      <w:tr w:rsidR="00FE7038" w:rsidRPr="00F14F57" w:rsidTr="00FC28FE">
        <w:trPr>
          <w:trHeight w:val="3168"/>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FE7038" w:rsidRPr="00F14F57" w:rsidRDefault="00FE7038"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157952" behindDoc="0" locked="0" layoutInCell="1" allowOverlap="1" wp14:anchorId="5C27A3AF" wp14:editId="77BF4DB5">
                      <wp:simplePos x="0" y="0"/>
                      <wp:positionH relativeFrom="column">
                        <wp:posOffset>1320800</wp:posOffset>
                      </wp:positionH>
                      <wp:positionV relativeFrom="paragraph">
                        <wp:posOffset>431800</wp:posOffset>
                      </wp:positionV>
                      <wp:extent cx="1003300" cy="698500"/>
                      <wp:effectExtent l="0" t="0" r="0" b="0"/>
                      <wp:wrapNone/>
                      <wp:docPr id="2402" name="Rectangle 240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2" o:spid="_x0000_s1314" style="position:absolute;margin-left:104pt;margin-top:34pt;width:79pt;height:55pt;z-index:252157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zZ7GQ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sVzZ7GQIAAA0EAAAOAAAAAAAAAAAAAAAAAC4CAABkcnMvZTJvRG9jLnhtbFBLAQItABQABgAI&#10;AAAAIQCJZGwO2wAAAAoBAAAPAAAAAAAAAAAAAAAAAHMEAABkcnMvZG93bnJldi54bWxQSwUGAAAA&#10;AAQABADzAAAAew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58976" behindDoc="0" locked="0" layoutInCell="1" allowOverlap="1" wp14:anchorId="0115107E" wp14:editId="20266F71">
                      <wp:simplePos x="0" y="0"/>
                      <wp:positionH relativeFrom="column">
                        <wp:posOffset>1320800</wp:posOffset>
                      </wp:positionH>
                      <wp:positionV relativeFrom="paragraph">
                        <wp:posOffset>431800</wp:posOffset>
                      </wp:positionV>
                      <wp:extent cx="1003300" cy="698500"/>
                      <wp:effectExtent l="0" t="0" r="0" b="0"/>
                      <wp:wrapNone/>
                      <wp:docPr id="2403" name="Rectangle 24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3" o:spid="_x0000_s1315" style="position:absolute;margin-left:104pt;margin-top:34pt;width:79pt;height:55pt;z-index:252158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Zvm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d8Zvm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0000" behindDoc="0" locked="0" layoutInCell="1" allowOverlap="1" wp14:anchorId="7D8E0855" wp14:editId="4CE298C1">
                      <wp:simplePos x="0" y="0"/>
                      <wp:positionH relativeFrom="column">
                        <wp:posOffset>1320800</wp:posOffset>
                      </wp:positionH>
                      <wp:positionV relativeFrom="paragraph">
                        <wp:posOffset>431800</wp:posOffset>
                      </wp:positionV>
                      <wp:extent cx="1003300" cy="698500"/>
                      <wp:effectExtent l="0" t="0" r="0" b="0"/>
                      <wp:wrapNone/>
                      <wp:docPr id="2404" name="Rectangle 24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4" o:spid="_x0000_s1316" style="position:absolute;margin-left:104pt;margin-top:34pt;width:79pt;height:55pt;z-index:252160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VW7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u7VW7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1024" behindDoc="0" locked="0" layoutInCell="1" allowOverlap="1" wp14:anchorId="2C0B0DB0" wp14:editId="3F18F028">
                      <wp:simplePos x="0" y="0"/>
                      <wp:positionH relativeFrom="column">
                        <wp:posOffset>1320800</wp:posOffset>
                      </wp:positionH>
                      <wp:positionV relativeFrom="paragraph">
                        <wp:posOffset>431800</wp:posOffset>
                      </wp:positionV>
                      <wp:extent cx="1003300" cy="698500"/>
                      <wp:effectExtent l="0" t="0" r="0" b="0"/>
                      <wp:wrapNone/>
                      <wp:docPr id="2405" name="Rectangle 240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5" o:spid="_x0000_s1317" style="position:absolute;margin-left:104pt;margin-top:34pt;width:79pt;height:55pt;z-index:252161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gmGgIAAA0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H0v4Jh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2048" behindDoc="0" locked="0" layoutInCell="1" allowOverlap="1" wp14:anchorId="3AC1F27E" wp14:editId="3D809BF2">
                      <wp:simplePos x="0" y="0"/>
                      <wp:positionH relativeFrom="column">
                        <wp:posOffset>1320800</wp:posOffset>
                      </wp:positionH>
                      <wp:positionV relativeFrom="paragraph">
                        <wp:posOffset>431800</wp:posOffset>
                      </wp:positionV>
                      <wp:extent cx="1003300" cy="698500"/>
                      <wp:effectExtent l="0" t="0" r="0" b="0"/>
                      <wp:wrapNone/>
                      <wp:docPr id="2406" name="Rectangle 24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6" o:spid="_x0000_s1318" style="position:absolute;margin-left:104pt;margin-top:34pt;width:79pt;height:55pt;z-index:252162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jnO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vDjnO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3072" behindDoc="0" locked="0" layoutInCell="1" allowOverlap="1" wp14:anchorId="09EB7A65" wp14:editId="29C32240">
                      <wp:simplePos x="0" y="0"/>
                      <wp:positionH relativeFrom="column">
                        <wp:posOffset>1320800</wp:posOffset>
                      </wp:positionH>
                      <wp:positionV relativeFrom="paragraph">
                        <wp:posOffset>431800</wp:posOffset>
                      </wp:positionV>
                      <wp:extent cx="1003300" cy="698500"/>
                      <wp:effectExtent l="0" t="0" r="0" b="0"/>
                      <wp:wrapNone/>
                      <wp:docPr id="2407" name="Rectangle 24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7" o:spid="_x0000_s1319" style="position:absolute;margin-left:104pt;margin-top:34pt;width:79pt;height:55pt;z-index:252163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cZHA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P/DcZ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4096" behindDoc="0" locked="0" layoutInCell="1" allowOverlap="1" wp14:anchorId="3E05B583" wp14:editId="7C112845">
                      <wp:simplePos x="0" y="0"/>
                      <wp:positionH relativeFrom="column">
                        <wp:posOffset>1320800</wp:posOffset>
                      </wp:positionH>
                      <wp:positionV relativeFrom="paragraph">
                        <wp:posOffset>431800</wp:posOffset>
                      </wp:positionV>
                      <wp:extent cx="1003300" cy="698500"/>
                      <wp:effectExtent l="0" t="0" r="0" b="0"/>
                      <wp:wrapNone/>
                      <wp:docPr id="2408" name="Rectangle 240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8" o:spid="_x0000_s1320" style="position:absolute;margin-left:104pt;margin-top:34pt;width:79pt;height:55pt;z-index:252164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uy5Gg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MELsuR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5120" behindDoc="0" locked="0" layoutInCell="1" allowOverlap="1" wp14:anchorId="3942DC6C" wp14:editId="550EF0BA">
                      <wp:simplePos x="0" y="0"/>
                      <wp:positionH relativeFrom="column">
                        <wp:posOffset>1320800</wp:posOffset>
                      </wp:positionH>
                      <wp:positionV relativeFrom="paragraph">
                        <wp:posOffset>431800</wp:posOffset>
                      </wp:positionV>
                      <wp:extent cx="1003300" cy="698500"/>
                      <wp:effectExtent l="0" t="0" r="0" b="0"/>
                      <wp:wrapNone/>
                      <wp:docPr id="2409" name="Rectangle 24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9" o:spid="_x0000_s1321" style="position:absolute;margin-left:104pt;margin-top:34pt;width:79pt;height:55pt;z-index:252165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EEk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weRBJB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6144" behindDoc="0" locked="0" layoutInCell="1" allowOverlap="1" wp14:anchorId="3935F313" wp14:editId="65BB0222">
                      <wp:simplePos x="0" y="0"/>
                      <wp:positionH relativeFrom="column">
                        <wp:posOffset>1320800</wp:posOffset>
                      </wp:positionH>
                      <wp:positionV relativeFrom="paragraph">
                        <wp:posOffset>431800</wp:posOffset>
                      </wp:positionV>
                      <wp:extent cx="1003300" cy="698500"/>
                      <wp:effectExtent l="0" t="0" r="0" b="0"/>
                      <wp:wrapNone/>
                      <wp:docPr id="2410" name="Rectangle 24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0" o:spid="_x0000_s1322" style="position:absolute;margin-left:104pt;margin-top:34pt;width:79pt;height:55pt;z-index:252166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flo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KIflo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7168" behindDoc="0" locked="0" layoutInCell="1" allowOverlap="1" wp14:anchorId="524DB136" wp14:editId="09943CD0">
                      <wp:simplePos x="0" y="0"/>
                      <wp:positionH relativeFrom="column">
                        <wp:posOffset>1320800</wp:posOffset>
                      </wp:positionH>
                      <wp:positionV relativeFrom="paragraph">
                        <wp:posOffset>431800</wp:posOffset>
                      </wp:positionV>
                      <wp:extent cx="1003300" cy="698500"/>
                      <wp:effectExtent l="0" t="0" r="0" b="0"/>
                      <wp:wrapNone/>
                      <wp:docPr id="2411" name="Rectangle 241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1" o:spid="_x0000_s1323" style="position:absolute;margin-left:104pt;margin-top:34pt;width:79pt;height:55pt;z-index:252167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1T1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e4dU9R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8192" behindDoc="0" locked="0" layoutInCell="1" allowOverlap="1" wp14:anchorId="16EDA306" wp14:editId="3593DE25">
                      <wp:simplePos x="0" y="0"/>
                      <wp:positionH relativeFrom="column">
                        <wp:posOffset>1320800</wp:posOffset>
                      </wp:positionH>
                      <wp:positionV relativeFrom="paragraph">
                        <wp:posOffset>431800</wp:posOffset>
                      </wp:positionV>
                      <wp:extent cx="1003300" cy="698500"/>
                      <wp:effectExtent l="0" t="0" r="0" b="0"/>
                      <wp:wrapNone/>
                      <wp:docPr id="2412" name="Rectangle 24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2" o:spid="_x0000_s1324" style="position:absolute;margin-left:104pt;margin-top:34pt;width:79pt;height:55pt;z-index:252168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pTn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nrpTn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9216" behindDoc="0" locked="0" layoutInCell="1" allowOverlap="1" wp14:anchorId="04BDF76E" wp14:editId="06C9DD1A">
                      <wp:simplePos x="0" y="0"/>
                      <wp:positionH relativeFrom="column">
                        <wp:posOffset>1320800</wp:posOffset>
                      </wp:positionH>
                      <wp:positionV relativeFrom="paragraph">
                        <wp:posOffset>431800</wp:posOffset>
                      </wp:positionV>
                      <wp:extent cx="1003300" cy="698500"/>
                      <wp:effectExtent l="0" t="0" r="0" b="0"/>
                      <wp:wrapNone/>
                      <wp:docPr id="2413" name="Rectangle 24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3" o:spid="_x0000_s1325" style="position:absolute;margin-left:104pt;margin-top:34pt;width:79pt;height:55pt;z-index:252169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Jow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HXJow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0240" behindDoc="0" locked="0" layoutInCell="1" allowOverlap="1" wp14:anchorId="0933F362" wp14:editId="290CAE46">
                      <wp:simplePos x="0" y="0"/>
                      <wp:positionH relativeFrom="column">
                        <wp:posOffset>1320800</wp:posOffset>
                      </wp:positionH>
                      <wp:positionV relativeFrom="paragraph">
                        <wp:posOffset>431800</wp:posOffset>
                      </wp:positionV>
                      <wp:extent cx="1003300" cy="698500"/>
                      <wp:effectExtent l="0" t="0" r="0" b="0"/>
                      <wp:wrapNone/>
                      <wp:docPr id="2414" name="Rectangle 241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4" o:spid="_x0000_s1326" style="position:absolute;margin-left:104pt;margin-top:34pt;width:79pt;height:55pt;z-index:252170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SC4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9hSC4GQIAAA0EAAAOAAAAAAAAAAAAAAAAAC4CAABkcnMvZTJvRG9jLnhtbFBLAQItABQABgAI&#10;AAAAIQCJZGwO2wAAAAoBAAAPAAAAAAAAAAAAAAAAAHMEAABkcnMvZG93bnJldi54bWxQSwUGAAAA&#10;AAQABADzAAAAew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1264" behindDoc="0" locked="0" layoutInCell="1" allowOverlap="1" wp14:anchorId="66868BB1" wp14:editId="52AA0474">
                      <wp:simplePos x="0" y="0"/>
                      <wp:positionH relativeFrom="column">
                        <wp:posOffset>1320800</wp:posOffset>
                      </wp:positionH>
                      <wp:positionV relativeFrom="paragraph">
                        <wp:posOffset>431800</wp:posOffset>
                      </wp:positionV>
                      <wp:extent cx="1003300" cy="698500"/>
                      <wp:effectExtent l="0" t="0" r="0" b="0"/>
                      <wp:wrapNone/>
                      <wp:docPr id="2415" name="Rectangle 24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5" o:spid="_x0000_s1327" style="position:absolute;margin-left:104pt;margin-top:34pt;width:79pt;height:55pt;z-index:252171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40l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MI40l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2288" behindDoc="0" locked="0" layoutInCell="1" allowOverlap="1" wp14:anchorId="5F79B958" wp14:editId="5BC851B0">
                      <wp:simplePos x="0" y="0"/>
                      <wp:positionH relativeFrom="column">
                        <wp:posOffset>1320800</wp:posOffset>
                      </wp:positionH>
                      <wp:positionV relativeFrom="paragraph">
                        <wp:posOffset>431800</wp:posOffset>
                      </wp:positionV>
                      <wp:extent cx="1003300" cy="698500"/>
                      <wp:effectExtent l="0" t="0" r="0" b="0"/>
                      <wp:wrapNone/>
                      <wp:docPr id="2416" name="Rectangle 24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6" o:spid="_x0000_s1328" style="position:absolute;margin-left:104pt;margin-top:34pt;width:79pt;height:55pt;z-index:252172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u+HHQ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LTLvh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3312" behindDoc="0" locked="0" layoutInCell="1" allowOverlap="1" wp14:anchorId="2EF2BC48" wp14:editId="312DECD9">
                      <wp:simplePos x="0" y="0"/>
                      <wp:positionH relativeFrom="column">
                        <wp:posOffset>1320800</wp:posOffset>
                      </wp:positionH>
                      <wp:positionV relativeFrom="paragraph">
                        <wp:posOffset>431800</wp:posOffset>
                      </wp:positionV>
                      <wp:extent cx="1003300" cy="698500"/>
                      <wp:effectExtent l="0" t="0" r="0" b="0"/>
                      <wp:wrapNone/>
                      <wp:docPr id="2417" name="Rectangle 241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7" o:spid="_x0000_s1329" style="position:absolute;margin-left:104pt;margin-top:34pt;width:79pt;height:55pt;z-index:252173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EIa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NyUQho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4336" behindDoc="0" locked="0" layoutInCell="1" allowOverlap="1" wp14:anchorId="49E420BD" wp14:editId="4FC8DFAE">
                      <wp:simplePos x="0" y="0"/>
                      <wp:positionH relativeFrom="column">
                        <wp:posOffset>1320800</wp:posOffset>
                      </wp:positionH>
                      <wp:positionV relativeFrom="paragraph">
                        <wp:posOffset>431800</wp:posOffset>
                      </wp:positionV>
                      <wp:extent cx="1003300" cy="698500"/>
                      <wp:effectExtent l="0" t="0" r="0" b="0"/>
                      <wp:wrapNone/>
                      <wp:docPr id="2418" name="Rectangle 24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8" o:spid="_x0000_s1330" style="position:absolute;margin-left:104pt;margin-top:34pt;width:79pt;height:55pt;z-index:252174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pm6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jKpm6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5360" behindDoc="0" locked="0" layoutInCell="1" allowOverlap="1" wp14:anchorId="6839FB10" wp14:editId="13618163">
                      <wp:simplePos x="0" y="0"/>
                      <wp:positionH relativeFrom="column">
                        <wp:posOffset>1320800</wp:posOffset>
                      </wp:positionH>
                      <wp:positionV relativeFrom="paragraph">
                        <wp:posOffset>431800</wp:posOffset>
                      </wp:positionV>
                      <wp:extent cx="1003300" cy="698500"/>
                      <wp:effectExtent l="0" t="0" r="0" b="0"/>
                      <wp:wrapNone/>
                      <wp:docPr id="2419" name="Rectangle 24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9" o:spid="_x0000_s1331" style="position:absolute;margin-left:104pt;margin-top:34pt;width:79pt;height:55pt;z-index:252175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dt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9iXb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6384" behindDoc="0" locked="0" layoutInCell="1" allowOverlap="1" wp14:anchorId="1EAD6E03" wp14:editId="7E6221A8">
                      <wp:simplePos x="0" y="0"/>
                      <wp:positionH relativeFrom="column">
                        <wp:posOffset>1320800</wp:posOffset>
                      </wp:positionH>
                      <wp:positionV relativeFrom="paragraph">
                        <wp:posOffset>431800</wp:posOffset>
                      </wp:positionV>
                      <wp:extent cx="1003300" cy="698500"/>
                      <wp:effectExtent l="0" t="0" r="0" b="0"/>
                      <wp:wrapNone/>
                      <wp:docPr id="2420" name="Rectangle 242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0" o:spid="_x0000_s1332" style="position:absolute;margin-left:104pt;margin-top:34pt;width:79pt;height:55pt;z-index:252176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mZP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MYZmTx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7408" behindDoc="0" locked="0" layoutInCell="1" allowOverlap="1" wp14:anchorId="15B22F8E" wp14:editId="6FD7286F">
                      <wp:simplePos x="0" y="0"/>
                      <wp:positionH relativeFrom="column">
                        <wp:posOffset>1320800</wp:posOffset>
                      </wp:positionH>
                      <wp:positionV relativeFrom="paragraph">
                        <wp:posOffset>431800</wp:posOffset>
                      </wp:positionV>
                      <wp:extent cx="1003300" cy="698500"/>
                      <wp:effectExtent l="0" t="0" r="0" b="0"/>
                      <wp:wrapNone/>
                      <wp:docPr id="2421" name="Rectangle 24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1" o:spid="_x0000_s1333" style="position:absolute;margin-left:104pt;margin-top:34pt;width:79pt;height:55pt;z-index:252177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MvSHQ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wCDL0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8432" behindDoc="0" locked="0" layoutInCell="1" allowOverlap="1" wp14:anchorId="2C371FF7" wp14:editId="59D20119">
                      <wp:simplePos x="0" y="0"/>
                      <wp:positionH relativeFrom="column">
                        <wp:posOffset>1320800</wp:posOffset>
                      </wp:positionH>
                      <wp:positionV relativeFrom="paragraph">
                        <wp:posOffset>431800</wp:posOffset>
                      </wp:positionV>
                      <wp:extent cx="1003300" cy="698500"/>
                      <wp:effectExtent l="0" t="0" r="0" b="0"/>
                      <wp:wrapNone/>
                      <wp:docPr id="2422" name="Rectangle 24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2" o:spid="_x0000_s1334" style="position:absolute;margin-left:104pt;margin-top:34pt;width:79pt;height:55pt;z-index:252178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aiKHQ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V2oi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9456" behindDoc="0" locked="0" layoutInCell="1" allowOverlap="1" wp14:anchorId="68810907" wp14:editId="39442F6E">
                      <wp:simplePos x="0" y="0"/>
                      <wp:positionH relativeFrom="column">
                        <wp:posOffset>1320800</wp:posOffset>
                      </wp:positionH>
                      <wp:positionV relativeFrom="paragraph">
                        <wp:posOffset>431800</wp:posOffset>
                      </wp:positionV>
                      <wp:extent cx="1003300" cy="698500"/>
                      <wp:effectExtent l="0" t="0" r="0" b="0"/>
                      <wp:wrapNone/>
                      <wp:docPr id="2423" name="Rectangle 242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3" o:spid="_x0000_s1335" style="position:absolute;margin-left:104pt;margin-top:34pt;width:79pt;height:55pt;z-index:252179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UX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vPsFFx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0480" behindDoc="0" locked="0" layoutInCell="1" allowOverlap="1" wp14:anchorId="07DC594B" wp14:editId="2B5A4CEB">
                      <wp:simplePos x="0" y="0"/>
                      <wp:positionH relativeFrom="column">
                        <wp:posOffset>1320800</wp:posOffset>
                      </wp:positionH>
                      <wp:positionV relativeFrom="paragraph">
                        <wp:posOffset>431800</wp:posOffset>
                      </wp:positionV>
                      <wp:extent cx="1003300" cy="698500"/>
                      <wp:effectExtent l="0" t="0" r="0" b="0"/>
                      <wp:wrapNone/>
                      <wp:docPr id="2424" name="Rectangle 24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4" o:spid="_x0000_s1336" style="position:absolute;margin-left:104pt;margin-top:34pt;width:79pt;height:55pt;z-index:252180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2gA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es2gA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1504" behindDoc="0" locked="0" layoutInCell="1" allowOverlap="1" wp14:anchorId="42458F77" wp14:editId="019D95A3">
                      <wp:simplePos x="0" y="0"/>
                      <wp:positionH relativeFrom="column">
                        <wp:posOffset>1320800</wp:posOffset>
                      </wp:positionH>
                      <wp:positionV relativeFrom="paragraph">
                        <wp:posOffset>431800</wp:posOffset>
                      </wp:positionV>
                      <wp:extent cx="1003300" cy="698500"/>
                      <wp:effectExtent l="0" t="0" r="0" b="0"/>
                      <wp:wrapNone/>
                      <wp:docPr id="2425" name="Rectangle 24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5" o:spid="_x0000_s1337" style="position:absolute;margin-left:104pt;margin-top:34pt;width:79pt;height:55pt;z-index:252181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bX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QWbX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2528" behindDoc="0" locked="0" layoutInCell="1" allowOverlap="1" wp14:anchorId="158233AF" wp14:editId="3F056D28">
                      <wp:simplePos x="0" y="0"/>
                      <wp:positionH relativeFrom="column">
                        <wp:posOffset>1295400</wp:posOffset>
                      </wp:positionH>
                      <wp:positionV relativeFrom="paragraph">
                        <wp:posOffset>431800</wp:posOffset>
                      </wp:positionV>
                      <wp:extent cx="1003300" cy="698500"/>
                      <wp:effectExtent l="0" t="0" r="0" b="0"/>
                      <wp:wrapNone/>
                      <wp:docPr id="2426" name="Rectangle 242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6" o:spid="_x0000_s1338" style="position:absolute;margin-left:102pt;margin-top:34pt;width:79pt;height:55pt;z-index:252182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e+w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fN77A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3552" behindDoc="0" locked="0" layoutInCell="1" allowOverlap="1" wp14:anchorId="4E397FCB" wp14:editId="0EE87241">
                      <wp:simplePos x="0" y="0"/>
                      <wp:positionH relativeFrom="column">
                        <wp:posOffset>1295400</wp:posOffset>
                      </wp:positionH>
                      <wp:positionV relativeFrom="paragraph">
                        <wp:posOffset>431800</wp:posOffset>
                      </wp:positionV>
                      <wp:extent cx="1003300" cy="698500"/>
                      <wp:effectExtent l="0" t="0" r="0" b="0"/>
                      <wp:wrapNone/>
                      <wp:docPr id="2427" name="Rectangle 24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7" o:spid="_x0000_s1339" style="position:absolute;margin-left:102pt;margin-top:34pt;width:79pt;height:55pt;z-index:252183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0It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XmEkyAAqfYW6EXHoGZqjHW8a5vT1HNlkPxvr2II1s/yZJZtks8mKRZxsd4s0vUsWRVgUi20abrNs&#10;t8uz1faXux2lJTBXxN7B3Vl3iP0doYv0c6l8yZFRDvvTFML3ZKIw9ZIGHlq9nv8ebDAqU3q2rje8&#10;+ageNOjvPAOmIzS1enB/EAZNvkvO1y5xZCkEi6TIQ+glCltZ/sHZkAWeermstLEfmRyQMyqsoZi+&#10;buQESOajL0fg3uvzzrLTfvJyJFHi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5mtCL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4576" behindDoc="0" locked="0" layoutInCell="1" allowOverlap="1" wp14:anchorId="0673E37C" wp14:editId="26EAC48B">
                      <wp:simplePos x="0" y="0"/>
                      <wp:positionH relativeFrom="column">
                        <wp:posOffset>1295400</wp:posOffset>
                      </wp:positionH>
                      <wp:positionV relativeFrom="paragraph">
                        <wp:posOffset>431800</wp:posOffset>
                      </wp:positionV>
                      <wp:extent cx="1003300" cy="698500"/>
                      <wp:effectExtent l="0" t="0" r="0" b="0"/>
                      <wp:wrapNone/>
                      <wp:docPr id="2428" name="Rectangle 24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8" o:spid="_x0000_s1340" style="position:absolute;margin-left:102pt;margin-top:34pt;width:79pt;height:55pt;z-index:252184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TrH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IE6x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5600" behindDoc="0" locked="0" layoutInCell="1" allowOverlap="1" wp14:anchorId="1782E0B1" wp14:editId="12F291C3">
                      <wp:simplePos x="0" y="0"/>
                      <wp:positionH relativeFrom="column">
                        <wp:posOffset>1295400</wp:posOffset>
                      </wp:positionH>
                      <wp:positionV relativeFrom="paragraph">
                        <wp:posOffset>431800</wp:posOffset>
                      </wp:positionV>
                      <wp:extent cx="1003300" cy="698500"/>
                      <wp:effectExtent l="0" t="0" r="0" b="0"/>
                      <wp:wrapNone/>
                      <wp:docPr id="2429" name="Rectangle 242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9" o:spid="_x0000_s1341" style="position:absolute;margin-left:102pt;margin-top:34pt;width:79pt;height:55pt;z-index:252185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5da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knl1o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6624" behindDoc="0" locked="0" layoutInCell="1" allowOverlap="1" wp14:anchorId="7ECEA6CD" wp14:editId="58E1F2D1">
                      <wp:simplePos x="0" y="0"/>
                      <wp:positionH relativeFrom="column">
                        <wp:posOffset>1295400</wp:posOffset>
                      </wp:positionH>
                      <wp:positionV relativeFrom="paragraph">
                        <wp:posOffset>431800</wp:posOffset>
                      </wp:positionV>
                      <wp:extent cx="1003300" cy="698500"/>
                      <wp:effectExtent l="0" t="0" r="0" b="0"/>
                      <wp:wrapNone/>
                      <wp:docPr id="2430" name="Rectangle 24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0" o:spid="_x0000_s1342" style="position:absolute;margin-left:102pt;margin-top:34pt;width:79pt;height:55pt;z-index:252186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oxc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7aMX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7648" behindDoc="0" locked="0" layoutInCell="1" allowOverlap="1" wp14:anchorId="6F2D2EF0" wp14:editId="336EA66C">
                      <wp:simplePos x="0" y="0"/>
                      <wp:positionH relativeFrom="column">
                        <wp:posOffset>1295400</wp:posOffset>
                      </wp:positionH>
                      <wp:positionV relativeFrom="paragraph">
                        <wp:posOffset>431800</wp:posOffset>
                      </wp:positionV>
                      <wp:extent cx="1003300" cy="698500"/>
                      <wp:effectExtent l="0" t="0" r="0" b="0"/>
                      <wp:wrapNone/>
                      <wp:docPr id="2431" name="Rectangle 24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1" o:spid="_x0000_s1343" style="position:absolute;margin-left:102pt;margin-top:34pt;width:79pt;height:55pt;z-index:252187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IKL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iTASZACVvkLdiDj0DM3RjjcNc/p6jmyyn411bMGaWf7Mkk2y2WTFIk62u0Wa3iWLIiyKxTYNt1m2&#10;2+XZavvL3Y7SEpgrYu/g7qw7xP6O0EX6uVS+5Mgoh/1pCuF7MlGYekkDD61ez38PNhiVKT1b1xve&#10;fFQPGvR3ngHTEZpaPbg/CIMm3yXna5c4shSCRVLkIfQSha0s/+BsyAJPvVxW2tiPTA7IGRXWUExf&#10;N3ICJPPRlyNw7/V5Z9lpP3k5kmjl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g0SCi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8672" behindDoc="0" locked="0" layoutInCell="1" allowOverlap="1" wp14:anchorId="36F3532E" wp14:editId="2FCACC4D">
                      <wp:simplePos x="0" y="0"/>
                      <wp:positionH relativeFrom="column">
                        <wp:posOffset>1295400</wp:posOffset>
                      </wp:positionH>
                      <wp:positionV relativeFrom="paragraph">
                        <wp:posOffset>431800</wp:posOffset>
                      </wp:positionV>
                      <wp:extent cx="1003300" cy="698500"/>
                      <wp:effectExtent l="0" t="0" r="0" b="0"/>
                      <wp:wrapNone/>
                      <wp:docPr id="2432" name="Rectangle 243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2" o:spid="_x0000_s1344" style="position:absolute;margin-left:102pt;margin-top:34pt;width:79pt;height:55pt;z-index:252188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UKZGAIAAA0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fbUKZGAIAAA0EAAAOAAAAAAAAAAAAAAAAAC4CAABkcnMvZTJvRG9jLnhtbFBLAQItABQABgAI&#10;AAAAIQBPvvs13AAAAAoBAAAPAAAAAAAAAAAAAAAAAHIEAABkcnMvZG93bnJldi54bWxQSwUGAAAA&#10;AAQABADzAAAAew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9696" behindDoc="0" locked="0" layoutInCell="1" allowOverlap="1" wp14:anchorId="120C6F7B" wp14:editId="021D7C6E">
                      <wp:simplePos x="0" y="0"/>
                      <wp:positionH relativeFrom="column">
                        <wp:posOffset>1295400</wp:posOffset>
                      </wp:positionH>
                      <wp:positionV relativeFrom="paragraph">
                        <wp:posOffset>431800</wp:posOffset>
                      </wp:positionV>
                      <wp:extent cx="1003300" cy="698500"/>
                      <wp:effectExtent l="0" t="0" r="0" b="0"/>
                      <wp:wrapNone/>
                      <wp:docPr id="2433" name="Rectangle 24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3" o:spid="_x0000_s1345" style="position:absolute;margin-left:102pt;margin-top:34pt;width:79pt;height:55pt;z-index:252189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8E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EowEGUCl71A3IvY9Q3O0403DnL6eI5vsV2MdW7Bmlr+yZJ2s11mxiJPNdpGmt8miCItisUnDTZZt&#10;t3l2tfntbkdpCcwVsbdwd9YdYn9H6Cz9XCpfcmSUw/40hfA9mShMvaSBh1av5r8HG4zKlJ6t6w1v&#10;Pqh7Dfo7z4DpCE2tHtwfhEGT75LTpUscWQrBIinyEHqJwlaWf3I2ZIGnXi4rbexnJgfkjAprKKav&#10;GzkCkvnoyxG49/q8s+y0m7wcSVS4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rsvvB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0720" behindDoc="0" locked="0" layoutInCell="1" allowOverlap="1" wp14:anchorId="403B4B06" wp14:editId="3DB9EE76">
                      <wp:simplePos x="0" y="0"/>
                      <wp:positionH relativeFrom="column">
                        <wp:posOffset>1295400</wp:posOffset>
                      </wp:positionH>
                      <wp:positionV relativeFrom="paragraph">
                        <wp:posOffset>431800</wp:posOffset>
                      </wp:positionV>
                      <wp:extent cx="1003300" cy="698500"/>
                      <wp:effectExtent l="0" t="0" r="0" b="0"/>
                      <wp:wrapNone/>
                      <wp:docPr id="2434" name="Rectangle 24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4" o:spid="_x0000_s1346" style="position:absolute;margin-left:102pt;margin-top:34pt;width:79pt;height:55pt;z-index:252190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LkK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AES5C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1744" behindDoc="0" locked="0" layoutInCell="1" allowOverlap="1" wp14:anchorId="20FE0813" wp14:editId="4C888742">
                      <wp:simplePos x="0" y="0"/>
                      <wp:positionH relativeFrom="column">
                        <wp:posOffset>1295400</wp:posOffset>
                      </wp:positionH>
                      <wp:positionV relativeFrom="paragraph">
                        <wp:posOffset>431800</wp:posOffset>
                      </wp:positionV>
                      <wp:extent cx="1003300" cy="698500"/>
                      <wp:effectExtent l="0" t="0" r="0" b="0"/>
                      <wp:wrapNone/>
                      <wp:docPr id="2435" name="Rectangle 243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5" o:spid="_x0000_s1347" style="position:absolute;margin-left:102pt;margin-top:34pt;width:79pt;height:55pt;z-index:252191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hSX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HiFJc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2768" behindDoc="0" locked="0" layoutInCell="1" allowOverlap="1" wp14:anchorId="2CB9DE52" wp14:editId="7192C67A">
                      <wp:simplePos x="0" y="0"/>
                      <wp:positionH relativeFrom="column">
                        <wp:posOffset>1295400</wp:posOffset>
                      </wp:positionH>
                      <wp:positionV relativeFrom="paragraph">
                        <wp:posOffset>431800</wp:posOffset>
                      </wp:positionV>
                      <wp:extent cx="1003300" cy="698500"/>
                      <wp:effectExtent l="0" t="0" r="0" b="0"/>
                      <wp:wrapNone/>
                      <wp:docPr id="2436" name="Rectangle 24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6" o:spid="_x0000_s1348" style="position:absolute;margin-left:102pt;margin-top:34pt;width:79pt;height:55pt;z-index:252192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9V/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MowEGUCl71A3IvY9Q3O0403DnL6eI5vsV2MdW7Bmlr+yZJ2s11mxiJPNdpGmt8miCItisUnDTZZt&#10;t3l2tfntbkdpCcwVsbdwd9YdYn9H6Cz9XCpfcmSUw/40hfA9mShMvaSBh1av5r8HG4zKlJ6t6w1v&#10;Pqh7Dfo7z4DpCE2tHtwfhEGT75LTpUscWQrBIinyEHqJwlaWf3I2ZIGnXi4rbexnJgfkjAprKKav&#10;GzkCkvnoyxG49/q8s+y0m7wcSRy7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AafVf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3792" behindDoc="0" locked="0" layoutInCell="1" allowOverlap="1" wp14:anchorId="26D53C98" wp14:editId="5D8259E0">
                      <wp:simplePos x="0" y="0"/>
                      <wp:positionH relativeFrom="column">
                        <wp:posOffset>1295400</wp:posOffset>
                      </wp:positionH>
                      <wp:positionV relativeFrom="paragraph">
                        <wp:posOffset>431800</wp:posOffset>
                      </wp:positionV>
                      <wp:extent cx="1003300" cy="698500"/>
                      <wp:effectExtent l="0" t="0" r="0" b="0"/>
                      <wp:wrapNone/>
                      <wp:docPr id="2437" name="Rectangle 24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7" o:spid="_x0000_s1349" style="position:absolute;margin-left:102pt;margin-top:34pt;width:79pt;height:55pt;z-index:252193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uo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WWEkyAAqfYW6EXHoGZqjHW8a5vT1HNlkPxvr2II1s/yZJZtks8mKRZxsd4s0vUsWRVgUi20abrNs&#10;t8uz1faXux2lJTBXxN7B3Vl3iP0doYv0c6l8yZFRDvvTFML3ZKIw9ZIGHlq9nv8ebDAqU3q2rje8&#10;+ageNOjvPAOmIzS1enB/EAZNvkvO1y5xZCkEi6TIQ+glCltZ/sHZkAWeermstLEfmRyQMyqsoZi+&#10;buQESOajL0fg3uvzzrLTfvJyJHHi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oVXbq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4816" behindDoc="0" locked="0" layoutInCell="1" allowOverlap="1" wp14:anchorId="6CBECB3A" wp14:editId="6E875CA4">
                      <wp:simplePos x="0" y="0"/>
                      <wp:positionH relativeFrom="column">
                        <wp:posOffset>1295400</wp:posOffset>
                      </wp:positionH>
                      <wp:positionV relativeFrom="paragraph">
                        <wp:posOffset>431800</wp:posOffset>
                      </wp:positionV>
                      <wp:extent cx="1003300" cy="698500"/>
                      <wp:effectExtent l="0" t="0" r="0" b="0"/>
                      <wp:wrapNone/>
                      <wp:docPr id="2438" name="Rectangle 243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8" o:spid="_x0000_s1350" style="position:absolute;margin-left:102pt;margin-top:34pt;width:79pt;height:55pt;z-index:252194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wAIGg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7rAAg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5840" behindDoc="0" locked="0" layoutInCell="1" allowOverlap="1" wp14:anchorId="59F9E10F" wp14:editId="623BE26D">
                      <wp:simplePos x="0" y="0"/>
                      <wp:positionH relativeFrom="column">
                        <wp:posOffset>1295400</wp:posOffset>
                      </wp:positionH>
                      <wp:positionV relativeFrom="paragraph">
                        <wp:posOffset>431800</wp:posOffset>
                      </wp:positionV>
                      <wp:extent cx="1003300" cy="698500"/>
                      <wp:effectExtent l="0" t="0" r="0" b="0"/>
                      <wp:wrapNone/>
                      <wp:docPr id="2439" name="Rectangle 24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9" o:spid="_x0000_s1351" style="position:absolute;margin-left:102pt;margin-top:34pt;width:79pt;height:55pt;z-index:252195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a2V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a&#10;FBgJMoBK36BuROx7huZox5uGOX09RzbZL8Y6tmDNLH9myTpZr7NiESeb7SJN75JFERbFYpOGmyzb&#10;bvPsevPL3Y7SEpgrYu/g7qw7xN5H6Cz9XCpfcmSUw/48hfA9myhMvaSBh1av5r8HG4zKlJ6t6w1v&#10;PqoHDfo7z4DpCE2tHtwfhEGT75LTpUscWQrBIinyEHqJwlaWXzkbssBTL5eVNvYTkwNyRoU1FNPX&#10;jRwByXz05Qjce33eWXbaTV6OJL5y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C9NrZU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6864" behindDoc="0" locked="0" layoutInCell="1" allowOverlap="1" wp14:anchorId="2E6A519B" wp14:editId="3FC97143">
                      <wp:simplePos x="0" y="0"/>
                      <wp:positionH relativeFrom="column">
                        <wp:posOffset>1295400</wp:posOffset>
                      </wp:positionH>
                      <wp:positionV relativeFrom="paragraph">
                        <wp:posOffset>431800</wp:posOffset>
                      </wp:positionV>
                      <wp:extent cx="1003300" cy="698500"/>
                      <wp:effectExtent l="0" t="0" r="0" b="0"/>
                      <wp:wrapNone/>
                      <wp:docPr id="2440" name="Rectangle 24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0" o:spid="_x0000_s1352" style="position:absolute;margin-left:102pt;margin-top:34pt;width:79pt;height:55pt;z-index:252196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Sq0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zZKrQ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7888" behindDoc="0" locked="0" layoutInCell="1" allowOverlap="1" wp14:anchorId="2E0AFBE5" wp14:editId="766E50E3">
                      <wp:simplePos x="0" y="0"/>
                      <wp:positionH relativeFrom="column">
                        <wp:posOffset>1295400</wp:posOffset>
                      </wp:positionH>
                      <wp:positionV relativeFrom="paragraph">
                        <wp:posOffset>431800</wp:posOffset>
                      </wp:positionV>
                      <wp:extent cx="1003300" cy="698500"/>
                      <wp:effectExtent l="0" t="0" r="0" b="0"/>
                      <wp:wrapNone/>
                      <wp:docPr id="2441" name="Rectangle 244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1" o:spid="_x0000_s1353" style="position:absolute;margin-left:102pt;margin-top:34pt;width:79pt;height:55pt;z-index:252197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4cp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GmEkSA9d+g51I2LfMTRFW17XzPXXc2Sj/WqsYwvWxPJXlqyT9TorZnGy2c7S9C6ZFWFRzDZpuMmy&#10;7TbPFpvf7naUlsBcEXsHd6e+Q+zvCJ1bP5XKlxwZ5bA/jyF8zyYK08K1NPDQLn8PNhiUKT1bpw1v&#10;PqoHDYedZ8B0hMZG9+4PjUGjV8npqhJHlkKwSIo8BC1R2MryT86enrxcVtrYz0z2yBkV1lBMXzdy&#10;BCTT0csRgPj6vLPsuBt9O5J44d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1/hyk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8912" behindDoc="0" locked="0" layoutInCell="1" allowOverlap="1" wp14:anchorId="0122065C" wp14:editId="115AAE7F">
                      <wp:simplePos x="0" y="0"/>
                      <wp:positionH relativeFrom="column">
                        <wp:posOffset>1295400</wp:posOffset>
                      </wp:positionH>
                      <wp:positionV relativeFrom="paragraph">
                        <wp:posOffset>431800</wp:posOffset>
                      </wp:positionV>
                      <wp:extent cx="1003300" cy="698500"/>
                      <wp:effectExtent l="0" t="0" r="0" b="0"/>
                      <wp:wrapNone/>
                      <wp:docPr id="2442" name="Rectangle 24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2" o:spid="_x0000_s1354" style="position:absolute;margin-left:102pt;margin-top:34pt;width:79pt;height:55pt;z-index:252198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kc7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Y4wEGUCl71A3IvY9Q3O0403DnL6eI5vsV2MdW7Bmlr+yZJ2s11mxiJPNdpGmt8miCItisUnDTZZt&#10;t3l2tfntbkdpCcwVsbdwd9YdYn9H6Cz9XCpfcmSUw/40hfA9mShMvaSBh1av5r8HG4zKlJ6t6w1v&#10;Pqh7Dfo7z4DpCE2tHtwfhEGT75LTpUscWQrBIinyEHqJwlaWf3I2ZIGnXi4rbexnJgfkjAprKKav&#10;GzkCkvnoyxG49/q8s+y0m7wcSZy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VZHO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9936" behindDoc="0" locked="0" layoutInCell="1" allowOverlap="1" wp14:anchorId="5EE50505" wp14:editId="12FE6FB7">
                      <wp:simplePos x="0" y="0"/>
                      <wp:positionH relativeFrom="column">
                        <wp:posOffset>1295400</wp:posOffset>
                      </wp:positionH>
                      <wp:positionV relativeFrom="paragraph">
                        <wp:posOffset>431800</wp:posOffset>
                      </wp:positionV>
                      <wp:extent cx="1003300" cy="698500"/>
                      <wp:effectExtent l="0" t="0" r="0" b="0"/>
                      <wp:wrapNone/>
                      <wp:docPr id="2443" name="Rectangle 24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3" o:spid="_x0000_s1355" style="position:absolute;margin-left:102pt;margin-top:34pt;width:79pt;height:55pt;z-index:252199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Ens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E4wEGUCl71A3IvY9Q3O0403DnL6eI5vsV2MdW7Bmlr+yZJ2s11mxiJPNdpGmt8miCItisUnDTZZt&#10;t3l2tfntbkdpCcwVsbdwd9YdYn9H6Cz9XCpfcmSUw/40hfA9mShMvaSBh1av5r8HG4zKlJ6t6w1v&#10;Pqh7Dfo7z4DpCE2tHtwfhEGT75LTpUscWQrBIinyEHqJwlaWf3I2ZIGnXi4rbexnJgfkjAprKKav&#10;GzkCkvnoyxG49/q8s+y0m7wcSVy4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aRJ7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0960" behindDoc="0" locked="0" layoutInCell="1" allowOverlap="1" wp14:anchorId="46108803" wp14:editId="033EAE57">
                      <wp:simplePos x="0" y="0"/>
                      <wp:positionH relativeFrom="column">
                        <wp:posOffset>1295400</wp:posOffset>
                      </wp:positionH>
                      <wp:positionV relativeFrom="paragraph">
                        <wp:posOffset>431800</wp:posOffset>
                      </wp:positionV>
                      <wp:extent cx="1003300" cy="698500"/>
                      <wp:effectExtent l="0" t="0" r="0" b="0"/>
                      <wp:wrapNone/>
                      <wp:docPr id="2444" name="Rectangle 244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4" o:spid="_x0000_s1356" style="position:absolute;margin-left:102pt;margin-top:34pt;width:79pt;height:55pt;z-index:252200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CT7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M+wk+xkCAAANBAAADgAAAAAAAAAAAAAAAAAuAgAAZHJzL2Uyb0RvYy54bWxQSwECLQAUAAYA&#10;CAAAACEAT777NdwAAAAKAQAADwAAAAAAAAAAAAAAAABz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1984" behindDoc="0" locked="0" layoutInCell="1" allowOverlap="1" wp14:anchorId="16B2EB84" wp14:editId="6901EB5D">
                      <wp:simplePos x="0" y="0"/>
                      <wp:positionH relativeFrom="column">
                        <wp:posOffset>1295400</wp:posOffset>
                      </wp:positionH>
                      <wp:positionV relativeFrom="paragraph">
                        <wp:posOffset>431800</wp:posOffset>
                      </wp:positionV>
                      <wp:extent cx="1003300" cy="698500"/>
                      <wp:effectExtent l="0" t="0" r="0" b="0"/>
                      <wp:wrapNone/>
                      <wp:docPr id="2445" name="Rectangle 24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5" o:spid="_x0000_s1357" style="position:absolute;margin-left:102pt;margin-top:34pt;width:79pt;height:55pt;z-index:252201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olm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wkqJZ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3008" behindDoc="0" locked="0" layoutInCell="1" allowOverlap="1" wp14:anchorId="09AF3969" wp14:editId="223A36D4">
                      <wp:simplePos x="0" y="0"/>
                      <wp:positionH relativeFrom="column">
                        <wp:posOffset>1295400</wp:posOffset>
                      </wp:positionH>
                      <wp:positionV relativeFrom="paragraph">
                        <wp:posOffset>431800</wp:posOffset>
                      </wp:positionV>
                      <wp:extent cx="1003300" cy="698500"/>
                      <wp:effectExtent l="0" t="0" r="0" b="0"/>
                      <wp:wrapNone/>
                      <wp:docPr id="2446" name="Rectangle 24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6" o:spid="_x0000_s1358" style="position:absolute;margin-left:102pt;margin-top:34pt;width:79pt;height:55pt;z-index:252203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jW+vE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4032" behindDoc="0" locked="0" layoutInCell="1" allowOverlap="1" wp14:anchorId="2E563A02" wp14:editId="3CFC3425">
                      <wp:simplePos x="0" y="0"/>
                      <wp:positionH relativeFrom="column">
                        <wp:posOffset>1295400</wp:posOffset>
                      </wp:positionH>
                      <wp:positionV relativeFrom="paragraph">
                        <wp:posOffset>431800</wp:posOffset>
                      </wp:positionV>
                      <wp:extent cx="1003300" cy="698500"/>
                      <wp:effectExtent l="0" t="0" r="0" b="0"/>
                      <wp:wrapNone/>
                      <wp:docPr id="2447" name="Rectangle 244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7" o:spid="_x0000_s1359" style="position:absolute;margin-left:102pt;margin-top:34pt;width:79pt;height:55pt;z-index:252204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ZZ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usBIkB669B3qRsS+Y2iKtryumeuv58hG+9VYxxasieWvLFkn63VWzOJks52l6V0yK8KimG3ScJNl&#10;222eLTa/3e0oLYG5IvYO7k59h9jfETq3fiqVLzkyymF/HkP4nk0UpoVraeChXf4ebDAoU3q2Thve&#10;fFQPGg47z4DpCI2N7t0fGoNGr5LTVSWOLIVgkRR5CFqisJXln5w9PXm5rLSxn5nskTMqrKGYvm7k&#10;CEimo5cjAPH1eWfZcTf6diRJ4t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JL9Rlk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5056" behindDoc="0" locked="0" layoutInCell="1" allowOverlap="1" wp14:anchorId="32694BFB" wp14:editId="0C949C2D">
                      <wp:simplePos x="0" y="0"/>
                      <wp:positionH relativeFrom="column">
                        <wp:posOffset>1295400</wp:posOffset>
                      </wp:positionH>
                      <wp:positionV relativeFrom="paragraph">
                        <wp:posOffset>431800</wp:posOffset>
                      </wp:positionV>
                      <wp:extent cx="1003300" cy="698500"/>
                      <wp:effectExtent l="0" t="0" r="0" b="0"/>
                      <wp:wrapNone/>
                      <wp:docPr id="2448" name="Rectangle 24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8" o:spid="_x0000_s1360" style="position:absolute;margin-left:102pt;margin-top:34pt;width:79pt;height:55pt;z-index:252205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535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7UOd+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6080" behindDoc="0" locked="0" layoutInCell="1" allowOverlap="1" wp14:anchorId="3C382278" wp14:editId="508F314E">
                      <wp:simplePos x="0" y="0"/>
                      <wp:positionH relativeFrom="column">
                        <wp:posOffset>1295400</wp:posOffset>
                      </wp:positionH>
                      <wp:positionV relativeFrom="paragraph">
                        <wp:posOffset>431800</wp:posOffset>
                      </wp:positionV>
                      <wp:extent cx="1003300" cy="698500"/>
                      <wp:effectExtent l="0" t="0" r="0" b="0"/>
                      <wp:wrapNone/>
                      <wp:docPr id="2449" name="Rectangle 24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9" o:spid="_x0000_s1361" style="position:absolute;margin-left:102pt;margin-top:34pt;width:79pt;height:55pt;z-index:252206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ZMu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a&#10;FhgJMoBK36BuROx7huZox5uGOX09RzbZL8Y6tmDNLH9myTpZr7NiESeb7SJN75JFERbFYpOGmyzb&#10;bvPsevPL3Y7SEpgrYu/g7qw7xN5H6Cz9XCpfcmSUw/48hfA9myhMvaSBh1av5r8HG4zKlJ6t6w1v&#10;PqoHDfo7z4DpCE2tHtwfhEGT75LTpUscWQrBIinyEHqJwlaWXzkbssBTL5eVNvYTkwNyRoU1FNPX&#10;jRwByXz05Qjce33eWXbaTV6OJLly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2xky4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p>
          <w:p w:rsidR="00FE7038" w:rsidRPr="00F14F57" w:rsidRDefault="00FE7038"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207104" behindDoc="0" locked="0" layoutInCell="1" allowOverlap="1" wp14:anchorId="206363C4" wp14:editId="1FF7154C">
                      <wp:simplePos x="0" y="0"/>
                      <wp:positionH relativeFrom="column">
                        <wp:posOffset>1320800</wp:posOffset>
                      </wp:positionH>
                      <wp:positionV relativeFrom="paragraph">
                        <wp:posOffset>431800</wp:posOffset>
                      </wp:positionV>
                      <wp:extent cx="1003300" cy="698500"/>
                      <wp:effectExtent l="0" t="0" r="0" b="0"/>
                      <wp:wrapNone/>
                      <wp:docPr id="2450" name="Rectangle 245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0" o:spid="_x0000_s1362" style="position:absolute;margin-left:104pt;margin-top:34pt;width:79pt;height:55pt;z-index:252207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RfPgc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8128" behindDoc="0" locked="0" layoutInCell="1" allowOverlap="1" wp14:anchorId="64F8B5D6" wp14:editId="3464B98B">
                      <wp:simplePos x="0" y="0"/>
                      <wp:positionH relativeFrom="column">
                        <wp:posOffset>1320800</wp:posOffset>
                      </wp:positionH>
                      <wp:positionV relativeFrom="paragraph">
                        <wp:posOffset>431800</wp:posOffset>
                      </wp:positionV>
                      <wp:extent cx="1003300" cy="698500"/>
                      <wp:effectExtent l="0" t="0" r="0" b="0"/>
                      <wp:wrapNone/>
                      <wp:docPr id="2451" name="Rectangle 24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1" o:spid="_x0000_s1363" style="position:absolute;margin-left:104pt;margin-top:34pt;width:79pt;height:55pt;z-index:252208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Oa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X5k5o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9152" behindDoc="0" locked="0" layoutInCell="1" allowOverlap="1" wp14:anchorId="172EEB6E" wp14:editId="7E0A9DF2">
                      <wp:simplePos x="0" y="0"/>
                      <wp:positionH relativeFrom="column">
                        <wp:posOffset>1320800</wp:posOffset>
                      </wp:positionH>
                      <wp:positionV relativeFrom="paragraph">
                        <wp:posOffset>431800</wp:posOffset>
                      </wp:positionV>
                      <wp:extent cx="1003300" cy="698500"/>
                      <wp:effectExtent l="0" t="0" r="0" b="0"/>
                      <wp:wrapNone/>
                      <wp:docPr id="2452" name="Rectangle 24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2" o:spid="_x0000_s1364" style="position:absolute;margin-left:104pt;margin-top:34pt;width:79pt;height:55pt;z-index:252209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PDC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iE8MI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0176" behindDoc="0" locked="0" layoutInCell="1" allowOverlap="1" wp14:anchorId="785A3596" wp14:editId="37C6B241">
                      <wp:simplePos x="0" y="0"/>
                      <wp:positionH relativeFrom="column">
                        <wp:posOffset>1320800</wp:posOffset>
                      </wp:positionH>
                      <wp:positionV relativeFrom="paragraph">
                        <wp:posOffset>431800</wp:posOffset>
                      </wp:positionV>
                      <wp:extent cx="1003300" cy="698500"/>
                      <wp:effectExtent l="0" t="0" r="0" b="0"/>
                      <wp:wrapNone/>
                      <wp:docPr id="2453" name="Rectangle 245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3" o:spid="_x0000_s1365" style="position:absolute;margin-left:104pt;margin-top:34pt;width:79pt;height:55pt;z-index:252210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l1fGw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CkiXV8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1200" behindDoc="0" locked="0" layoutInCell="1" allowOverlap="1" wp14:anchorId="5CB13DB4" wp14:editId="16991748">
                      <wp:simplePos x="0" y="0"/>
                      <wp:positionH relativeFrom="column">
                        <wp:posOffset>1320800</wp:posOffset>
                      </wp:positionH>
                      <wp:positionV relativeFrom="paragraph">
                        <wp:posOffset>431800</wp:posOffset>
                      </wp:positionV>
                      <wp:extent cx="1003300" cy="698500"/>
                      <wp:effectExtent l="0" t="0" r="0" b="0"/>
                      <wp:wrapNone/>
                      <wp:docPr id="2454" name="Rectangle 24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4" o:spid="_x0000_s1366" style="position:absolute;margin-left:104pt;margin-top:34pt;width:79pt;height:55pt;z-index:252211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5m8HQ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bN+ZvB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2224" behindDoc="0" locked="0" layoutInCell="1" allowOverlap="1" wp14:anchorId="0A1EE66C" wp14:editId="5E7A78BA">
                      <wp:simplePos x="0" y="0"/>
                      <wp:positionH relativeFrom="column">
                        <wp:posOffset>1320800</wp:posOffset>
                      </wp:positionH>
                      <wp:positionV relativeFrom="paragraph">
                        <wp:posOffset>431800</wp:posOffset>
                      </wp:positionV>
                      <wp:extent cx="1003300" cy="698500"/>
                      <wp:effectExtent l="0" t="0" r="0" b="0"/>
                      <wp:wrapNone/>
                      <wp:docPr id="2455" name="Rectangle 24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5" o:spid="_x0000_s1367" style="position:absolute;margin-left:104pt;margin-top:34pt;width:79pt;height:55pt;z-index:252212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Zdr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Mwtl2s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3248" behindDoc="0" locked="0" layoutInCell="1" allowOverlap="1" wp14:anchorId="1B7659F4" wp14:editId="2665AC13">
                      <wp:simplePos x="0" y="0"/>
                      <wp:positionH relativeFrom="column">
                        <wp:posOffset>1320800</wp:posOffset>
                      </wp:positionH>
                      <wp:positionV relativeFrom="paragraph">
                        <wp:posOffset>431800</wp:posOffset>
                      </wp:positionV>
                      <wp:extent cx="1003300" cy="698500"/>
                      <wp:effectExtent l="0" t="0" r="0" b="0"/>
                      <wp:wrapNone/>
                      <wp:docPr id="2456" name="Rectangle 245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6" o:spid="_x0000_s1368" style="position:absolute;margin-left:104pt;margin-top:34pt;width:79pt;height:55pt;z-index:252213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FaDHA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8aFaD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4272" behindDoc="0" locked="0" layoutInCell="1" allowOverlap="1" wp14:anchorId="258724DA" wp14:editId="4C9D91C4">
                      <wp:simplePos x="0" y="0"/>
                      <wp:positionH relativeFrom="column">
                        <wp:posOffset>1320800</wp:posOffset>
                      </wp:positionH>
                      <wp:positionV relativeFrom="paragraph">
                        <wp:posOffset>431800</wp:posOffset>
                      </wp:positionV>
                      <wp:extent cx="1003300" cy="698500"/>
                      <wp:effectExtent l="0" t="0" r="0" b="0"/>
                      <wp:wrapNone/>
                      <wp:docPr id="2457" name="Rectangle 24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7" o:spid="_x0000_s1369" style="position:absolute;margin-left:104pt;margin-top:34pt;width:79pt;height:55pt;z-index:252214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vse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c77H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5296" behindDoc="0" locked="0" layoutInCell="1" allowOverlap="1" wp14:anchorId="53EDEC7C" wp14:editId="69963A8B">
                      <wp:simplePos x="0" y="0"/>
                      <wp:positionH relativeFrom="column">
                        <wp:posOffset>1320800</wp:posOffset>
                      </wp:positionH>
                      <wp:positionV relativeFrom="paragraph">
                        <wp:posOffset>431800</wp:posOffset>
                      </wp:positionV>
                      <wp:extent cx="1003300" cy="698500"/>
                      <wp:effectExtent l="0" t="0" r="0" b="0"/>
                      <wp:wrapNone/>
                      <wp:docPr id="2458" name="Rectangle 24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8" o:spid="_x0000_s1370" style="position:absolute;margin-left:104pt;margin-top:34pt;width:79pt;height:55pt;z-index:252215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4ySD9B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6320" behindDoc="0" locked="0" layoutInCell="1" allowOverlap="1" wp14:anchorId="4350DD1C" wp14:editId="103F4342">
                      <wp:simplePos x="0" y="0"/>
                      <wp:positionH relativeFrom="column">
                        <wp:posOffset>1320800</wp:posOffset>
                      </wp:positionH>
                      <wp:positionV relativeFrom="paragraph">
                        <wp:posOffset>431800</wp:posOffset>
                      </wp:positionV>
                      <wp:extent cx="1003300" cy="698500"/>
                      <wp:effectExtent l="0" t="0" r="0" b="0"/>
                      <wp:wrapNone/>
                      <wp:docPr id="2459" name="Rectangle 245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9" o:spid="_x0000_s1371" style="position:absolute;margin-left:104pt;margin-top:34pt;width:79pt;height:55pt;z-index:252216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i5pHA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Sgi5p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7344" behindDoc="0" locked="0" layoutInCell="1" allowOverlap="1" wp14:anchorId="6603E469" wp14:editId="3E5E7B24">
                      <wp:simplePos x="0" y="0"/>
                      <wp:positionH relativeFrom="column">
                        <wp:posOffset>1320800</wp:posOffset>
                      </wp:positionH>
                      <wp:positionV relativeFrom="paragraph">
                        <wp:posOffset>431800</wp:posOffset>
                      </wp:positionV>
                      <wp:extent cx="1003300" cy="698500"/>
                      <wp:effectExtent l="0" t="0" r="0" b="0"/>
                      <wp:wrapNone/>
                      <wp:docPr id="2460" name="Rectangle 24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0" o:spid="_x0000_s1372" style="position:absolute;margin-left:104pt;margin-top:34pt;width:79pt;height:55pt;z-index:252217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NzfS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8368" behindDoc="0" locked="0" layoutInCell="1" allowOverlap="1" wp14:anchorId="49A6FC9A" wp14:editId="263588B2">
                      <wp:simplePos x="0" y="0"/>
                      <wp:positionH relativeFrom="column">
                        <wp:posOffset>1320800</wp:posOffset>
                      </wp:positionH>
                      <wp:positionV relativeFrom="paragraph">
                        <wp:posOffset>431800</wp:posOffset>
                      </wp:positionV>
                      <wp:extent cx="1003300" cy="698500"/>
                      <wp:effectExtent l="0" t="0" r="0" b="0"/>
                      <wp:wrapNone/>
                      <wp:docPr id="2461" name="Rectangle 24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1" o:spid="_x0000_s1373" style="position:absolute;margin-left:104pt;margin-top:34pt;width:79pt;height:55pt;z-index:252218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tGcHg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IAu0Zw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9392" behindDoc="0" locked="0" layoutInCell="1" allowOverlap="1" wp14:anchorId="6EC9EBF4" wp14:editId="536DE0EE">
                      <wp:simplePos x="0" y="0"/>
                      <wp:positionH relativeFrom="column">
                        <wp:posOffset>1320800</wp:posOffset>
                      </wp:positionH>
                      <wp:positionV relativeFrom="paragraph">
                        <wp:posOffset>431800</wp:posOffset>
                      </wp:positionV>
                      <wp:extent cx="1003300" cy="698500"/>
                      <wp:effectExtent l="0" t="0" r="0" b="0"/>
                      <wp:wrapNone/>
                      <wp:docPr id="2462" name="Rectangle 246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2" o:spid="_x0000_s1374" style="position:absolute;margin-left:104pt;margin-top:34pt;width:79pt;height:55pt;z-index:252219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wHEY4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0416" behindDoc="0" locked="0" layoutInCell="1" allowOverlap="1" wp14:anchorId="395AFCE1" wp14:editId="72A40539">
                      <wp:simplePos x="0" y="0"/>
                      <wp:positionH relativeFrom="column">
                        <wp:posOffset>1320800</wp:posOffset>
                      </wp:positionH>
                      <wp:positionV relativeFrom="paragraph">
                        <wp:posOffset>431800</wp:posOffset>
                      </wp:positionV>
                      <wp:extent cx="1003300" cy="698500"/>
                      <wp:effectExtent l="0" t="0" r="0" b="0"/>
                      <wp:wrapNone/>
                      <wp:docPr id="2463" name="Rectangle 24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3" o:spid="_x0000_s1375" style="position:absolute;margin-left:104pt;margin-top:34pt;width:79pt;height:55pt;z-index:252220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raG8E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1440" behindDoc="0" locked="0" layoutInCell="1" allowOverlap="1" wp14:anchorId="19695279" wp14:editId="788D9BAF">
                      <wp:simplePos x="0" y="0"/>
                      <wp:positionH relativeFrom="column">
                        <wp:posOffset>1320800</wp:posOffset>
                      </wp:positionH>
                      <wp:positionV relativeFrom="paragraph">
                        <wp:posOffset>431800</wp:posOffset>
                      </wp:positionV>
                      <wp:extent cx="1003300" cy="698500"/>
                      <wp:effectExtent l="0" t="0" r="0" b="0"/>
                      <wp:wrapNone/>
                      <wp:docPr id="2464" name="Rectangle 246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4" o:spid="_x0000_s1376" style="position:absolute;margin-left:104pt;margin-top:34pt;width:79pt;height:55pt;z-index:252221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XJOHQ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Xr1yT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2464" behindDoc="0" locked="0" layoutInCell="1" allowOverlap="1" wp14:anchorId="6B9A7D76" wp14:editId="20CBFF7F">
                      <wp:simplePos x="0" y="0"/>
                      <wp:positionH relativeFrom="column">
                        <wp:posOffset>1320800</wp:posOffset>
                      </wp:positionH>
                      <wp:positionV relativeFrom="paragraph">
                        <wp:posOffset>431800</wp:posOffset>
                      </wp:positionV>
                      <wp:extent cx="1003300" cy="698500"/>
                      <wp:effectExtent l="0" t="0" r="0" b="0"/>
                      <wp:wrapNone/>
                      <wp:docPr id="2465" name="Rectangle 246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5" o:spid="_x0000_s1377" style="position:absolute;margin-left:104pt;margin-top:34pt;width:79pt;height:55pt;z-index:252222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9/T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8b39M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3488" behindDoc="0" locked="0" layoutInCell="1" allowOverlap="1" wp14:anchorId="4D1566B4" wp14:editId="4911F0BD">
                      <wp:simplePos x="0" y="0"/>
                      <wp:positionH relativeFrom="column">
                        <wp:posOffset>1320800</wp:posOffset>
                      </wp:positionH>
                      <wp:positionV relativeFrom="paragraph">
                        <wp:posOffset>431800</wp:posOffset>
                      </wp:positionV>
                      <wp:extent cx="1003300" cy="698500"/>
                      <wp:effectExtent l="0" t="0" r="0" b="0"/>
                      <wp:wrapNone/>
                      <wp:docPr id="2466" name="Rectangle 246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6" o:spid="_x0000_s1378" style="position:absolute;margin-left:104pt;margin-top:34pt;width:79pt;height:55pt;z-index:252223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h47Hg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9eHjs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4512" behindDoc="0" locked="0" layoutInCell="1" allowOverlap="1" wp14:anchorId="504D6B56" wp14:editId="451B9291">
                      <wp:simplePos x="0" y="0"/>
                      <wp:positionH relativeFrom="column">
                        <wp:posOffset>1320800</wp:posOffset>
                      </wp:positionH>
                      <wp:positionV relativeFrom="paragraph">
                        <wp:posOffset>431800</wp:posOffset>
                      </wp:positionV>
                      <wp:extent cx="1003300" cy="698500"/>
                      <wp:effectExtent l="0" t="0" r="0" b="0"/>
                      <wp:wrapNone/>
                      <wp:docPr id="2467" name="Rectangle 24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7" o:spid="_x0000_s1379" style="position:absolute;margin-left:104pt;margin-top:34pt;width:79pt;height:55pt;z-index:252224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Ds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6wQ7B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5536" behindDoc="0" locked="0" layoutInCell="1" allowOverlap="1" wp14:anchorId="4DD293BA" wp14:editId="227A1240">
                      <wp:simplePos x="0" y="0"/>
                      <wp:positionH relativeFrom="column">
                        <wp:posOffset>1320800</wp:posOffset>
                      </wp:positionH>
                      <wp:positionV relativeFrom="paragraph">
                        <wp:posOffset>431800</wp:posOffset>
                      </wp:positionV>
                      <wp:extent cx="1003300" cy="698500"/>
                      <wp:effectExtent l="0" t="0" r="0" b="0"/>
                      <wp:wrapNone/>
                      <wp:docPr id="2468" name="Rectangle 246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8" o:spid="_x0000_s1380" style="position:absolute;margin-left:104pt;margin-top:34pt;width:79pt;height:55pt;z-index:252225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IASy0w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6560" behindDoc="0" locked="0" layoutInCell="1" allowOverlap="1" wp14:anchorId="401AE642" wp14:editId="630056FA">
                      <wp:simplePos x="0" y="0"/>
                      <wp:positionH relativeFrom="column">
                        <wp:posOffset>1320800</wp:posOffset>
                      </wp:positionH>
                      <wp:positionV relativeFrom="paragraph">
                        <wp:posOffset>431800</wp:posOffset>
                      </wp:positionV>
                      <wp:extent cx="1003300" cy="698500"/>
                      <wp:effectExtent l="0" t="0" r="0" b="0"/>
                      <wp:wrapNone/>
                      <wp:docPr id="2469" name="Rectangle 24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9" o:spid="_x0000_s1381" style="position:absolute;margin-left:104pt;margin-top:34pt;width:79pt;height:55pt;z-index:252226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GbR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8gIjSXvo0jeoG5X7jqMp2oq65r6/gSMf3RfrPFuwJpY/83Sdrtd5MUvSzXaWZXfprCBFMdtkZJPn&#10;2+0iv9788rfjrATmmro7uDv1HWLvI3Ru/VSqUHJktcf+PBL4nm1MstDSKEBbLad/ABsN2paBrddG&#10;MB/1g4H+e8+C6QmNjen9HxqDxqCS00UlniyDYJEWCwJaYrCVF4SkqVcRPPVyWRvrPnHVI29U2EAx&#10;Q93oEZBMR1+OwL3X573lxt0Y2pFeXfm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G0ZtE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7584" behindDoc="0" locked="0" layoutInCell="1" allowOverlap="1" wp14:anchorId="1F15AF55" wp14:editId="1DF402AF">
                      <wp:simplePos x="0" y="0"/>
                      <wp:positionH relativeFrom="column">
                        <wp:posOffset>1320800</wp:posOffset>
                      </wp:positionH>
                      <wp:positionV relativeFrom="paragraph">
                        <wp:posOffset>431800</wp:posOffset>
                      </wp:positionV>
                      <wp:extent cx="1003300" cy="698500"/>
                      <wp:effectExtent l="0" t="0" r="0" b="0"/>
                      <wp:wrapNone/>
                      <wp:docPr id="2470" name="Rectangle 24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0" o:spid="_x0000_s1382" style="position:absolute;margin-left:104pt;margin-top:34pt;width:79pt;height:55pt;z-index:252227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px3p0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8608" behindDoc="0" locked="0" layoutInCell="1" allowOverlap="1" wp14:anchorId="3517ACE5" wp14:editId="6850A54E">
                      <wp:simplePos x="0" y="0"/>
                      <wp:positionH relativeFrom="column">
                        <wp:posOffset>1320800</wp:posOffset>
                      </wp:positionH>
                      <wp:positionV relativeFrom="paragraph">
                        <wp:posOffset>431800</wp:posOffset>
                      </wp:positionV>
                      <wp:extent cx="1003300" cy="698500"/>
                      <wp:effectExtent l="0" t="0" r="0" b="0"/>
                      <wp:wrapNone/>
                      <wp:docPr id="2471" name="Rectangle 247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1" o:spid="_x0000_s1383" style="position:absolute;margin-left:104pt;margin-top:34pt;width:79pt;height:55pt;z-index:252228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L13MA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9632" behindDoc="0" locked="0" layoutInCell="1" allowOverlap="1" wp14:anchorId="78E2928D" wp14:editId="271D16AC">
                      <wp:simplePos x="0" y="0"/>
                      <wp:positionH relativeFrom="column">
                        <wp:posOffset>1320800</wp:posOffset>
                      </wp:positionH>
                      <wp:positionV relativeFrom="paragraph">
                        <wp:posOffset>431800</wp:posOffset>
                      </wp:positionV>
                      <wp:extent cx="1003300" cy="698500"/>
                      <wp:effectExtent l="0" t="0" r="0" b="0"/>
                      <wp:wrapNone/>
                      <wp:docPr id="2472" name="Rectangle 24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2" o:spid="_x0000_s1384" style="position:absolute;margin-left:104pt;margin-top:34pt;width:79pt;height:55pt;z-index:252229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Bf+sxI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0656" behindDoc="0" locked="0" layoutInCell="1" allowOverlap="1" wp14:anchorId="21FB8A3F" wp14:editId="49F34A7C">
                      <wp:simplePos x="0" y="0"/>
                      <wp:positionH relativeFrom="column">
                        <wp:posOffset>1320800</wp:posOffset>
                      </wp:positionH>
                      <wp:positionV relativeFrom="paragraph">
                        <wp:posOffset>431800</wp:posOffset>
                      </wp:positionV>
                      <wp:extent cx="1003300" cy="698500"/>
                      <wp:effectExtent l="0" t="0" r="0" b="0"/>
                      <wp:wrapNone/>
                      <wp:docPr id="2473" name="Rectangle 24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3" o:spid="_x0000_s1385" style="position:absolute;margin-left:104pt;margin-top:34pt;width:79pt;height:55pt;z-index:252230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L3F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LcMvcU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1680" behindDoc="0" locked="0" layoutInCell="1" allowOverlap="1" wp14:anchorId="157D4859" wp14:editId="024D34E2">
                      <wp:simplePos x="0" y="0"/>
                      <wp:positionH relativeFrom="column">
                        <wp:posOffset>1295400</wp:posOffset>
                      </wp:positionH>
                      <wp:positionV relativeFrom="paragraph">
                        <wp:posOffset>431800</wp:posOffset>
                      </wp:positionV>
                      <wp:extent cx="1003300" cy="698500"/>
                      <wp:effectExtent l="0" t="0" r="0" b="0"/>
                      <wp:wrapNone/>
                      <wp:docPr id="2474" name="Rectangle 247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4" o:spid="_x0000_s1386" style="position:absolute;margin-left:102pt;margin-top:34pt;width:79pt;height:55pt;z-index:252231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P6u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uo/q4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2704" behindDoc="0" locked="0" layoutInCell="1" allowOverlap="1" wp14:anchorId="66F27E91" wp14:editId="7FEE70EB">
                      <wp:simplePos x="0" y="0"/>
                      <wp:positionH relativeFrom="column">
                        <wp:posOffset>1295400</wp:posOffset>
                      </wp:positionH>
                      <wp:positionV relativeFrom="paragraph">
                        <wp:posOffset>431800</wp:posOffset>
                      </wp:positionV>
                      <wp:extent cx="1003300" cy="698500"/>
                      <wp:effectExtent l="0" t="0" r="0" b="0"/>
                      <wp:wrapNone/>
                      <wp:docPr id="2475" name="Rectangle 24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5" o:spid="_x0000_s1387" style="position:absolute;margin-left:102pt;margin-top:34pt;width:79pt;height:55pt;z-index:252232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lMz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0&#10;dYORIAOo9AXqRsShZ2iOdrxpmNPXc2ST/WSsYwvWzPJHlmySzSYrFnGy3S3S9D5ZFGFRLLZpuM2y&#10;3S7PVtuf7naUlsBcEXsPd2fdIfZ3hC7Sz6XyJUdGOezPUwjfs4nC1EsaeGj1ev57sMGoTOnZut7w&#10;5pN61KC/8wyYjtDU6sH9QRg0+S45X7vEkaUQLJIiD6GXKGxl+Y2zIQs89XJZaWM/MDkgZ1RYQzF9&#10;3cgJkMxHX47AvdfnnWWn/eTlSLL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g5TM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3728" behindDoc="0" locked="0" layoutInCell="1" allowOverlap="1" wp14:anchorId="796EDBF5" wp14:editId="2CF9381F">
                      <wp:simplePos x="0" y="0"/>
                      <wp:positionH relativeFrom="column">
                        <wp:posOffset>1295400</wp:posOffset>
                      </wp:positionH>
                      <wp:positionV relativeFrom="paragraph">
                        <wp:posOffset>431800</wp:posOffset>
                      </wp:positionV>
                      <wp:extent cx="1003300" cy="698500"/>
                      <wp:effectExtent l="0" t="0" r="0" b="0"/>
                      <wp:wrapNone/>
                      <wp:docPr id="2476" name="Rectangle 24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6" o:spid="_x0000_s1388" style="position:absolute;margin-left:102pt;margin-top:34pt;width:79pt;height:55pt;z-index:252233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zGR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0&#10;lWEkyAAqfYW6EXHoGZqjHW8a5vT1HNlkPxvr2II1s/yZJZtks8mKRZxsd4s0vUsWRVgUi20abrNs&#10;t8uz1faXux2lJTBXxN7B3Vl3iP0doYv0c6l8yZFRDvvTFML3ZKIw9ZIGHlq9nv8ebDAqU3q2rje8&#10;+ageNOjvPAOmIzS1enB/EAZNvkvO1y5xZCkEi6TIQ+glCltZ/sHZkAWeermstLEfmRyQMyqsoZi+&#10;buQESOajL0fg3uvzzrLTfvJyJFn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6x8xk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4752" behindDoc="0" locked="0" layoutInCell="1" allowOverlap="1" wp14:anchorId="6FEAC950" wp14:editId="1D39E9EA">
                      <wp:simplePos x="0" y="0"/>
                      <wp:positionH relativeFrom="column">
                        <wp:posOffset>1295400</wp:posOffset>
                      </wp:positionH>
                      <wp:positionV relativeFrom="paragraph">
                        <wp:posOffset>431800</wp:posOffset>
                      </wp:positionV>
                      <wp:extent cx="1003300" cy="698500"/>
                      <wp:effectExtent l="0" t="0" r="0" b="0"/>
                      <wp:wrapNone/>
                      <wp:docPr id="2477" name="Rectangle 247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7" o:spid="_x0000_s1389" style="position:absolute;margin-left:102pt;margin-top:34pt;width:79pt;height:55pt;z-index:252234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ZwM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fp&#10;YoGRID106TvUjYh9x9AUbXldM9dfz5GN9quxji1YE8tfWbJO1uusmMXJZjtL07tkVoRFMduk4SbL&#10;tts8W2x+u9tRWgJzRewd3J36DrG/I3Ru/VQqX3JklMP+PIbwPZsoTAvX0sBDu/w92GBQpvRsnTa8&#10;+ageNBx2ngHTERob3bs/NAaNXiWnq0ocWQrBIinyELREYSvLPzl7evJyWWljPzPZI2dUWEMxfd3I&#10;EZBMRy9HAOLr886y42707UiyxK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q5nAw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5776" behindDoc="0" locked="0" layoutInCell="1" allowOverlap="1" wp14:anchorId="51CF868E" wp14:editId="2169D98B">
                      <wp:simplePos x="0" y="0"/>
                      <wp:positionH relativeFrom="column">
                        <wp:posOffset>1295400</wp:posOffset>
                      </wp:positionH>
                      <wp:positionV relativeFrom="paragraph">
                        <wp:posOffset>431800</wp:posOffset>
                      </wp:positionV>
                      <wp:extent cx="1003300" cy="698500"/>
                      <wp:effectExtent l="0" t="0" r="0" b="0"/>
                      <wp:wrapNone/>
                      <wp:docPr id="2478" name="Rectangle 24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8" o:spid="_x0000_s1390" style="position:absolute;margin-left:102pt;margin-top:34pt;width:79pt;height:55pt;z-index:252235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0e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0&#10;BVoJMoBKX6FuRBx6huZox5uGOX09RzbZz8Y6tmDNLH9mySbZbLJiESfb3SJN75JFERbFYpuG2yzb&#10;7fJstf3lbkdpCcwVsXdwd9YdYn9H6CL9XCpfcmSUw/40hfA9mShMvaSBh1av578HG4zKlJ6t6w1v&#10;PqoHDfo7z4DpCE2tHtwfhEGT75LztUscWQrBIinyEHqJwlaWf3A2ZIGnXi4rbexHJgfkjAprKKav&#10;GzkBkvnoyxG49/q8s+y0n7wcSZa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ZQdHr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6800" behindDoc="0" locked="0" layoutInCell="1" allowOverlap="1" wp14:anchorId="74CB68CF" wp14:editId="3A80B9B2">
                      <wp:simplePos x="0" y="0"/>
                      <wp:positionH relativeFrom="column">
                        <wp:posOffset>1295400</wp:posOffset>
                      </wp:positionH>
                      <wp:positionV relativeFrom="paragraph">
                        <wp:posOffset>431800</wp:posOffset>
                      </wp:positionV>
                      <wp:extent cx="1003300" cy="698500"/>
                      <wp:effectExtent l="0" t="0" r="0" b="0"/>
                      <wp:wrapNone/>
                      <wp:docPr id="2479" name="Rectangle 24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9" o:spid="_x0000_s1391" style="position:absolute;margin-left:102pt;margin-top:34pt;width:79pt;height:55pt;z-index:252236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Ul7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0&#10;VWAkyAAqfYG6EXHoGZqjHW8a5vT1HNlkPxnr2II1s/yRJZtks8mKRZxsd4s0vU8WRVgUi20abrNs&#10;t8uz1fanux2lJTBXxN7D3Vl3iP0doYv0c6l8yZFRDvvzFML3bKIw9ZIGHlq9nv8ebDAqU3q2rje8&#10;+aQeNejvPAOmIzS1enB/EAZNvkvO1y5xZCkEi6TIQ+glCltZfuNsyAJPvVxW2tgPTA7IGRXWUExf&#10;N3ICJPPRlyNw7/V5Z9lpP3k5kuzG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MX1SXs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7824" behindDoc="0" locked="0" layoutInCell="1" allowOverlap="1" wp14:anchorId="7760BC19" wp14:editId="551D1480">
                      <wp:simplePos x="0" y="0"/>
                      <wp:positionH relativeFrom="column">
                        <wp:posOffset>1295400</wp:posOffset>
                      </wp:positionH>
                      <wp:positionV relativeFrom="paragraph">
                        <wp:posOffset>431800</wp:posOffset>
                      </wp:positionV>
                      <wp:extent cx="1003300" cy="698500"/>
                      <wp:effectExtent l="0" t="0" r="0" b="0"/>
                      <wp:wrapNone/>
                      <wp:docPr id="2480" name="Rectangle 248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0" o:spid="_x0000_s1392" style="position:absolute;margin-left:102pt;margin-top:34pt;width:79pt;height:55pt;z-index:252237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caD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AcJxoM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8848" behindDoc="0" locked="0" layoutInCell="1" allowOverlap="1" wp14:anchorId="57A8516F" wp14:editId="6F48EE7B">
                      <wp:simplePos x="0" y="0"/>
                      <wp:positionH relativeFrom="column">
                        <wp:posOffset>1295400</wp:posOffset>
                      </wp:positionH>
                      <wp:positionV relativeFrom="paragraph">
                        <wp:posOffset>431800</wp:posOffset>
                      </wp:positionV>
                      <wp:extent cx="1003300" cy="698500"/>
                      <wp:effectExtent l="0" t="0" r="0" b="0"/>
                      <wp:wrapNone/>
                      <wp:docPr id="2481" name="Rectangle 24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1" o:spid="_x0000_s1393" style="position:absolute;margin-left:102pt;margin-top:34pt;width:79pt;height:55pt;z-index:252238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2se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jzASZACVvkLdiDj0DM3RjjcNc/p6jmyyn411bMGaWf7Mkk2y2WTFIk62u0Wa3iWLIiyKxTYNt1m2&#10;2+XZavvL3Y7SEpgrYu/g7qw7xP6O0EX6uVS+5Mgoh/1pCuF7MlGYekkDD61ez38PNhiVKT1b1xve&#10;fFQPGvR3ngHTEZpaPbg/CIMm3yXna5c4shSCRVLkIfQSha0s/+BsyAJPvVxW2tiPTA7IGRXWUExf&#10;N3ICJPPRlyNw7/V5Z9lpP3k5kmzl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9q9rH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9872" behindDoc="0" locked="0" layoutInCell="1" allowOverlap="1" wp14:anchorId="5BF1D8BF" wp14:editId="6814FF29">
                      <wp:simplePos x="0" y="0"/>
                      <wp:positionH relativeFrom="column">
                        <wp:posOffset>1295400</wp:posOffset>
                      </wp:positionH>
                      <wp:positionV relativeFrom="paragraph">
                        <wp:posOffset>431800</wp:posOffset>
                      </wp:positionV>
                      <wp:extent cx="1003300" cy="698500"/>
                      <wp:effectExtent l="0" t="0" r="0" b="0"/>
                      <wp:wrapNone/>
                      <wp:docPr id="2482" name="Rectangle 24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2" o:spid="_x0000_s1394" style="position:absolute;margin-left:102pt;margin-top:34pt;width:79pt;height:55pt;z-index:252239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ghG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N&#10;Y4wEGUCl71A3IvY9Q3O0403DnL6eI5vsV2MdW7Bmlr+yZJ2s11mxiJPNdpGmt8miCItisUnDTZZt&#10;t3l2tfntbkdpCcwVsbdwd9YdYn9H6Cz9XCpfcmSUw/40hfA9mShMvaSBh1av5r8HG4zKlJ6t6w1v&#10;Pqh7Dfo7z4DpCE2tHtwfhEGT75LTpUscWQrBIinyEHqJwlaWf3I2ZIGnXi4rbexnJgfkjAprKKav&#10;GzkCkvnoyxG49/q8s+y0m7wcSZa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9IIR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0896" behindDoc="0" locked="0" layoutInCell="1" allowOverlap="1" wp14:anchorId="088DB7B1" wp14:editId="3FCCB514">
                      <wp:simplePos x="0" y="0"/>
                      <wp:positionH relativeFrom="column">
                        <wp:posOffset>1295400</wp:posOffset>
                      </wp:positionH>
                      <wp:positionV relativeFrom="paragraph">
                        <wp:posOffset>431800</wp:posOffset>
                      </wp:positionV>
                      <wp:extent cx="1003300" cy="698500"/>
                      <wp:effectExtent l="0" t="0" r="0" b="0"/>
                      <wp:wrapNone/>
                      <wp:docPr id="2483" name="Rectangle 248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3" o:spid="_x0000_s1395" style="position:absolute;margin-left:102pt;margin-top:34pt;width:79pt;height:55pt;z-index:252240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KXb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inSl2xkCAAANBAAADgAAAAAAAAAAAAAAAAAuAgAAZHJzL2Uyb0RvYy54bWxQSwECLQAUAAYA&#10;CAAAACEAT777NdwAAAAKAQAADwAAAAAAAAAAAAAAAABz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1920" behindDoc="0" locked="0" layoutInCell="1" allowOverlap="1" wp14:anchorId="2B4B8773" wp14:editId="0B980FB0">
                      <wp:simplePos x="0" y="0"/>
                      <wp:positionH relativeFrom="column">
                        <wp:posOffset>1295400</wp:posOffset>
                      </wp:positionH>
                      <wp:positionV relativeFrom="paragraph">
                        <wp:posOffset>431800</wp:posOffset>
                      </wp:positionV>
                      <wp:extent cx="1003300" cy="698500"/>
                      <wp:effectExtent l="0" t="0" r="0" b="0"/>
                      <wp:wrapNone/>
                      <wp:docPr id="2484" name="Rectangle 24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4" o:spid="_x0000_s1396" style="position:absolute;margin-left:102pt;margin-top:34pt;width:79pt;height:55pt;z-index:252241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Mj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TzESZACVvkLdiDj0DM3RjjcNc/p6jmyyn411bMGaWf7Mkk2y2WTFIk62u0Wa3iWLIiyKxTYNt1m2&#10;2+XZavvL3Y7SEpgrYu/g7qw7xP6O0EX6uVS+5Mgoh/1pCuF7MlGYekkDD61ez38PNhiVKT1b1xve&#10;fFQPGvR3ngHTEZpaPbg/CIMm3yXna5c4shSCRVLkIfQSha0s/+BsyAJPvVxW2tiPTA7IGRXWUExf&#10;N3ICJPPRlyNw7/V5Z9lpP3k5kpV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DzIz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2944" behindDoc="0" locked="0" layoutInCell="1" allowOverlap="1" wp14:anchorId="639E7C4C" wp14:editId="521353A3">
                      <wp:simplePos x="0" y="0"/>
                      <wp:positionH relativeFrom="column">
                        <wp:posOffset>1295400</wp:posOffset>
                      </wp:positionH>
                      <wp:positionV relativeFrom="paragraph">
                        <wp:posOffset>431800</wp:posOffset>
                      </wp:positionV>
                      <wp:extent cx="1003300" cy="698500"/>
                      <wp:effectExtent l="0" t="0" r="0" b="0"/>
                      <wp:wrapNone/>
                      <wp:docPr id="2485" name="Rectangle 24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5" o:spid="_x0000_s1397" style="position:absolute;margin-left:102pt;margin-top:34pt;width:79pt;height:55pt;z-index:252242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sYb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0&#10;v8FIkAFU+gJ1I+LQMzRHO940zOnrObLJfjLWsQVrZvkjSzbJZpMVizjZ7hZpep8sirAoFts03GbZ&#10;bpdnq+1PdztKS2CuiL2Hu7PuEPs7Qhfp51L5kiOjHPbnKYTv2URh6iUNPLR6Pf892GBUpvRsXW94&#10;80k9atDfeQZMR2hq9eD+IAyafJecr13iyFIIFkmRh9BLFLay/MbZkAWeermstLEfmByQMyqsoZi+&#10;buQESOajL0fg3uvzzrLTfvJyJKv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M7GG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3968" behindDoc="0" locked="0" layoutInCell="1" allowOverlap="1" wp14:anchorId="4A7C80DC" wp14:editId="2568604D">
                      <wp:simplePos x="0" y="0"/>
                      <wp:positionH relativeFrom="column">
                        <wp:posOffset>1295400</wp:posOffset>
                      </wp:positionH>
                      <wp:positionV relativeFrom="paragraph">
                        <wp:posOffset>431800</wp:posOffset>
                      </wp:positionV>
                      <wp:extent cx="1003300" cy="698500"/>
                      <wp:effectExtent l="0" t="0" r="0" b="0"/>
                      <wp:wrapNone/>
                      <wp:docPr id="2486" name="Rectangle 248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6" o:spid="_x0000_s1398" style="position:absolute;margin-left:102pt;margin-top:34pt;width:79pt;height:55pt;z-index:252243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wfz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nmEkSA9d+g51I2LfMTRFW17XzPXXc2Sj/WqsYwvWxPJXlqyT9TorZnGy2c7S9C6ZFWFRzDZpuMmy&#10;7TbPFpvf7naUlsBcEXsHd6e+Q+zvCJ1bP5XKlxwZ5bA/jyF8zyYK08K1NPDQLn8PNhiUKT1bpw1v&#10;PqoHDYedZ8B0hMZG9+4PjUGjV8npqhJHlkKwSIo8BC1R2MryT86enrxcVtrYz0z2yBkV1lBMXzdy&#10;BCTT0csRgPj6vLPsuBt9O5JF7N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iLB/M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4992" behindDoc="0" locked="0" layoutInCell="1" allowOverlap="1" wp14:anchorId="30431E6C" wp14:editId="19F2F4C5">
                      <wp:simplePos x="0" y="0"/>
                      <wp:positionH relativeFrom="column">
                        <wp:posOffset>1295400</wp:posOffset>
                      </wp:positionH>
                      <wp:positionV relativeFrom="paragraph">
                        <wp:posOffset>431800</wp:posOffset>
                      </wp:positionV>
                      <wp:extent cx="1003300" cy="698500"/>
                      <wp:effectExtent l="0" t="0" r="0" b="0"/>
                      <wp:wrapNone/>
                      <wp:docPr id="2487" name="Rectangle 24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7" o:spid="_x0000_s1399" style="position:absolute;margin-left:102pt;margin-top:34pt;width:79pt;height:55pt;z-index:252244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apu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X2EkyAAqfYW6EXHoGZqjHW8a5vT1HNlkPxvr2II1s/yZJZtks8mKRZxsd4s0vUsWRVgUi20abrNs&#10;t8uz1faXux2lJTBXxN7B3Vl3iP0doYv0c6l8yZFRDvvTFML3ZKIw9ZIGHlq9nv8ebDAqU3q2rje8&#10;+ageNOjvPAOmIzS1enB/EAZNvkvO1y5xZCkEi6TIQ+glCltZ/sHZkAWeermstLEfmRyQMyqsoZi+&#10;buQESOajL0fg3uvzzrLTfvJyJKv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Iktqm4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6016" behindDoc="0" locked="0" layoutInCell="1" allowOverlap="1" wp14:anchorId="18A4F3C0" wp14:editId="0B27B97C">
                      <wp:simplePos x="0" y="0"/>
                      <wp:positionH relativeFrom="column">
                        <wp:posOffset>1295400</wp:posOffset>
                      </wp:positionH>
                      <wp:positionV relativeFrom="paragraph">
                        <wp:posOffset>431800</wp:posOffset>
                      </wp:positionV>
                      <wp:extent cx="1003300" cy="698500"/>
                      <wp:effectExtent l="0" t="0" r="0" b="0"/>
                      <wp:wrapNone/>
                      <wp:docPr id="2488" name="Rectangle 24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8" o:spid="_x0000_s1400" style="position:absolute;margin-left:102pt;margin-top:34pt;width:79pt;height:55pt;z-index:252246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9KE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nx9KE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7040" behindDoc="0" locked="0" layoutInCell="1" allowOverlap="1" wp14:anchorId="0E038E63" wp14:editId="397A1241">
                      <wp:simplePos x="0" y="0"/>
                      <wp:positionH relativeFrom="column">
                        <wp:posOffset>1295400</wp:posOffset>
                      </wp:positionH>
                      <wp:positionV relativeFrom="paragraph">
                        <wp:posOffset>431800</wp:posOffset>
                      </wp:positionV>
                      <wp:extent cx="1003300" cy="698500"/>
                      <wp:effectExtent l="0" t="0" r="0" b="0"/>
                      <wp:wrapNone/>
                      <wp:docPr id="2489" name="Rectangle 248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9" o:spid="_x0000_s1401" style="position:absolute;margin-left:102pt;margin-top:34pt;width:79pt;height:55pt;z-index:252247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X8Z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T&#10;vMBIkB669A3qRsS+Y2iKtryumeuv58hG+8VYxxasieXPLFkn63VWzOJks52l6X0yK8KimG3ScJNl&#10;222eLTa/3O0oLYG5IvYe7k59h9j7CJ1bP5XKlxwZ5bC/jCF8LyYK08K1NPDQLn8PNhiUKT1bpw1v&#10;PqlHDYedZ8B0hMZG9+4PjUGjV8npqhJHlkKwSIo8BC1R2MryG2dPT14uK23sJyZ75IwKayimrxs5&#10;ApLp6OUIQHx93ll23I2+Hcnix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WYX8Z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8064" behindDoc="0" locked="0" layoutInCell="1" allowOverlap="1" wp14:anchorId="1B1B1A7D" wp14:editId="79D3DCD6">
                      <wp:simplePos x="0" y="0"/>
                      <wp:positionH relativeFrom="column">
                        <wp:posOffset>1295400</wp:posOffset>
                      </wp:positionH>
                      <wp:positionV relativeFrom="paragraph">
                        <wp:posOffset>431800</wp:posOffset>
                      </wp:positionV>
                      <wp:extent cx="1003300" cy="698500"/>
                      <wp:effectExtent l="0" t="0" r="0" b="0"/>
                      <wp:wrapNone/>
                      <wp:docPr id="2490" name="Rectangle 24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0" o:spid="_x0000_s1402" style="position:absolute;margin-left:102pt;margin-top:34pt;width:79pt;height:55pt;z-index:252248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GQf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0&#10;gAIJMoBKX6FuRBx6huZox5uGOX09RzbZz8Y6tmDNLH9mySbZbLJiESfb3SJN75JFERbFYpuG2yzb&#10;7fJstf3lbkdpCcwVsXdwd9YdYn9H6CL9XCpfcmSUw/40hfA9mShMvaSBh1av578HG4zKlJ6t6w1v&#10;PqoHDfo7z4DpCE2tHtwfhEGT75LztUscWQrBIinyEEpFYSvLPzgbssBTL5eVNvYjkwNyRoU1FNPX&#10;jZwAyXz05Qjce33eWXbaT16OZJW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PBkH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9088" behindDoc="0" locked="0" layoutInCell="1" allowOverlap="1" wp14:anchorId="4FCBFD1F" wp14:editId="5FBA6002">
                      <wp:simplePos x="0" y="0"/>
                      <wp:positionH relativeFrom="column">
                        <wp:posOffset>1295400</wp:posOffset>
                      </wp:positionH>
                      <wp:positionV relativeFrom="paragraph">
                        <wp:posOffset>431800</wp:posOffset>
                      </wp:positionV>
                      <wp:extent cx="1003300" cy="698500"/>
                      <wp:effectExtent l="0" t="0" r="0" b="0"/>
                      <wp:wrapNone/>
                      <wp:docPr id="2491" name="Rectangle 24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1" o:spid="_x0000_s1403" style="position:absolute;margin-left:102pt;margin-top:34pt;width:79pt;height:55pt;z-index:252249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mrI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0&#10;iDASZACVvkLdiDj0DM3RjjcNc/p6jmyyn411bMGaWf7Mkk2y2WTFIk62u0Wa3iWLIiyKxTYNt1m2&#10;2+XZavvL3Y7SEpgrYu/g7qw7xP6O0EX6uVS+5Mgoh/1pCuF7MlGYekkDD61ez38PNhiVKT1b1xve&#10;fFQPGvR3ngHTEZpaPbg/CIMm3yXna5c4shSCRVLkIfQSha0s/+BsyAJPvVxW2tiPTA7IGRXWUExf&#10;N3ICJPPRlyNw7/V5Z9lpP3k5ktX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wCasg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0112" behindDoc="0" locked="0" layoutInCell="1" allowOverlap="1" wp14:anchorId="0C020D16" wp14:editId="45BCCF19">
                      <wp:simplePos x="0" y="0"/>
                      <wp:positionH relativeFrom="column">
                        <wp:posOffset>1295400</wp:posOffset>
                      </wp:positionH>
                      <wp:positionV relativeFrom="paragraph">
                        <wp:posOffset>431800</wp:posOffset>
                      </wp:positionV>
                      <wp:extent cx="1003300" cy="698500"/>
                      <wp:effectExtent l="0" t="0" r="0" b="0"/>
                      <wp:wrapNone/>
                      <wp:docPr id="2492" name="Rectangle 249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2" o:spid="_x0000_s1404" style="position:absolute;margin-left:102pt;margin-top:34pt;width:79pt;height:55pt;z-index:252250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6raGg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Arqto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1136" behindDoc="0" locked="0" layoutInCell="1" allowOverlap="1" wp14:anchorId="7761BE35" wp14:editId="7BCAE612">
                      <wp:simplePos x="0" y="0"/>
                      <wp:positionH relativeFrom="column">
                        <wp:posOffset>1295400</wp:posOffset>
                      </wp:positionH>
                      <wp:positionV relativeFrom="paragraph">
                        <wp:posOffset>431800</wp:posOffset>
                      </wp:positionV>
                      <wp:extent cx="1003300" cy="698500"/>
                      <wp:effectExtent l="0" t="0" r="0" b="0"/>
                      <wp:wrapNone/>
                      <wp:docPr id="2493" name="Rectangle 24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3" o:spid="_x0000_s1405" style="position:absolute;margin-left:102pt;margin-top:34pt;width:79pt;height:55pt;z-index:252251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dH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0&#10;SDASZACVvkLdiDj0DM3RjjcNc/p6jmyyn411bMGaWf7Mkk2y2WTFIk62u0Wa3iWLIiyKxTYNt1m2&#10;2+XZavvL3Y7SEpgrYu/g7qw7xP6O0EX6uVS+5Mgoh/1pCuF7MlGYekkDD61ez38PNhiVKT1b1xve&#10;fFQPGvR3ngHTEZpaPbg/CIMm3yXna5c4shSCRVLkIfQSha0s/+BsyAJPvVxW2tiPTA7IGRXWUExf&#10;N3ICJPPRlyNw7/V5Z9lpP3k5klX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wY0HR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2160" behindDoc="0" locked="0" layoutInCell="1" allowOverlap="1" wp14:anchorId="31E93341" wp14:editId="5A60220C">
                      <wp:simplePos x="0" y="0"/>
                      <wp:positionH relativeFrom="column">
                        <wp:posOffset>1295400</wp:posOffset>
                      </wp:positionH>
                      <wp:positionV relativeFrom="paragraph">
                        <wp:posOffset>431800</wp:posOffset>
                      </wp:positionV>
                      <wp:extent cx="1003300" cy="698500"/>
                      <wp:effectExtent l="0" t="0" r="0" b="0"/>
                      <wp:wrapNone/>
                      <wp:docPr id="2494" name="Rectangle 24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4" o:spid="_x0000_s1406" style="position:absolute;margin-left:102pt;margin-top:34pt;width:79pt;height:55pt;z-index:252252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3N7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4G9ze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3184" behindDoc="0" locked="0" layoutInCell="1" allowOverlap="1" wp14:anchorId="3507139B" wp14:editId="6B87F4B4">
                      <wp:simplePos x="0" y="0"/>
                      <wp:positionH relativeFrom="column">
                        <wp:posOffset>1295400</wp:posOffset>
                      </wp:positionH>
                      <wp:positionV relativeFrom="paragraph">
                        <wp:posOffset>431800</wp:posOffset>
                      </wp:positionV>
                      <wp:extent cx="1003300" cy="698500"/>
                      <wp:effectExtent l="0" t="0" r="0" b="0"/>
                      <wp:wrapNone/>
                      <wp:docPr id="2495" name="Rectangle 249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5" o:spid="_x0000_s1407" style="position:absolute;margin-left:102pt;margin-top:34pt;width:79pt;height:55pt;z-index:252253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d7m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HJ3uY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4208" behindDoc="0" locked="0" layoutInCell="1" allowOverlap="1" wp14:anchorId="59C37D99" wp14:editId="3BB6391D">
                      <wp:simplePos x="0" y="0"/>
                      <wp:positionH relativeFrom="column">
                        <wp:posOffset>1295400</wp:posOffset>
                      </wp:positionH>
                      <wp:positionV relativeFrom="paragraph">
                        <wp:posOffset>431800</wp:posOffset>
                      </wp:positionV>
                      <wp:extent cx="1003300" cy="698500"/>
                      <wp:effectExtent l="0" t="0" r="0" b="0"/>
                      <wp:wrapNone/>
                      <wp:docPr id="2496" name="Rectangle 24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6" o:spid="_x0000_s1408" style="position:absolute;margin-left:102pt;margin-top:34pt;width:79pt;height:55pt;z-index:252254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B8O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t&#10;MowEGUCl71A3IvY9Q3O0403DnL6eI5vsV2MdW7Bmlr+yZJ2s11mxiJPNdpGmt8miCItisUnDTZZt&#10;t3l2tfntbkdpCcwVsbdwd9YdYn9H6Cz9XCpfcmSUw/40hfA9mShMvaSBh1av5r8HG4zKlJ6t6w1v&#10;Pqh7Dfo7z4DpCE2tHtwfhEGT75LTpUscWQrBIinyEHqJwlaWf3I2ZIGnXi4rbexnJgfkjAprKKav&#10;GzkCkvnoyxG49/q8s+y0m7wcSR67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4YwfD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5232" behindDoc="0" locked="0" layoutInCell="1" allowOverlap="1" wp14:anchorId="58B9E1E7" wp14:editId="6E1C48FC">
                      <wp:simplePos x="0" y="0"/>
                      <wp:positionH relativeFrom="column">
                        <wp:posOffset>1295400</wp:posOffset>
                      </wp:positionH>
                      <wp:positionV relativeFrom="paragraph">
                        <wp:posOffset>431800</wp:posOffset>
                      </wp:positionV>
                      <wp:extent cx="1003300" cy="698500"/>
                      <wp:effectExtent l="0" t="0" r="0" b="0"/>
                      <wp:wrapNone/>
                      <wp:docPr id="2497" name="Rectangle 24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7" o:spid="_x0000_s1409" style="position:absolute;margin-left:102pt;margin-top:34pt;width:79pt;height:55pt;z-index:252255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hHZ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0&#10;WGEkyAAqfYW6EXHoGZqjHW8a5vT1HNlkPxvr2II1s/yZJZtks8mKRZxsd4s0vUsWRVgUi20abrNs&#10;t8uz1faXux2lJTBXxN7B3Vl3iP0doYv0c6l8yZFRDvvTFML3ZKIw9ZIGHlq9nv8ebDAqU3q2rje8&#10;+ageNOjvPAOmIzS1enB/EAZNvkvO1y5xZCkEi6TIQ+glCltZ/sHZkAWeermstLEfmRyQMyqsoZi+&#10;buQESOajL0fg3uvzzrLTfvJyJHni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QX4R2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p>
        </w:tc>
      </w:tr>
    </w:tbl>
    <w:p w:rsidR="00FE7038" w:rsidRDefault="00FE7038" w:rsidP="00FE7038">
      <w:pPr>
        <w:spacing w:line="276" w:lineRule="auto"/>
        <w:outlineLvl w:val="0"/>
        <w:rPr>
          <w:rFonts w:ascii="Century Gothic" w:hAnsi="Century Gothic"/>
          <w:bCs/>
          <w:color w:val="000000" w:themeColor="text1"/>
          <w:szCs w:val="144"/>
        </w:rPr>
      </w:pPr>
    </w:p>
    <w:tbl>
      <w:tblPr>
        <w:tblW w:w="10732" w:type="dxa"/>
        <w:tblLook w:val="04A0" w:firstRow="1" w:lastRow="0" w:firstColumn="1" w:lastColumn="0" w:noHBand="0" w:noVBand="1"/>
      </w:tblPr>
      <w:tblGrid>
        <w:gridCol w:w="10732"/>
      </w:tblGrid>
      <w:tr w:rsidR="00FE7038" w:rsidRPr="00F14F57" w:rsidTr="00FC28FE">
        <w:trPr>
          <w:trHeight w:val="286"/>
        </w:trPr>
        <w:tc>
          <w:tcPr>
            <w:tcW w:w="10732" w:type="dxa"/>
            <w:tcBorders>
              <w:top w:val="nil"/>
              <w:left w:val="nil"/>
              <w:bottom w:val="single" w:sz="4" w:space="0" w:color="BFBFBF"/>
              <w:right w:val="nil"/>
            </w:tcBorders>
            <w:shd w:val="clear" w:color="auto" w:fill="auto"/>
            <w:vAlign w:val="center"/>
            <w:hideMark/>
          </w:tcPr>
          <w:p w:rsidR="00FE7038" w:rsidRPr="00F14F57" w:rsidRDefault="00FE7038" w:rsidP="009372B2">
            <w:pPr>
              <w:ind w:left="-55"/>
              <w:rPr>
                <w:rFonts w:ascii="Century Gothic" w:hAnsi="Century Gothic" w:cs="Calibri"/>
                <w:color w:val="000000"/>
                <w:sz w:val="18"/>
                <w:szCs w:val="18"/>
              </w:rPr>
            </w:pPr>
            <w:r>
              <w:rPr>
                <w:rFonts w:ascii="Century Gothic" w:hAnsi="Century Gothic" w:cs="Calibri"/>
                <w:color w:val="000000"/>
                <w:sz w:val="18"/>
                <w:szCs w:val="18"/>
              </w:rPr>
              <w:t>PROJECT DOCUMENT REPOSITORY</w:t>
            </w:r>
          </w:p>
        </w:tc>
      </w:tr>
      <w:tr w:rsidR="00FE7038" w:rsidRPr="00F14F57" w:rsidTr="00FC28FE">
        <w:trPr>
          <w:trHeight w:val="1440"/>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FE7038" w:rsidRPr="00F14F57" w:rsidRDefault="00FE7038"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257280" behindDoc="0" locked="0" layoutInCell="1" allowOverlap="1" wp14:anchorId="4E28E53B" wp14:editId="11EEE1AD">
                      <wp:simplePos x="0" y="0"/>
                      <wp:positionH relativeFrom="column">
                        <wp:posOffset>1320800</wp:posOffset>
                      </wp:positionH>
                      <wp:positionV relativeFrom="paragraph">
                        <wp:posOffset>431800</wp:posOffset>
                      </wp:positionV>
                      <wp:extent cx="1003300" cy="698500"/>
                      <wp:effectExtent l="0" t="0" r="0" b="0"/>
                      <wp:wrapNone/>
                      <wp:docPr id="2498" name="Rectangle 249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8" o:spid="_x0000_s1410" style="position:absolute;margin-left:104pt;margin-top:34pt;width:79pt;height:55pt;z-index:252257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YL2Gg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ZwmC9h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8304" behindDoc="0" locked="0" layoutInCell="1" allowOverlap="1" wp14:anchorId="14546A24" wp14:editId="057894B7">
                      <wp:simplePos x="0" y="0"/>
                      <wp:positionH relativeFrom="column">
                        <wp:posOffset>1320800</wp:posOffset>
                      </wp:positionH>
                      <wp:positionV relativeFrom="paragraph">
                        <wp:posOffset>431800</wp:posOffset>
                      </wp:positionV>
                      <wp:extent cx="1003300" cy="698500"/>
                      <wp:effectExtent l="0" t="0" r="0" b="0"/>
                      <wp:wrapNone/>
                      <wp:docPr id="2499" name="Rectangle 24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9" o:spid="_x0000_s1411" style="position:absolute;margin-left:104pt;margin-top:34pt;width:79pt;height:55pt;z-index:252258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9r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lq8va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9328" behindDoc="0" locked="0" layoutInCell="1" allowOverlap="1" wp14:anchorId="7DEDD557" wp14:editId="281E78E5">
                      <wp:simplePos x="0" y="0"/>
                      <wp:positionH relativeFrom="column">
                        <wp:posOffset>1320800</wp:posOffset>
                      </wp:positionH>
                      <wp:positionV relativeFrom="paragraph">
                        <wp:posOffset>431800</wp:posOffset>
                      </wp:positionV>
                      <wp:extent cx="1003300" cy="698500"/>
                      <wp:effectExtent l="0" t="0" r="0" b="0"/>
                      <wp:wrapNone/>
                      <wp:docPr id="2500" name="Rectangle 25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0" o:spid="_x0000_s1412" style="position:absolute;margin-left:104pt;margin-top:34pt;width:79pt;height:55pt;z-index:252259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xD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HdExD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0352" behindDoc="0" locked="0" layoutInCell="1" allowOverlap="1" wp14:anchorId="3410C0A2" wp14:editId="01BADFB8">
                      <wp:simplePos x="0" y="0"/>
                      <wp:positionH relativeFrom="column">
                        <wp:posOffset>1320800</wp:posOffset>
                      </wp:positionH>
                      <wp:positionV relativeFrom="paragraph">
                        <wp:posOffset>431800</wp:posOffset>
                      </wp:positionV>
                      <wp:extent cx="1003300" cy="698500"/>
                      <wp:effectExtent l="0" t="0" r="0" b="0"/>
                      <wp:wrapNone/>
                      <wp:docPr id="2501" name="Rectangle 250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1" o:spid="_x0000_s1413" style="position:absolute;margin-left:104pt;margin-top:34pt;width:79pt;height:55pt;z-index:252260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uHe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bS4d4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1376" behindDoc="0" locked="0" layoutInCell="1" allowOverlap="1" wp14:anchorId="792559A7" wp14:editId="28ED4446">
                      <wp:simplePos x="0" y="0"/>
                      <wp:positionH relativeFrom="column">
                        <wp:posOffset>1320800</wp:posOffset>
                      </wp:positionH>
                      <wp:positionV relativeFrom="paragraph">
                        <wp:posOffset>431800</wp:posOffset>
                      </wp:positionV>
                      <wp:extent cx="1003300" cy="698500"/>
                      <wp:effectExtent l="0" t="0" r="0" b="0"/>
                      <wp:wrapNone/>
                      <wp:docPr id="2502" name="Rectangle 25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2" o:spid="_x0000_s1414" style="position:absolute;margin-left:104pt;margin-top:34pt;width:79pt;height:55pt;z-index:252261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HM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q+yHM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2400" behindDoc="0" locked="0" layoutInCell="1" allowOverlap="1" wp14:anchorId="3160EB80" wp14:editId="6E375E92">
                      <wp:simplePos x="0" y="0"/>
                      <wp:positionH relativeFrom="column">
                        <wp:posOffset>1320800</wp:posOffset>
                      </wp:positionH>
                      <wp:positionV relativeFrom="paragraph">
                        <wp:posOffset>431800</wp:posOffset>
                      </wp:positionV>
                      <wp:extent cx="1003300" cy="698500"/>
                      <wp:effectExtent l="0" t="0" r="0" b="0"/>
                      <wp:wrapNone/>
                      <wp:docPr id="2503" name="Rectangle 25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3" o:spid="_x0000_s1415" style="position:absolute;margin-left:104pt;margin-top:34pt;width:79pt;height:55pt;z-index:252262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S8b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gkvG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3424" behindDoc="0" locked="0" layoutInCell="1" allowOverlap="1" wp14:anchorId="5D33F568" wp14:editId="2D5A860D">
                      <wp:simplePos x="0" y="0"/>
                      <wp:positionH relativeFrom="column">
                        <wp:posOffset>1320800</wp:posOffset>
                      </wp:positionH>
                      <wp:positionV relativeFrom="paragraph">
                        <wp:posOffset>431800</wp:posOffset>
                      </wp:positionV>
                      <wp:extent cx="1003300" cy="698500"/>
                      <wp:effectExtent l="0" t="0" r="0" b="0"/>
                      <wp:wrapNone/>
                      <wp:docPr id="2504" name="Rectangle 250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4" o:spid="_x0000_s1416" style="position:absolute;margin-left:104pt;margin-top:34pt;width:79pt;height:55pt;z-index:252263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UIMGgIAAA0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aEFCDB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4448" behindDoc="0" locked="0" layoutInCell="1" allowOverlap="1" wp14:anchorId="04D57073" wp14:editId="0B47A972">
                      <wp:simplePos x="0" y="0"/>
                      <wp:positionH relativeFrom="column">
                        <wp:posOffset>1320800</wp:posOffset>
                      </wp:positionH>
                      <wp:positionV relativeFrom="paragraph">
                        <wp:posOffset>431800</wp:posOffset>
                      </wp:positionV>
                      <wp:extent cx="1003300" cy="698500"/>
                      <wp:effectExtent l="0" t="0" r="0" b="0"/>
                      <wp:wrapNone/>
                      <wp:docPr id="2505" name="Rectangle 25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5" o:spid="_x0000_s1417" style="position:absolute;margin-left:104pt;margin-top:34pt;width:79pt;height:55pt;z-index:252264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RHQIAAA0EAAAOAAAAZHJzL2Uyb0RvYy54bWysU01v2zAMvQ/YfxB0d/wZ1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mefvk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5472" behindDoc="0" locked="0" layoutInCell="1" allowOverlap="1" wp14:anchorId="573C40B2" wp14:editId="3D8AD50A">
                      <wp:simplePos x="0" y="0"/>
                      <wp:positionH relativeFrom="column">
                        <wp:posOffset>1320800</wp:posOffset>
                      </wp:positionH>
                      <wp:positionV relativeFrom="paragraph">
                        <wp:posOffset>431800</wp:posOffset>
                      </wp:positionV>
                      <wp:extent cx="1003300" cy="698500"/>
                      <wp:effectExtent l="0" t="0" r="0" b="0"/>
                      <wp:wrapNone/>
                      <wp:docPr id="2506" name="Rectangle 25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6" o:spid="_x0000_s1418" style="position:absolute;margin-left:104pt;margin-top:34pt;width:79pt;height:55pt;z-index:252265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o0z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OPaNM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6496" behindDoc="0" locked="0" layoutInCell="1" allowOverlap="1" wp14:anchorId="121BBB73" wp14:editId="4CF2E3F2">
                      <wp:simplePos x="0" y="0"/>
                      <wp:positionH relativeFrom="column">
                        <wp:posOffset>1320800</wp:posOffset>
                      </wp:positionH>
                      <wp:positionV relativeFrom="paragraph">
                        <wp:posOffset>431800</wp:posOffset>
                      </wp:positionV>
                      <wp:extent cx="1003300" cy="698500"/>
                      <wp:effectExtent l="0" t="0" r="0" b="0"/>
                      <wp:wrapNone/>
                      <wp:docPr id="2507" name="Rectangle 250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7" o:spid="_x0000_s1419" style="position:absolute;margin-left:104pt;margin-top:34pt;width:79pt;height:55pt;z-index:252266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CCu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lQIK4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7520" behindDoc="0" locked="0" layoutInCell="1" allowOverlap="1" wp14:anchorId="1D1FAB75" wp14:editId="63017A99">
                      <wp:simplePos x="0" y="0"/>
                      <wp:positionH relativeFrom="column">
                        <wp:posOffset>1320800</wp:posOffset>
                      </wp:positionH>
                      <wp:positionV relativeFrom="paragraph">
                        <wp:posOffset>431800</wp:posOffset>
                      </wp:positionV>
                      <wp:extent cx="1003300" cy="698500"/>
                      <wp:effectExtent l="0" t="0" r="0" b="0"/>
                      <wp:wrapNone/>
                      <wp:docPr id="2508" name="Rectangle 25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8" o:spid="_x0000_s1420" style="position:absolute;margin-left:104pt;margin-top:34pt;width:79pt;height:55pt;z-index:252267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vsO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u77D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8544" behindDoc="0" locked="0" layoutInCell="1" allowOverlap="1" wp14:anchorId="4AC92A48" wp14:editId="2267D8CF">
                      <wp:simplePos x="0" y="0"/>
                      <wp:positionH relativeFrom="column">
                        <wp:posOffset>1320800</wp:posOffset>
                      </wp:positionH>
                      <wp:positionV relativeFrom="paragraph">
                        <wp:posOffset>431800</wp:posOffset>
                      </wp:positionV>
                      <wp:extent cx="1003300" cy="698500"/>
                      <wp:effectExtent l="0" t="0" r="0" b="0"/>
                      <wp:wrapNone/>
                      <wp:docPr id="2509" name="Rectangle 25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9" o:spid="_x0000_s1421" style="position:absolute;margin-left:104pt;margin-top:34pt;width:79pt;height:55pt;z-index:25226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PXZHQIAAA0EAAAOAAAAZHJzL2Uyb0RvYy54bWysU01v2zAMvQ/YfxB0d/wZ1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Fhz12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9568" behindDoc="0" locked="0" layoutInCell="1" allowOverlap="1" wp14:anchorId="04F55013" wp14:editId="520D9855">
                      <wp:simplePos x="0" y="0"/>
                      <wp:positionH relativeFrom="column">
                        <wp:posOffset>1320800</wp:posOffset>
                      </wp:positionH>
                      <wp:positionV relativeFrom="paragraph">
                        <wp:posOffset>431800</wp:posOffset>
                      </wp:positionV>
                      <wp:extent cx="1003300" cy="698500"/>
                      <wp:effectExtent l="0" t="0" r="0" b="0"/>
                      <wp:wrapNone/>
                      <wp:docPr id="2510" name="Rectangle 251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0" o:spid="_x0000_s1422" style="position:absolute;margin-left:104pt;margin-top:34pt;width:79pt;height:55pt;z-index:25226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AyN7t8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0592" behindDoc="0" locked="0" layoutInCell="1" allowOverlap="1" wp14:anchorId="6E99CDE4" wp14:editId="1D7C9BF1">
                      <wp:simplePos x="0" y="0"/>
                      <wp:positionH relativeFrom="column">
                        <wp:posOffset>1320800</wp:posOffset>
                      </wp:positionH>
                      <wp:positionV relativeFrom="paragraph">
                        <wp:posOffset>431800</wp:posOffset>
                      </wp:positionV>
                      <wp:extent cx="1003300" cy="698500"/>
                      <wp:effectExtent l="0" t="0" r="0" b="0"/>
                      <wp:wrapNone/>
                      <wp:docPr id="2511" name="Rectangle 251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1" o:spid="_x0000_s1423" style="position:absolute;margin-left:104pt;margin-top:34pt;width:79pt;height:55pt;z-index:25227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0NC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tDQ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1616" behindDoc="0" locked="0" layoutInCell="1" allowOverlap="1" wp14:anchorId="5077269F" wp14:editId="061172D7">
                      <wp:simplePos x="0" y="0"/>
                      <wp:positionH relativeFrom="column">
                        <wp:posOffset>1320800</wp:posOffset>
                      </wp:positionH>
                      <wp:positionV relativeFrom="paragraph">
                        <wp:posOffset>431800</wp:posOffset>
                      </wp:positionV>
                      <wp:extent cx="1003300" cy="698500"/>
                      <wp:effectExtent l="0" t="0" r="0" b="0"/>
                      <wp:wrapNone/>
                      <wp:docPr id="2512" name="Rectangle 25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2" o:spid="_x0000_s1424" style="position:absolute;margin-left:104pt;margin-top:34pt;width:79pt;height:55pt;z-index:25227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wViAa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2640" behindDoc="0" locked="0" layoutInCell="1" allowOverlap="1" wp14:anchorId="666F43BF" wp14:editId="5586E594">
                      <wp:simplePos x="0" y="0"/>
                      <wp:positionH relativeFrom="column">
                        <wp:posOffset>1320800</wp:posOffset>
                      </wp:positionH>
                      <wp:positionV relativeFrom="paragraph">
                        <wp:posOffset>431800</wp:posOffset>
                      </wp:positionV>
                      <wp:extent cx="1003300" cy="698500"/>
                      <wp:effectExtent l="0" t="0" r="0" b="0"/>
                      <wp:wrapNone/>
                      <wp:docPr id="2513" name="Rectangle 251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3" o:spid="_x0000_s1425" style="position:absolute;margin-left:104pt;margin-top:34pt;width:79pt;height:55pt;z-index:25227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I2HGgIAAA0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gfCNhx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3664" behindDoc="0" locked="0" layoutInCell="1" allowOverlap="1" wp14:anchorId="33224DE3" wp14:editId="4612BF40">
                      <wp:simplePos x="0" y="0"/>
                      <wp:positionH relativeFrom="column">
                        <wp:posOffset>1320800</wp:posOffset>
                      </wp:positionH>
                      <wp:positionV relativeFrom="paragraph">
                        <wp:posOffset>431800</wp:posOffset>
                      </wp:positionV>
                      <wp:extent cx="1003300" cy="698500"/>
                      <wp:effectExtent l="0" t="0" r="0" b="0"/>
                      <wp:wrapNone/>
                      <wp:docPr id="2514" name="Rectangle 251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4" o:spid="_x0000_s1426" style="position:absolute;margin-left:104pt;margin-top:34pt;width:79pt;height:55pt;z-index:25227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60x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V960x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4688" behindDoc="0" locked="0" layoutInCell="1" allowOverlap="1" wp14:anchorId="583FE685" wp14:editId="267B6837">
                      <wp:simplePos x="0" y="0"/>
                      <wp:positionH relativeFrom="column">
                        <wp:posOffset>1320800</wp:posOffset>
                      </wp:positionH>
                      <wp:positionV relativeFrom="paragraph">
                        <wp:posOffset>431800</wp:posOffset>
                      </wp:positionV>
                      <wp:extent cx="1003300" cy="698500"/>
                      <wp:effectExtent l="0" t="0" r="0" b="0"/>
                      <wp:wrapNone/>
                      <wp:docPr id="2515" name="Rectangle 25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5" o:spid="_x0000_s1427" style="position:absolute;margin-left:104pt;margin-top:34pt;width:79pt;height:55pt;z-index:25227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aPmHQIAAA0EAAAOAAAAZHJzL2Uyb0RvYy54bWysU01v2zAMvQ/YfxB0d/wZ1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NQWj5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5712" behindDoc="0" locked="0" layoutInCell="1" allowOverlap="1" wp14:anchorId="6759CF09" wp14:editId="7B6869ED">
                      <wp:simplePos x="0" y="0"/>
                      <wp:positionH relativeFrom="column">
                        <wp:posOffset>1320800</wp:posOffset>
                      </wp:positionH>
                      <wp:positionV relativeFrom="paragraph">
                        <wp:posOffset>431800</wp:posOffset>
                      </wp:positionV>
                      <wp:extent cx="1003300" cy="698500"/>
                      <wp:effectExtent l="0" t="0" r="0" b="0"/>
                      <wp:wrapNone/>
                      <wp:docPr id="2516" name="Rectangle 251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6" o:spid="_x0000_s1428" style="position:absolute;margin-left:104pt;margin-top:34pt;width:79pt;height:55pt;z-index:25227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GIOGwIAAA0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VAYg4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6736" behindDoc="0" locked="0" layoutInCell="1" allowOverlap="1" wp14:anchorId="6FB4AB3F" wp14:editId="011A7D5C">
                      <wp:simplePos x="0" y="0"/>
                      <wp:positionH relativeFrom="column">
                        <wp:posOffset>1320800</wp:posOffset>
                      </wp:positionH>
                      <wp:positionV relativeFrom="paragraph">
                        <wp:posOffset>431800</wp:posOffset>
                      </wp:positionV>
                      <wp:extent cx="1003300" cy="698500"/>
                      <wp:effectExtent l="0" t="0" r="0" b="0"/>
                      <wp:wrapNone/>
                      <wp:docPr id="2517" name="Rectangle 251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7" o:spid="_x0000_s1429" style="position:absolute;margin-left:104pt;margin-top:34pt;width:79pt;height:55pt;z-index:25227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s+THQIAAA0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NObPk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7760" behindDoc="0" locked="0" layoutInCell="1" allowOverlap="1" wp14:anchorId="7047F46E" wp14:editId="13792124">
                      <wp:simplePos x="0" y="0"/>
                      <wp:positionH relativeFrom="column">
                        <wp:posOffset>1320800</wp:posOffset>
                      </wp:positionH>
                      <wp:positionV relativeFrom="paragraph">
                        <wp:posOffset>431800</wp:posOffset>
                      </wp:positionV>
                      <wp:extent cx="1003300" cy="698500"/>
                      <wp:effectExtent l="0" t="0" r="0" b="0"/>
                      <wp:wrapNone/>
                      <wp:docPr id="2518" name="Rectangle 25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8" o:spid="_x0000_s1430" style="position:absolute;margin-left:104pt;margin-top:34pt;width:79pt;height:55pt;z-index:25227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Ld5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Ggy3e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8784" behindDoc="0" locked="0" layoutInCell="1" allowOverlap="1" wp14:anchorId="28F926CA" wp14:editId="7951DC82">
                      <wp:simplePos x="0" y="0"/>
                      <wp:positionH relativeFrom="column">
                        <wp:posOffset>1320800</wp:posOffset>
                      </wp:positionH>
                      <wp:positionV relativeFrom="paragraph">
                        <wp:posOffset>431800</wp:posOffset>
                      </wp:positionV>
                      <wp:extent cx="1003300" cy="698500"/>
                      <wp:effectExtent l="0" t="0" r="0" b="0"/>
                      <wp:wrapNone/>
                      <wp:docPr id="2519" name="Rectangle 251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9" o:spid="_x0000_s1431" style="position:absolute;margin-left:104pt;margin-top:34pt;width:79pt;height:55pt;z-index:25227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hrk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OuqGuQ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9808" behindDoc="0" locked="0" layoutInCell="1" allowOverlap="1" wp14:anchorId="54857238" wp14:editId="1E7BA616">
                      <wp:simplePos x="0" y="0"/>
                      <wp:positionH relativeFrom="column">
                        <wp:posOffset>1320800</wp:posOffset>
                      </wp:positionH>
                      <wp:positionV relativeFrom="paragraph">
                        <wp:posOffset>431800</wp:posOffset>
                      </wp:positionV>
                      <wp:extent cx="1003300" cy="698500"/>
                      <wp:effectExtent l="0" t="0" r="0" b="0"/>
                      <wp:wrapNone/>
                      <wp:docPr id="2520" name="Rectangle 252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0" o:spid="_x0000_s1432" style="position:absolute;margin-left:104pt;margin-top:34pt;width:79pt;height:55pt;z-index:25227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OvG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2fTrx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0832" behindDoc="0" locked="0" layoutInCell="1" allowOverlap="1" wp14:anchorId="089F685F" wp14:editId="6673B7D6">
                      <wp:simplePos x="0" y="0"/>
                      <wp:positionH relativeFrom="column">
                        <wp:posOffset>1320800</wp:posOffset>
                      </wp:positionH>
                      <wp:positionV relativeFrom="paragraph">
                        <wp:posOffset>431800</wp:posOffset>
                      </wp:positionV>
                      <wp:extent cx="1003300" cy="698500"/>
                      <wp:effectExtent l="0" t="0" r="0" b="0"/>
                      <wp:wrapNone/>
                      <wp:docPr id="2521" name="Rectangle 25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1" o:spid="_x0000_s1433" style="position:absolute;margin-left:104pt;margin-top:34pt;width:79pt;height:55pt;z-index:25228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URHQIAAA0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eQblE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1856" behindDoc="0" locked="0" layoutInCell="1" allowOverlap="1" wp14:anchorId="006076D8" wp14:editId="0FBBF7BE">
                      <wp:simplePos x="0" y="0"/>
                      <wp:positionH relativeFrom="column">
                        <wp:posOffset>1295400</wp:posOffset>
                      </wp:positionH>
                      <wp:positionV relativeFrom="paragraph">
                        <wp:posOffset>431800</wp:posOffset>
                      </wp:positionV>
                      <wp:extent cx="1003300" cy="698500"/>
                      <wp:effectExtent l="0" t="0" r="0" b="0"/>
                      <wp:wrapNone/>
                      <wp:docPr id="2522" name="Rectangle 252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2" o:spid="_x0000_s1434" style="position:absolute;margin-left:102pt;margin-top:34pt;width:79pt;height:55pt;z-index:25228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zmbYw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2880" behindDoc="0" locked="0" layoutInCell="1" allowOverlap="1" wp14:anchorId="391BDB23" wp14:editId="7CB2AEE0">
                      <wp:simplePos x="0" y="0"/>
                      <wp:positionH relativeFrom="column">
                        <wp:posOffset>1295400</wp:posOffset>
                      </wp:positionH>
                      <wp:positionV relativeFrom="paragraph">
                        <wp:posOffset>431800</wp:posOffset>
                      </wp:positionV>
                      <wp:extent cx="1003300" cy="698500"/>
                      <wp:effectExtent l="0" t="0" r="0" b="0"/>
                      <wp:wrapNone/>
                      <wp:docPr id="2523" name="Rectangle 252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3" o:spid="_x0000_s1435" style="position:absolute;margin-left:102pt;margin-top:34pt;width:79pt;height:55pt;z-index:25228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MAR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nGAkyAAqfYO6EbHvGZqjHW8a5vT1HNlkvxjr2II1s/yZJetkvc6KRZxstos0vUsWRVgUi00abrJs&#10;u82z680vdztKS2CuiL2Du7PuEHsfobP0c6l8yZFRDvvzFML3bKIw9ZIGHlq9mv8ebDAqU3q2rje8&#10;+ageNOjvPAOmIzS1enB/EAZNvktOly5xZCkEi6TIQ+glCltZfuVsyAJPvVxW2thPTA7IGRXWUExf&#10;N3IEJPPRlyNw7/V5Z9lpN3k50rB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A1AwBE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3904" behindDoc="0" locked="0" layoutInCell="1" allowOverlap="1" wp14:anchorId="6DEBBFA2" wp14:editId="0823983A">
                      <wp:simplePos x="0" y="0"/>
                      <wp:positionH relativeFrom="column">
                        <wp:posOffset>1295400</wp:posOffset>
                      </wp:positionH>
                      <wp:positionV relativeFrom="paragraph">
                        <wp:posOffset>431800</wp:posOffset>
                      </wp:positionV>
                      <wp:extent cx="1003300" cy="698500"/>
                      <wp:effectExtent l="0" t="0" r="0" b="0"/>
                      <wp:wrapNone/>
                      <wp:docPr id="2524" name="Rectangle 25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4" o:spid="_x0000_s1436" style="position:absolute;margin-left:102pt;margin-top:34pt;width:79pt;height:55pt;z-index:25228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5M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lwOT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4928" behindDoc="0" locked="0" layoutInCell="1" allowOverlap="1" wp14:anchorId="58938B9C" wp14:editId="2F5FD5C3">
                      <wp:simplePos x="0" y="0"/>
                      <wp:positionH relativeFrom="column">
                        <wp:posOffset>1295400</wp:posOffset>
                      </wp:positionH>
                      <wp:positionV relativeFrom="paragraph">
                        <wp:posOffset>431800</wp:posOffset>
                      </wp:positionV>
                      <wp:extent cx="1003300" cy="698500"/>
                      <wp:effectExtent l="0" t="0" r="0" b="0"/>
                      <wp:wrapNone/>
                      <wp:docPr id="2525" name="Rectangle 252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5" o:spid="_x0000_s1437" style="position:absolute;margin-left:102pt;margin-top:34pt;width:79pt;height:55pt;z-index:25228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PRGg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A/6o9E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5952" behindDoc="0" locked="0" layoutInCell="1" allowOverlap="1" wp14:anchorId="0A985782" wp14:editId="1161DC83">
                      <wp:simplePos x="0" y="0"/>
                      <wp:positionH relativeFrom="column">
                        <wp:posOffset>1295400</wp:posOffset>
                      </wp:positionH>
                      <wp:positionV relativeFrom="paragraph">
                        <wp:posOffset>431800</wp:posOffset>
                      </wp:positionV>
                      <wp:extent cx="1003300" cy="698500"/>
                      <wp:effectExtent l="0" t="0" r="0" b="0"/>
                      <wp:wrapNone/>
                      <wp:docPr id="2526" name="Rectangle 252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6" o:spid="_x0000_s1438" style="position:absolute;margin-left:102pt;margin-top:34pt;width:79pt;height:55pt;z-index:25228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I5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nGEkyAAqfYO6EbHvGZqjHW8a5vT1HNlkvxjr2II1s/yZJetkvc6KRZxstos0vUsWRVgUi00abrJs&#10;u82z680vdztKS2CuiL2Du7PuEHsfobP0c6l8yZFRDvvzFML3bKIw9ZIGHlq9mv8ebDAqU3q2rje8&#10;+ageNOjvPAOmIzS1enB/EAZNvktOly5xZCkEi6TIQ+glCltZfuVsyAJPvVxW2thPTA7IGRXWUExf&#10;N3IEJPPRlyNw7/V5Z9lpN3k50ih2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Yjk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6976" behindDoc="0" locked="0" layoutInCell="1" allowOverlap="1" wp14:anchorId="72554F99" wp14:editId="4DDBA1C2">
                      <wp:simplePos x="0" y="0"/>
                      <wp:positionH relativeFrom="column">
                        <wp:posOffset>1295400</wp:posOffset>
                      </wp:positionH>
                      <wp:positionV relativeFrom="paragraph">
                        <wp:posOffset>431800</wp:posOffset>
                      </wp:positionV>
                      <wp:extent cx="1003300" cy="698500"/>
                      <wp:effectExtent l="0" t="0" r="0" b="0"/>
                      <wp:wrapNone/>
                      <wp:docPr id="2527" name="Rectangle 25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7" o:spid="_x0000_s1439" style="position:absolute;margin-left:102pt;margin-top:34pt;width:79pt;height:55pt;z-index:25228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zu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eIWRIAOo9AXqRsShZ2iOdrxpmNPXc2ST/WSsYwvWzPJHlmySzSYrFnGy3S3S9D5ZFGFRLLZpuM2y&#10;3S7PVtuf7naUlsBcEXsPd2fdIfZ3hC7Sz6XyJUdGOezPUwjfs4nC1EsaeGj1ev57sMGoTOnZut7w&#10;5pN61KC/8wyYjtDU6sH9QRg0+S45X7vEkaUQLJIiD6GXKGxl+Y2zIQs89XJZaWM/MDkgZ1RYQzF9&#10;3cgJkMxHX47AvdfnnWWn/eTlSKPE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9NbO4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8000" behindDoc="0" locked="0" layoutInCell="1" allowOverlap="1" wp14:anchorId="7DD96F02" wp14:editId="19849046">
                      <wp:simplePos x="0" y="0"/>
                      <wp:positionH relativeFrom="column">
                        <wp:posOffset>1295400</wp:posOffset>
                      </wp:positionH>
                      <wp:positionV relativeFrom="paragraph">
                        <wp:posOffset>431800</wp:posOffset>
                      </wp:positionV>
                      <wp:extent cx="1003300" cy="698500"/>
                      <wp:effectExtent l="0" t="0" r="0" b="0"/>
                      <wp:wrapNone/>
                      <wp:docPr id="2528" name="Rectangle 252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8" o:spid="_x0000_s1440" style="position:absolute;margin-left:102pt;margin-top:34pt;width:79pt;height:55pt;z-index:25228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Dzt04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9024" behindDoc="0" locked="0" layoutInCell="1" allowOverlap="1" wp14:anchorId="0D9F7A51" wp14:editId="3A242156">
                      <wp:simplePos x="0" y="0"/>
                      <wp:positionH relativeFrom="column">
                        <wp:posOffset>1295400</wp:posOffset>
                      </wp:positionH>
                      <wp:positionV relativeFrom="paragraph">
                        <wp:posOffset>431800</wp:posOffset>
                      </wp:positionV>
                      <wp:extent cx="1003300" cy="698500"/>
                      <wp:effectExtent l="0" t="0" r="0" b="0"/>
                      <wp:wrapNone/>
                      <wp:docPr id="2529" name="Rectangle 252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9" o:spid="_x0000_s1441" style="position:absolute;margin-left:102pt;margin-top:34pt;width:79pt;height:55pt;z-index:25228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RrT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XGAkyAAqfYG6EXHoGZqjHW8a5vT1HNlkPxnr2II1s/yRJZtks8mKRZxsd4s0vU8WRVgUi20abrNs&#10;t8uzm+1PdztKS2CuiL2Hu7PuEPs7Qhfp51L5kiOjHPbnKYTv2URh6iUNPLR6Pf892GBUpvRsXW94&#10;80k9atDfeQZMR2hq9eD+IAyafJecr13iyFIIFkmRh9BLFLayfOVsyAJPvVxW2tgPTA7IGRXWUExf&#10;N3ICJPPRlyNw7/V5Z9lpP3k50mj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FVGtM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0048" behindDoc="0" locked="0" layoutInCell="1" allowOverlap="1" wp14:anchorId="171FA4A8" wp14:editId="33FC6E4A">
                      <wp:simplePos x="0" y="0"/>
                      <wp:positionH relativeFrom="column">
                        <wp:posOffset>1295400</wp:posOffset>
                      </wp:positionH>
                      <wp:positionV relativeFrom="paragraph">
                        <wp:posOffset>431800</wp:posOffset>
                      </wp:positionV>
                      <wp:extent cx="1003300" cy="698500"/>
                      <wp:effectExtent l="0" t="0" r="0" b="0"/>
                      <wp:wrapNone/>
                      <wp:docPr id="2530" name="Rectangle 25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0" o:spid="_x0000_s1442" style="position:absolute;margin-left:102pt;margin-top:34pt;width:79pt;height:55pt;z-index:25229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KKf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pCin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1072" behindDoc="0" locked="0" layoutInCell="1" allowOverlap="1" wp14:anchorId="761FDBA1" wp14:editId="3F39AC05">
                      <wp:simplePos x="0" y="0"/>
                      <wp:positionH relativeFrom="column">
                        <wp:posOffset>1295400</wp:posOffset>
                      </wp:positionH>
                      <wp:positionV relativeFrom="paragraph">
                        <wp:posOffset>431800</wp:posOffset>
                      </wp:positionV>
                      <wp:extent cx="1003300" cy="698500"/>
                      <wp:effectExtent l="0" t="0" r="0" b="0"/>
                      <wp:wrapNone/>
                      <wp:docPr id="2531" name="Rectangle 253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1" o:spid="_x0000_s1443" style="position:absolute;margin-left:102pt;margin-top:34pt;width:79pt;height:55pt;z-index:25229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g8C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kggjQXro0jeoGxH7jqEp2vK6Zq6/niMb7RdjHVuwJpY/s2SdrNdZMYuTzXaWpvfJrAiLYrZJw02W&#10;bbd5ttj8crejtATmith7uDv1HWLvI3Ru/VQqX3JklMP+MobwvZgoTAvX0sBDu/w92GBQpvRsnTa8&#10;+aQeNRx2ngHTERob3bs/NAaNXiWnq0ocWQrBIinyELREYSvLb5w9PXm5rLSxn5jskTMqrKGYvm7k&#10;CEimo5cjAPH1eWfZcTf6dqTRw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rNg8C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2096" behindDoc="0" locked="0" layoutInCell="1" allowOverlap="1" wp14:anchorId="22891176" wp14:editId="7F6FA6F1">
                      <wp:simplePos x="0" y="0"/>
                      <wp:positionH relativeFrom="column">
                        <wp:posOffset>1295400</wp:posOffset>
                      </wp:positionH>
                      <wp:positionV relativeFrom="paragraph">
                        <wp:posOffset>431800</wp:posOffset>
                      </wp:positionV>
                      <wp:extent cx="1003300" cy="698500"/>
                      <wp:effectExtent l="0" t="0" r="0" b="0"/>
                      <wp:wrapNone/>
                      <wp:docPr id="2532" name="Rectangle 253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2" o:spid="_x0000_s1444" style="position:absolute;margin-left:102pt;margin-top:34pt;width:79pt;height:55pt;z-index:25229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88Q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x/PE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3120" behindDoc="0" locked="0" layoutInCell="1" allowOverlap="1" wp14:anchorId="79646BE6" wp14:editId="1C8C5C9B">
                      <wp:simplePos x="0" y="0"/>
                      <wp:positionH relativeFrom="column">
                        <wp:posOffset>1295400</wp:posOffset>
                      </wp:positionH>
                      <wp:positionV relativeFrom="paragraph">
                        <wp:posOffset>431800</wp:posOffset>
                      </wp:positionV>
                      <wp:extent cx="1003300" cy="698500"/>
                      <wp:effectExtent l="0" t="0" r="0" b="0"/>
                      <wp:wrapNone/>
                      <wp:docPr id="2533" name="Rectangle 25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3" o:spid="_x0000_s1445" style="position:absolute;margin-left:102pt;margin-top:34pt;width:79pt;height:55pt;z-index:25229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cHH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kmAkyAAqfYO6EbHvGZqjHW8a5vT1HNlkvxjr2II1s/yZJetkvc6KRZxstos0vUsWRVgUi00abrJs&#10;u82z680vdztKS2CuiL2Du7PuEHsfobP0c6l8yZFRDvvzFML3bKIw9ZIGHlq9mv8ebDAqU3q2rje8&#10;+ageNOjvPAOmIzS1enB/EAZNvktOly5xZCkEi6TIQ+glCltZfuVsyAJPvVxW2thPTA7IGRXWUExf&#10;N3IEJPPRlyNw7/V5Z9lpN3k50qh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ftwcc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4144" behindDoc="0" locked="0" layoutInCell="1" allowOverlap="1" wp14:anchorId="4FC95823" wp14:editId="7A470889">
                      <wp:simplePos x="0" y="0"/>
                      <wp:positionH relativeFrom="column">
                        <wp:posOffset>1295400</wp:posOffset>
                      </wp:positionH>
                      <wp:positionV relativeFrom="paragraph">
                        <wp:posOffset>431800</wp:posOffset>
                      </wp:positionV>
                      <wp:extent cx="1003300" cy="698500"/>
                      <wp:effectExtent l="0" t="0" r="0" b="0"/>
                      <wp:wrapNone/>
                      <wp:docPr id="2534" name="Rectangle 253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4" o:spid="_x0000_s1446" style="position:absolute;margin-left:102pt;margin-top:34pt;width:79pt;height:55pt;z-index:25229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jSD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b&#10;JMVIkAG69AXqRkTbMzRHO17XzPXXc2ST/WSsYwvWzPJHlmySzSYrFnGy3S3S9CFZFGFRLLZpuM2y&#10;3S7Pbrc/3e0oLYG5IvYB7s59h9jfETq3fi6VLzkyymF/mUL4XkwUpoVraeChXf4ebDAqU3q2Thve&#10;fFZPGg47z4DpCE2NHtwfGoMmr5LTVSWOLIVgkRR5CFqisJXlN86en7xcVtrYD0wOyBkV1lBMXzdy&#10;BCTz0csRgPj6vLPstJ98O9LYp3W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g2NIM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5168" behindDoc="0" locked="0" layoutInCell="1" allowOverlap="1" wp14:anchorId="121F5719" wp14:editId="575D2024">
                      <wp:simplePos x="0" y="0"/>
                      <wp:positionH relativeFrom="column">
                        <wp:posOffset>1295400</wp:posOffset>
                      </wp:positionH>
                      <wp:positionV relativeFrom="paragraph">
                        <wp:posOffset>431800</wp:posOffset>
                      </wp:positionV>
                      <wp:extent cx="1003300" cy="698500"/>
                      <wp:effectExtent l="0" t="0" r="0" b="0"/>
                      <wp:wrapNone/>
                      <wp:docPr id="2535" name="Rectangle 25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5" o:spid="_x0000_s1447" style="position:absolute;margin-left:102pt;margin-top:34pt;width:79pt;height:55pt;z-index:25229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Jke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ssJIkAFU+gJ1I+LQMzRHO940zOnrObLJfjLWsQVrZvkjSzbJZpMVizjZ7hZpep8sirAoFts03GbZ&#10;bpdnN9uf7naUlsBcEXsPd2fdIfZ3hC7Sz6XyJUdGOezPUwjfs4nC1EsaeGj1ev57sMGoTOnZut7w&#10;5pN61KC/8wyYjtDU6sH9QRg0+S45X7vEkaUQLJIiD6GXKGxl+crZkAWeermstLEfmByQMyqsoZi+&#10;buQESOajL0fg3uvzzrLTfvJypHH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GZCZH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6192" behindDoc="0" locked="0" layoutInCell="1" allowOverlap="1" wp14:anchorId="2AA6D88D" wp14:editId="5DCE5A09">
                      <wp:simplePos x="0" y="0"/>
                      <wp:positionH relativeFrom="column">
                        <wp:posOffset>1295400</wp:posOffset>
                      </wp:positionH>
                      <wp:positionV relativeFrom="paragraph">
                        <wp:posOffset>431800</wp:posOffset>
                      </wp:positionV>
                      <wp:extent cx="1003300" cy="698500"/>
                      <wp:effectExtent l="0" t="0" r="0" b="0"/>
                      <wp:wrapNone/>
                      <wp:docPr id="2536" name="Rectangle 25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6" o:spid="_x0000_s1448" style="position:absolute;margin-left:102pt;margin-top:34pt;width:79pt;height:55pt;z-index:25229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fu8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kmEkyAAqfYO6EbHvGZqjHW8a5vT1HNlkvxjr2II1s/yZJetkvc6KRZxstos0vUsWRVgUi00abrJs&#10;u82z680vdztKS2CuiL2Du7PuEHsfobP0c6l8yZFRDvvzFML3bKIw9ZIGHlq9mv8ebDAqU3q2rje8&#10;+ageNOjvPAOmIzS1enB/EAZNvktOly5xZCkEi6TIQ+glCltZfuVsyAJPvVxW2thPTA7IGRXWUExf&#10;N3IEJPPRlyNw7/V5Z9lpN3k50jh2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iB+7w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7216" behindDoc="0" locked="0" layoutInCell="1" allowOverlap="1" wp14:anchorId="5060E9AE" wp14:editId="30F18CF5">
                      <wp:simplePos x="0" y="0"/>
                      <wp:positionH relativeFrom="column">
                        <wp:posOffset>1295400</wp:posOffset>
                      </wp:positionH>
                      <wp:positionV relativeFrom="paragraph">
                        <wp:posOffset>431800</wp:posOffset>
                      </wp:positionV>
                      <wp:extent cx="1003300" cy="698500"/>
                      <wp:effectExtent l="0" t="0" r="0" b="0"/>
                      <wp:wrapNone/>
                      <wp:docPr id="2537" name="Rectangle 253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7" o:spid="_x0000_s1449" style="position:absolute;margin-left:102pt;margin-top:34pt;width:79pt;height:55pt;z-index:25229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Yh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kgVGgvTQpW9QNyL2HUNTtOV1zVx/PUc22i/GOrZgTSx/Zsk6Wa+zYhYnm+0sTe+TWREWxWyThpss&#10;227zbLH55W5HaQnMFbH3cHfqO8TeR+jc+qlUvuTIKIf9ZQzhezFRmBaupYGHdvl7sMGgTOnZOm14&#10;80k9ajjsPAOmIzQ2und/aAwavUpOV5U4shSCRVLkIWiJwlaW3zh7evJyWWljPzHZI2dUWEMxfd3I&#10;EZBMRy9HAOLr886y42707UjjxK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JJ1Yh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8240" behindDoc="0" locked="0" layoutInCell="1" allowOverlap="1" wp14:anchorId="3DB95730" wp14:editId="0A52B185">
                      <wp:simplePos x="0" y="0"/>
                      <wp:positionH relativeFrom="column">
                        <wp:posOffset>1295400</wp:posOffset>
                      </wp:positionH>
                      <wp:positionV relativeFrom="paragraph">
                        <wp:posOffset>431800</wp:posOffset>
                      </wp:positionV>
                      <wp:extent cx="1003300" cy="698500"/>
                      <wp:effectExtent l="0" t="0" r="0" b="0"/>
                      <wp:wrapNone/>
                      <wp:docPr id="2538" name="Rectangle 25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8" o:spid="_x0000_s1450" style="position:absolute;margin-left:102pt;margin-top:34pt;width:79pt;height:55pt;z-index:25229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Y2B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AloJMoBK36BuROx7huZox5uGOX09RzbZL8Y6tmDNLH9myTpZr7NiESeb7SJN75JFERbFYpOGmyzb&#10;bvPsevPL3Y7SEpgrYu/g7qw7xN5H6Cz9XCpfcmSUw/48hfA9myhMvaSBh1av5r8HG4zKlJ6t6w1v&#10;PqoHDfo7z4DpCE2tHtwfhEGT75LTpUscWQrBIinyEHqJwlaWXzkbssBTL5eVNvYTkwNyRoU1FNPX&#10;jRwByXz05Qjce33eWXbaTV6ONE5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NpmNg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9264" behindDoc="0" locked="0" layoutInCell="1" allowOverlap="1" wp14:anchorId="2170F011" wp14:editId="04B69139">
                      <wp:simplePos x="0" y="0"/>
                      <wp:positionH relativeFrom="column">
                        <wp:posOffset>1295400</wp:posOffset>
                      </wp:positionH>
                      <wp:positionV relativeFrom="paragraph">
                        <wp:posOffset>431800</wp:posOffset>
                      </wp:positionV>
                      <wp:extent cx="1003300" cy="698500"/>
                      <wp:effectExtent l="0" t="0" r="0" b="0"/>
                      <wp:wrapNone/>
                      <wp:docPr id="2539" name="Rectangle 25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9" o:spid="_x0000_s1451" style="position:absolute;margin-left:102pt;margin-top:34pt;width:79pt;height:55pt;z-index:25229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4NW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UmAkyAAqfYG6EXHoGZqjHW8a5vT1HNlkPxnr2II1s/yRJZtks8mKRZxsd4s0vU8WRVgUi20abrNs&#10;t8uzm+1PdztKS2CuiL2Hu7PuEPs7Qhfp51L5kiOjHPbnKYTv2URh6iUNPLR6Pf892GBUpvRsXW94&#10;80k9atDfeQZMR2hq9eD+IAyafJecr13iyFIIFkmRh9BLFLayfOVsyAJPvVxW2tgPTA7IGRXWUExf&#10;N3ICJPPRlyNw7/V5Z9lpP3k50nj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Zrg1Y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0288" behindDoc="0" locked="0" layoutInCell="1" allowOverlap="1" wp14:anchorId="6AEDF166" wp14:editId="4552D103">
                      <wp:simplePos x="0" y="0"/>
                      <wp:positionH relativeFrom="column">
                        <wp:posOffset>1295400</wp:posOffset>
                      </wp:positionH>
                      <wp:positionV relativeFrom="paragraph">
                        <wp:posOffset>431800</wp:posOffset>
                      </wp:positionV>
                      <wp:extent cx="1003300" cy="698500"/>
                      <wp:effectExtent l="0" t="0" r="0" b="0"/>
                      <wp:wrapNone/>
                      <wp:docPr id="2540" name="Rectangle 254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0" o:spid="_x0000_s1452" style="position:absolute;margin-left:102pt;margin-top:34pt;width:79pt;height:55pt;z-index:25230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Srpz0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1312" behindDoc="0" locked="0" layoutInCell="1" allowOverlap="1" wp14:anchorId="15293CC7" wp14:editId="6A0D6C37">
                      <wp:simplePos x="0" y="0"/>
                      <wp:positionH relativeFrom="column">
                        <wp:posOffset>1295400</wp:posOffset>
                      </wp:positionH>
                      <wp:positionV relativeFrom="paragraph">
                        <wp:posOffset>431800</wp:posOffset>
                      </wp:positionV>
                      <wp:extent cx="1003300" cy="698500"/>
                      <wp:effectExtent l="0" t="0" r="0" b="0"/>
                      <wp:wrapNone/>
                      <wp:docPr id="2541" name="Rectangle 25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1" o:spid="_x0000_s1453" style="position:absolute;margin-left:102pt;margin-top:34pt;width:79pt;height:55pt;z-index:25230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Qqg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NMJIkAFU+gJ1I+LQMzRHO940zOnrObLJfjLWsQVrZvkjSzbJZpMVizjZ7hZpep8sirAoFts03GbZ&#10;bpdnq+1PdztKS2CuiL2Hu7PuEPs7Qhfp51L5kiOjHPbnKYTv2URh6iUNPLR6Pf892GBUpvRsXW94&#10;80k9atDfeQZMR2hq9eD+IAyafJecr13iyFIIFkmRh9BLFLay/MbZkAWeermstLEfmByQMyqsoZi+&#10;buQESOajL0fg3uvzzrLTfvJypPHK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AUNCqA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2336" behindDoc="0" locked="0" layoutInCell="1" allowOverlap="1" wp14:anchorId="1FFD7697" wp14:editId="59BB34F4">
                      <wp:simplePos x="0" y="0"/>
                      <wp:positionH relativeFrom="column">
                        <wp:posOffset>1295400</wp:posOffset>
                      </wp:positionH>
                      <wp:positionV relativeFrom="paragraph">
                        <wp:posOffset>431800</wp:posOffset>
                      </wp:positionV>
                      <wp:extent cx="1003300" cy="698500"/>
                      <wp:effectExtent l="0" t="0" r="0" b="0"/>
                      <wp:wrapNone/>
                      <wp:docPr id="2542" name="Rectangle 25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2" o:spid="_x0000_s1454" style="position:absolute;margin-left:102pt;margin-top:34pt;width:79pt;height:55pt;z-index:25230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Gn4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HBp+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3360" behindDoc="0" locked="0" layoutInCell="1" allowOverlap="1" wp14:anchorId="7DEB5405" wp14:editId="48034CC9">
                      <wp:simplePos x="0" y="0"/>
                      <wp:positionH relativeFrom="column">
                        <wp:posOffset>1295400</wp:posOffset>
                      </wp:positionH>
                      <wp:positionV relativeFrom="paragraph">
                        <wp:posOffset>431800</wp:posOffset>
                      </wp:positionV>
                      <wp:extent cx="1003300" cy="698500"/>
                      <wp:effectExtent l="0" t="0" r="0" b="0"/>
                      <wp:wrapNone/>
                      <wp:docPr id="2543" name="Rectangle 254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3" o:spid="_x0000_s1455" style="position:absolute;margin-left:102pt;margin-top:34pt;width:79pt;height:55pt;z-index:25230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sRl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b&#10;NMFIkAG69AXqRkTbMzRHO17XzPXXc2ST/WSsYwvWzPJHlmySzSYrFnGy3S3S9CFZFGFRLLZpuM2y&#10;3S7Pbrc/3e0oLYG5IvYB7s59h9jfETq3fi6VLzkyymF/mUL4XkwUpoVraeChXf4ebDAqU3q2Thve&#10;fFZPGg47z4DpCE2NHtwfGoMmr5LTVSWOLIVgkRR5CFqisJXlN86en7xcVtrYD0wOyBkV1lBMXzdy&#10;BCTz0csRgPj6vLPstJ98O9LYM3G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nWxGU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4384" behindDoc="0" locked="0" layoutInCell="1" allowOverlap="1" wp14:anchorId="41A5965B" wp14:editId="08860B03">
                      <wp:simplePos x="0" y="0"/>
                      <wp:positionH relativeFrom="column">
                        <wp:posOffset>1295400</wp:posOffset>
                      </wp:positionH>
                      <wp:positionV relativeFrom="paragraph">
                        <wp:posOffset>431800</wp:posOffset>
                      </wp:positionV>
                      <wp:extent cx="1003300" cy="698500"/>
                      <wp:effectExtent l="0" t="0" r="0" b="0"/>
                      <wp:wrapNone/>
                      <wp:docPr id="2544" name="Rectangle 25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4" o:spid="_x0000_s1456" style="position:absolute;margin-left:102pt;margin-top:34pt;width:79pt;height:55pt;z-index:25230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qly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256pc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5408" behindDoc="0" locked="0" layoutInCell="1" allowOverlap="1" wp14:anchorId="19611F6D" wp14:editId="3DFF47F4">
                      <wp:simplePos x="0" y="0"/>
                      <wp:positionH relativeFrom="column">
                        <wp:posOffset>1295400</wp:posOffset>
                      </wp:positionH>
                      <wp:positionV relativeFrom="paragraph">
                        <wp:posOffset>431800</wp:posOffset>
                      </wp:positionV>
                      <wp:extent cx="1003300" cy="698500"/>
                      <wp:effectExtent l="0" t="0" r="0" b="0"/>
                      <wp:wrapNone/>
                      <wp:docPr id="2545" name="Rectangle 25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5" o:spid="_x0000_s1457" style="position:absolute;margin-left:102pt;margin-top:34pt;width:79pt;height:55pt;z-index:25230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Kel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usJIkAFU+gJ1I+LQMzRHO940zOnrObLJfjLWsQVrZvkjSzbJZpMVizjZ7hZpep8sirAoFts03GbZ&#10;bpdnN9uf7naUlsBcEXsPd2fdIfZ3hC7Sz6XyJUdGOezPUwjfs4nC1EsaeGj1ev57sMGoTOnZut7w&#10;5pN61KC/8wyYjtDU6sH9QRg0+S45X7vEkaUQLJIiD6GXKGxl+crZkAWeermstLEfmByQMyqsoZi+&#10;buQESOajL0fg3uvzzrLTfvJypEn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2ynp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p>
          <w:p w:rsidR="00FE7038" w:rsidRPr="00F14F57" w:rsidRDefault="00FE7038"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306432" behindDoc="0" locked="0" layoutInCell="1" allowOverlap="1" wp14:anchorId="05782DB1" wp14:editId="6E7D8ECE">
                      <wp:simplePos x="0" y="0"/>
                      <wp:positionH relativeFrom="column">
                        <wp:posOffset>1320800</wp:posOffset>
                      </wp:positionH>
                      <wp:positionV relativeFrom="paragraph">
                        <wp:posOffset>431800</wp:posOffset>
                      </wp:positionV>
                      <wp:extent cx="1003300" cy="698500"/>
                      <wp:effectExtent l="0" t="0" r="0" b="0"/>
                      <wp:wrapNone/>
                      <wp:docPr id="2546" name="Rectangle 254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6" o:spid="_x0000_s1458" style="position:absolute;margin-left:104pt;margin-top:34pt;width:79pt;height:55pt;z-index:25230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eFbQYh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7456" behindDoc="0" locked="0" layoutInCell="1" allowOverlap="1" wp14:anchorId="61DC54D1" wp14:editId="5CAEC9FD">
                      <wp:simplePos x="0" y="0"/>
                      <wp:positionH relativeFrom="column">
                        <wp:posOffset>1320800</wp:posOffset>
                      </wp:positionH>
                      <wp:positionV relativeFrom="paragraph">
                        <wp:posOffset>431800</wp:posOffset>
                      </wp:positionV>
                      <wp:extent cx="1003300" cy="698500"/>
                      <wp:effectExtent l="0" t="0" r="0" b="0"/>
                      <wp:wrapNone/>
                      <wp:docPr id="2547" name="Rectangle 25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7" o:spid="_x0000_s1459" style="position:absolute;margin-left:104pt;margin-top:34pt;width:79pt;height:55pt;z-index:25230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H3/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fB9/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8480" behindDoc="0" locked="0" layoutInCell="1" allowOverlap="1" wp14:anchorId="3887D69D" wp14:editId="4E41077F">
                      <wp:simplePos x="0" y="0"/>
                      <wp:positionH relativeFrom="column">
                        <wp:posOffset>1320800</wp:posOffset>
                      </wp:positionH>
                      <wp:positionV relativeFrom="paragraph">
                        <wp:posOffset>431800</wp:posOffset>
                      </wp:positionV>
                      <wp:extent cx="1003300" cy="698500"/>
                      <wp:effectExtent l="0" t="0" r="0" b="0"/>
                      <wp:wrapNone/>
                      <wp:docPr id="2548" name="Rectangle 25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8" o:spid="_x0000_s1460" style="position:absolute;margin-left:104pt;margin-top:34pt;width:79pt;height:55pt;z-index:25230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pxoFF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9504" behindDoc="0" locked="0" layoutInCell="1" allowOverlap="1" wp14:anchorId="2FC97166" wp14:editId="5E101CDC">
                      <wp:simplePos x="0" y="0"/>
                      <wp:positionH relativeFrom="column">
                        <wp:posOffset>1320800</wp:posOffset>
                      </wp:positionH>
                      <wp:positionV relativeFrom="paragraph">
                        <wp:posOffset>431800</wp:posOffset>
                      </wp:positionV>
                      <wp:extent cx="1003300" cy="698500"/>
                      <wp:effectExtent l="0" t="0" r="0" b="0"/>
                      <wp:wrapNone/>
                      <wp:docPr id="2549" name="Rectangle 254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9" o:spid="_x0000_s1461" style="position:absolute;margin-left:104pt;margin-top:34pt;width:79pt;height:55pt;z-index:25230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KiIHA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WvKiI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0528" behindDoc="0" locked="0" layoutInCell="1" allowOverlap="1" wp14:anchorId="2B3016B7" wp14:editId="6EE42872">
                      <wp:simplePos x="0" y="0"/>
                      <wp:positionH relativeFrom="column">
                        <wp:posOffset>1320800</wp:posOffset>
                      </wp:positionH>
                      <wp:positionV relativeFrom="paragraph">
                        <wp:posOffset>431800</wp:posOffset>
                      </wp:positionV>
                      <wp:extent cx="1003300" cy="698500"/>
                      <wp:effectExtent l="0" t="0" r="0" b="0"/>
                      <wp:wrapNone/>
                      <wp:docPr id="2550" name="Rectangle 255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0" o:spid="_x0000_s1462" style="position:absolute;margin-left:104pt;margin-top:34pt;width:79pt;height:55pt;z-index:25231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Ewts44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1552" behindDoc="0" locked="0" layoutInCell="1" allowOverlap="1" wp14:anchorId="41F07F92" wp14:editId="425ADC14">
                      <wp:simplePos x="0" y="0"/>
                      <wp:positionH relativeFrom="column">
                        <wp:posOffset>1320800</wp:posOffset>
                      </wp:positionH>
                      <wp:positionV relativeFrom="paragraph">
                        <wp:posOffset>431800</wp:posOffset>
                      </wp:positionV>
                      <wp:extent cx="1003300" cy="698500"/>
                      <wp:effectExtent l="0" t="0" r="0" b="0"/>
                      <wp:wrapNone/>
                      <wp:docPr id="2551" name="Rectangle 25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1" o:spid="_x0000_s1463" style="position:absolute;margin-left:104pt;margin-top:34pt;width:79pt;height:55pt;z-index:25231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71ZHgIAAA0EAAAOAAAAZHJzL2Uyb0RvYy54bWysU02P2yAQvVfqf0DcE+OPdWI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OzfvVk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2576" behindDoc="0" locked="0" layoutInCell="1" allowOverlap="1" wp14:anchorId="32B9D584" wp14:editId="1E40F229">
                      <wp:simplePos x="0" y="0"/>
                      <wp:positionH relativeFrom="column">
                        <wp:posOffset>1320800</wp:posOffset>
                      </wp:positionH>
                      <wp:positionV relativeFrom="paragraph">
                        <wp:posOffset>431800</wp:posOffset>
                      </wp:positionV>
                      <wp:extent cx="1003300" cy="698500"/>
                      <wp:effectExtent l="0" t="0" r="0" b="0"/>
                      <wp:wrapNone/>
                      <wp:docPr id="2552" name="Rectangle 255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2" o:spid="_x0000_s1464" style="position:absolute;margin-left:104pt;margin-top:34pt;width:79pt;height:55pt;z-index:25231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w9n1L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3600" behindDoc="0" locked="0" layoutInCell="1" allowOverlap="1" wp14:anchorId="3C96D421" wp14:editId="0154C98A">
                      <wp:simplePos x="0" y="0"/>
                      <wp:positionH relativeFrom="column">
                        <wp:posOffset>1320800</wp:posOffset>
                      </wp:positionH>
                      <wp:positionV relativeFrom="paragraph">
                        <wp:posOffset>431800</wp:posOffset>
                      </wp:positionV>
                      <wp:extent cx="1003300" cy="698500"/>
                      <wp:effectExtent l="0" t="0" r="0" b="0"/>
                      <wp:wrapNone/>
                      <wp:docPr id="2553" name="Rectangle 255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3" o:spid="_x0000_s1465" style="position:absolute;margin-left:104pt;margin-top:34pt;width:79pt;height:55pt;z-index:25231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NDW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5&#10;ukoxkrSHLn2DulG57ziaoq2oa+77Gzjy0X2xzrMFa2L5M0/X6XqdF7Mk3WxnWXaXzgpSFLNNRjZ5&#10;vt0u8uvNL387zkpgrqm7g7tT3yH2PkLn1k+lCiVHVnvszyOB79nGJAstjQK01XL6B7DRoG0Z2Hpt&#10;BPNRPxjov/csmJ7Q2Jje/6ExaAwqOV1U4skyCBZpsSCgJQZbeUFImnoVwVMvl7Wx7hNXPfJGhQ0U&#10;M9SNHgHJdPTlCNx7fd5bbtyNoR1ZWv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MFQ0NY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4624" behindDoc="0" locked="0" layoutInCell="1" allowOverlap="1" wp14:anchorId="2CC4548D" wp14:editId="02EC7F84">
                      <wp:simplePos x="0" y="0"/>
                      <wp:positionH relativeFrom="column">
                        <wp:posOffset>1320800</wp:posOffset>
                      </wp:positionH>
                      <wp:positionV relativeFrom="paragraph">
                        <wp:posOffset>431800</wp:posOffset>
                      </wp:positionV>
                      <wp:extent cx="1003300" cy="698500"/>
                      <wp:effectExtent l="0" t="0" r="0" b="0"/>
                      <wp:wrapNone/>
                      <wp:docPr id="2554" name="Rectangle 25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4" o:spid="_x0000_s1466" style="position:absolute;margin-left:104pt;margin-top:34pt;width:79pt;height:55pt;z-index:25231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d/HQ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1fm3f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5648" behindDoc="0" locked="0" layoutInCell="1" allowOverlap="1" wp14:anchorId="45E4A536" wp14:editId="6FA2D7EE">
                      <wp:simplePos x="0" y="0"/>
                      <wp:positionH relativeFrom="column">
                        <wp:posOffset>1320800</wp:posOffset>
                      </wp:positionH>
                      <wp:positionV relativeFrom="paragraph">
                        <wp:posOffset>431800</wp:posOffset>
                      </wp:positionV>
                      <wp:extent cx="1003300" cy="698500"/>
                      <wp:effectExtent l="0" t="0" r="0" b="0"/>
                      <wp:wrapNone/>
                      <wp:docPr id="2555" name="Rectangle 255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5" o:spid="_x0000_s1467" style="position:absolute;margin-left:104pt;margin-top:34pt;width:79pt;height:55pt;z-index:25231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CRfGuI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6672" behindDoc="0" locked="0" layoutInCell="1" allowOverlap="1" wp14:anchorId="5542AD50" wp14:editId="79FFA69B">
                      <wp:simplePos x="0" y="0"/>
                      <wp:positionH relativeFrom="column">
                        <wp:posOffset>1320800</wp:posOffset>
                      </wp:positionH>
                      <wp:positionV relativeFrom="paragraph">
                        <wp:posOffset>431800</wp:posOffset>
                      </wp:positionV>
                      <wp:extent cx="1003300" cy="698500"/>
                      <wp:effectExtent l="0" t="0" r="0" b="0"/>
                      <wp:wrapNone/>
                      <wp:docPr id="2556" name="Rectangle 255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6" o:spid="_x0000_s1468" style="position:absolute;margin-left:104pt;margin-top:34pt;width:79pt;height:55pt;z-index:25231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tsK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5&#10;usoxkrSHLn2DulG57ziaoq2oa+77Gzjy0X2xzrMFa2L5M0/X6XqdF7Mk3WxnWXaXzgpSFLNNRjZ5&#10;vt0u8uvNL387zkpgrqm7g7tT3yH2PkLn1k+lCiVHVnvszyOB79nGJAstjQK01XL6B7DRoG0Z2Hpt&#10;BPNRPxjov/csmJ7Q2Jje/6ExaAwqOV1U4skyCBZpsSCgJQZbeUFImnoVwVMvl7Wx7hNXPfJGhQ0U&#10;M9SNHgHJdPTlCNx7fd5bbtyNoR1Zlv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Qa2wo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7696" behindDoc="0" locked="0" layoutInCell="1" allowOverlap="1" wp14:anchorId="5FA792A0" wp14:editId="3AB0E9F4">
                      <wp:simplePos x="0" y="0"/>
                      <wp:positionH relativeFrom="column">
                        <wp:posOffset>1320800</wp:posOffset>
                      </wp:positionH>
                      <wp:positionV relativeFrom="paragraph">
                        <wp:posOffset>431800</wp:posOffset>
                      </wp:positionV>
                      <wp:extent cx="1003300" cy="698500"/>
                      <wp:effectExtent l="0" t="0" r="0" b="0"/>
                      <wp:wrapNone/>
                      <wp:docPr id="2557" name="Rectangle 25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7" o:spid="_x0000_s1469" style="position:absolute;margin-left:104pt;margin-top:34pt;width:79pt;height:55pt;z-index:25231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NXdHgIAAA0EAAAOAAAAZHJzL2Uyb0RvYy54bWysU02P2yAQvVfqf0DcE+OPdWI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To1d0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8720" behindDoc="0" locked="0" layoutInCell="1" allowOverlap="1" wp14:anchorId="300C09B6" wp14:editId="58DD5D50">
                      <wp:simplePos x="0" y="0"/>
                      <wp:positionH relativeFrom="column">
                        <wp:posOffset>1320800</wp:posOffset>
                      </wp:positionH>
                      <wp:positionV relativeFrom="paragraph">
                        <wp:posOffset>431800</wp:posOffset>
                      </wp:positionV>
                      <wp:extent cx="1003300" cy="698500"/>
                      <wp:effectExtent l="0" t="0" r="0" b="0"/>
                      <wp:wrapNone/>
                      <wp:docPr id="2558" name="Rectangle 255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8" o:spid="_x0000_s1470" style="position:absolute;margin-left:104pt;margin-top:34pt;width:79pt;height:55pt;z-index:25231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AtWDn0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9744" behindDoc="0" locked="0" layoutInCell="1" allowOverlap="1" wp14:anchorId="3F51A9DE" wp14:editId="3AEE8164">
                      <wp:simplePos x="0" y="0"/>
                      <wp:positionH relativeFrom="column">
                        <wp:posOffset>1320800</wp:posOffset>
                      </wp:positionH>
                      <wp:positionV relativeFrom="paragraph">
                        <wp:posOffset>431800</wp:posOffset>
                      </wp:positionV>
                      <wp:extent cx="1003300" cy="698500"/>
                      <wp:effectExtent l="0" t="0" r="0" b="0"/>
                      <wp:wrapNone/>
                      <wp:docPr id="2559" name="Rectangle 255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9" o:spid="_x0000_s1471" style="position:absolute;margin-left:104pt;margin-top:34pt;width:79pt;height:55pt;z-index:25231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KPg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Prwo+A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0768" behindDoc="0" locked="0" layoutInCell="1" allowOverlap="1" wp14:anchorId="6AE6A7B3" wp14:editId="2DBC7E15">
                      <wp:simplePos x="0" y="0"/>
                      <wp:positionH relativeFrom="column">
                        <wp:posOffset>1320800</wp:posOffset>
                      </wp:positionH>
                      <wp:positionV relativeFrom="paragraph">
                        <wp:posOffset>431800</wp:posOffset>
                      </wp:positionV>
                      <wp:extent cx="1003300" cy="698500"/>
                      <wp:effectExtent l="0" t="0" r="0" b="0"/>
                      <wp:wrapNone/>
                      <wp:docPr id="2560" name="Rectangle 25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0" o:spid="_x0000_s1472" style="position:absolute;margin-left:104pt;margin-top:34pt;width:79pt;height:55pt;z-index:25232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GIHgIAAA0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n68Yg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1792" behindDoc="0" locked="0" layoutInCell="1" allowOverlap="1" wp14:anchorId="333DAF71" wp14:editId="60804449">
                      <wp:simplePos x="0" y="0"/>
                      <wp:positionH relativeFrom="column">
                        <wp:posOffset>1320800</wp:posOffset>
                      </wp:positionH>
                      <wp:positionV relativeFrom="paragraph">
                        <wp:posOffset>431800</wp:posOffset>
                      </wp:positionV>
                      <wp:extent cx="1003300" cy="698500"/>
                      <wp:effectExtent l="0" t="0" r="0" b="0"/>
                      <wp:wrapNone/>
                      <wp:docPr id="2561" name="Rectangle 256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1" o:spid="_x0000_s1473" style="position:absolute;margin-left:104pt;margin-top:34pt;width:79pt;height:55pt;z-index:25232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FwVHA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oXFwV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2816" behindDoc="0" locked="0" layoutInCell="1" allowOverlap="1" wp14:anchorId="33C8943D" wp14:editId="30EBBB55">
                      <wp:simplePos x="0" y="0"/>
                      <wp:positionH relativeFrom="column">
                        <wp:posOffset>1320800</wp:posOffset>
                      </wp:positionH>
                      <wp:positionV relativeFrom="paragraph">
                        <wp:posOffset>431800</wp:posOffset>
                      </wp:positionV>
                      <wp:extent cx="1003300" cy="698500"/>
                      <wp:effectExtent l="0" t="0" r="0" b="0"/>
                      <wp:wrapNone/>
                      <wp:docPr id="2562" name="Rectangle 256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2" o:spid="_x0000_s1474" style="position:absolute;margin-left:104pt;margin-top:34pt;width:79pt;height:55pt;z-index:25232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ZwH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LR1nAc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3840" behindDoc="0" locked="0" layoutInCell="1" allowOverlap="1" wp14:anchorId="5E7E772E" wp14:editId="34AF0E9B">
                      <wp:simplePos x="0" y="0"/>
                      <wp:positionH relativeFrom="column">
                        <wp:posOffset>1320800</wp:posOffset>
                      </wp:positionH>
                      <wp:positionV relativeFrom="paragraph">
                        <wp:posOffset>431800</wp:posOffset>
                      </wp:positionV>
                      <wp:extent cx="1003300" cy="698500"/>
                      <wp:effectExtent l="0" t="0" r="0" b="0"/>
                      <wp:wrapNone/>
                      <wp:docPr id="2563" name="Rectangle 25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3" o:spid="_x0000_s1475" style="position:absolute;margin-left:104pt;margin-top:34pt;width:79pt;height:55pt;z-index:25232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5LQHg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BSHktA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4864" behindDoc="0" locked="0" layoutInCell="1" allowOverlap="1" wp14:anchorId="3AD0238E" wp14:editId="5DF0D0DB">
                      <wp:simplePos x="0" y="0"/>
                      <wp:positionH relativeFrom="column">
                        <wp:posOffset>1320800</wp:posOffset>
                      </wp:positionH>
                      <wp:positionV relativeFrom="paragraph">
                        <wp:posOffset>431800</wp:posOffset>
                      </wp:positionV>
                      <wp:extent cx="1003300" cy="698500"/>
                      <wp:effectExtent l="0" t="0" r="0" b="0"/>
                      <wp:wrapNone/>
                      <wp:docPr id="2564" name="Rectangle 256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4" o:spid="_x0000_s1476" style="position:absolute;margin-left:104pt;margin-top:34pt;width:79pt;height:55pt;z-index:25232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H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bP/8c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5888" behindDoc="0" locked="0" layoutInCell="1" allowOverlap="1" wp14:anchorId="7A894C54" wp14:editId="00422C81">
                      <wp:simplePos x="0" y="0"/>
                      <wp:positionH relativeFrom="column">
                        <wp:posOffset>1320800</wp:posOffset>
                      </wp:positionH>
                      <wp:positionV relativeFrom="paragraph">
                        <wp:posOffset>431800</wp:posOffset>
                      </wp:positionV>
                      <wp:extent cx="1003300" cy="698500"/>
                      <wp:effectExtent l="0" t="0" r="0" b="0"/>
                      <wp:wrapNone/>
                      <wp:docPr id="2565" name="Rectangle 256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5" o:spid="_x0000_s1477" style="position:absolute;margin-left:104pt;margin-top:34pt;width:79pt;height:55pt;z-index:25232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VJa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EdpUlo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6912" behindDoc="0" locked="0" layoutInCell="1" allowOverlap="1" wp14:anchorId="05B1F941" wp14:editId="17B3E26C">
                      <wp:simplePos x="0" y="0"/>
                      <wp:positionH relativeFrom="column">
                        <wp:posOffset>1320800</wp:posOffset>
                      </wp:positionH>
                      <wp:positionV relativeFrom="paragraph">
                        <wp:posOffset>431800</wp:posOffset>
                      </wp:positionV>
                      <wp:extent cx="1003300" cy="698500"/>
                      <wp:effectExtent l="0" t="0" r="0" b="0"/>
                      <wp:wrapNone/>
                      <wp:docPr id="2566" name="Rectangle 256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6" o:spid="_x0000_s1478" style="position:absolute;margin-left:104pt;margin-top:34pt;width:79pt;height:55pt;z-index:25232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DD4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5&#10;ynOMJO2hS9+gblTuO46maCvqmvv+Bo58dF+s82zBmlj+zNN1ul7nxSxJN9tZlt2ls4IUxWyTkU2e&#10;b7eL/Hrzy9+OsxKYa+ru4O7Ud4i9j9C59VOpQsmR1R7780jge7YxyUJLowBttZz+AWw0aFsGtl4b&#10;wXzUDwb67z0Lpic0Nqb3f2gMGoNKTheVeLIMgkVaLAhoicFWXhCSpl5F8NTLZW2s+8RVj7xRYQPF&#10;DHWjR0AyHX05Avden/eWG3djaEd2lf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OZ4MPg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7936" behindDoc="0" locked="0" layoutInCell="1" allowOverlap="1" wp14:anchorId="6B0206BC" wp14:editId="47C9487B">
                      <wp:simplePos x="0" y="0"/>
                      <wp:positionH relativeFrom="column">
                        <wp:posOffset>1320800</wp:posOffset>
                      </wp:positionH>
                      <wp:positionV relativeFrom="paragraph">
                        <wp:posOffset>431800</wp:posOffset>
                      </wp:positionV>
                      <wp:extent cx="1003300" cy="698500"/>
                      <wp:effectExtent l="0" t="0" r="0" b="0"/>
                      <wp:wrapNone/>
                      <wp:docPr id="2567" name="Rectangle 256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7" o:spid="_x0000_s1479" style="position:absolute;margin-left:104pt;margin-top:34pt;width:79pt;height:55pt;z-index:25232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p1l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fenWU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8960" behindDoc="0" locked="0" layoutInCell="1" allowOverlap="1" wp14:anchorId="0FEE6164" wp14:editId="471AF07A">
                      <wp:simplePos x="0" y="0"/>
                      <wp:positionH relativeFrom="column">
                        <wp:posOffset>1320800</wp:posOffset>
                      </wp:positionH>
                      <wp:positionV relativeFrom="paragraph">
                        <wp:posOffset>431800</wp:posOffset>
                      </wp:positionV>
                      <wp:extent cx="1003300" cy="698500"/>
                      <wp:effectExtent l="0" t="0" r="0" b="0"/>
                      <wp:wrapNone/>
                      <wp:docPr id="2568" name="Rectangle 25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8" o:spid="_x0000_s1480" style="position:absolute;margin-left:104pt;margin-top:34pt;width:79pt;height:55pt;z-index:25232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GBGx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9984" behindDoc="0" locked="0" layoutInCell="1" allowOverlap="1" wp14:anchorId="6F88462B" wp14:editId="59F8D542">
                      <wp:simplePos x="0" y="0"/>
                      <wp:positionH relativeFrom="column">
                        <wp:posOffset>1320800</wp:posOffset>
                      </wp:positionH>
                      <wp:positionV relativeFrom="paragraph">
                        <wp:posOffset>431800</wp:posOffset>
                      </wp:positionV>
                      <wp:extent cx="1003300" cy="698500"/>
                      <wp:effectExtent l="0" t="0" r="0" b="0"/>
                      <wp:wrapNone/>
                      <wp:docPr id="2569" name="Rectangle 25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9" o:spid="_x0000_s1481" style="position:absolute;margin-left:104pt;margin-top:34pt;width:79pt;height:55pt;z-index:25232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kgS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MiSSBI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1008" behindDoc="0" locked="0" layoutInCell="1" allowOverlap="1" wp14:anchorId="3A1A25B6" wp14:editId="18257DB4">
                      <wp:simplePos x="0" y="0"/>
                      <wp:positionH relativeFrom="column">
                        <wp:posOffset>1295400</wp:posOffset>
                      </wp:positionH>
                      <wp:positionV relativeFrom="paragraph">
                        <wp:posOffset>431800</wp:posOffset>
                      </wp:positionV>
                      <wp:extent cx="1003300" cy="698500"/>
                      <wp:effectExtent l="0" t="0" r="0" b="0"/>
                      <wp:wrapNone/>
                      <wp:docPr id="2570" name="Rectangle 257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0" o:spid="_x0000_s1482" style="position:absolute;margin-left:102pt;margin-top:34pt;width:79pt;height:55pt;z-index:25233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F85Ts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2032" behindDoc="0" locked="0" layoutInCell="1" allowOverlap="1" wp14:anchorId="715419E9" wp14:editId="4272F056">
                      <wp:simplePos x="0" y="0"/>
                      <wp:positionH relativeFrom="column">
                        <wp:posOffset>1295400</wp:posOffset>
                      </wp:positionH>
                      <wp:positionV relativeFrom="paragraph">
                        <wp:posOffset>431800</wp:posOffset>
                      </wp:positionV>
                      <wp:extent cx="1003300" cy="698500"/>
                      <wp:effectExtent l="0" t="0" r="0" b="0"/>
                      <wp:wrapNone/>
                      <wp:docPr id="2571" name="Rectangle 25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1" o:spid="_x0000_s1483" style="position:absolute;margin-left:102pt;margin-top:34pt;width:79pt;height:55pt;z-index:25233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kim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DaSKY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3056" behindDoc="0" locked="0" layoutInCell="1" allowOverlap="1" wp14:anchorId="4E7AF446" wp14:editId="5DFA03E2">
                      <wp:simplePos x="0" y="0"/>
                      <wp:positionH relativeFrom="column">
                        <wp:posOffset>1295400</wp:posOffset>
                      </wp:positionH>
                      <wp:positionV relativeFrom="paragraph">
                        <wp:posOffset>431800</wp:posOffset>
                      </wp:positionV>
                      <wp:extent cx="1003300" cy="698500"/>
                      <wp:effectExtent l="0" t="0" r="0" b="0"/>
                      <wp:wrapNone/>
                      <wp:docPr id="2572" name="Rectangle 25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2" o:spid="_x0000_s1484" style="position:absolute;margin-left:102pt;margin-top:34pt;width:79pt;height:55pt;z-index:25233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yv+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2nK/4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4080" behindDoc="0" locked="0" layoutInCell="1" allowOverlap="1" wp14:anchorId="5B73E8DD" wp14:editId="08B9587B">
                      <wp:simplePos x="0" y="0"/>
                      <wp:positionH relativeFrom="column">
                        <wp:posOffset>1295400</wp:posOffset>
                      </wp:positionH>
                      <wp:positionV relativeFrom="paragraph">
                        <wp:posOffset>431800</wp:posOffset>
                      </wp:positionV>
                      <wp:extent cx="1003300" cy="698500"/>
                      <wp:effectExtent l="0" t="0" r="0" b="0"/>
                      <wp:wrapNone/>
                      <wp:docPr id="2573" name="Rectangle 257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3" o:spid="_x0000_s1485" style="position:absolute;margin-left:102pt;margin-top:34pt;width:79pt;height:55pt;z-index:25233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YZj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wBhmM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5104" behindDoc="0" locked="0" layoutInCell="1" allowOverlap="1" wp14:anchorId="49841344" wp14:editId="6AE3F476">
                      <wp:simplePos x="0" y="0"/>
                      <wp:positionH relativeFrom="column">
                        <wp:posOffset>1295400</wp:posOffset>
                      </wp:positionH>
                      <wp:positionV relativeFrom="paragraph">
                        <wp:posOffset>431800</wp:posOffset>
                      </wp:positionV>
                      <wp:extent cx="1003300" cy="698500"/>
                      <wp:effectExtent l="0" t="0" r="0" b="0"/>
                      <wp:wrapNone/>
                      <wp:docPr id="2574" name="Rectangle 25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4" o:spid="_x0000_s1486" style="position:absolute;margin-left:102pt;margin-top:34pt;width:79pt;height:55pt;z-index:25233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nMn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U9pzJ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6128" behindDoc="0" locked="0" layoutInCell="1" allowOverlap="1" wp14:anchorId="46264E20" wp14:editId="468FF3D2">
                      <wp:simplePos x="0" y="0"/>
                      <wp:positionH relativeFrom="column">
                        <wp:posOffset>1295400</wp:posOffset>
                      </wp:positionH>
                      <wp:positionV relativeFrom="paragraph">
                        <wp:posOffset>431800</wp:posOffset>
                      </wp:positionV>
                      <wp:extent cx="1003300" cy="698500"/>
                      <wp:effectExtent l="0" t="0" r="0" b="0"/>
                      <wp:wrapNone/>
                      <wp:docPr id="2575" name="Rectangle 25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5" o:spid="_x0000_s1487" style="position:absolute;margin-left:102pt;margin-top:34pt;width:79pt;height:55pt;z-index:25233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H3wHA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8yh98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7152" behindDoc="0" locked="0" layoutInCell="1" allowOverlap="1" wp14:anchorId="1B89A319" wp14:editId="0A42A777">
                      <wp:simplePos x="0" y="0"/>
                      <wp:positionH relativeFrom="column">
                        <wp:posOffset>1295400</wp:posOffset>
                      </wp:positionH>
                      <wp:positionV relativeFrom="paragraph">
                        <wp:posOffset>431800</wp:posOffset>
                      </wp:positionV>
                      <wp:extent cx="1003300" cy="698500"/>
                      <wp:effectExtent l="0" t="0" r="0" b="0"/>
                      <wp:wrapNone/>
                      <wp:docPr id="2576" name="Rectangle 257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6" o:spid="_x0000_s1488" style="position:absolute;margin-left:102pt;margin-top:34pt;width:79pt;height:55pt;z-index:25233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bwY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FhlGgvTQpW9QNyL2HUNTtOV1zVx/PUc22i/GOrZgTSx/Zsk6Wa+zYhYnm+0sTe+TWREWxWyThpss&#10;227zbLH55W5HaQnMFbH3cHfqO8TeR+jc+qlUvuTIKIf9ZQzhezFRmBaupYGHdvl7sMGgTOnZOm14&#10;80k9ajjsPAOmIzQ2und/aAwavUpOV5U4shSCRVLkIWiJwlaW3zh7evJyWWljPzHZI2dUWEMxfd3I&#10;EZBMRy9HAOLr886y42707Uiz2K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DbbwY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8176" behindDoc="0" locked="0" layoutInCell="1" allowOverlap="1" wp14:anchorId="3A1F283E" wp14:editId="5857AC36">
                      <wp:simplePos x="0" y="0"/>
                      <wp:positionH relativeFrom="column">
                        <wp:posOffset>1295400</wp:posOffset>
                      </wp:positionH>
                      <wp:positionV relativeFrom="paragraph">
                        <wp:posOffset>431800</wp:posOffset>
                      </wp:positionV>
                      <wp:extent cx="1003300" cy="698500"/>
                      <wp:effectExtent l="0" t="0" r="0" b="0"/>
                      <wp:wrapNone/>
                      <wp:docPr id="2577" name="Rectangle 25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7" o:spid="_x0000_s1489" style="position:absolute;margin-left:102pt;margin-top:34pt;width:79pt;height:55pt;z-index:25233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xGF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1QojQQZQ6QvUjYhDz9Ac7XjTMKev58gm+8lYxxasmeWPLNkkm01WLOJku1uk6X2yKMKiWGzTcJtl&#10;u12erbY/3e0oLYG5IvYe7s66Q+zvCF2kn0vlS46MctifpxC+ZxOFqZc08NDq9fz3YINRmdKzdb3h&#10;zSf1qEF/5xkwHaGp1YP7gzBo8l1yvnaJI0shWCRFHkIvUdjK8htnQxZ46uWy0sZ+YHJAzqiwhmL6&#10;upETIJmPvhyBe6/PO8tO+8nLkWaJ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LLEYU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9200" behindDoc="0" locked="0" layoutInCell="1" allowOverlap="1" wp14:anchorId="36767DB7" wp14:editId="7AC1B71C">
                      <wp:simplePos x="0" y="0"/>
                      <wp:positionH relativeFrom="column">
                        <wp:posOffset>1295400</wp:posOffset>
                      </wp:positionH>
                      <wp:positionV relativeFrom="paragraph">
                        <wp:posOffset>431800</wp:posOffset>
                      </wp:positionV>
                      <wp:extent cx="1003300" cy="698500"/>
                      <wp:effectExtent l="0" t="0" r="0" b="0"/>
                      <wp:wrapNone/>
                      <wp:docPr id="2578" name="Rectangle 25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8" o:spid="_x0000_s1490" style="position:absolute;margin-left:102pt;margin-top:34pt;width:79pt;height:55pt;z-index:25233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Wlv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3CFpb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0224" behindDoc="0" locked="0" layoutInCell="1" allowOverlap="1" wp14:anchorId="749AA102" wp14:editId="6B1FC308">
                      <wp:simplePos x="0" y="0"/>
                      <wp:positionH relativeFrom="column">
                        <wp:posOffset>1295400</wp:posOffset>
                      </wp:positionH>
                      <wp:positionV relativeFrom="paragraph">
                        <wp:posOffset>431800</wp:posOffset>
                      </wp:positionV>
                      <wp:extent cx="1003300" cy="698500"/>
                      <wp:effectExtent l="0" t="0" r="0" b="0"/>
                      <wp:wrapNone/>
                      <wp:docPr id="2579" name="Rectangle 257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9" o:spid="_x0000_s1491" style="position:absolute;margin-left:102pt;margin-top:34pt;width:79pt;height:55pt;z-index:25234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8Ty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2HxPI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1248" behindDoc="0" locked="0" layoutInCell="1" allowOverlap="1" wp14:anchorId="3C8A0D1B" wp14:editId="1725A0C0">
                      <wp:simplePos x="0" y="0"/>
                      <wp:positionH relativeFrom="column">
                        <wp:posOffset>1295400</wp:posOffset>
                      </wp:positionH>
                      <wp:positionV relativeFrom="paragraph">
                        <wp:posOffset>431800</wp:posOffset>
                      </wp:positionV>
                      <wp:extent cx="1003300" cy="698500"/>
                      <wp:effectExtent l="0" t="0" r="0" b="0"/>
                      <wp:wrapNone/>
                      <wp:docPr id="2580" name="Rectangle 258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0" o:spid="_x0000_s1492" style="position:absolute;margin-left:102pt;margin-top:34pt;width:79pt;height:55pt;z-index:252341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73tLC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2272" behindDoc="0" locked="0" layoutInCell="1" allowOverlap="1" wp14:anchorId="1994945C" wp14:editId="740C4025">
                      <wp:simplePos x="0" y="0"/>
                      <wp:positionH relativeFrom="column">
                        <wp:posOffset>1295400</wp:posOffset>
                      </wp:positionH>
                      <wp:positionV relativeFrom="paragraph">
                        <wp:posOffset>431800</wp:posOffset>
                      </wp:positionV>
                      <wp:extent cx="1003300" cy="698500"/>
                      <wp:effectExtent l="0" t="0" r="0" b="0"/>
                      <wp:wrapNone/>
                      <wp:docPr id="2581" name="Rectangle 25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1" o:spid="_x0000_s1493" style="position:absolute;margin-left:102pt;margin-top:34pt;width:79pt;height:55pt;z-index:252342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UXd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PMJIkAFU+gJ1I+LQMzRHO940zOnrObLJfjLWsQVrZvkjSzbJZpMVizjZ7hZpep8sirAoFts03GbZ&#10;bpdnq+1PdztKS2CuiL2Hu7PuEPs7Qhfp51L5kiOjHPbnKYTv2URh6iUNPLR6Pf892GBUpvRsXW94&#10;80k9atDfeQZMR2hq9eD+IAyafJecr13iyFIIFkmRh9BLFLay/MbZkAWeermstLEfmByQMyqsoZi+&#10;buQESOajL0fg3uvzzrLTfvJypNnK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JRd0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3296" behindDoc="0" locked="0" layoutInCell="1" allowOverlap="1" wp14:anchorId="1505CA86" wp14:editId="1A372C8E">
                      <wp:simplePos x="0" y="0"/>
                      <wp:positionH relativeFrom="column">
                        <wp:posOffset>1295400</wp:posOffset>
                      </wp:positionH>
                      <wp:positionV relativeFrom="paragraph">
                        <wp:posOffset>431800</wp:posOffset>
                      </wp:positionV>
                      <wp:extent cx="1003300" cy="698500"/>
                      <wp:effectExtent l="0" t="0" r="0" b="0"/>
                      <wp:wrapNone/>
                      <wp:docPr id="2582" name="Rectangle 258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2" o:spid="_x0000_s1494" style="position:absolute;margin-left:102pt;margin-top:34pt;width:79pt;height:55pt;z-index:25234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JOghc8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4320" behindDoc="0" locked="0" layoutInCell="1" allowOverlap="1" wp14:anchorId="51B50E10" wp14:editId="29E96AC8">
                      <wp:simplePos x="0" y="0"/>
                      <wp:positionH relativeFrom="column">
                        <wp:posOffset>1295400</wp:posOffset>
                      </wp:positionH>
                      <wp:positionV relativeFrom="paragraph">
                        <wp:posOffset>431800</wp:posOffset>
                      </wp:positionV>
                      <wp:extent cx="1003300" cy="698500"/>
                      <wp:effectExtent l="0" t="0" r="0" b="0"/>
                      <wp:wrapNone/>
                      <wp:docPr id="2583" name="Rectangle 258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3" o:spid="_x0000_s1495" style="position:absolute;margin-left:102pt;margin-top:34pt;width:79pt;height:55pt;z-index:25234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ihS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nmAkyAAqfYO6EbHvGZqjHW8a5vT1HNlkvxjr2II1s/yZJetkvc6KRZxstos0vUsWRVgUi00abrJs&#10;u82z680vdztKS2CuiL2Du7PuEHsfobP0c6l8yZFRDvvzFML3bKIw9ZIGHlq9mv8ebDAqU3q2rje8&#10;+ageNOjvPAOmIzS1enB/EAZNvktOly5xZCkEi6TIQ+glCltZfuVsyAJPvVxW2thPTA7IGRXWUExf&#10;N3IEJPPRlyNw7/V5Z9lpN3k50qx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GIGKFI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5344" behindDoc="0" locked="0" layoutInCell="1" allowOverlap="1" wp14:anchorId="7AB254DE" wp14:editId="266EBD2A">
                      <wp:simplePos x="0" y="0"/>
                      <wp:positionH relativeFrom="column">
                        <wp:posOffset>1295400</wp:posOffset>
                      </wp:positionH>
                      <wp:positionV relativeFrom="paragraph">
                        <wp:posOffset>431800</wp:posOffset>
                      </wp:positionV>
                      <wp:extent cx="1003300" cy="698500"/>
                      <wp:effectExtent l="0" t="0" r="0" b="0"/>
                      <wp:wrapNone/>
                      <wp:docPr id="2584" name="Rectangle 25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4" o:spid="_x0000_s1496" style="position:absolute;margin-left:102pt;margin-top:34pt;width:79pt;height:55pt;z-index:25234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uYP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RrmD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6368" behindDoc="0" locked="0" layoutInCell="1" allowOverlap="1" wp14:anchorId="015BB91F" wp14:editId="36D98AF7">
                      <wp:simplePos x="0" y="0"/>
                      <wp:positionH relativeFrom="column">
                        <wp:posOffset>1295400</wp:posOffset>
                      </wp:positionH>
                      <wp:positionV relativeFrom="paragraph">
                        <wp:posOffset>431800</wp:posOffset>
                      </wp:positionV>
                      <wp:extent cx="1003300" cy="698500"/>
                      <wp:effectExtent l="0" t="0" r="0" b="0"/>
                      <wp:wrapNone/>
                      <wp:docPr id="2585" name="Rectangle 258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5" o:spid="_x0000_s1497" style="position:absolute;margin-left:102pt;margin-top:34pt;width:79pt;height:55pt;z-index:25234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EuS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C8S5I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7392" behindDoc="0" locked="0" layoutInCell="1" allowOverlap="1" wp14:anchorId="52B5021E" wp14:editId="051F1CC8">
                      <wp:simplePos x="0" y="0"/>
                      <wp:positionH relativeFrom="column">
                        <wp:posOffset>1295400</wp:posOffset>
                      </wp:positionH>
                      <wp:positionV relativeFrom="paragraph">
                        <wp:posOffset>431800</wp:posOffset>
                      </wp:positionV>
                      <wp:extent cx="1003300" cy="698500"/>
                      <wp:effectExtent l="0" t="0" r="0" b="0"/>
                      <wp:wrapNone/>
                      <wp:docPr id="2586" name="Rectangle 258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6" o:spid="_x0000_s1498" style="position:absolute;margin-left:102pt;margin-top:34pt;width:79pt;height:55pt;z-index:25234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p6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PMNIkAFU+gJ1I+LQMzRHO940zOnrObLJfjLWsQVrZvkjSzbJZpMVizjZ7hZpep8sirAoFts03GbZ&#10;bpdnq+1PdztKS2CuiL2Hu7PuEPs7Qhfp51L5kiOjHPbnKYTv2URh6iUNPLR6Pf892GBUpvRsXW94&#10;80k9atDfeQZMR2hq9eD+IAyafJecr13iyFIIFkmRh9BLFLay/MbZkAWeermstLEfmByQMyqsoZi+&#10;buQESOajL0fg3uvzzrLTfvJypKv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D5ino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8416" behindDoc="0" locked="0" layoutInCell="1" allowOverlap="1" wp14:anchorId="159FDD01" wp14:editId="30EE399E">
                      <wp:simplePos x="0" y="0"/>
                      <wp:positionH relativeFrom="column">
                        <wp:posOffset>1295400</wp:posOffset>
                      </wp:positionH>
                      <wp:positionV relativeFrom="paragraph">
                        <wp:posOffset>431800</wp:posOffset>
                      </wp:positionV>
                      <wp:extent cx="1003300" cy="698500"/>
                      <wp:effectExtent l="0" t="0" r="0" b="0"/>
                      <wp:wrapNone/>
                      <wp:docPr id="2587" name="Rectangle 25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7" o:spid="_x0000_s1499" style="position:absolute;margin-left:102pt;margin-top:34pt;width:79pt;height:55pt;z-index:252348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4St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fIWRIAOo9AXqRsShZ2iOdrxpmNPXc2ST/WSsYwvWzPJHlmySzSYrFnGy3S3S9D5ZFGFRLLZpuM2y&#10;3S7PVtuf7naUlsBcEXsPd2fdIfZ3hC7Sz6XyJUdGOezPUwjfs4nC1EsaeGj1ev57sMGoTOnZut7w&#10;5pN61KC/8wyYjtDU6sH9QRg0+S45X7vEkaUQLJIiD6GXKGxl+Y2zIQs89XJZaWM/MDkgZ1RYQzF9&#10;3cgJkMxHX47AvdfnnWWn/eTlSFeJ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DALhK0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9440" behindDoc="0" locked="0" layoutInCell="1" allowOverlap="1" wp14:anchorId="3E253C76" wp14:editId="358D6172">
                      <wp:simplePos x="0" y="0"/>
                      <wp:positionH relativeFrom="column">
                        <wp:posOffset>1295400</wp:posOffset>
                      </wp:positionH>
                      <wp:positionV relativeFrom="paragraph">
                        <wp:posOffset>431800</wp:posOffset>
                      </wp:positionV>
                      <wp:extent cx="1003300" cy="698500"/>
                      <wp:effectExtent l="0" t="0" r="0" b="0"/>
                      <wp:wrapNone/>
                      <wp:docPr id="2588" name="Rectangle 258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8" o:spid="_x0000_s1500" style="position:absolute;margin-left:102pt;margin-top:34pt;width:79pt;height:55pt;z-index:252349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8NGg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1Xw0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0464" behindDoc="0" locked="0" layoutInCell="1" allowOverlap="1" wp14:anchorId="0BE01F72" wp14:editId="30230167">
                      <wp:simplePos x="0" y="0"/>
                      <wp:positionH relativeFrom="column">
                        <wp:posOffset>1295400</wp:posOffset>
                      </wp:positionH>
                      <wp:positionV relativeFrom="paragraph">
                        <wp:posOffset>431800</wp:posOffset>
                      </wp:positionV>
                      <wp:extent cx="1003300" cy="698500"/>
                      <wp:effectExtent l="0" t="0" r="0" b="0"/>
                      <wp:wrapNone/>
                      <wp:docPr id="2589" name="Rectangle 258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9" o:spid="_x0000_s1501" style="position:absolute;margin-left:102pt;margin-top:34pt;width:79pt;height:55pt;z-index:252350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Q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4X&#10;eYGRID2o9A3qRsShY2iKtryumdPXc2Sj/WKsYwvWxPJnlmySzSYrZnGy3c3S9C6ZFWFRzLZpuM2y&#10;3S7Plttf7naUlsBcEXsHdyfdIfY+Qhfpp1L5kiOjHPbnMYTv2URh6iUNPLT1avp7sMGgTOnZut7w&#10;5qN60KC/8wyYjtDY6N79QRg0+i45X7vEkaUQLJIiD6GXKGxl+cLZkAWeermstLGfmOyRMyqsoZi+&#10;buQESKajL0fg3uvzzrLjfvRypMu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4T8pA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1488" behindDoc="0" locked="0" layoutInCell="1" allowOverlap="1" wp14:anchorId="49F98D9B" wp14:editId="05BA4E33">
                      <wp:simplePos x="0" y="0"/>
                      <wp:positionH relativeFrom="column">
                        <wp:posOffset>1295400</wp:posOffset>
                      </wp:positionH>
                      <wp:positionV relativeFrom="paragraph">
                        <wp:posOffset>431800</wp:posOffset>
                      </wp:positionV>
                      <wp:extent cx="1003300" cy="698500"/>
                      <wp:effectExtent l="0" t="0" r="0" b="0"/>
                      <wp:wrapNone/>
                      <wp:docPr id="2590" name="Rectangle 25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0" o:spid="_x0000_s1502" style="position:absolute;margin-left:102pt;margin-top:34pt;width:79pt;height:55pt;z-index:252351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krc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9dZK3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2512" behindDoc="0" locked="0" layoutInCell="1" allowOverlap="1" wp14:anchorId="5756BAAA" wp14:editId="3543F82E">
                      <wp:simplePos x="0" y="0"/>
                      <wp:positionH relativeFrom="column">
                        <wp:posOffset>1295400</wp:posOffset>
                      </wp:positionH>
                      <wp:positionV relativeFrom="paragraph">
                        <wp:posOffset>431800</wp:posOffset>
                      </wp:positionV>
                      <wp:extent cx="1003300" cy="698500"/>
                      <wp:effectExtent l="0" t="0" r="0" b="0"/>
                      <wp:wrapNone/>
                      <wp:docPr id="2591" name="Rectangle 259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1" o:spid="_x0000_s1503" style="position:absolute;margin-left:102pt;margin-top:34pt;width:79pt;height:55pt;z-index:25235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OdB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EcOdB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3536" behindDoc="0" locked="0" layoutInCell="1" allowOverlap="1" wp14:anchorId="0B94D02F" wp14:editId="67035BE3">
                      <wp:simplePos x="0" y="0"/>
                      <wp:positionH relativeFrom="column">
                        <wp:posOffset>1295400</wp:posOffset>
                      </wp:positionH>
                      <wp:positionV relativeFrom="paragraph">
                        <wp:posOffset>431800</wp:posOffset>
                      </wp:positionV>
                      <wp:extent cx="1003300" cy="698500"/>
                      <wp:effectExtent l="0" t="0" r="0" b="0"/>
                      <wp:wrapNone/>
                      <wp:docPr id="2592" name="Rectangle 259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2" o:spid="_x0000_s1504" style="position:absolute;margin-left:102pt;margin-top:34pt;width:79pt;height:55pt;z-index:25235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SdT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2FknU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4560" behindDoc="0" locked="0" layoutInCell="1" allowOverlap="1" wp14:anchorId="06E8F1E1" wp14:editId="3193F31F">
                      <wp:simplePos x="0" y="0"/>
                      <wp:positionH relativeFrom="column">
                        <wp:posOffset>1295400</wp:posOffset>
                      </wp:positionH>
                      <wp:positionV relativeFrom="paragraph">
                        <wp:posOffset>431800</wp:posOffset>
                      </wp:positionV>
                      <wp:extent cx="1003300" cy="698500"/>
                      <wp:effectExtent l="0" t="0" r="0" b="0"/>
                      <wp:wrapNone/>
                      <wp:docPr id="2593" name="Rectangle 25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3" o:spid="_x0000_s1505" style="position:absolute;margin-left:102pt;margin-top:34pt;width:79pt;height:55pt;z-index:25235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ymE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IsFIkAFU+gJ1I+LQMzRHO940zOnrObLJfjLWsQVrZvkjSzbJZpMVizjZ7hZpep8sirAoFts03GbZ&#10;bpdnq+1PdztKS2CuiL2Hu7PuEPs7Qhfp51L5kiOjHPbnKYTv2URh6iUNPLR6Pf892GBUpvRsXW94&#10;80k9atDfeQZMR2hq9eD+IAyafJecr13iyFIIFkmRh9BLFLay/MbZkAWeermstLEfmByQMyqsoZi+&#10;buQESOajL0fg3uvzzrLTfvJypKvC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HirKYQ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p>
        </w:tc>
      </w:tr>
    </w:tbl>
    <w:p w:rsidR="00FE7038" w:rsidRDefault="00FE7038" w:rsidP="00FE7038">
      <w:pPr>
        <w:spacing w:line="276" w:lineRule="auto"/>
        <w:outlineLvl w:val="0"/>
        <w:rPr>
          <w:rFonts w:ascii="Century Gothic" w:hAnsi="Century Gothic"/>
          <w:bCs/>
          <w:color w:val="000000" w:themeColor="text1"/>
          <w:szCs w:val="144"/>
        </w:rPr>
      </w:pPr>
    </w:p>
    <w:p w:rsidR="00433D29" w:rsidRDefault="00433D29" w:rsidP="004D6AFF">
      <w:pPr>
        <w:spacing w:line="276" w:lineRule="auto"/>
        <w:outlineLvl w:val="0"/>
        <w:rPr>
          <w:rFonts w:ascii="Century Gothic" w:hAnsi="Century Gothic"/>
          <w:bCs/>
          <w:color w:val="000000" w:themeColor="text1"/>
          <w:szCs w:val="144"/>
        </w:rPr>
      </w:pPr>
    </w:p>
    <w:p w:rsidR="00433D29" w:rsidRDefault="00433D29" w:rsidP="004D6AFF">
      <w:pPr>
        <w:spacing w:line="276" w:lineRule="auto"/>
        <w:outlineLvl w:val="0"/>
        <w:rPr>
          <w:rFonts w:ascii="Century Gothic" w:hAnsi="Century Gothic"/>
          <w:bCs/>
          <w:color w:val="000000" w:themeColor="text1"/>
          <w:szCs w:val="144"/>
        </w:rPr>
      </w:pPr>
    </w:p>
    <w:p w:rsidR="00433D29" w:rsidRDefault="00433D29" w:rsidP="004D6AFF">
      <w:pPr>
        <w:spacing w:line="276" w:lineRule="auto"/>
        <w:outlineLvl w:val="0"/>
        <w:rPr>
          <w:rFonts w:ascii="Century Gothic" w:hAnsi="Century Gothic"/>
          <w:bCs/>
          <w:color w:val="000000" w:themeColor="text1"/>
          <w:szCs w:val="144"/>
        </w:rPr>
      </w:pPr>
    </w:p>
    <w:p w:rsidR="00433D29" w:rsidRPr="004D6AFF" w:rsidRDefault="00433D29" w:rsidP="004D6AFF">
      <w:pPr>
        <w:spacing w:line="276" w:lineRule="auto"/>
        <w:outlineLvl w:val="0"/>
        <w:rPr>
          <w:rFonts w:ascii="Century Gothic" w:hAnsi="Century Gothic"/>
          <w:bCs/>
          <w:color w:val="000000" w:themeColor="text1"/>
          <w:szCs w:val="144"/>
        </w:rPr>
      </w:pPr>
    </w:p>
    <w:p w:rsidR="004D6AFF" w:rsidRDefault="004D6AFF" w:rsidP="00303C60">
      <w:pPr>
        <w:outlineLvl w:val="0"/>
        <w:rPr>
          <w:rFonts w:ascii="Century Gothic" w:hAnsi="Century Gothic"/>
          <w:b/>
          <w:color w:val="000000" w:themeColor="text1"/>
          <w:sz w:val="15"/>
          <w:szCs w:val="44"/>
        </w:rPr>
      </w:pPr>
    </w:p>
    <w:p w:rsidR="004D6AFF" w:rsidRDefault="004D6AFF" w:rsidP="00303C60">
      <w:pPr>
        <w:outlineLvl w:val="0"/>
        <w:rPr>
          <w:rFonts w:ascii="Century Gothic" w:hAnsi="Century Gothic"/>
          <w:b/>
          <w:color w:val="000000" w:themeColor="text1"/>
          <w:sz w:val="15"/>
          <w:szCs w:val="44"/>
        </w:rPr>
      </w:pPr>
    </w:p>
    <w:p w:rsidR="004D6AFF" w:rsidRDefault="004D6AFF" w:rsidP="00303C60">
      <w:pPr>
        <w:outlineLvl w:val="0"/>
        <w:rPr>
          <w:rFonts w:ascii="Century Gothic" w:hAnsi="Century Gothic"/>
          <w:b/>
          <w:color w:val="000000" w:themeColor="text1"/>
          <w:sz w:val="15"/>
          <w:szCs w:val="44"/>
        </w:rPr>
        <w:sectPr w:rsidR="004D6AFF" w:rsidSect="00BC4CD6">
          <w:headerReference w:type="even" r:id="rId12"/>
          <w:headerReference w:type="default" r:id="rId13"/>
          <w:footerReference w:type="even" r:id="rId14"/>
          <w:footerReference w:type="default" r:id="rId15"/>
          <w:headerReference w:type="first" r:id="rId16"/>
          <w:footerReference w:type="first" r:id="rId17"/>
          <w:type w:val="continuous"/>
          <w:pgSz w:w="12240" w:h="15840"/>
          <w:pgMar w:top="432" w:right="720" w:bottom="432" w:left="720" w:header="720" w:footer="518" w:gutter="0"/>
          <w:cols w:space="720"/>
          <w:titlePg/>
          <w:docGrid w:linePitch="360"/>
        </w:sectPr>
      </w:pPr>
    </w:p>
    <w:p w:rsidR="00FE7038" w:rsidRPr="00433D29" w:rsidRDefault="00FE7038" w:rsidP="00FE7038">
      <w:pPr>
        <w:spacing w:line="360"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lastRenderedPageBreak/>
        <w:t>PROJECT SCHEDULE STATUS</w:t>
      </w:r>
    </w:p>
    <w:tbl>
      <w:tblPr>
        <w:tblW w:w="14695" w:type="dxa"/>
        <w:tblLook w:val="04A0" w:firstRow="1" w:lastRow="0" w:firstColumn="1" w:lastColumn="0" w:noHBand="0" w:noVBand="1"/>
      </w:tblPr>
      <w:tblGrid>
        <w:gridCol w:w="4315"/>
        <w:gridCol w:w="2160"/>
        <w:gridCol w:w="1660"/>
        <w:gridCol w:w="1661"/>
        <w:gridCol w:w="4899"/>
      </w:tblGrid>
      <w:tr w:rsidR="002F2CEF" w:rsidTr="00141E75">
        <w:trPr>
          <w:trHeight w:val="432"/>
        </w:trPr>
        <w:tc>
          <w:tcPr>
            <w:tcW w:w="4315"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rsidR="00EF0B97" w:rsidRPr="002F2CEF" w:rsidRDefault="00FE7038" w:rsidP="00023806">
            <w:pPr>
              <w:rPr>
                <w:rFonts w:ascii="Century Gothic" w:hAnsi="Century Gothic" w:cs="Calibri"/>
                <w:b/>
                <w:bCs/>
                <w:color w:val="000000"/>
                <w:sz w:val="18"/>
                <w:szCs w:val="18"/>
              </w:rPr>
            </w:pPr>
            <w:r>
              <w:rPr>
                <w:rFonts w:ascii="Century Gothic" w:hAnsi="Century Gothic" w:cs="Calibri"/>
                <w:b/>
                <w:bCs/>
                <w:color w:val="000000"/>
                <w:sz w:val="18"/>
                <w:szCs w:val="18"/>
              </w:rPr>
              <w:t>KEY PROJECT</w:t>
            </w:r>
          </w:p>
        </w:tc>
        <w:tc>
          <w:tcPr>
            <w:tcW w:w="2160" w:type="dxa"/>
            <w:tcBorders>
              <w:top w:val="single" w:sz="4" w:space="0" w:color="BFBFBF"/>
              <w:left w:val="nil"/>
              <w:bottom w:val="single" w:sz="4" w:space="0" w:color="BFBFBF"/>
              <w:right w:val="single" w:sz="4" w:space="0" w:color="BFBFBF"/>
            </w:tcBorders>
            <w:shd w:val="clear" w:color="000000" w:fill="D6DCE4"/>
            <w:vAlign w:val="center"/>
            <w:hideMark/>
          </w:tcPr>
          <w:p w:rsidR="00EF0B97" w:rsidRPr="002F2CEF" w:rsidRDefault="00EF0B97" w:rsidP="00023806">
            <w:pPr>
              <w:rPr>
                <w:rFonts w:ascii="Century Gothic" w:hAnsi="Century Gothic" w:cs="Calibri"/>
                <w:b/>
                <w:bCs/>
                <w:color w:val="000000"/>
                <w:sz w:val="18"/>
                <w:szCs w:val="18"/>
              </w:rPr>
            </w:pPr>
            <w:r w:rsidRPr="002F2CEF">
              <w:rPr>
                <w:rFonts w:ascii="Century Gothic" w:hAnsi="Century Gothic" w:cs="Calibri"/>
                <w:b/>
                <w:bCs/>
                <w:color w:val="000000"/>
                <w:sz w:val="18"/>
                <w:szCs w:val="18"/>
              </w:rPr>
              <w:t>STATUS</w:t>
            </w:r>
          </w:p>
        </w:tc>
        <w:tc>
          <w:tcPr>
            <w:tcW w:w="1660" w:type="dxa"/>
            <w:tcBorders>
              <w:top w:val="single" w:sz="4" w:space="0" w:color="BFBFBF"/>
              <w:left w:val="nil"/>
              <w:bottom w:val="single" w:sz="4" w:space="0" w:color="BFBFBF"/>
              <w:right w:val="single" w:sz="4" w:space="0" w:color="BFBFBF"/>
            </w:tcBorders>
            <w:shd w:val="clear" w:color="000000" w:fill="D6DCE4"/>
            <w:vAlign w:val="center"/>
            <w:hideMark/>
          </w:tcPr>
          <w:p w:rsidR="00EF0B97" w:rsidRPr="002F2CEF" w:rsidRDefault="00FE7038" w:rsidP="00FE7038">
            <w:pPr>
              <w:jc w:val="center"/>
              <w:rPr>
                <w:rFonts w:ascii="Century Gothic" w:hAnsi="Century Gothic" w:cs="Calibri"/>
                <w:b/>
                <w:bCs/>
                <w:color w:val="000000"/>
                <w:sz w:val="18"/>
                <w:szCs w:val="18"/>
              </w:rPr>
            </w:pPr>
            <w:r>
              <w:rPr>
                <w:rFonts w:ascii="Century Gothic" w:hAnsi="Century Gothic" w:cs="Calibri"/>
                <w:b/>
                <w:bCs/>
                <w:color w:val="000000"/>
                <w:sz w:val="18"/>
                <w:szCs w:val="18"/>
              </w:rPr>
              <w:t>TARGET DATE</w:t>
            </w:r>
          </w:p>
        </w:tc>
        <w:tc>
          <w:tcPr>
            <w:tcW w:w="1661" w:type="dxa"/>
            <w:tcBorders>
              <w:top w:val="single" w:sz="4" w:space="0" w:color="BFBFBF"/>
              <w:left w:val="nil"/>
              <w:bottom w:val="single" w:sz="4" w:space="0" w:color="BFBFBF"/>
              <w:right w:val="single" w:sz="4" w:space="0" w:color="BFBFBF"/>
            </w:tcBorders>
            <w:shd w:val="clear" w:color="000000" w:fill="D6DCE4"/>
            <w:vAlign w:val="center"/>
            <w:hideMark/>
          </w:tcPr>
          <w:p w:rsidR="00EF0B97" w:rsidRPr="002F2CEF" w:rsidRDefault="00FE7038" w:rsidP="00FE7038">
            <w:pPr>
              <w:jc w:val="center"/>
              <w:rPr>
                <w:rFonts w:ascii="Century Gothic" w:hAnsi="Century Gothic" w:cs="Calibri"/>
                <w:b/>
                <w:bCs/>
                <w:color w:val="000000"/>
                <w:sz w:val="18"/>
                <w:szCs w:val="18"/>
              </w:rPr>
            </w:pPr>
            <w:r>
              <w:rPr>
                <w:rFonts w:ascii="Century Gothic" w:hAnsi="Century Gothic" w:cs="Calibri"/>
                <w:b/>
                <w:bCs/>
                <w:color w:val="000000"/>
                <w:sz w:val="18"/>
                <w:szCs w:val="18"/>
              </w:rPr>
              <w:t>ACTUAL DATE</w:t>
            </w:r>
          </w:p>
        </w:tc>
        <w:tc>
          <w:tcPr>
            <w:tcW w:w="4899" w:type="dxa"/>
            <w:tcBorders>
              <w:top w:val="single" w:sz="4" w:space="0" w:color="BFBFBF"/>
              <w:left w:val="nil"/>
              <w:bottom w:val="single" w:sz="4" w:space="0" w:color="BFBFBF"/>
              <w:right w:val="single" w:sz="4" w:space="0" w:color="BFBFBF"/>
            </w:tcBorders>
            <w:shd w:val="clear" w:color="000000" w:fill="D6DCE4"/>
            <w:vAlign w:val="center"/>
            <w:hideMark/>
          </w:tcPr>
          <w:p w:rsidR="00EF0B97" w:rsidRPr="002F2CEF" w:rsidRDefault="00EF0B97" w:rsidP="00023806">
            <w:pPr>
              <w:rPr>
                <w:rFonts w:ascii="Century Gothic" w:hAnsi="Century Gothic" w:cs="Calibri"/>
                <w:b/>
                <w:bCs/>
                <w:color w:val="000000"/>
                <w:sz w:val="18"/>
                <w:szCs w:val="18"/>
              </w:rPr>
            </w:pPr>
            <w:r w:rsidRPr="002F2CEF">
              <w:rPr>
                <w:rFonts w:ascii="Century Gothic" w:hAnsi="Century Gothic" w:cs="Calibri"/>
                <w:b/>
                <w:bCs/>
                <w:color w:val="000000"/>
                <w:sz w:val="18"/>
                <w:szCs w:val="18"/>
              </w:rPr>
              <w:t>COMMENTS</w:t>
            </w: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141E75"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bl>
    <w:p w:rsidR="002F2CEF" w:rsidRDefault="002F2CEF" w:rsidP="00303C60">
      <w:pPr>
        <w:outlineLvl w:val="0"/>
        <w:rPr>
          <w:rFonts w:ascii="Century Gothic" w:hAnsi="Century Gothic"/>
          <w:b/>
          <w:color w:val="000000" w:themeColor="text1"/>
          <w:sz w:val="15"/>
          <w:szCs w:val="44"/>
        </w:rPr>
      </w:pPr>
    </w:p>
    <w:p w:rsidR="00141E75" w:rsidRPr="00433D29" w:rsidRDefault="00141E75" w:rsidP="00141E75">
      <w:pPr>
        <w:spacing w:line="360"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KEY PROJECT MILESTONES</w:t>
      </w:r>
    </w:p>
    <w:tbl>
      <w:tblPr>
        <w:tblW w:w="14695" w:type="dxa"/>
        <w:tblLook w:val="04A0" w:firstRow="1" w:lastRow="0" w:firstColumn="1" w:lastColumn="0" w:noHBand="0" w:noVBand="1"/>
      </w:tblPr>
      <w:tblGrid>
        <w:gridCol w:w="4315"/>
        <w:gridCol w:w="2160"/>
        <w:gridCol w:w="1660"/>
        <w:gridCol w:w="1661"/>
        <w:gridCol w:w="4899"/>
      </w:tblGrid>
      <w:tr w:rsidR="00141E75" w:rsidTr="009372B2">
        <w:trPr>
          <w:trHeight w:val="432"/>
        </w:trPr>
        <w:tc>
          <w:tcPr>
            <w:tcW w:w="4315"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rsidR="00141E75" w:rsidRPr="002F2CEF" w:rsidRDefault="00141E75" w:rsidP="009372B2">
            <w:pPr>
              <w:rPr>
                <w:rFonts w:ascii="Century Gothic" w:hAnsi="Century Gothic" w:cs="Calibri"/>
                <w:b/>
                <w:bCs/>
                <w:color w:val="000000"/>
                <w:sz w:val="18"/>
                <w:szCs w:val="18"/>
              </w:rPr>
            </w:pPr>
            <w:r>
              <w:rPr>
                <w:rFonts w:ascii="Century Gothic" w:hAnsi="Century Gothic" w:cs="Calibri"/>
                <w:b/>
                <w:bCs/>
                <w:color w:val="000000"/>
                <w:sz w:val="18"/>
                <w:szCs w:val="18"/>
              </w:rPr>
              <w:t>MILESTONE</w:t>
            </w:r>
          </w:p>
        </w:tc>
        <w:tc>
          <w:tcPr>
            <w:tcW w:w="2160" w:type="dxa"/>
            <w:tcBorders>
              <w:top w:val="single" w:sz="4" w:space="0" w:color="BFBFBF"/>
              <w:left w:val="nil"/>
              <w:bottom w:val="single" w:sz="4" w:space="0" w:color="BFBFBF"/>
              <w:right w:val="single" w:sz="4" w:space="0" w:color="BFBFBF"/>
            </w:tcBorders>
            <w:shd w:val="clear" w:color="000000" w:fill="D6DCE4"/>
            <w:vAlign w:val="center"/>
            <w:hideMark/>
          </w:tcPr>
          <w:p w:rsidR="00141E75" w:rsidRPr="002F2CEF" w:rsidRDefault="00141E75" w:rsidP="009372B2">
            <w:pPr>
              <w:rPr>
                <w:rFonts w:ascii="Century Gothic" w:hAnsi="Century Gothic" w:cs="Calibri"/>
                <w:b/>
                <w:bCs/>
                <w:color w:val="000000"/>
                <w:sz w:val="18"/>
                <w:szCs w:val="18"/>
              </w:rPr>
            </w:pPr>
            <w:r w:rsidRPr="002F2CEF">
              <w:rPr>
                <w:rFonts w:ascii="Century Gothic" w:hAnsi="Century Gothic" w:cs="Calibri"/>
                <w:b/>
                <w:bCs/>
                <w:color w:val="000000"/>
                <w:sz w:val="18"/>
                <w:szCs w:val="18"/>
              </w:rPr>
              <w:t>STATUS</w:t>
            </w:r>
          </w:p>
        </w:tc>
        <w:tc>
          <w:tcPr>
            <w:tcW w:w="1660" w:type="dxa"/>
            <w:tcBorders>
              <w:top w:val="single" w:sz="4" w:space="0" w:color="BFBFBF"/>
              <w:left w:val="nil"/>
              <w:bottom w:val="single" w:sz="4" w:space="0" w:color="BFBFBF"/>
              <w:right w:val="single" w:sz="4" w:space="0" w:color="BFBFBF"/>
            </w:tcBorders>
            <w:shd w:val="clear" w:color="000000" w:fill="D6DCE4"/>
            <w:vAlign w:val="center"/>
            <w:hideMark/>
          </w:tcPr>
          <w:p w:rsidR="00141E75" w:rsidRPr="002F2CEF" w:rsidRDefault="00141E75" w:rsidP="009372B2">
            <w:pPr>
              <w:jc w:val="center"/>
              <w:rPr>
                <w:rFonts w:ascii="Century Gothic" w:hAnsi="Century Gothic" w:cs="Calibri"/>
                <w:b/>
                <w:bCs/>
                <w:color w:val="000000"/>
                <w:sz w:val="18"/>
                <w:szCs w:val="18"/>
              </w:rPr>
            </w:pPr>
            <w:r>
              <w:rPr>
                <w:rFonts w:ascii="Century Gothic" w:hAnsi="Century Gothic" w:cs="Calibri"/>
                <w:b/>
                <w:bCs/>
                <w:color w:val="000000"/>
                <w:sz w:val="18"/>
                <w:szCs w:val="18"/>
              </w:rPr>
              <w:t>TARGET DATE</w:t>
            </w:r>
          </w:p>
        </w:tc>
        <w:tc>
          <w:tcPr>
            <w:tcW w:w="1661" w:type="dxa"/>
            <w:tcBorders>
              <w:top w:val="single" w:sz="4" w:space="0" w:color="BFBFBF"/>
              <w:left w:val="nil"/>
              <w:bottom w:val="single" w:sz="4" w:space="0" w:color="BFBFBF"/>
              <w:right w:val="single" w:sz="4" w:space="0" w:color="BFBFBF"/>
            </w:tcBorders>
            <w:shd w:val="clear" w:color="000000" w:fill="D6DCE4"/>
            <w:vAlign w:val="center"/>
            <w:hideMark/>
          </w:tcPr>
          <w:p w:rsidR="00141E75" w:rsidRPr="002F2CEF" w:rsidRDefault="00141E75" w:rsidP="009372B2">
            <w:pPr>
              <w:jc w:val="center"/>
              <w:rPr>
                <w:rFonts w:ascii="Century Gothic" w:hAnsi="Century Gothic" w:cs="Calibri"/>
                <w:b/>
                <w:bCs/>
                <w:color w:val="000000"/>
                <w:sz w:val="18"/>
                <w:szCs w:val="18"/>
              </w:rPr>
            </w:pPr>
            <w:r>
              <w:rPr>
                <w:rFonts w:ascii="Century Gothic" w:hAnsi="Century Gothic" w:cs="Calibri"/>
                <w:b/>
                <w:bCs/>
                <w:color w:val="000000"/>
                <w:sz w:val="18"/>
                <w:szCs w:val="18"/>
              </w:rPr>
              <w:t>ACTUAL DATE</w:t>
            </w:r>
          </w:p>
        </w:tc>
        <w:tc>
          <w:tcPr>
            <w:tcW w:w="4899" w:type="dxa"/>
            <w:tcBorders>
              <w:top w:val="single" w:sz="4" w:space="0" w:color="BFBFBF"/>
              <w:left w:val="nil"/>
              <w:bottom w:val="single" w:sz="4" w:space="0" w:color="BFBFBF"/>
              <w:right w:val="single" w:sz="4" w:space="0" w:color="BFBFBF"/>
            </w:tcBorders>
            <w:shd w:val="clear" w:color="000000" w:fill="D6DCE4"/>
            <w:vAlign w:val="center"/>
            <w:hideMark/>
          </w:tcPr>
          <w:p w:rsidR="00141E75" w:rsidRPr="002F2CEF" w:rsidRDefault="00141E75" w:rsidP="009372B2">
            <w:pPr>
              <w:rPr>
                <w:rFonts w:ascii="Century Gothic" w:hAnsi="Century Gothic" w:cs="Calibri"/>
                <w:b/>
                <w:bCs/>
                <w:color w:val="000000"/>
                <w:sz w:val="18"/>
                <w:szCs w:val="18"/>
              </w:rPr>
            </w:pPr>
            <w:r w:rsidRPr="002F2CEF">
              <w:rPr>
                <w:rFonts w:ascii="Century Gothic" w:hAnsi="Century Gothic" w:cs="Calibri"/>
                <w:b/>
                <w:bCs/>
                <w:color w:val="000000"/>
                <w:sz w:val="18"/>
                <w:szCs w:val="18"/>
              </w:rPr>
              <w:t>COMMENTS</w:t>
            </w: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bl>
    <w:p w:rsidR="00141E75" w:rsidRDefault="00141E75" w:rsidP="00141E75">
      <w:pPr>
        <w:outlineLvl w:val="0"/>
        <w:rPr>
          <w:rFonts w:ascii="Century Gothic" w:hAnsi="Century Gothic"/>
          <w:b/>
          <w:color w:val="000000" w:themeColor="text1"/>
          <w:sz w:val="15"/>
          <w:szCs w:val="44"/>
        </w:rPr>
      </w:pPr>
    </w:p>
    <w:p w:rsidR="00141E75" w:rsidRDefault="00141E75" w:rsidP="00141E75">
      <w:pPr>
        <w:outlineLvl w:val="0"/>
        <w:rPr>
          <w:rFonts w:ascii="Century Gothic" w:hAnsi="Century Gothic"/>
          <w:b/>
          <w:color w:val="000000" w:themeColor="text1"/>
          <w:sz w:val="15"/>
          <w:szCs w:val="44"/>
        </w:rPr>
      </w:pPr>
    </w:p>
    <w:p w:rsidR="00A50ABD" w:rsidRDefault="00A50ABD" w:rsidP="00303C60">
      <w:pPr>
        <w:outlineLvl w:val="0"/>
        <w:rPr>
          <w:rFonts w:ascii="Century Gothic" w:hAnsi="Century Gothic"/>
          <w:b/>
          <w:color w:val="000000" w:themeColor="text1"/>
          <w:sz w:val="15"/>
          <w:szCs w:val="44"/>
        </w:rPr>
        <w:sectPr w:rsidR="00A50ABD" w:rsidSect="00E37FC8">
          <w:pgSz w:w="15840" w:h="12240" w:orient="landscape"/>
          <w:pgMar w:top="720" w:right="432" w:bottom="720" w:left="432" w:header="720" w:footer="518" w:gutter="0"/>
          <w:cols w:space="720"/>
          <w:titlePg/>
          <w:docGrid w:linePitch="360"/>
        </w:sectPr>
      </w:pPr>
    </w:p>
    <w:p w:rsidR="00141E75" w:rsidRDefault="00141E75" w:rsidP="00303C60">
      <w:pPr>
        <w:outlineLvl w:val="0"/>
        <w:rPr>
          <w:rFonts w:ascii="Century Gothic" w:hAnsi="Century Gothic"/>
          <w:b/>
          <w:color w:val="000000" w:themeColor="text1"/>
          <w:sz w:val="15"/>
          <w:szCs w:val="44"/>
        </w:rPr>
      </w:pPr>
    </w:p>
    <w:p w:rsidR="00A65C40" w:rsidRPr="00433D29" w:rsidRDefault="00E97431" w:rsidP="00E97431">
      <w:pPr>
        <w:spacing w:line="276"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STEERING COMMITTEE ESCALATION</w:t>
      </w:r>
    </w:p>
    <w:tbl>
      <w:tblPr>
        <w:tblW w:w="10732" w:type="dxa"/>
        <w:tblInd w:w="-5" w:type="dxa"/>
        <w:tblLook w:val="04A0" w:firstRow="1" w:lastRow="0" w:firstColumn="1" w:lastColumn="0" w:noHBand="0" w:noVBand="1"/>
      </w:tblPr>
      <w:tblGrid>
        <w:gridCol w:w="10732"/>
      </w:tblGrid>
      <w:tr w:rsidR="00A65C40" w:rsidRPr="00F14F57" w:rsidTr="00E97431">
        <w:trPr>
          <w:trHeight w:val="2448"/>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A65C40" w:rsidRPr="00F14F57" w:rsidRDefault="00A65C40"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356608" behindDoc="0" locked="0" layoutInCell="1" allowOverlap="1" wp14:anchorId="13E2B073" wp14:editId="7A97EA7D">
                      <wp:simplePos x="0" y="0"/>
                      <wp:positionH relativeFrom="column">
                        <wp:posOffset>1320800</wp:posOffset>
                      </wp:positionH>
                      <wp:positionV relativeFrom="paragraph">
                        <wp:posOffset>431800</wp:posOffset>
                      </wp:positionV>
                      <wp:extent cx="1003300" cy="698500"/>
                      <wp:effectExtent l="0" t="0" r="0" b="0"/>
                      <wp:wrapNone/>
                      <wp:docPr id="2594" name="Rectangle 259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4" o:spid="_x0000_s1506" style="position:absolute;margin-left:104pt;margin-top:34pt;width:79pt;height:55pt;z-index:252356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LZ9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UdS2fR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7632" behindDoc="0" locked="0" layoutInCell="1" allowOverlap="1" wp14:anchorId="310BBEE3" wp14:editId="2AA6DF83">
                      <wp:simplePos x="0" y="0"/>
                      <wp:positionH relativeFrom="column">
                        <wp:posOffset>1320800</wp:posOffset>
                      </wp:positionH>
                      <wp:positionV relativeFrom="paragraph">
                        <wp:posOffset>431800</wp:posOffset>
                      </wp:positionV>
                      <wp:extent cx="1003300" cy="698500"/>
                      <wp:effectExtent l="0" t="0" r="0" b="0"/>
                      <wp:wrapNone/>
                      <wp:docPr id="2595" name="Rectangle 259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5" o:spid="_x0000_s1507" style="position:absolute;margin-left:104pt;margin-top:34pt;width:79pt;height:55pt;z-index:252357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hvg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oHIb4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8656" behindDoc="0" locked="0" layoutInCell="1" allowOverlap="1" wp14:anchorId="5ED95E48" wp14:editId="5402EB1D">
                      <wp:simplePos x="0" y="0"/>
                      <wp:positionH relativeFrom="column">
                        <wp:posOffset>1320800</wp:posOffset>
                      </wp:positionH>
                      <wp:positionV relativeFrom="paragraph">
                        <wp:posOffset>431800</wp:posOffset>
                      </wp:positionV>
                      <wp:extent cx="1003300" cy="698500"/>
                      <wp:effectExtent l="0" t="0" r="0" b="0"/>
                      <wp:wrapNone/>
                      <wp:docPr id="2596" name="Rectangle 25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6" o:spid="_x0000_s1508" style="position:absolute;margin-left:104pt;margin-top:34pt;width:79pt;height:55pt;z-index:252358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3lCHQ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WN5Qh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9680" behindDoc="0" locked="0" layoutInCell="1" allowOverlap="1" wp14:anchorId="0F029426" wp14:editId="70FA3CC2">
                      <wp:simplePos x="0" y="0"/>
                      <wp:positionH relativeFrom="column">
                        <wp:posOffset>1320800</wp:posOffset>
                      </wp:positionH>
                      <wp:positionV relativeFrom="paragraph">
                        <wp:posOffset>431800</wp:posOffset>
                      </wp:positionV>
                      <wp:extent cx="1003300" cy="698500"/>
                      <wp:effectExtent l="0" t="0" r="0" b="0"/>
                      <wp:wrapNone/>
                      <wp:docPr id="2597" name="Rectangle 259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7" o:spid="_x0000_s1509" style="position:absolute;margin-left:104pt;margin-top:34pt;width:79pt;height:55pt;z-index:252359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dTf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PDF1N8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0704" behindDoc="0" locked="0" layoutInCell="1" allowOverlap="1" wp14:anchorId="4AF9DF34" wp14:editId="6EF4AA20">
                      <wp:simplePos x="0" y="0"/>
                      <wp:positionH relativeFrom="column">
                        <wp:posOffset>1320800</wp:posOffset>
                      </wp:positionH>
                      <wp:positionV relativeFrom="paragraph">
                        <wp:posOffset>431800</wp:posOffset>
                      </wp:positionV>
                      <wp:extent cx="1003300" cy="698500"/>
                      <wp:effectExtent l="0" t="0" r="0" b="0"/>
                      <wp:wrapNone/>
                      <wp:docPr id="2598" name="Rectangle 259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8" o:spid="_x0000_s1510" style="position:absolute;margin-left:104pt;margin-top:34pt;width:79pt;height:55pt;z-index:252360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w9/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j3sPf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1728" behindDoc="0" locked="0" layoutInCell="1" allowOverlap="1" wp14:anchorId="3B2F7E78" wp14:editId="28138A5A">
                      <wp:simplePos x="0" y="0"/>
                      <wp:positionH relativeFrom="column">
                        <wp:posOffset>1320800</wp:posOffset>
                      </wp:positionH>
                      <wp:positionV relativeFrom="paragraph">
                        <wp:posOffset>431800</wp:posOffset>
                      </wp:positionV>
                      <wp:extent cx="1003300" cy="698500"/>
                      <wp:effectExtent l="0" t="0" r="0" b="0"/>
                      <wp:wrapNone/>
                      <wp:docPr id="2599" name="Rectangle 25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9" o:spid="_x0000_s1511" style="position:absolute;margin-left:104pt;margin-top:34pt;width:79pt;height:55pt;z-index:25236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QGo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L4kBq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2752" behindDoc="0" locked="0" layoutInCell="1" allowOverlap="1" wp14:anchorId="10AF607C" wp14:editId="33153AF5">
                      <wp:simplePos x="0" y="0"/>
                      <wp:positionH relativeFrom="column">
                        <wp:posOffset>1320800</wp:posOffset>
                      </wp:positionH>
                      <wp:positionV relativeFrom="paragraph">
                        <wp:posOffset>431800</wp:posOffset>
                      </wp:positionV>
                      <wp:extent cx="1003300" cy="698500"/>
                      <wp:effectExtent l="0" t="0" r="0" b="0"/>
                      <wp:wrapNone/>
                      <wp:docPr id="2600" name="Rectangle 260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0" o:spid="_x0000_s1512" style="position:absolute;margin-left:104pt;margin-top:34pt;width:79pt;height:55pt;z-index:25236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FD/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mkRQ/x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3776" behindDoc="0" locked="0" layoutInCell="1" allowOverlap="1" wp14:anchorId="50838E89" wp14:editId="62000D30">
                      <wp:simplePos x="0" y="0"/>
                      <wp:positionH relativeFrom="column">
                        <wp:posOffset>1320800</wp:posOffset>
                      </wp:positionH>
                      <wp:positionV relativeFrom="paragraph">
                        <wp:posOffset>431800</wp:posOffset>
                      </wp:positionV>
                      <wp:extent cx="1003300" cy="698500"/>
                      <wp:effectExtent l="0" t="0" r="0" b="0"/>
                      <wp:wrapNone/>
                      <wp:docPr id="2601" name="Rectangle 260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1" o:spid="_x0000_s1513" style="position:absolute;margin-left:104pt;margin-top:34pt;width:79pt;height:55pt;z-index:252363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v1i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L9Yh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4800" behindDoc="0" locked="0" layoutInCell="1" allowOverlap="1" wp14:anchorId="3706C819" wp14:editId="1A3742DF">
                      <wp:simplePos x="0" y="0"/>
                      <wp:positionH relativeFrom="column">
                        <wp:posOffset>1320800</wp:posOffset>
                      </wp:positionH>
                      <wp:positionV relativeFrom="paragraph">
                        <wp:posOffset>431800</wp:posOffset>
                      </wp:positionV>
                      <wp:extent cx="1003300" cy="698500"/>
                      <wp:effectExtent l="0" t="0" r="0" b="0"/>
                      <wp:wrapNone/>
                      <wp:docPr id="2602" name="Rectangle 26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2" o:spid="_x0000_s1514" style="position:absolute;margin-left:104pt;margin-top:34pt;width:79pt;height:55pt;z-index:25236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546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mn546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5824" behindDoc="0" locked="0" layoutInCell="1" allowOverlap="1" wp14:anchorId="550D2C0B" wp14:editId="755F8353">
                      <wp:simplePos x="0" y="0"/>
                      <wp:positionH relativeFrom="column">
                        <wp:posOffset>1320800</wp:posOffset>
                      </wp:positionH>
                      <wp:positionV relativeFrom="paragraph">
                        <wp:posOffset>431800</wp:posOffset>
                      </wp:positionV>
                      <wp:extent cx="1003300" cy="698500"/>
                      <wp:effectExtent l="0" t="0" r="0" b="0"/>
                      <wp:wrapNone/>
                      <wp:docPr id="2603" name="Rectangle 260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3" o:spid="_x0000_s1515" style="position:absolute;margin-left:104pt;margin-top:34pt;width:79pt;height:55pt;z-index:252365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TOn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Fzkzpx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6848" behindDoc="0" locked="0" layoutInCell="1" allowOverlap="1" wp14:anchorId="6C3E057B" wp14:editId="2265231E">
                      <wp:simplePos x="0" y="0"/>
                      <wp:positionH relativeFrom="column">
                        <wp:posOffset>1320800</wp:posOffset>
                      </wp:positionH>
                      <wp:positionV relativeFrom="paragraph">
                        <wp:posOffset>431800</wp:posOffset>
                      </wp:positionV>
                      <wp:extent cx="1003300" cy="698500"/>
                      <wp:effectExtent l="0" t="0" r="0" b="0"/>
                      <wp:wrapNone/>
                      <wp:docPr id="2604" name="Rectangle 26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4" o:spid="_x0000_s1516" style="position:absolute;margin-left:104pt;margin-top:34pt;width:79pt;height:55pt;z-index:252366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V6w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1cV6w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7872" behindDoc="0" locked="0" layoutInCell="1" allowOverlap="1" wp14:anchorId="1D00EAE0" wp14:editId="473F56F6">
                      <wp:simplePos x="0" y="0"/>
                      <wp:positionH relativeFrom="column">
                        <wp:posOffset>1320800</wp:posOffset>
                      </wp:positionH>
                      <wp:positionV relativeFrom="paragraph">
                        <wp:posOffset>431800</wp:posOffset>
                      </wp:positionV>
                      <wp:extent cx="1003300" cy="698500"/>
                      <wp:effectExtent l="0" t="0" r="0" b="0"/>
                      <wp:wrapNone/>
                      <wp:docPr id="2605" name="Rectangle 26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5" o:spid="_x0000_s1517" style="position:absolute;margin-left:104pt;margin-top:34pt;width:79pt;height:55pt;z-index:252367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1Bn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Vg1Bn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8896" behindDoc="0" locked="0" layoutInCell="1" allowOverlap="1" wp14:anchorId="63F7EF0F" wp14:editId="399B0E88">
                      <wp:simplePos x="0" y="0"/>
                      <wp:positionH relativeFrom="column">
                        <wp:posOffset>1320800</wp:posOffset>
                      </wp:positionH>
                      <wp:positionV relativeFrom="paragraph">
                        <wp:posOffset>431800</wp:posOffset>
                      </wp:positionV>
                      <wp:extent cx="1003300" cy="698500"/>
                      <wp:effectExtent l="0" t="0" r="0" b="0"/>
                      <wp:wrapNone/>
                      <wp:docPr id="2606" name="Rectangle 260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6" o:spid="_x0000_s1518" style="position:absolute;margin-left:104pt;margin-top:34pt;width:79pt;height:55pt;z-index:252368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pGPGw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OXGkY8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9920" behindDoc="0" locked="0" layoutInCell="1" allowOverlap="1" wp14:anchorId="0C894975" wp14:editId="09D3BD03">
                      <wp:simplePos x="0" y="0"/>
                      <wp:positionH relativeFrom="column">
                        <wp:posOffset>1320800</wp:posOffset>
                      </wp:positionH>
                      <wp:positionV relativeFrom="paragraph">
                        <wp:posOffset>431800</wp:posOffset>
                      </wp:positionV>
                      <wp:extent cx="1003300" cy="698500"/>
                      <wp:effectExtent l="0" t="0" r="0" b="0"/>
                      <wp:wrapNone/>
                      <wp:docPr id="2607" name="Rectangle 26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7" o:spid="_x0000_s1519" style="position:absolute;margin-left:104pt;margin-top:34pt;width:79pt;height:55pt;z-index:252369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DwSHQ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FGA8Eh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0944" behindDoc="0" locked="0" layoutInCell="1" allowOverlap="1" wp14:anchorId="1B06D5B6" wp14:editId="704174BE">
                      <wp:simplePos x="0" y="0"/>
                      <wp:positionH relativeFrom="column">
                        <wp:posOffset>1320800</wp:posOffset>
                      </wp:positionH>
                      <wp:positionV relativeFrom="paragraph">
                        <wp:posOffset>431800</wp:posOffset>
                      </wp:positionV>
                      <wp:extent cx="1003300" cy="698500"/>
                      <wp:effectExtent l="0" t="0" r="0" b="0"/>
                      <wp:wrapNone/>
                      <wp:docPr id="2608" name="Rectangle 26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8" o:spid="_x0000_s1520" style="position:absolute;margin-left:104pt;margin-top:34pt;width:79pt;height:55pt;z-index:252370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kT4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6ikT4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1968" behindDoc="0" locked="0" layoutInCell="1" allowOverlap="1" wp14:anchorId="1A287DC2" wp14:editId="1E6D4223">
                      <wp:simplePos x="0" y="0"/>
                      <wp:positionH relativeFrom="column">
                        <wp:posOffset>1320800</wp:posOffset>
                      </wp:positionH>
                      <wp:positionV relativeFrom="paragraph">
                        <wp:posOffset>431800</wp:posOffset>
                      </wp:positionV>
                      <wp:extent cx="1003300" cy="698500"/>
                      <wp:effectExtent l="0" t="0" r="0" b="0"/>
                      <wp:wrapNone/>
                      <wp:docPr id="2609" name="Rectangle 260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9" o:spid="_x0000_s1521" style="position:absolute;margin-left:104pt;margin-top:34pt;width:79pt;height:55pt;z-index:252371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ss6WU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2992" behindDoc="0" locked="0" layoutInCell="1" allowOverlap="1" wp14:anchorId="608EF734" wp14:editId="67AE7276">
                      <wp:simplePos x="0" y="0"/>
                      <wp:positionH relativeFrom="column">
                        <wp:posOffset>1320800</wp:posOffset>
                      </wp:positionH>
                      <wp:positionV relativeFrom="paragraph">
                        <wp:posOffset>431800</wp:posOffset>
                      </wp:positionV>
                      <wp:extent cx="1003300" cy="698500"/>
                      <wp:effectExtent l="0" t="0" r="0" b="0"/>
                      <wp:wrapNone/>
                      <wp:docPr id="2610" name="Rectangle 26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0" o:spid="_x0000_s1522" style="position:absolute;margin-left:104pt;margin-top:34pt;width:79pt;height:55pt;z-index:252372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fJjHQ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0b3yY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4016" behindDoc="0" locked="0" layoutInCell="1" allowOverlap="1" wp14:anchorId="2A69FA47" wp14:editId="3EB32E5D">
                      <wp:simplePos x="0" y="0"/>
                      <wp:positionH relativeFrom="column">
                        <wp:posOffset>1320800</wp:posOffset>
                      </wp:positionH>
                      <wp:positionV relativeFrom="paragraph">
                        <wp:posOffset>431800</wp:posOffset>
                      </wp:positionV>
                      <wp:extent cx="1003300" cy="698500"/>
                      <wp:effectExtent l="0" t="0" r="0" b="0"/>
                      <wp:wrapNone/>
                      <wp:docPr id="2611" name="Rectangle 261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1" o:spid="_x0000_s1523" style="position:absolute;margin-left:104pt;margin-top:34pt;width:79pt;height:55pt;z-index:252374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y0HQ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cU/8t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5040" behindDoc="0" locked="0" layoutInCell="1" allowOverlap="1" wp14:anchorId="7B0684F1" wp14:editId="4427059D">
                      <wp:simplePos x="0" y="0"/>
                      <wp:positionH relativeFrom="column">
                        <wp:posOffset>1320800</wp:posOffset>
                      </wp:positionH>
                      <wp:positionV relativeFrom="paragraph">
                        <wp:posOffset>431800</wp:posOffset>
                      </wp:positionV>
                      <wp:extent cx="1003300" cy="698500"/>
                      <wp:effectExtent l="0" t="0" r="0" b="0"/>
                      <wp:wrapNone/>
                      <wp:docPr id="2612" name="Rectangle 261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2" o:spid="_x0000_s1524" style="position:absolute;margin-left:104pt;margin-top:34pt;width:79pt;height:55pt;z-index:252375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jymGgIAAA0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rWY8ph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6064" behindDoc="0" locked="0" layoutInCell="1" allowOverlap="1" wp14:anchorId="280F3FD0" wp14:editId="6C0FD7FD">
                      <wp:simplePos x="0" y="0"/>
                      <wp:positionH relativeFrom="column">
                        <wp:posOffset>1320800</wp:posOffset>
                      </wp:positionH>
                      <wp:positionV relativeFrom="paragraph">
                        <wp:posOffset>431800</wp:posOffset>
                      </wp:positionV>
                      <wp:extent cx="1003300" cy="698500"/>
                      <wp:effectExtent l="0" t="0" r="0" b="0"/>
                      <wp:wrapNone/>
                      <wp:docPr id="2613" name="Rectangle 26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3" o:spid="_x0000_s1525" style="position:absolute;margin-left:104pt;margin-top:34pt;width:79pt;height:55pt;z-index:252376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JE7HQ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XMCRO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7088" behindDoc="0" locked="0" layoutInCell="1" allowOverlap="1" wp14:anchorId="36DE056A" wp14:editId="7E827AC3">
                      <wp:simplePos x="0" y="0"/>
                      <wp:positionH relativeFrom="column">
                        <wp:posOffset>1320800</wp:posOffset>
                      </wp:positionH>
                      <wp:positionV relativeFrom="paragraph">
                        <wp:posOffset>431800</wp:posOffset>
                      </wp:positionV>
                      <wp:extent cx="1003300" cy="698500"/>
                      <wp:effectExtent l="0" t="0" r="0" b="0"/>
                      <wp:wrapNone/>
                      <wp:docPr id="2614" name="Rectangle 261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4" o:spid="_x0000_s1526" style="position:absolute;margin-left:104pt;margin-top:34pt;width:79pt;height:55pt;z-index:252377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Yj5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3TYj5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8112" behindDoc="0" locked="0" layoutInCell="1" allowOverlap="1" wp14:anchorId="6EAC8113" wp14:editId="6AE0A804">
                      <wp:simplePos x="0" y="0"/>
                      <wp:positionH relativeFrom="column">
                        <wp:posOffset>1320800</wp:posOffset>
                      </wp:positionH>
                      <wp:positionV relativeFrom="paragraph">
                        <wp:posOffset>431800</wp:posOffset>
                      </wp:positionV>
                      <wp:extent cx="1003300" cy="698500"/>
                      <wp:effectExtent l="0" t="0" r="0" b="0"/>
                      <wp:wrapNone/>
                      <wp:docPr id="2615" name="Rectangle 261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5" o:spid="_x0000_s1527" style="position:absolute;margin-left:104pt;margin-top:34pt;width:79pt;height:55pt;z-index:252378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yVkGg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huslZB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9136" behindDoc="0" locked="0" layoutInCell="1" allowOverlap="1" wp14:anchorId="479A93DE" wp14:editId="10279394">
                      <wp:simplePos x="0" y="0"/>
                      <wp:positionH relativeFrom="column">
                        <wp:posOffset>1320800</wp:posOffset>
                      </wp:positionH>
                      <wp:positionV relativeFrom="paragraph">
                        <wp:posOffset>431800</wp:posOffset>
                      </wp:positionV>
                      <wp:extent cx="1003300" cy="698500"/>
                      <wp:effectExtent l="0" t="0" r="0" b="0"/>
                      <wp:wrapNone/>
                      <wp:docPr id="2616" name="Rectangle 26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6" o:spid="_x0000_s1528" style="position:absolute;margin-left:104pt;margin-top:34pt;width:79pt;height:55pt;z-index:252379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uSM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dq7kj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0160" behindDoc="0" locked="0" layoutInCell="1" allowOverlap="1" wp14:anchorId="595545C4" wp14:editId="37626877">
                      <wp:simplePos x="0" y="0"/>
                      <wp:positionH relativeFrom="column">
                        <wp:posOffset>1320800</wp:posOffset>
                      </wp:positionH>
                      <wp:positionV relativeFrom="paragraph">
                        <wp:posOffset>431800</wp:posOffset>
                      </wp:positionV>
                      <wp:extent cx="1003300" cy="698500"/>
                      <wp:effectExtent l="0" t="0" r="0" b="0"/>
                      <wp:wrapNone/>
                      <wp:docPr id="2617" name="Rectangle 261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7" o:spid="_x0000_s1529" style="position:absolute;margin-left:104pt;margin-top:34pt;width:79pt;height:55pt;z-index:252380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Opb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1lzqW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1184" behindDoc="0" locked="0" layoutInCell="1" allowOverlap="1" wp14:anchorId="554E6529" wp14:editId="3B8BBE1F">
                      <wp:simplePos x="0" y="0"/>
                      <wp:positionH relativeFrom="column">
                        <wp:posOffset>1295400</wp:posOffset>
                      </wp:positionH>
                      <wp:positionV relativeFrom="paragraph">
                        <wp:posOffset>431800</wp:posOffset>
                      </wp:positionV>
                      <wp:extent cx="1003300" cy="698500"/>
                      <wp:effectExtent l="0" t="0" r="0" b="0"/>
                      <wp:wrapNone/>
                      <wp:docPr id="2618" name="Rectangle 261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8" o:spid="_x0000_s1530" style="position:absolute;margin-left:102pt;margin-top:34pt;width:79pt;height:55pt;z-index:252381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AreXQ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2208" behindDoc="0" locked="0" layoutInCell="1" allowOverlap="1" wp14:anchorId="7B097823" wp14:editId="3552BE7E">
                      <wp:simplePos x="0" y="0"/>
                      <wp:positionH relativeFrom="column">
                        <wp:posOffset>1295400</wp:posOffset>
                      </wp:positionH>
                      <wp:positionV relativeFrom="paragraph">
                        <wp:posOffset>431800</wp:posOffset>
                      </wp:positionV>
                      <wp:extent cx="1003300" cy="698500"/>
                      <wp:effectExtent l="0" t="0" r="0" b="0"/>
                      <wp:wrapNone/>
                      <wp:docPr id="2619" name="Rectangle 26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9" o:spid="_x0000_s1531" style="position:absolute;margin-left:102pt;margin-top:34pt;width:79pt;height:55pt;z-index:252382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dTp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KjASZACVvkDdiDj0DM3RjjcNc/p6jmyyn4x1bMGaWf7Ikk2y2WTFIk62u0Wa3ieLIiyKxTYNt1m2&#10;2+XZzfanux2lJTBXxN7D3Vl3iP0doYv0c6l8yZFRDvvzFML3bKIw9ZIGHlq9nv8ebDAqU3q2rje8&#10;+aQeNejvPAOmIzS1enB/EAZNvkvO1y5xZCkEi6TIQ+glCltZvnI2ZIGnXi4rbewHJgfkjAprKKav&#10;GzkBkvnoyxG49/q8s+y0n7wcq3D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AGN1Ok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3232" behindDoc="0" locked="0" layoutInCell="1" allowOverlap="1" wp14:anchorId="4262B147" wp14:editId="5F37D1E6">
                      <wp:simplePos x="0" y="0"/>
                      <wp:positionH relativeFrom="column">
                        <wp:posOffset>1295400</wp:posOffset>
                      </wp:positionH>
                      <wp:positionV relativeFrom="paragraph">
                        <wp:posOffset>431800</wp:posOffset>
                      </wp:positionV>
                      <wp:extent cx="1003300" cy="698500"/>
                      <wp:effectExtent l="0" t="0" r="0" b="0"/>
                      <wp:wrapNone/>
                      <wp:docPr id="2620" name="Rectangle 262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0" o:spid="_x0000_s1532" style="position:absolute;margin-left:102pt;margin-top:34pt;width:79pt;height:55pt;z-index:252383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4aB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oeGgR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4256" behindDoc="0" locked="0" layoutInCell="1" allowOverlap="1" wp14:anchorId="7B7C4DFA" wp14:editId="6AC85F76">
                      <wp:simplePos x="0" y="0"/>
                      <wp:positionH relativeFrom="column">
                        <wp:posOffset>1295400</wp:posOffset>
                      </wp:positionH>
                      <wp:positionV relativeFrom="paragraph">
                        <wp:posOffset>431800</wp:posOffset>
                      </wp:positionV>
                      <wp:extent cx="1003300" cy="698500"/>
                      <wp:effectExtent l="0" t="0" r="0" b="0"/>
                      <wp:wrapNone/>
                      <wp:docPr id="2621" name="Rectangle 262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1" o:spid="_x0000_s1533" style="position:absolute;margin-left:102pt;margin-top:34pt;width:79pt;height:55pt;z-index:252384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Ssc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OMJIkB669A3qRsS+Y2iKtryumeuv58hG+8VYxxasieXPLFkn63VWzOJks52l6X0yK8KimG3ScJNl&#10;222eLTa/3O0oLYG5IvYe7k59h9j7CJ1bP5XKlxwZ5bC/jCF8LyYK08K1NPDQLn8PNhiUKT1bpw1v&#10;PqlHDYedZ8B0hMZG9+4PjUGjV8npqhJHlkKwSIo8BC1R2MryG2dPT14uK23sJyZ75IwKayimrxs5&#10;ApLp6OUIQHx93ll23I2+HTfhw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TISsc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5280" behindDoc="0" locked="0" layoutInCell="1" allowOverlap="1" wp14:anchorId="24032496" wp14:editId="279F4591">
                      <wp:simplePos x="0" y="0"/>
                      <wp:positionH relativeFrom="column">
                        <wp:posOffset>1295400</wp:posOffset>
                      </wp:positionH>
                      <wp:positionV relativeFrom="paragraph">
                        <wp:posOffset>431800</wp:posOffset>
                      </wp:positionV>
                      <wp:extent cx="1003300" cy="698500"/>
                      <wp:effectExtent l="0" t="0" r="0" b="0"/>
                      <wp:wrapNone/>
                      <wp:docPr id="2622" name="Rectangle 26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2" o:spid="_x0000_s1534" style="position:absolute;margin-left:102pt;margin-top:34pt;width:79pt;height:55pt;z-index:252385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OsO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wjrDh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6304" behindDoc="0" locked="0" layoutInCell="1" allowOverlap="1" wp14:anchorId="243C928F" wp14:editId="42CF4B58">
                      <wp:simplePos x="0" y="0"/>
                      <wp:positionH relativeFrom="column">
                        <wp:posOffset>1295400</wp:posOffset>
                      </wp:positionH>
                      <wp:positionV relativeFrom="paragraph">
                        <wp:posOffset>431800</wp:posOffset>
                      </wp:positionV>
                      <wp:extent cx="1003300" cy="698500"/>
                      <wp:effectExtent l="0" t="0" r="0" b="0"/>
                      <wp:wrapNone/>
                      <wp:docPr id="2623" name="Rectangle 262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3" o:spid="_x0000_s1535" style="position:absolute;margin-left:102pt;margin-top:34pt;width:79pt;height:55pt;z-index:252386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XZ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JxgJMoBK36BuROx7huZox5uGOX09RzbZL8Y6tmDNLH9myTpZr7NiESeb7SJN75JFERbFYpOGmyzb&#10;bvPsevPL3Y7SEpgrYu/g7qw7xN5H6Cz9XCpfcmSUw/48hfA9myhMvaSBh1av5r8HG4zKlJ6t6w1v&#10;PqoHDfo7z4DpCE2tHtwfhEGT75LTpUscWQrBIinyEHqJwlaWXzkbssBTL5eVNvYTkwNyRoU1FNPX&#10;jRwByXz05Qjce33eWXbaTV6Oq7B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65dk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7328" behindDoc="0" locked="0" layoutInCell="1" allowOverlap="1" wp14:anchorId="258A4F2E" wp14:editId="460C53E1">
                      <wp:simplePos x="0" y="0"/>
                      <wp:positionH relativeFrom="column">
                        <wp:posOffset>1295400</wp:posOffset>
                      </wp:positionH>
                      <wp:positionV relativeFrom="paragraph">
                        <wp:posOffset>431800</wp:posOffset>
                      </wp:positionV>
                      <wp:extent cx="1003300" cy="698500"/>
                      <wp:effectExtent l="0" t="0" r="0" b="0"/>
                      <wp:wrapNone/>
                      <wp:docPr id="2624" name="Rectangle 262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4" o:spid="_x0000_s1536" style="position:absolute;margin-left:102pt;margin-top:34pt;width:79pt;height:55pt;z-index:252387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jO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s&#10;TjESZIAufYG6EdH2DM3Rjtc1c/31HNlkPxnr2II1s/yRJZtks8mKRZxsd4s0fUgWRVgUi20abrNs&#10;t8uz2+1PdztKS2CuiH2Au3PfIfZ3hM6tn0vlS46McthfphC+FxOFaeFaGnhol78HG4zKlJ6t04Y3&#10;n9WThsPOM2A6QlOjB/eHxqDJq+R0VYkjSyFYJEUegpYobGX5jbPnJy+XlTb2A5MDckaFNRTT140c&#10;Acl89HIEIL4+7yw77SffjpvIp3W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2yiM4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8352" behindDoc="0" locked="0" layoutInCell="1" allowOverlap="1" wp14:anchorId="61FAB31B" wp14:editId="69B600E0">
                      <wp:simplePos x="0" y="0"/>
                      <wp:positionH relativeFrom="column">
                        <wp:posOffset>1295400</wp:posOffset>
                      </wp:positionH>
                      <wp:positionV relativeFrom="paragraph">
                        <wp:posOffset>431800</wp:posOffset>
                      </wp:positionV>
                      <wp:extent cx="1003300" cy="698500"/>
                      <wp:effectExtent l="0" t="0" r="0" b="0"/>
                      <wp:wrapNone/>
                      <wp:docPr id="2625" name="Rectangle 26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5" o:spid="_x0000_s1537" style="position:absolute;margin-left:102pt;margin-top:34pt;width:79pt;height:55pt;z-index:252388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CVT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XmEkyAAqfYG6EXHoGZqjHW8a5vT1HNlkPxnr2II1s/yRJZtks8mKRZxsd4s0vU8WRVgUi20abrNs&#10;t8uzm+1PdztKS2CuiL2Hu7PuEPs7Qhfp51L5kiOjHPbnKYTv2URh6iUNPLR6Pf892GBUpvRsXW94&#10;80k9atDfeQZMR2hq9eD+IAyafJecr13iyFIIFkmRh9BLFLayfOVsyAJPvVxW2tgPTA7IGRXWUExf&#10;N3ICJPPRlyNw7/V5Z9lpP3k5VlH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BQlUx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9376" behindDoc="0" locked="0" layoutInCell="1" allowOverlap="1" wp14:anchorId="064C8B10" wp14:editId="417F97B0">
                      <wp:simplePos x="0" y="0"/>
                      <wp:positionH relativeFrom="column">
                        <wp:posOffset>1295400</wp:posOffset>
                      </wp:positionH>
                      <wp:positionV relativeFrom="paragraph">
                        <wp:posOffset>431800</wp:posOffset>
                      </wp:positionV>
                      <wp:extent cx="1003300" cy="698500"/>
                      <wp:effectExtent l="0" t="0" r="0" b="0"/>
                      <wp:wrapNone/>
                      <wp:docPr id="2626" name="Rectangle 262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6" o:spid="_x0000_s1538" style="position:absolute;margin-left:102pt;margin-top:34pt;width:79pt;height:55pt;z-index:252389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fx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ZxgJMoBK36BuROx7huZox5uGOX09RzbZL8Y6tmDNLH9myTpZr7NiESeb7SJN75JFERbFYpOGmyzb&#10;bvPsevPL3Y7SEpgrYu/g7qw7xN5H6Cz9XCpfcmSUw/48hfA9myhMvaSBh1av5r8HG4zKlJ6t6w1v&#10;PqoHDfo7z4DpCE2tHtwfhEGT75LTpUscWQrBIinyEHqJwlaWXzkbssBTL5eVNvYTkwNyRoU1FNPX&#10;jRwByXz05Qjce33eWXbaTV6Oqyh2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0FR/E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0400" behindDoc="0" locked="0" layoutInCell="1" allowOverlap="1" wp14:anchorId="56EB2197" wp14:editId="157471DA">
                      <wp:simplePos x="0" y="0"/>
                      <wp:positionH relativeFrom="column">
                        <wp:posOffset>1295400</wp:posOffset>
                      </wp:positionH>
                      <wp:positionV relativeFrom="paragraph">
                        <wp:posOffset>431800</wp:posOffset>
                      </wp:positionV>
                      <wp:extent cx="1003300" cy="698500"/>
                      <wp:effectExtent l="0" t="0" r="0" b="0"/>
                      <wp:wrapNone/>
                      <wp:docPr id="2627" name="Rectangle 262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7" o:spid="_x0000_s1539" style="position:absolute;margin-left:102pt;margin-top:34pt;width:79pt;height:55pt;z-index:252390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ps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eIGRID106RvUjYh9x9AUbXldM9dfz5GN9ouxji1YE8ufWbJO1uusmMXJZjtL0/tkVoRFMduk4SbL&#10;tts8W2x+udtRWgJzRew93J36DrH3ETq3fiqVLzkyymF/GUP4XkwUpoVraeChXf4ebDAoU3q2Thve&#10;fFKPGg47z4DpCI2N7t0fGoNGr5LTVSWOLIVgkRR5CFqisJXlN86enrxcVtrYT0z2yBkV1lBMXzdy&#10;BCTT0csRgPj6vLPsuBt9O26ixK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so+ps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1424" behindDoc="0" locked="0" layoutInCell="1" allowOverlap="1" wp14:anchorId="2F40836D" wp14:editId="58FEAE29">
                      <wp:simplePos x="0" y="0"/>
                      <wp:positionH relativeFrom="column">
                        <wp:posOffset>1295400</wp:posOffset>
                      </wp:positionH>
                      <wp:positionV relativeFrom="paragraph">
                        <wp:posOffset>431800</wp:posOffset>
                      </wp:positionV>
                      <wp:extent cx="1003300" cy="698500"/>
                      <wp:effectExtent l="0" t="0" r="0" b="0"/>
                      <wp:wrapNone/>
                      <wp:docPr id="2628" name="Rectangle 26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8" o:spid="_x0000_s1540" style="position:absolute;margin-left:102pt;margin-top:34pt;width:79pt;height:55pt;z-index:252391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THM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g1aCDKDSN6gbEfueoTna8aZhTl/PkU32i7GOLVgzy59Zsk7W66xYxMlmu0jTu2RRhEWx2KThJsu2&#10;2zy73vxyt6O0BOaK2Du4O+sOsfcROks/l8qXHBnlsD9PIXzPJgpTL2ngodWr+e/BBqMypWfresOb&#10;j+pBg/7OM2A6QlOrB/cHYdDku+R06RJHlkKwSIo8hF6isJXlV86GLPDUy2Wljf3E5ICcUWENxfR1&#10;I0dAMh99OQL3Xp93lp12k5fjKkp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x0xzB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2448" behindDoc="0" locked="0" layoutInCell="1" allowOverlap="1" wp14:anchorId="3D6C3243" wp14:editId="7AD1063C">
                      <wp:simplePos x="0" y="0"/>
                      <wp:positionH relativeFrom="column">
                        <wp:posOffset>1295400</wp:posOffset>
                      </wp:positionH>
                      <wp:positionV relativeFrom="paragraph">
                        <wp:posOffset>431800</wp:posOffset>
                      </wp:positionV>
                      <wp:extent cx="1003300" cy="698500"/>
                      <wp:effectExtent l="0" t="0" r="0" b="0"/>
                      <wp:wrapNone/>
                      <wp:docPr id="2629" name="Rectangle 262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9" o:spid="_x0000_s1541" style="position:absolute;margin-left:102pt;margin-top:34pt;width:79pt;height:55pt;z-index:252392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z8b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LjASZACVvkDdiDj0DM3RjjcNc/p6jmyyn4x1bMGaWf7Ikk2y2WTFIk62u0Wa3ieLIiyKxTYNt1m2&#10;2+XZzfanux2lJTBXxN7D3Vl3iP0doYv0c6l8yZFRDvvzFML3bKIw9ZIGHlq9nv8ebDAqU3q2rje8&#10;+aQeNejvPAOmIzS1enB/EAZNvkvO1y5xZCkEi6TIQ+glCltZvnI2ZIGnXi4rbewHJgfkjAprKKav&#10;GzkBkvnoyxG49/q8s+y0n7wcq2j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DPvPxs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3472" behindDoc="0" locked="0" layoutInCell="1" allowOverlap="1" wp14:anchorId="3FE91A17" wp14:editId="6C9ACC94">
                      <wp:simplePos x="0" y="0"/>
                      <wp:positionH relativeFrom="column">
                        <wp:posOffset>1295400</wp:posOffset>
                      </wp:positionH>
                      <wp:positionV relativeFrom="paragraph">
                        <wp:posOffset>431800</wp:posOffset>
                      </wp:positionV>
                      <wp:extent cx="1003300" cy="698500"/>
                      <wp:effectExtent l="0" t="0" r="0" b="0"/>
                      <wp:wrapNone/>
                      <wp:docPr id="2630" name="Rectangle 263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0" o:spid="_x0000_s1542" style="position:absolute;margin-left:102pt;margin-top:34pt;width:79pt;height:55pt;z-index:252393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l+JB0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4496" behindDoc="0" locked="0" layoutInCell="1" allowOverlap="1" wp14:anchorId="09A73D02" wp14:editId="6FDC3749">
                      <wp:simplePos x="0" y="0"/>
                      <wp:positionH relativeFrom="column">
                        <wp:posOffset>1295400</wp:posOffset>
                      </wp:positionH>
                      <wp:positionV relativeFrom="paragraph">
                        <wp:posOffset>431800</wp:posOffset>
                      </wp:positionV>
                      <wp:extent cx="1003300" cy="698500"/>
                      <wp:effectExtent l="0" t="0" r="0" b="0"/>
                      <wp:wrapNone/>
                      <wp:docPr id="2631" name="Rectangle 26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1" o:spid="_x0000_s1543" style="position:absolute;margin-left:102pt;margin-top:34pt;width:79pt;height:55pt;z-index:252394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ImA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iTASZACVvkDdiDj0DM3RjjcNc/p6jmyyn4x1bMGaWf7Ikk2y2WTFIk62u0Wa3ieLIiyKxTYNt1m2&#10;2+XZavvT3Y7SEpgrYu/h7qw7xP6O0EX6uVS+5Mgoh/15CuF7NlGYekkDD61ez38PNhiVKT1b1xve&#10;fFKPGvR3ngHTEZpaPbg/CIMm3yXna5c4shSCRVLkIfQSha0sv3E2ZIGnXi4rbewHJgfkjAprKKav&#10;GzkBkvnoyxG49/q8s+y0n7wcN9HK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jYiYA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5520" behindDoc="0" locked="0" layoutInCell="1" allowOverlap="1" wp14:anchorId="6E41E93F" wp14:editId="719E0E4B">
                      <wp:simplePos x="0" y="0"/>
                      <wp:positionH relativeFrom="column">
                        <wp:posOffset>1295400</wp:posOffset>
                      </wp:positionH>
                      <wp:positionV relativeFrom="paragraph">
                        <wp:posOffset>431800</wp:posOffset>
                      </wp:positionV>
                      <wp:extent cx="1003300" cy="698500"/>
                      <wp:effectExtent l="0" t="0" r="0" b="0"/>
                      <wp:wrapNone/>
                      <wp:docPr id="2632" name="Rectangle 263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2" o:spid="_x0000_s1544" style="position:absolute;margin-left:102pt;margin-top:34pt;width:79pt;height:55pt;z-index:252395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erY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aXq2B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6544" behindDoc="0" locked="0" layoutInCell="1" allowOverlap="1" wp14:anchorId="57974F8D" wp14:editId="62D3BB3F">
                      <wp:simplePos x="0" y="0"/>
                      <wp:positionH relativeFrom="column">
                        <wp:posOffset>1295400</wp:posOffset>
                      </wp:positionH>
                      <wp:positionV relativeFrom="paragraph">
                        <wp:posOffset>431800</wp:posOffset>
                      </wp:positionV>
                      <wp:extent cx="1003300" cy="698500"/>
                      <wp:effectExtent l="0" t="0" r="0" b="0"/>
                      <wp:wrapNone/>
                      <wp:docPr id="2633" name="Rectangle 263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3" o:spid="_x0000_s1545" style="position:absolute;margin-left:102pt;margin-top:34pt;width:79pt;height:55pt;z-index:252396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0dF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s&#10;STASZIAufYG6EdH2DM3Rjtc1c/31HNlkPxnr2II1s/yRJZtks8mKRZxsd4s0fUgWRVgUi20abrNs&#10;t8uz2+1PdztKS2CuiH2Au3PfIfZ3hM6tn0vlS46McthfphC+FxOFaeFaGnhol78HG4zKlJ6t04Y3&#10;n9WThsPOM2A6QlOjB/eHxqDJq+R0VYkjSyFYJEUegpYobGX5jbPnJy+XlTb2A5MDckaFNRTT140c&#10;Acl89HIEIL4+7yw77SffjpvIM3G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QDR0U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7568" behindDoc="0" locked="0" layoutInCell="1" allowOverlap="1" wp14:anchorId="6FC356B8" wp14:editId="33E2D432">
                      <wp:simplePos x="0" y="0"/>
                      <wp:positionH relativeFrom="column">
                        <wp:posOffset>1295400</wp:posOffset>
                      </wp:positionH>
                      <wp:positionV relativeFrom="paragraph">
                        <wp:posOffset>431800</wp:posOffset>
                      </wp:positionV>
                      <wp:extent cx="1003300" cy="698500"/>
                      <wp:effectExtent l="0" t="0" r="0" b="0"/>
                      <wp:wrapNone/>
                      <wp:docPr id="2634" name="Rectangle 26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4" o:spid="_x0000_s1546" style="position:absolute;margin-left:102pt;margin-top:34pt;width:79pt;height:55pt;z-index:252397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LIB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W9iyAR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8592" behindDoc="0" locked="0" layoutInCell="1" allowOverlap="1" wp14:anchorId="1FF345AD" wp14:editId="52C4CA93">
                      <wp:simplePos x="0" y="0"/>
                      <wp:positionH relativeFrom="column">
                        <wp:posOffset>1295400</wp:posOffset>
                      </wp:positionH>
                      <wp:positionV relativeFrom="paragraph">
                        <wp:posOffset>431800</wp:posOffset>
                      </wp:positionV>
                      <wp:extent cx="1003300" cy="698500"/>
                      <wp:effectExtent l="0" t="0" r="0" b="0"/>
                      <wp:wrapNone/>
                      <wp:docPr id="2635" name="Rectangle 26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5" o:spid="_x0000_s1547" style="position:absolute;margin-left:102pt;margin-top:34pt;width:79pt;height:55pt;z-index:252398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rzW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WWEkyAAqfYG6EXHoGZqjHW8a5vT1HNlkPxnr2II1s/yRJZtks8mKRZxsd4s0vU8WRVgUi20abrNs&#10;t8uzm+1PdztKS2CuiL2Hu7PuEPs7Qhfp51L5kiOjHPbnKYTv2URh6iUNPLR6Pf892GBUpvRsXW94&#10;80k9atDfeQZMR2hq9eD+IAyafJecr13iyFIIFkmRh9BLFLayfOVsyAJPvVxW2tgPTA7IGRXWUExf&#10;N3ICJPPRlyNw7/V5Z9lpP3k5VnH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q81h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9616" behindDoc="0" locked="0" layoutInCell="1" allowOverlap="1" wp14:anchorId="629C433D" wp14:editId="1FCC7333">
                      <wp:simplePos x="0" y="0"/>
                      <wp:positionH relativeFrom="column">
                        <wp:posOffset>1295400</wp:posOffset>
                      </wp:positionH>
                      <wp:positionV relativeFrom="paragraph">
                        <wp:posOffset>431800</wp:posOffset>
                      </wp:positionV>
                      <wp:extent cx="1003300" cy="698500"/>
                      <wp:effectExtent l="0" t="0" r="0" b="0"/>
                      <wp:wrapNone/>
                      <wp:docPr id="2636" name="Rectangle 263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6" o:spid="_x0000_s1548" style="position:absolute;margin-left:102pt;margin-top:34pt;width:79pt;height:55pt;z-index:252399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30+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AtvfT4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0640" behindDoc="0" locked="0" layoutInCell="1" allowOverlap="1" wp14:anchorId="016C1E8F" wp14:editId="2BDCFBD0">
                      <wp:simplePos x="0" y="0"/>
                      <wp:positionH relativeFrom="column">
                        <wp:posOffset>1295400</wp:posOffset>
                      </wp:positionH>
                      <wp:positionV relativeFrom="paragraph">
                        <wp:posOffset>431800</wp:posOffset>
                      </wp:positionV>
                      <wp:extent cx="1003300" cy="698500"/>
                      <wp:effectExtent l="0" t="0" r="0" b="0"/>
                      <wp:wrapNone/>
                      <wp:docPr id="2637" name="Rectangle 26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7" o:spid="_x0000_s1549" style="position:absolute;margin-left:102pt;margin-top:34pt;width:79pt;height:55pt;z-index:252400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dCj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WWEkyAAqfYG6EXHoGZqjHW8a5vT1HNlkPxnr2II1s/yRJZtks8mKRZxsd4s0vU8WRVgUi20abrNs&#10;t8uz1fanux2lJTBXxN7D3Vl3iP0doYv0c6l8yZFRDvvzFML3bKIw9ZIGHlq9nv8ebDAqU3q2rje8&#10;+aQeNejvPAOmIzS1enB/EAZNvkvO1y5xZCkEi6TIQ+glCltZfuNsyAJPvVxW2tgPTA7IGRXWUExf&#10;N3ICJPPRlyNw7/V5Z9lpP3k5buLE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rJ0KM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1664" behindDoc="0" locked="0" layoutInCell="1" allowOverlap="1" wp14:anchorId="57B52651" wp14:editId="5B8BC8E7">
                      <wp:simplePos x="0" y="0"/>
                      <wp:positionH relativeFrom="column">
                        <wp:posOffset>1295400</wp:posOffset>
                      </wp:positionH>
                      <wp:positionV relativeFrom="paragraph">
                        <wp:posOffset>431800</wp:posOffset>
                      </wp:positionV>
                      <wp:extent cx="1003300" cy="698500"/>
                      <wp:effectExtent l="0" t="0" r="0" b="0"/>
                      <wp:wrapNone/>
                      <wp:docPr id="2638" name="Rectangle 26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8" o:spid="_x0000_s1550" style="position:absolute;margin-left:102pt;margin-top:34pt;width:79pt;height:55pt;z-index:252401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6hJ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gFaCDKDSN6gbEfueoTna8aZhTl/PkU32i7GOLVgzy59Zsk7W66xYxMlmu0jTu2RRhEWx2KThJsu2&#10;2zy73vxyt6O0BOaK2Du4O+sOsfcROks/l8qXHBnlsD9PIXzPJgpTL2ngodWr+e/BBqMypWfresOb&#10;j+pBg/7OM2A6QlOrB/cHYdDku+R06RJHlkKwSIo8hF6isJXlV86GLPDUy2Wljf3E5ICcUWENxfR1&#10;I0dAMh99OQL3Xp93lp12k5fjKk5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1COoSR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2688" behindDoc="0" locked="0" layoutInCell="1" allowOverlap="1" wp14:anchorId="1CA7356A" wp14:editId="55B8E1C6">
                      <wp:simplePos x="0" y="0"/>
                      <wp:positionH relativeFrom="column">
                        <wp:posOffset>1295400</wp:posOffset>
                      </wp:positionH>
                      <wp:positionV relativeFrom="paragraph">
                        <wp:posOffset>431800</wp:posOffset>
                      </wp:positionV>
                      <wp:extent cx="1003300" cy="698500"/>
                      <wp:effectExtent l="0" t="0" r="0" b="0"/>
                      <wp:wrapNone/>
                      <wp:docPr id="2639" name="Rectangle 263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9" o:spid="_x0000_s1551" style="position:absolute;margin-left:102pt;margin-top:34pt;width:79pt;height:55pt;z-index:252402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QXU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pMBIkB669A3qRsS+Y2iKtryumeuv58hG+8VYxxasieXPLFkn63VWzOJks52l6X0yK8KimG3ScJNl&#10;222e3Wx+udtRWgJzRew93J36DrH3ETq3fiqVLzkyymF/GUP4XkwUpoVraeChXf4ebDAoU3q2Thve&#10;fFKPGg47z4DpCI2N7t0fGoNGr5LTVSWOLIVgkRR5CFqisJXlC2dPT14uK23sJyZ75IwKayimrxs5&#10;ApLp6OUIQHx93ll23I2+HYt44dK62E7WJ2gSTJl9gKXp5FBh2nGF0QDKrbD5cSCaYdR9FiCN+CZ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lhQXU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3712" behindDoc="0" locked="0" layoutInCell="1" allowOverlap="1" wp14:anchorId="30BA4099" wp14:editId="744CF4FC">
                      <wp:simplePos x="0" y="0"/>
                      <wp:positionH relativeFrom="column">
                        <wp:posOffset>1295400</wp:posOffset>
                      </wp:positionH>
                      <wp:positionV relativeFrom="paragraph">
                        <wp:posOffset>431800</wp:posOffset>
                      </wp:positionV>
                      <wp:extent cx="1003300" cy="698500"/>
                      <wp:effectExtent l="0" t="0" r="0" b="0"/>
                      <wp:wrapNone/>
                      <wp:docPr id="2640" name="Rectangle 26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0" o:spid="_x0000_s1552" style="position:absolute;margin-left:102pt;margin-top:34pt;width:79pt;height:55pt;z-index:252403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dFIb8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4736" behindDoc="0" locked="0" layoutInCell="1" allowOverlap="1" wp14:anchorId="475F6BB8" wp14:editId="32B45B92">
                      <wp:simplePos x="0" y="0"/>
                      <wp:positionH relativeFrom="column">
                        <wp:posOffset>1295400</wp:posOffset>
                      </wp:positionH>
                      <wp:positionV relativeFrom="paragraph">
                        <wp:posOffset>431800</wp:posOffset>
                      </wp:positionV>
                      <wp:extent cx="1003300" cy="698500"/>
                      <wp:effectExtent l="0" t="0" r="0" b="0"/>
                      <wp:wrapNone/>
                      <wp:docPr id="2641" name="Rectangle 26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1" o:spid="_x0000_s1553" style="position:absolute;margin-left:102pt;margin-top:34pt;width:79pt;height:55pt;z-index:252404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y9o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jTASZACVvkDdiDj0DM3RjjcNc/p6jmyyn4x1bMGaWf7Ikk2y2WTFIk62u0Wa3ieLIiyKxTYNt1m2&#10;2+XZavvT3Y7SEpgrYu/h7qw7xP6O0EX6uVS+5Mgoh/15CuF7NlGYekkDD61ez38PNhiVKT1b1xve&#10;fFKPGvR3ngHTEZpaPbg/CIMm3yXna5c4shSCRVLkIfQSha0sv3E2ZIGnXi4rbewHJgfkjAprKKav&#10;GzkBkvnoyxG49/q8s+y0n7wcN/HK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e3L2g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p>
          <w:p w:rsidR="00A65C40" w:rsidRPr="00F14F57" w:rsidRDefault="00A65C40"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405760" behindDoc="0" locked="0" layoutInCell="1" allowOverlap="1" wp14:anchorId="4C29AED4" wp14:editId="7624DD18">
                      <wp:simplePos x="0" y="0"/>
                      <wp:positionH relativeFrom="column">
                        <wp:posOffset>1320800</wp:posOffset>
                      </wp:positionH>
                      <wp:positionV relativeFrom="paragraph">
                        <wp:posOffset>431800</wp:posOffset>
                      </wp:positionV>
                      <wp:extent cx="1003300" cy="698500"/>
                      <wp:effectExtent l="0" t="0" r="0" b="0"/>
                      <wp:wrapNone/>
                      <wp:docPr id="2642" name="Rectangle 264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2" o:spid="_x0000_s1554" style="position:absolute;margin-left:104pt;margin-top:34pt;width:79pt;height:55pt;z-index:252405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jhWVU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6784" behindDoc="0" locked="0" layoutInCell="1" allowOverlap="1" wp14:anchorId="7F42D900" wp14:editId="428BDBCC">
                      <wp:simplePos x="0" y="0"/>
                      <wp:positionH relativeFrom="column">
                        <wp:posOffset>1320800</wp:posOffset>
                      </wp:positionH>
                      <wp:positionV relativeFrom="paragraph">
                        <wp:posOffset>431800</wp:posOffset>
                      </wp:positionV>
                      <wp:extent cx="1003300" cy="698500"/>
                      <wp:effectExtent l="0" t="0" r="0" b="0"/>
                      <wp:wrapNone/>
                      <wp:docPr id="2643" name="Rectangle 26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3" o:spid="_x0000_s1555" style="position:absolute;margin-left:104pt;margin-top:34pt;width:79pt;height:55pt;z-index:252406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TIHg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lH9Mg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7808" behindDoc="0" locked="0" layoutInCell="1" allowOverlap="1" wp14:anchorId="0A7BF243" wp14:editId="50099CF3">
                      <wp:simplePos x="0" y="0"/>
                      <wp:positionH relativeFrom="column">
                        <wp:posOffset>1320800</wp:posOffset>
                      </wp:positionH>
                      <wp:positionV relativeFrom="paragraph">
                        <wp:posOffset>431800</wp:posOffset>
                      </wp:positionV>
                      <wp:extent cx="1003300" cy="698500"/>
                      <wp:effectExtent l="0" t="0" r="0" b="0"/>
                      <wp:wrapNone/>
                      <wp:docPr id="2644" name="Rectangle 26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4" o:spid="_x0000_s1556" style="position:absolute;margin-left:104pt;margin-top:34pt;width:79pt;height:55pt;z-index:252407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zqVHQ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ls6lR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8832" behindDoc="0" locked="0" layoutInCell="1" allowOverlap="1" wp14:anchorId="1BD7015A" wp14:editId="225BA2D4">
                      <wp:simplePos x="0" y="0"/>
                      <wp:positionH relativeFrom="column">
                        <wp:posOffset>1320800</wp:posOffset>
                      </wp:positionH>
                      <wp:positionV relativeFrom="paragraph">
                        <wp:posOffset>431800</wp:posOffset>
                      </wp:positionV>
                      <wp:extent cx="1003300" cy="698500"/>
                      <wp:effectExtent l="0" t="0" r="0" b="0"/>
                      <wp:wrapNone/>
                      <wp:docPr id="2645" name="Rectangle 264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5" o:spid="_x0000_s1557" style="position:absolute;margin-left:104pt;margin-top:34pt;width:79pt;height:55pt;z-index:252408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I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v9lwg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9856" behindDoc="0" locked="0" layoutInCell="1" allowOverlap="1" wp14:anchorId="30825D48" wp14:editId="14416AD3">
                      <wp:simplePos x="0" y="0"/>
                      <wp:positionH relativeFrom="column">
                        <wp:posOffset>1320800</wp:posOffset>
                      </wp:positionH>
                      <wp:positionV relativeFrom="paragraph">
                        <wp:posOffset>431800</wp:posOffset>
                      </wp:positionV>
                      <wp:extent cx="1003300" cy="698500"/>
                      <wp:effectExtent l="0" t="0" r="0" b="0"/>
                      <wp:wrapNone/>
                      <wp:docPr id="2646" name="Rectangle 26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6" o:spid="_x0000_s1558" style="position:absolute;margin-left:104pt;margin-top:34pt;width:79pt;height:55pt;z-index:252409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7hW4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0880" behindDoc="0" locked="0" layoutInCell="1" allowOverlap="1" wp14:anchorId="2CABE80F" wp14:editId="59F26542">
                      <wp:simplePos x="0" y="0"/>
                      <wp:positionH relativeFrom="column">
                        <wp:posOffset>1320800</wp:posOffset>
                      </wp:positionH>
                      <wp:positionV relativeFrom="paragraph">
                        <wp:posOffset>431800</wp:posOffset>
                      </wp:positionV>
                      <wp:extent cx="1003300" cy="698500"/>
                      <wp:effectExtent l="0" t="0" r="0" b="0"/>
                      <wp:wrapNone/>
                      <wp:docPr id="2647" name="Rectangle 26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7" o:spid="_x0000_s1559" style="position:absolute;margin-left:104pt;margin-top:34pt;width:79pt;height:55pt;z-index:252410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lg3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0pYN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1904" behindDoc="0" locked="0" layoutInCell="1" allowOverlap="1" wp14:anchorId="43237EB3" wp14:editId="43C07E2E">
                      <wp:simplePos x="0" y="0"/>
                      <wp:positionH relativeFrom="column">
                        <wp:posOffset>1320800</wp:posOffset>
                      </wp:positionH>
                      <wp:positionV relativeFrom="paragraph">
                        <wp:posOffset>431800</wp:posOffset>
                      </wp:positionV>
                      <wp:extent cx="1003300" cy="698500"/>
                      <wp:effectExtent l="0" t="0" r="0" b="0"/>
                      <wp:wrapNone/>
                      <wp:docPr id="2648" name="Rectangle 264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8" o:spid="_x0000_s1560" style="position:absolute;margin-left:104pt;margin-top:34pt;width:79pt;height:55pt;z-index:252411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T0g5c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2928" behindDoc="0" locked="0" layoutInCell="1" allowOverlap="1" wp14:anchorId="4AB58CCB" wp14:editId="31E718AB">
                      <wp:simplePos x="0" y="0"/>
                      <wp:positionH relativeFrom="column">
                        <wp:posOffset>1320800</wp:posOffset>
                      </wp:positionH>
                      <wp:positionV relativeFrom="paragraph">
                        <wp:posOffset>431800</wp:posOffset>
                      </wp:positionV>
                      <wp:extent cx="1003300" cy="698500"/>
                      <wp:effectExtent l="0" t="0" r="0" b="0"/>
                      <wp:wrapNone/>
                      <wp:docPr id="2649" name="Rectangle 26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9" o:spid="_x0000_s1561" style="position:absolute;margin-left:104pt;margin-top:34pt;width:79pt;height:55pt;z-index:252412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4K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swIjSXvo0jeoG5X7jqMp2oq65r6/gSMf3RfrPFuwJpY/83Sdrtd5MUvSzXaWZXfprCBFMdtkZJPn&#10;2+0iv9788rfjrATmmro7uDv1HWLvI3Ru/VSqUHJktcf+PBL4nm1MstDSKEBbLad/ABsN2paBrddG&#10;MB/1g4H+e8+C6QmNjen9HxqDxqCS00UlniyDYJEWCwJaYrCVF4SkqVcRPPVyWRvrPnHVI29U2EAx&#10;Q93oEZBMR1+OwL3X573lxt0Y2nGVXvm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OVSLgo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3952" behindDoc="0" locked="0" layoutInCell="1" allowOverlap="1" wp14:anchorId="09AA388F" wp14:editId="624870A8">
                      <wp:simplePos x="0" y="0"/>
                      <wp:positionH relativeFrom="column">
                        <wp:posOffset>1320800</wp:posOffset>
                      </wp:positionH>
                      <wp:positionV relativeFrom="paragraph">
                        <wp:posOffset>431800</wp:posOffset>
                      </wp:positionV>
                      <wp:extent cx="1003300" cy="698500"/>
                      <wp:effectExtent l="0" t="0" r="0" b="0"/>
                      <wp:wrapNone/>
                      <wp:docPr id="2650" name="Rectangle 265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0" o:spid="_x0000_s1562" style="position:absolute;margin-left:104pt;margin-top:34pt;width:79pt;height:55pt;z-index:252413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K6XlkY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4976" behindDoc="0" locked="0" layoutInCell="1" allowOverlap="1" wp14:anchorId="1016CB67" wp14:editId="5585F73F">
                      <wp:simplePos x="0" y="0"/>
                      <wp:positionH relativeFrom="column">
                        <wp:posOffset>1320800</wp:posOffset>
                      </wp:positionH>
                      <wp:positionV relativeFrom="paragraph">
                        <wp:posOffset>431800</wp:posOffset>
                      </wp:positionV>
                      <wp:extent cx="1003300" cy="698500"/>
                      <wp:effectExtent l="0" t="0" r="0" b="0"/>
                      <wp:wrapNone/>
                      <wp:docPr id="2651" name="Rectangle 265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1" o:spid="_x0000_s1563" style="position:absolute;margin-left:104pt;margin-top:34pt;width:79pt;height:55pt;z-index:252414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TvbHA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fMTvb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6000" behindDoc="0" locked="0" layoutInCell="1" allowOverlap="1" wp14:anchorId="0F6B1B02" wp14:editId="1AF7DD84">
                      <wp:simplePos x="0" y="0"/>
                      <wp:positionH relativeFrom="column">
                        <wp:posOffset>1320800</wp:posOffset>
                      </wp:positionH>
                      <wp:positionV relativeFrom="paragraph">
                        <wp:posOffset>431800</wp:posOffset>
                      </wp:positionV>
                      <wp:extent cx="1003300" cy="698500"/>
                      <wp:effectExtent l="0" t="0" r="0" b="0"/>
                      <wp:wrapNone/>
                      <wp:docPr id="2652" name="Rectangle 26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2" o:spid="_x0000_s1564" style="position:absolute;margin-left:104pt;margin-top:34pt;width:79pt;height:55pt;z-index:252416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IMY+8k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7024" behindDoc="0" locked="0" layoutInCell="1" allowOverlap="1" wp14:anchorId="31F9D6DD" wp14:editId="58B4A1D1">
                      <wp:simplePos x="0" y="0"/>
                      <wp:positionH relativeFrom="column">
                        <wp:posOffset>1320800</wp:posOffset>
                      </wp:positionH>
                      <wp:positionV relativeFrom="paragraph">
                        <wp:posOffset>431800</wp:posOffset>
                      </wp:positionV>
                      <wp:extent cx="1003300" cy="698500"/>
                      <wp:effectExtent l="0" t="0" r="0" b="0"/>
                      <wp:wrapNone/>
                      <wp:docPr id="2653" name="Rectangle 265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3" o:spid="_x0000_s1565" style="position:absolute;margin-left:104pt;margin-top:34pt;width:79pt;height:55pt;z-index:252417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vUe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r1KMJO2hS9+gblTuO46maCvqmvv+Bo58dF+s82zBmlj+zNN1ul7nxSxJN9tZlt2ls4IUxWyTkU2e&#10;b7eL/Hrzy9+OsxKYa+ru4O7Ud4i9j9C59VOpQsmR1R7780jge7YxyUJLowBttZz+AWw0aFsGtl4b&#10;wXzUDwb67z0Lpic0Nqb3f2gMGoNKTheVeLIMgkVaLAhoicFWXhCSpl5F8NTLZW2s+8RVj7xRYQPF&#10;DHWjR0AyHX05Avden/eWG3djaMdVWv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CPq9R4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8048" behindDoc="0" locked="0" layoutInCell="1" allowOverlap="1" wp14:anchorId="24B0BE59" wp14:editId="2B8313A1">
                      <wp:simplePos x="0" y="0"/>
                      <wp:positionH relativeFrom="column">
                        <wp:posOffset>1320800</wp:posOffset>
                      </wp:positionH>
                      <wp:positionV relativeFrom="paragraph">
                        <wp:posOffset>431800</wp:posOffset>
                      </wp:positionV>
                      <wp:extent cx="1003300" cy="698500"/>
                      <wp:effectExtent l="0" t="0" r="0" b="0"/>
                      <wp:wrapNone/>
                      <wp:docPr id="2654" name="Rectangle 265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4" o:spid="_x0000_s1566" style="position:absolute;margin-left:104pt;margin-top:34pt;width:79pt;height:55pt;z-index:252418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zH9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GYXMf0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9072" behindDoc="0" locked="0" layoutInCell="1" allowOverlap="1" wp14:anchorId="5E94E346" wp14:editId="10DFE1D4">
                      <wp:simplePos x="0" y="0"/>
                      <wp:positionH relativeFrom="column">
                        <wp:posOffset>1320800</wp:posOffset>
                      </wp:positionH>
                      <wp:positionV relativeFrom="paragraph">
                        <wp:posOffset>431800</wp:posOffset>
                      </wp:positionV>
                      <wp:extent cx="1003300" cy="698500"/>
                      <wp:effectExtent l="0" t="0" r="0" b="0"/>
                      <wp:wrapNone/>
                      <wp:docPr id="2655" name="Rectangle 26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5" o:spid="_x0000_s1567" style="position:absolute;margin-left:104pt;margin-top:34pt;width:79pt;height:55pt;z-index:252419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Zxg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exnGA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0096" behindDoc="0" locked="0" layoutInCell="1" allowOverlap="1" wp14:anchorId="77E73CFB" wp14:editId="7D1B6782">
                      <wp:simplePos x="0" y="0"/>
                      <wp:positionH relativeFrom="column">
                        <wp:posOffset>1320800</wp:posOffset>
                      </wp:positionH>
                      <wp:positionV relativeFrom="paragraph">
                        <wp:posOffset>431800</wp:posOffset>
                      </wp:positionV>
                      <wp:extent cx="1003300" cy="698500"/>
                      <wp:effectExtent l="0" t="0" r="0" b="0"/>
                      <wp:wrapNone/>
                      <wp:docPr id="2656" name="Rectangle 265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6" o:spid="_x0000_s1568" style="position:absolute;margin-left:104pt;margin-top:34pt;width:79pt;height:55pt;z-index:252420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P7C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r3KMJO2hS9+gblTuO46maCvqmvv+Bo58dF+s82zBmlj+zNN1ul7nxSxJN9tZlt2ls4IUxWyTkU2e&#10;b7eL/Hrzy9+OsxKYa+ru4O7Ud4i9j9C59VOpQsmR1R7780jge7YxyUJLowBttZz+AWw0aFsGtl4b&#10;wXzUDwb67z0Lpic0Nqb3f2gMGoNKTheVeLIMgkVaLAhoicFWXhCSpl5F8NTLZW2s+8RVj7xRYQPF&#10;DHWjR0AyHX05Avden/eWG3djaMdVlv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ag/sI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1120" behindDoc="0" locked="0" layoutInCell="1" allowOverlap="1" wp14:anchorId="1F5EF006" wp14:editId="182ACB28">
                      <wp:simplePos x="0" y="0"/>
                      <wp:positionH relativeFrom="column">
                        <wp:posOffset>1320800</wp:posOffset>
                      </wp:positionH>
                      <wp:positionV relativeFrom="paragraph">
                        <wp:posOffset>431800</wp:posOffset>
                      </wp:positionV>
                      <wp:extent cx="1003300" cy="698500"/>
                      <wp:effectExtent l="0" t="0" r="0" b="0"/>
                      <wp:wrapNone/>
                      <wp:docPr id="2657" name="Rectangle 265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7" o:spid="_x0000_s1569" style="position:absolute;margin-left:104pt;margin-top:34pt;width:79pt;height:55pt;z-index:252421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lNf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cGU18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2144" behindDoc="0" locked="0" layoutInCell="1" allowOverlap="1" wp14:anchorId="3CC0811E" wp14:editId="40262F98">
                      <wp:simplePos x="0" y="0"/>
                      <wp:positionH relativeFrom="column">
                        <wp:posOffset>1320800</wp:posOffset>
                      </wp:positionH>
                      <wp:positionV relativeFrom="paragraph">
                        <wp:posOffset>431800</wp:posOffset>
                      </wp:positionV>
                      <wp:extent cx="1003300" cy="698500"/>
                      <wp:effectExtent l="0" t="0" r="0" b="0"/>
                      <wp:wrapNone/>
                      <wp:docPr id="2658" name="Rectangle 26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8" o:spid="_x0000_s1570" style="position:absolute;margin-left:104pt;margin-top:34pt;width:79pt;height:55pt;z-index:252422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uLiI/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3168" behindDoc="0" locked="0" layoutInCell="1" allowOverlap="1" wp14:anchorId="13FCAFF1" wp14:editId="5FF65C3B">
                      <wp:simplePos x="0" y="0"/>
                      <wp:positionH relativeFrom="column">
                        <wp:posOffset>1320800</wp:posOffset>
                      </wp:positionH>
                      <wp:positionV relativeFrom="paragraph">
                        <wp:posOffset>431800</wp:posOffset>
                      </wp:positionV>
                      <wp:extent cx="1003300" cy="698500"/>
                      <wp:effectExtent l="0" t="0" r="0" b="0"/>
                      <wp:wrapNone/>
                      <wp:docPr id="2659" name="Rectangle 265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9" o:spid="_x0000_s1571" style="position:absolute;margin-left:104pt;margin-top:34pt;width:79pt;height:55pt;z-index:252423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oYo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BhKhig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4192" behindDoc="0" locked="0" layoutInCell="1" allowOverlap="1" wp14:anchorId="093D3FAB" wp14:editId="0DC03CBF">
                      <wp:simplePos x="0" y="0"/>
                      <wp:positionH relativeFrom="column">
                        <wp:posOffset>1320800</wp:posOffset>
                      </wp:positionH>
                      <wp:positionV relativeFrom="paragraph">
                        <wp:posOffset>431800</wp:posOffset>
                      </wp:positionV>
                      <wp:extent cx="1003300" cy="698500"/>
                      <wp:effectExtent l="0" t="0" r="0" b="0"/>
                      <wp:wrapNone/>
                      <wp:docPr id="2660" name="Rectangle 266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0" o:spid="_x0000_s1572" style="position:absolute;margin-left:104pt;margin-top:34pt;width:79pt;height:55pt;z-index:252424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CoUdwo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5216" behindDoc="0" locked="0" layoutInCell="1" allowOverlap="1" wp14:anchorId="22E712A7" wp14:editId="15C34B0A">
                      <wp:simplePos x="0" y="0"/>
                      <wp:positionH relativeFrom="column">
                        <wp:posOffset>1320800</wp:posOffset>
                      </wp:positionH>
                      <wp:positionV relativeFrom="paragraph">
                        <wp:posOffset>431800</wp:posOffset>
                      </wp:positionV>
                      <wp:extent cx="1003300" cy="698500"/>
                      <wp:effectExtent l="0" t="0" r="0" b="0"/>
                      <wp:wrapNone/>
                      <wp:docPr id="2661" name="Rectangle 26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1" o:spid="_x0000_s1573" style="position:absolute;margin-left:104pt;margin-top:34pt;width:79pt;height:55pt;z-index:252425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tqX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uy2pc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6240" behindDoc="0" locked="0" layoutInCell="1" allowOverlap="1" wp14:anchorId="00228538" wp14:editId="475D6CDE">
                      <wp:simplePos x="0" y="0"/>
                      <wp:positionH relativeFrom="column">
                        <wp:posOffset>1320800</wp:posOffset>
                      </wp:positionH>
                      <wp:positionV relativeFrom="paragraph">
                        <wp:posOffset>431800</wp:posOffset>
                      </wp:positionV>
                      <wp:extent cx="1003300" cy="698500"/>
                      <wp:effectExtent l="0" t="0" r="0" b="0"/>
                      <wp:wrapNone/>
                      <wp:docPr id="2662" name="Rectangle 266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2" o:spid="_x0000_s1574" style="position:absolute;margin-left:104pt;margin-top:34pt;width:79pt;height:55pt;z-index:252426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7nP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bPuc8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7264" behindDoc="0" locked="0" layoutInCell="1" allowOverlap="1" wp14:anchorId="66264AFA" wp14:editId="6617483D">
                      <wp:simplePos x="0" y="0"/>
                      <wp:positionH relativeFrom="column">
                        <wp:posOffset>1320800</wp:posOffset>
                      </wp:positionH>
                      <wp:positionV relativeFrom="paragraph">
                        <wp:posOffset>431800</wp:posOffset>
                      </wp:positionV>
                      <wp:extent cx="1003300" cy="698500"/>
                      <wp:effectExtent l="0" t="0" r="0" b="0"/>
                      <wp:wrapNone/>
                      <wp:docPr id="2663" name="Rectangle 266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3" o:spid="_x0000_s1575" style="position:absolute;margin-left:104pt;margin-top:34pt;width:79pt;height:55pt;z-index:252427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RSGg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p2kUUh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8288" behindDoc="0" locked="0" layoutInCell="1" allowOverlap="1" wp14:anchorId="263B29D3" wp14:editId="46C03913">
                      <wp:simplePos x="0" y="0"/>
                      <wp:positionH relativeFrom="column">
                        <wp:posOffset>1320800</wp:posOffset>
                      </wp:positionH>
                      <wp:positionV relativeFrom="paragraph">
                        <wp:posOffset>431800</wp:posOffset>
                      </wp:positionV>
                      <wp:extent cx="1003300" cy="698500"/>
                      <wp:effectExtent l="0" t="0" r="0" b="0"/>
                      <wp:wrapNone/>
                      <wp:docPr id="2664" name="Rectangle 266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4" o:spid="_x0000_s1576" style="position:absolute;margin-left:104pt;margin-top:34pt;width:79pt;height:55pt;z-index:252428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XlF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AUheUU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9312" behindDoc="0" locked="0" layoutInCell="1" allowOverlap="1" wp14:anchorId="575A7B4C" wp14:editId="4538F3F1">
                      <wp:simplePos x="0" y="0"/>
                      <wp:positionH relativeFrom="column">
                        <wp:posOffset>1320800</wp:posOffset>
                      </wp:positionH>
                      <wp:positionV relativeFrom="paragraph">
                        <wp:posOffset>431800</wp:posOffset>
                      </wp:positionV>
                      <wp:extent cx="1003300" cy="698500"/>
                      <wp:effectExtent l="0" t="0" r="0" b="0"/>
                      <wp:wrapNone/>
                      <wp:docPr id="2665" name="Rectangle 266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5" o:spid="_x0000_s1577" style="position:absolute;margin-left:104pt;margin-top:34pt;width:79pt;height:55pt;z-index:252429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3eS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KXTd5I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0336" behindDoc="0" locked="0" layoutInCell="1" allowOverlap="1" wp14:anchorId="34F33C85" wp14:editId="7265773B">
                      <wp:simplePos x="0" y="0"/>
                      <wp:positionH relativeFrom="column">
                        <wp:posOffset>1295400</wp:posOffset>
                      </wp:positionH>
                      <wp:positionV relativeFrom="paragraph">
                        <wp:posOffset>431800</wp:posOffset>
                      </wp:positionV>
                      <wp:extent cx="1003300" cy="698500"/>
                      <wp:effectExtent l="0" t="0" r="0" b="0"/>
                      <wp:wrapNone/>
                      <wp:docPr id="2666" name="Rectangle 266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6" o:spid="_x0000_s1578" style="position:absolute;margin-left:102pt;margin-top:34pt;width:79pt;height:55pt;z-index:252430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QBV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LMNIkB669A3qRsS+Y2iKtryumeuv58hG+8VYxxasieXPLFkn63VWzOJks52l6X0yK8KimG3ScJNl&#10;222e3Wx+udtRWgJzRew93J36DrH3ETq3fiqVLzkyymF/GUP4XkwUpoVraeChXf4ebDAoU3q2Thve&#10;fFKPGg47z4DpCI2N7t0fGoNGr5LTVSWOLIVgkRR5CFqisJXlC2dPT14uK23sJyZ75IwKayimrxs5&#10;ApLp6OUIQHx93ll23I2+HYtF7NK62E7WJ2gSTJl9gKXp5FBh2nGF0QDKrbD5cSCaYdR9FiCN+CZ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m6QBV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1360" behindDoc="0" locked="0" layoutInCell="1" allowOverlap="1" wp14:anchorId="399C0620" wp14:editId="31A3BE7C">
                      <wp:simplePos x="0" y="0"/>
                      <wp:positionH relativeFrom="column">
                        <wp:posOffset>1295400</wp:posOffset>
                      </wp:positionH>
                      <wp:positionV relativeFrom="paragraph">
                        <wp:posOffset>431800</wp:posOffset>
                      </wp:positionV>
                      <wp:extent cx="1003300" cy="698500"/>
                      <wp:effectExtent l="0" t="0" r="0" b="0"/>
                      <wp:wrapNone/>
                      <wp:docPr id="2667" name="Rectangle 26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7" o:spid="_x0000_s1579" style="position:absolute;margin-left:102pt;margin-top:34pt;width:79pt;height:55pt;z-index:252431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63I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bImRID2o9A3qRsShY2iKtryumdPXc2Sj/WKsYwvWxPJnlmySzSYrZnGy3c3S9C6ZFWFRzLZpuM2y&#10;3S7Plttf7naUlsBcEXsHdyfdIfY+Qhfpp1L5kiOjHPbnMYTv2URh6iUNPLT1avp7sMGgTOnZut7w&#10;5qN60KC/8wyYjtDY6N79QRg0+i45X7vEkaUQLJIiD6GXKGxl+cLZkAWeermstLGfmOyRMyqsoZi+&#10;buQESKajL0fg3uvzzrLjfvRyLBaJ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dPrcg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2384" behindDoc="0" locked="0" layoutInCell="1" allowOverlap="1" wp14:anchorId="71CF721C" wp14:editId="3E599EEC">
                      <wp:simplePos x="0" y="0"/>
                      <wp:positionH relativeFrom="column">
                        <wp:posOffset>1295400</wp:posOffset>
                      </wp:positionH>
                      <wp:positionV relativeFrom="paragraph">
                        <wp:posOffset>431800</wp:posOffset>
                      </wp:positionV>
                      <wp:extent cx="1003300" cy="698500"/>
                      <wp:effectExtent l="0" t="0" r="0" b="0"/>
                      <wp:wrapNone/>
                      <wp:docPr id="2668" name="Rectangle 26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8" o:spid="_x0000_s1580" style="position:absolute;margin-left:102pt;margin-top:34pt;width:79pt;height:55pt;z-index:252432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dUi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aXVIh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3408" behindDoc="0" locked="0" layoutInCell="1" allowOverlap="1" wp14:anchorId="0F329C3A" wp14:editId="23A02467">
                      <wp:simplePos x="0" y="0"/>
                      <wp:positionH relativeFrom="column">
                        <wp:posOffset>1295400</wp:posOffset>
                      </wp:positionH>
                      <wp:positionV relativeFrom="paragraph">
                        <wp:posOffset>431800</wp:posOffset>
                      </wp:positionV>
                      <wp:extent cx="1003300" cy="698500"/>
                      <wp:effectExtent l="0" t="0" r="0" b="0"/>
                      <wp:wrapNone/>
                      <wp:docPr id="2669" name="Rectangle 266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9" o:spid="_x0000_s1581" style="position:absolute;margin-left:102pt;margin-top:34pt;width:79pt;height:55pt;z-index:252433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3i/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IA3i/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4432" behindDoc="0" locked="0" layoutInCell="1" allowOverlap="1" wp14:anchorId="51A15A42" wp14:editId="361083D3">
                      <wp:simplePos x="0" y="0"/>
                      <wp:positionH relativeFrom="column">
                        <wp:posOffset>1295400</wp:posOffset>
                      </wp:positionH>
                      <wp:positionV relativeFrom="paragraph">
                        <wp:posOffset>431800</wp:posOffset>
                      </wp:positionV>
                      <wp:extent cx="1003300" cy="698500"/>
                      <wp:effectExtent l="0" t="0" r="0" b="0"/>
                      <wp:wrapNone/>
                      <wp:docPr id="2670" name="Rectangle 26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0" o:spid="_x0000_s1582" style="position:absolute;margin-left:102pt;margin-top:34pt;width:79pt;height:55pt;z-index:252434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mO5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KSY7k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5456" behindDoc="0" locked="0" layoutInCell="1" allowOverlap="1" wp14:anchorId="329DF412" wp14:editId="70A915C7">
                      <wp:simplePos x="0" y="0"/>
                      <wp:positionH relativeFrom="column">
                        <wp:posOffset>1295400</wp:posOffset>
                      </wp:positionH>
                      <wp:positionV relativeFrom="paragraph">
                        <wp:posOffset>431800</wp:posOffset>
                      </wp:positionV>
                      <wp:extent cx="1003300" cy="698500"/>
                      <wp:effectExtent l="0" t="0" r="0" b="0"/>
                      <wp:wrapNone/>
                      <wp:docPr id="2671" name="Rectangle 26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1" o:spid="_x0000_s1583" style="position:absolute;margin-left:102pt;margin-top:34pt;width:79pt;height:55pt;z-index:252435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1u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DJgbW4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6480" behindDoc="0" locked="0" layoutInCell="1" allowOverlap="1" wp14:anchorId="21B558D3" wp14:editId="451D4EEC">
                      <wp:simplePos x="0" y="0"/>
                      <wp:positionH relativeFrom="column">
                        <wp:posOffset>1295400</wp:posOffset>
                      </wp:positionH>
                      <wp:positionV relativeFrom="paragraph">
                        <wp:posOffset>431800</wp:posOffset>
                      </wp:positionV>
                      <wp:extent cx="1003300" cy="698500"/>
                      <wp:effectExtent l="0" t="0" r="0" b="0"/>
                      <wp:wrapNone/>
                      <wp:docPr id="2672" name="Rectangle 267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2" o:spid="_x0000_s1584" style="position:absolute;margin-left:102pt;margin-top:34pt;width:79pt;height:55pt;z-index:252436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5JrXw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7504" behindDoc="0" locked="0" layoutInCell="1" allowOverlap="1" wp14:anchorId="10699D63" wp14:editId="3EC796C9">
                      <wp:simplePos x="0" y="0"/>
                      <wp:positionH relativeFrom="column">
                        <wp:posOffset>1295400</wp:posOffset>
                      </wp:positionH>
                      <wp:positionV relativeFrom="paragraph">
                        <wp:posOffset>431800</wp:posOffset>
                      </wp:positionV>
                      <wp:extent cx="1003300" cy="698500"/>
                      <wp:effectExtent l="0" t="0" r="0" b="0"/>
                      <wp:wrapNone/>
                      <wp:docPr id="2673" name="Rectangle 26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3" o:spid="_x0000_s1585" style="position:absolute;margin-left:102pt;margin-top:34pt;width:79pt;height:55pt;z-index:252437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wDh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ZYKRID2o9A3qRsShY2iKtryumdPXc2Sj/WKsYwvWxPJnlmySzSYrZnGy3c3S9C6ZFWFRzLZpuM2y&#10;3S7Plttf7naUlsBcEXsHdyfdIfY+Qhfpp1L5kiOjHPbnMYTv2URh6iUNPLT1avp7sMGgTOnZut7w&#10;5qN60KC/8wyYjtDY6N79QRg0+i45X7vEkaUQLJIiD6GXKGxl+cLZkAWeermstLGfmOyRMyqsoZi+&#10;buQESKajL0fg3uvzzrLjfvRyLBa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vAOE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8528" behindDoc="0" locked="0" layoutInCell="1" allowOverlap="1" wp14:anchorId="09F0833A" wp14:editId="6AE6F241">
                      <wp:simplePos x="0" y="0"/>
                      <wp:positionH relativeFrom="column">
                        <wp:posOffset>1295400</wp:posOffset>
                      </wp:positionH>
                      <wp:positionV relativeFrom="paragraph">
                        <wp:posOffset>431800</wp:posOffset>
                      </wp:positionV>
                      <wp:extent cx="1003300" cy="698500"/>
                      <wp:effectExtent l="0" t="0" r="0" b="0"/>
                      <wp:wrapNone/>
                      <wp:docPr id="2674" name="Rectangle 26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4" o:spid="_x0000_s1586" style="position:absolute;margin-left:102pt;margin-top:34pt;width:79pt;height:55pt;z-index:252438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Fbv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WBW7x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9552" behindDoc="0" locked="0" layoutInCell="1" allowOverlap="1" wp14:anchorId="38E88B92" wp14:editId="4C3F1F81">
                      <wp:simplePos x="0" y="0"/>
                      <wp:positionH relativeFrom="column">
                        <wp:posOffset>1295400</wp:posOffset>
                      </wp:positionH>
                      <wp:positionV relativeFrom="paragraph">
                        <wp:posOffset>431800</wp:posOffset>
                      </wp:positionV>
                      <wp:extent cx="1003300" cy="698500"/>
                      <wp:effectExtent l="0" t="0" r="0" b="0"/>
                      <wp:wrapNone/>
                      <wp:docPr id="2675" name="Rectangle 267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5" o:spid="_x0000_s1587" style="position:absolute;margin-left:102pt;margin-top:34pt;width:79pt;height:55pt;z-index:252439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vty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DG+3I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0576" behindDoc="0" locked="0" layoutInCell="1" allowOverlap="1" wp14:anchorId="2CA86BEF" wp14:editId="54418205">
                      <wp:simplePos x="0" y="0"/>
                      <wp:positionH relativeFrom="column">
                        <wp:posOffset>1295400</wp:posOffset>
                      </wp:positionH>
                      <wp:positionV relativeFrom="paragraph">
                        <wp:posOffset>431800</wp:posOffset>
                      </wp:positionV>
                      <wp:extent cx="1003300" cy="698500"/>
                      <wp:effectExtent l="0" t="0" r="0" b="0"/>
                      <wp:wrapNone/>
                      <wp:docPr id="2676" name="Rectangle 26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6" o:spid="_x0000_s1588" style="position:absolute;margin-left:102pt;margin-top:34pt;width:79pt;height:55pt;z-index:252440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zqa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s&#10;lWEkyAAqfYG6EXHoGZqjHW8a5vT1HNlkPxnr2II1s/yRJZtks8mKRZxsd4s0vU8WRVgUi20abrNs&#10;t8uz1fanux2lJTBXxN7D3Vl3iP0doYv0c6l8yZFRDvvzFML3bKIw9ZIGHlq9nv8ebDAqU3q2rje8&#10;+aQeNejvPAOmIzS1enB/EAZNvkvO1y5xZCkEi6TIQ+glCltZfuNsyAJPvVxW2tgPTA7IGRXWUExf&#10;N3ICJPPRlyNw7/V5Z9lpP3k5brL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CDOpo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1600" behindDoc="0" locked="0" layoutInCell="1" allowOverlap="1" wp14:anchorId="7025DD9E" wp14:editId="77B3F480">
                      <wp:simplePos x="0" y="0"/>
                      <wp:positionH relativeFrom="column">
                        <wp:posOffset>1295400</wp:posOffset>
                      </wp:positionH>
                      <wp:positionV relativeFrom="paragraph">
                        <wp:posOffset>431800</wp:posOffset>
                      </wp:positionV>
                      <wp:extent cx="1003300" cy="698500"/>
                      <wp:effectExtent l="0" t="0" r="0" b="0"/>
                      <wp:wrapNone/>
                      <wp:docPr id="2677" name="Rectangle 26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7" o:spid="_x0000_s1589" style="position:absolute;margin-left:102pt;margin-top:34pt;width:79pt;height:55pt;z-index:252441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TRN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s&#10;tcJIkAFU+gJ1I+LQMzRHO940zOnrObLJfjLWsQVrZvkjSzbJZpMVizjZ7hZpep8sirAoFts03GbZ&#10;bpdnq+1PdztKS2CuiL2Hu7PuEPs7Qhfp51L5kiOjHPbnKYTv2URh6iUNPLR6Pf892GBUpvRsXW94&#10;80k9atDfeQZMR2hq9eD+IAyafJecr13iyFIIFkmRh9BLFLay/MbZkAWeermstLEfmByQMyqsoZi+&#10;buQESOajL0fg3uvzzrLTfvJy3GSJ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BxNE0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2624" behindDoc="0" locked="0" layoutInCell="1" allowOverlap="1" wp14:anchorId="4DB7C750" wp14:editId="1E6628CC">
                      <wp:simplePos x="0" y="0"/>
                      <wp:positionH relativeFrom="column">
                        <wp:posOffset>1295400</wp:posOffset>
                      </wp:positionH>
                      <wp:positionV relativeFrom="paragraph">
                        <wp:posOffset>431800</wp:posOffset>
                      </wp:positionV>
                      <wp:extent cx="1003300" cy="698500"/>
                      <wp:effectExtent l="0" t="0" r="0" b="0"/>
                      <wp:wrapNone/>
                      <wp:docPr id="2678" name="Rectangle 267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8" o:spid="_x0000_s1590" style="position:absolute;margin-left:102pt;margin-top:34pt;width:79pt;height:55pt;z-index:252442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tGg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P7+0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3648" behindDoc="0" locked="0" layoutInCell="1" allowOverlap="1" wp14:anchorId="5037E0B1" wp14:editId="0AB3C431">
                      <wp:simplePos x="0" y="0"/>
                      <wp:positionH relativeFrom="column">
                        <wp:posOffset>1295400</wp:posOffset>
                      </wp:positionH>
                      <wp:positionV relativeFrom="paragraph">
                        <wp:posOffset>431800</wp:posOffset>
                      </wp:positionV>
                      <wp:extent cx="1003300" cy="698500"/>
                      <wp:effectExtent l="0" t="0" r="0" b="0"/>
                      <wp:wrapNone/>
                      <wp:docPr id="2679" name="Rectangle 26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9" o:spid="_x0000_s1591" style="position:absolute;margin-left:102pt;margin-top:34pt;width:79pt;height:55pt;z-index:252443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UJw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ZYGRID2o9A3qRsShY2iKtryumdPXc2Sj/WKsYwvWxPJnlmySzSYrZnGy3c3S9C6ZFWFRzLZpuM2y&#10;3S7Plttf7naUlsBcEXsHdyfdIfY+Qhfpp1L5kiOjHPbnMYTv2URh6iUNPLT1avp7sMGgTOnZut7w&#10;5qN60KC/8wyYjtDY6N79QRg0+i45X7vEkaUQLJIiD6GXKGxl+cLZkAWeermstLGfmOyRMyqsoZi+&#10;buQESKajL0fg3uvzzrLjfvRyLLK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5pQnA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4672" behindDoc="0" locked="0" layoutInCell="1" allowOverlap="1" wp14:anchorId="2D7A2FC5" wp14:editId="4387533C">
                      <wp:simplePos x="0" y="0"/>
                      <wp:positionH relativeFrom="column">
                        <wp:posOffset>1295400</wp:posOffset>
                      </wp:positionH>
                      <wp:positionV relativeFrom="paragraph">
                        <wp:posOffset>431800</wp:posOffset>
                      </wp:positionV>
                      <wp:extent cx="1003300" cy="698500"/>
                      <wp:effectExtent l="0" t="0" r="0" b="0"/>
                      <wp:wrapNone/>
                      <wp:docPr id="2680" name="Rectangle 268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0" o:spid="_x0000_s1592" style="position:absolute;margin-left:102pt;margin-top:34pt;width:79pt;height:55pt;z-index:252444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W7C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cFuwh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5696" behindDoc="0" locked="0" layoutInCell="1" allowOverlap="1" wp14:anchorId="39910741" wp14:editId="0BD01605">
                      <wp:simplePos x="0" y="0"/>
                      <wp:positionH relativeFrom="column">
                        <wp:posOffset>1295400</wp:posOffset>
                      </wp:positionH>
                      <wp:positionV relativeFrom="paragraph">
                        <wp:posOffset>431800</wp:posOffset>
                      </wp:positionV>
                      <wp:extent cx="1003300" cy="698500"/>
                      <wp:effectExtent l="0" t="0" r="0" b="0"/>
                      <wp:wrapNone/>
                      <wp:docPr id="2681" name="Rectangle 268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1" o:spid="_x0000_s1593" style="position:absolute;margin-left:102pt;margin-top:34pt;width:79pt;height:55pt;z-index:252445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8Nf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PMJIkB669A3qRsS+Y2iKtryumeuv58hG+8VYxxasieXPLFkn63VWzOJks52l6X0yK8KimG3ScJNl&#10;222eLTa/3O0oLYG5IvYe7k59h9j7CJ1bP5XKlxwZ5bC/jCF8LyYK08K1NPDQLn8PNhiUKT1bpw1v&#10;PqlHDYedZ8B0hMZG9+4PjUGjV8npqhJHlkKwSIo8BC1R2MryG2dPT14uK23sJyZ75IwKayimrxs5&#10;ApLp6OUIQHx93ll23I2+HTfZw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8Z8Nf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6720" behindDoc="0" locked="0" layoutInCell="1" allowOverlap="1" wp14:anchorId="48E96348" wp14:editId="3C92941A">
                      <wp:simplePos x="0" y="0"/>
                      <wp:positionH relativeFrom="column">
                        <wp:posOffset>1295400</wp:posOffset>
                      </wp:positionH>
                      <wp:positionV relativeFrom="paragraph">
                        <wp:posOffset>431800</wp:posOffset>
                      </wp:positionV>
                      <wp:extent cx="1003300" cy="698500"/>
                      <wp:effectExtent l="0" t="0" r="0" b="0"/>
                      <wp:wrapNone/>
                      <wp:docPr id="2682" name="Rectangle 26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2" o:spid="_x0000_s1594" style="position:absolute;margin-left:102pt;margin-top:34pt;width:79pt;height:55pt;z-index:252446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gNN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E4DTR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7744" behindDoc="0" locked="0" layoutInCell="1" allowOverlap="1" wp14:anchorId="5E488634" wp14:editId="1F517426">
                      <wp:simplePos x="0" y="0"/>
                      <wp:positionH relativeFrom="column">
                        <wp:posOffset>1295400</wp:posOffset>
                      </wp:positionH>
                      <wp:positionV relativeFrom="paragraph">
                        <wp:posOffset>431800</wp:posOffset>
                      </wp:positionV>
                      <wp:extent cx="1003300" cy="698500"/>
                      <wp:effectExtent l="0" t="0" r="0" b="0"/>
                      <wp:wrapNone/>
                      <wp:docPr id="2683" name="Rectangle 268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3" o:spid="_x0000_s1595" style="position:absolute;margin-left:102pt;margin-top:34pt;width:79pt;height:55pt;z-index:252447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A2a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JxgJMoBK36BuROx7huZox5uGOX09RzbZL8Y6tmDNLH9myTpZr7NiESeb7SJN75JFERbFYpOGmyzb&#10;bvPsevPL3Y7SEpgrYu/g7qw7xN5H6Cz9XCpfcmSUw/48hfA9myhMvaSBh1av5r8HG4zKlJ6t6w1v&#10;PqoHDfo7z4DpCE2tHtwfhEGT75LTpUscWQrBIinyEHqJwlaWXzkbssBTL5eVNvYTkwNyRoU1FNPX&#10;jRwByXz05Qjce33eWXbaTV6Oq6x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IC8DZo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8768" behindDoc="0" locked="0" layoutInCell="1" allowOverlap="1" wp14:anchorId="12E1A7EE" wp14:editId="75F40BEE">
                      <wp:simplePos x="0" y="0"/>
                      <wp:positionH relativeFrom="column">
                        <wp:posOffset>1295400</wp:posOffset>
                      </wp:positionH>
                      <wp:positionV relativeFrom="paragraph">
                        <wp:posOffset>431800</wp:posOffset>
                      </wp:positionV>
                      <wp:extent cx="1003300" cy="698500"/>
                      <wp:effectExtent l="0" t="0" r="0" b="0"/>
                      <wp:wrapNone/>
                      <wp:docPr id="2684" name="Rectangle 268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4" o:spid="_x0000_s1596" style="position:absolute;margin-left:102pt;margin-top:34pt;width:79pt;height:55pt;z-index:252448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GCN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L0YI0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9792" behindDoc="0" locked="0" layoutInCell="1" allowOverlap="1" wp14:anchorId="2E7AABB0" wp14:editId="33194D17">
                      <wp:simplePos x="0" y="0"/>
                      <wp:positionH relativeFrom="column">
                        <wp:posOffset>1295400</wp:posOffset>
                      </wp:positionH>
                      <wp:positionV relativeFrom="paragraph">
                        <wp:posOffset>431800</wp:posOffset>
                      </wp:positionV>
                      <wp:extent cx="1003300" cy="698500"/>
                      <wp:effectExtent l="0" t="0" r="0" b="0"/>
                      <wp:wrapNone/>
                      <wp:docPr id="2685" name="Rectangle 26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5" o:spid="_x0000_s1597" style="position:absolute;margin-left:102pt;margin-top:34pt;width:79pt;height:55pt;z-index:252449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0Q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01LNEB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0816" behindDoc="0" locked="0" layoutInCell="1" allowOverlap="1" wp14:anchorId="6CAF3023" wp14:editId="17D6A52E">
                      <wp:simplePos x="0" y="0"/>
                      <wp:positionH relativeFrom="column">
                        <wp:posOffset>1295400</wp:posOffset>
                      </wp:positionH>
                      <wp:positionV relativeFrom="paragraph">
                        <wp:posOffset>431800</wp:posOffset>
                      </wp:positionV>
                      <wp:extent cx="1003300" cy="698500"/>
                      <wp:effectExtent l="0" t="0" r="0" b="0"/>
                      <wp:wrapNone/>
                      <wp:docPr id="2686" name="Rectangle 268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6" o:spid="_x0000_s1598" style="position:absolute;margin-left:102pt;margin-top:34pt;width:79pt;height:55pt;z-index:252450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6+y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zzASZACVvkDdiDj0DM3RjjcNc/p6jmyyn4x1bMGaWf7Ikk2y2WTFIk62u0Wa3ieLIiyKxTYNt1m2&#10;2+XZavvT3Y7SEpgrYu/h7qw7xP6O0EX6uVS+5Mgoh/15CuF7NlGYekkDD61ez38PNhiVKT1b1xve&#10;fFKPGvR3ngHTEZpaPbg/CIMm3yXna5c4shSCRVLkIfQSha0sv3E2ZIGnXi4rbewHJgfkjAprKKav&#10;GzkBkvnoyxG49/q8s+y0n7wcN6v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HJDr7I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1840" behindDoc="0" locked="0" layoutInCell="1" allowOverlap="1" wp14:anchorId="208B8FEF" wp14:editId="251D7C79">
                      <wp:simplePos x="0" y="0"/>
                      <wp:positionH relativeFrom="column">
                        <wp:posOffset>1295400</wp:posOffset>
                      </wp:positionH>
                      <wp:positionV relativeFrom="paragraph">
                        <wp:posOffset>431800</wp:posOffset>
                      </wp:positionV>
                      <wp:extent cx="1003300" cy="698500"/>
                      <wp:effectExtent l="0" t="0" r="0" b="0"/>
                      <wp:wrapNone/>
                      <wp:docPr id="2687" name="Rectangle 268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7" o:spid="_x0000_s1599" style="position:absolute;margin-left:102pt;margin-top:34pt;width:79pt;height:55pt;z-index:252451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QIv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D5QIv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2864" behindDoc="0" locked="0" layoutInCell="1" allowOverlap="1" wp14:anchorId="773CEDB8" wp14:editId="77789BC9">
                      <wp:simplePos x="0" y="0"/>
                      <wp:positionH relativeFrom="column">
                        <wp:posOffset>1295400</wp:posOffset>
                      </wp:positionH>
                      <wp:positionV relativeFrom="paragraph">
                        <wp:posOffset>431800</wp:posOffset>
                      </wp:positionV>
                      <wp:extent cx="1003300" cy="698500"/>
                      <wp:effectExtent l="0" t="0" r="0" b="0"/>
                      <wp:wrapNone/>
                      <wp:docPr id="2688" name="Rectangle 26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8" o:spid="_x0000_s1600" style="position:absolute;margin-left:102pt;margin-top:34pt;width:79pt;height:55pt;z-index:252452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9mP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FvZjx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3888" behindDoc="0" locked="0" layoutInCell="1" allowOverlap="1" wp14:anchorId="68FD563E" wp14:editId="59E27BD6">
                      <wp:simplePos x="0" y="0"/>
                      <wp:positionH relativeFrom="column">
                        <wp:posOffset>1295400</wp:posOffset>
                      </wp:positionH>
                      <wp:positionV relativeFrom="paragraph">
                        <wp:posOffset>431800</wp:posOffset>
                      </wp:positionV>
                      <wp:extent cx="1003300" cy="698500"/>
                      <wp:effectExtent l="0" t="0" r="0" b="0"/>
                      <wp:wrapNone/>
                      <wp:docPr id="2689" name="Rectangle 268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9" o:spid="_x0000_s1601" style="position:absolute;margin-left:102pt;margin-top:34pt;width:79pt;height:55pt;z-index:252453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ddY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vMBIkB5U+gZ1I+LQMTRFW17XzOnrObLRfjHWsQVrYvkzSzbJZpMVszjZ7mZpepfMirAoZts03GbZ&#10;bpdny+0vdztKS2CuiL2Du5PuEHsfoYv0U6l8yZFRDvvzGML3bKIw9ZIGHtp6Nf092GBQpvRsXW94&#10;81E9aNDfeQZMR2hsdO/+IAwafZecr13iyFIIFkmRh9BLFLayfOFsyAJPvVxW2thPTPbIGRXWUExf&#10;N3ICJNPRlyNw7/V5Z9lxP3o5Fsu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yp11g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p>
        </w:tc>
      </w:tr>
    </w:tbl>
    <w:p w:rsidR="00141E75" w:rsidRDefault="00141E75" w:rsidP="00303C60">
      <w:pPr>
        <w:outlineLvl w:val="0"/>
        <w:rPr>
          <w:rFonts w:ascii="Century Gothic" w:hAnsi="Century Gothic"/>
          <w:b/>
          <w:color w:val="000000" w:themeColor="text1"/>
          <w:sz w:val="15"/>
          <w:szCs w:val="44"/>
        </w:rPr>
      </w:pPr>
    </w:p>
    <w:p w:rsidR="00E97431" w:rsidRPr="00433D29" w:rsidRDefault="00E97431" w:rsidP="00E97431">
      <w:pPr>
        <w:spacing w:line="276"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PROGRESS SINCE PREVIOUS REPORT</w:t>
      </w:r>
    </w:p>
    <w:tbl>
      <w:tblPr>
        <w:tblW w:w="10732" w:type="dxa"/>
        <w:tblInd w:w="-5" w:type="dxa"/>
        <w:tblLook w:val="04A0" w:firstRow="1" w:lastRow="0" w:firstColumn="1" w:lastColumn="0" w:noHBand="0" w:noVBand="1"/>
      </w:tblPr>
      <w:tblGrid>
        <w:gridCol w:w="10732"/>
      </w:tblGrid>
      <w:tr w:rsidR="00E97431" w:rsidRPr="00F14F57" w:rsidTr="00E97431">
        <w:trPr>
          <w:trHeight w:val="2448"/>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E97431" w:rsidRPr="00F14F57" w:rsidRDefault="00E97431"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455936" behindDoc="0" locked="0" layoutInCell="1" allowOverlap="1" wp14:anchorId="60B5AF7C" wp14:editId="351A13B8">
                      <wp:simplePos x="0" y="0"/>
                      <wp:positionH relativeFrom="column">
                        <wp:posOffset>1320800</wp:posOffset>
                      </wp:positionH>
                      <wp:positionV relativeFrom="paragraph">
                        <wp:posOffset>431800</wp:posOffset>
                      </wp:positionV>
                      <wp:extent cx="1003300" cy="698500"/>
                      <wp:effectExtent l="0" t="0" r="0" b="0"/>
                      <wp:wrapNone/>
                      <wp:docPr id="2690" name="Rectangle 269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0" o:spid="_x0000_s1602" style="position:absolute;margin-left:104pt;margin-top:34pt;width:79pt;height:55pt;z-index:252455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f8YTR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6960" behindDoc="0" locked="0" layoutInCell="1" allowOverlap="1" wp14:anchorId="4473545B" wp14:editId="17781116">
                      <wp:simplePos x="0" y="0"/>
                      <wp:positionH relativeFrom="column">
                        <wp:posOffset>1320800</wp:posOffset>
                      </wp:positionH>
                      <wp:positionV relativeFrom="paragraph">
                        <wp:posOffset>431800</wp:posOffset>
                      </wp:positionV>
                      <wp:extent cx="1003300" cy="698500"/>
                      <wp:effectExtent l="0" t="0" r="0" b="0"/>
                      <wp:wrapNone/>
                      <wp:docPr id="2691" name="Rectangle 26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1" o:spid="_x0000_s1603" style="position:absolute;margin-left:104pt;margin-top:34pt;width:79pt;height:55pt;z-index:252456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ylM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7lcpT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7984" behindDoc="0" locked="0" layoutInCell="1" allowOverlap="1" wp14:anchorId="74342D4A" wp14:editId="10BA67D9">
                      <wp:simplePos x="0" y="0"/>
                      <wp:positionH relativeFrom="column">
                        <wp:posOffset>1320800</wp:posOffset>
                      </wp:positionH>
                      <wp:positionV relativeFrom="paragraph">
                        <wp:posOffset>431800</wp:posOffset>
                      </wp:positionV>
                      <wp:extent cx="1003300" cy="698500"/>
                      <wp:effectExtent l="0" t="0" r="0" b="0"/>
                      <wp:wrapNone/>
                      <wp:docPr id="2692" name="Rectangle 269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2" o:spid="_x0000_s1604" style="position:absolute;margin-left:104pt;margin-top:34pt;width:79pt;height:55pt;z-index:252457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koU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ypKF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9008" behindDoc="0" locked="0" layoutInCell="1" allowOverlap="1" wp14:anchorId="5A2E9BF7" wp14:editId="49222C0B">
                      <wp:simplePos x="0" y="0"/>
                      <wp:positionH relativeFrom="column">
                        <wp:posOffset>1320800</wp:posOffset>
                      </wp:positionH>
                      <wp:positionV relativeFrom="paragraph">
                        <wp:posOffset>431800</wp:posOffset>
                      </wp:positionV>
                      <wp:extent cx="1003300" cy="698500"/>
                      <wp:effectExtent l="0" t="0" r="0" b="0"/>
                      <wp:wrapNone/>
                      <wp:docPr id="2693" name="Rectangle 269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3" o:spid="_x0000_s1605" style="position:absolute;margin-left:104pt;margin-top:34pt;width:79pt;height:55pt;z-index:252459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OeJ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kozni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0032" behindDoc="0" locked="0" layoutInCell="1" allowOverlap="1" wp14:anchorId="3F008F9E" wp14:editId="13927046">
                      <wp:simplePos x="0" y="0"/>
                      <wp:positionH relativeFrom="column">
                        <wp:posOffset>1320800</wp:posOffset>
                      </wp:positionH>
                      <wp:positionV relativeFrom="paragraph">
                        <wp:posOffset>431800</wp:posOffset>
                      </wp:positionV>
                      <wp:extent cx="1003300" cy="698500"/>
                      <wp:effectExtent l="0" t="0" r="0" b="0"/>
                      <wp:wrapNone/>
                      <wp:docPr id="2694" name="Rectangle 26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4" o:spid="_x0000_s1606" style="position:absolute;margin-left:104pt;margin-top:34pt;width:79pt;height:55pt;z-index:252460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D/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iOjD/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1056" behindDoc="0" locked="0" layoutInCell="1" allowOverlap="1" wp14:anchorId="73E9F908" wp14:editId="72038C4F">
                      <wp:simplePos x="0" y="0"/>
                      <wp:positionH relativeFrom="column">
                        <wp:posOffset>1320800</wp:posOffset>
                      </wp:positionH>
                      <wp:positionV relativeFrom="paragraph">
                        <wp:posOffset>431800</wp:posOffset>
                      </wp:positionV>
                      <wp:extent cx="1003300" cy="698500"/>
                      <wp:effectExtent l="0" t="0" r="0" b="0"/>
                      <wp:wrapNone/>
                      <wp:docPr id="2695" name="Rectangle 269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5" o:spid="_x0000_s1607" style="position:absolute;margin-left:104pt;margin-top:34pt;width:79pt;height:55pt;z-index:252461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D4o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Qsg+K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2080" behindDoc="0" locked="0" layoutInCell="1" allowOverlap="1" wp14:anchorId="0D2A9BD4" wp14:editId="36A8C17F">
                      <wp:simplePos x="0" y="0"/>
                      <wp:positionH relativeFrom="column">
                        <wp:posOffset>1320800</wp:posOffset>
                      </wp:positionH>
                      <wp:positionV relativeFrom="paragraph">
                        <wp:posOffset>431800</wp:posOffset>
                      </wp:positionV>
                      <wp:extent cx="1003300" cy="698500"/>
                      <wp:effectExtent l="0" t="0" r="0" b="0"/>
                      <wp:wrapNone/>
                      <wp:docPr id="2696" name="Rectangle 269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6" o:spid="_x0000_s1608" style="position:absolute;margin-left:104pt;margin-top:34pt;width:79pt;height:55pt;z-index:252462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f/AGw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KN/8A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3104" behindDoc="0" locked="0" layoutInCell="1" allowOverlap="1" wp14:anchorId="031408CC" wp14:editId="32A21D8D">
                      <wp:simplePos x="0" y="0"/>
                      <wp:positionH relativeFrom="column">
                        <wp:posOffset>1320800</wp:posOffset>
                      </wp:positionH>
                      <wp:positionV relativeFrom="paragraph">
                        <wp:posOffset>431800</wp:posOffset>
                      </wp:positionV>
                      <wp:extent cx="1003300" cy="698500"/>
                      <wp:effectExtent l="0" t="0" r="0" b="0"/>
                      <wp:wrapNone/>
                      <wp:docPr id="2697" name="Rectangle 26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7" o:spid="_x0000_s1609" style="position:absolute;margin-left:104pt;margin-top:34pt;width:79pt;height:55pt;z-index:252463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1Jd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QytSX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4128" behindDoc="0" locked="0" layoutInCell="1" allowOverlap="1" wp14:anchorId="105480D8" wp14:editId="14DFA80D">
                      <wp:simplePos x="0" y="0"/>
                      <wp:positionH relativeFrom="column">
                        <wp:posOffset>1320800</wp:posOffset>
                      </wp:positionH>
                      <wp:positionV relativeFrom="paragraph">
                        <wp:posOffset>431800</wp:posOffset>
                      </wp:positionV>
                      <wp:extent cx="1003300" cy="698500"/>
                      <wp:effectExtent l="0" t="0" r="0" b="0"/>
                      <wp:wrapNone/>
                      <wp:docPr id="2698" name="Rectangle 269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8" o:spid="_x0000_s1610" style="position:absolute;margin-left:104pt;margin-top:34pt;width:79pt;height:55pt;z-index:252464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Sq3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bcEqt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5152" behindDoc="0" locked="0" layoutInCell="1" allowOverlap="1" wp14:anchorId="633EBC6F" wp14:editId="78CFD3A0">
                      <wp:simplePos x="0" y="0"/>
                      <wp:positionH relativeFrom="column">
                        <wp:posOffset>1320800</wp:posOffset>
                      </wp:positionH>
                      <wp:positionV relativeFrom="paragraph">
                        <wp:posOffset>431800</wp:posOffset>
                      </wp:positionV>
                      <wp:extent cx="1003300" cy="698500"/>
                      <wp:effectExtent l="0" t="0" r="0" b="0"/>
                      <wp:wrapNone/>
                      <wp:docPr id="2699" name="Rectangle 269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9" o:spid="_x0000_s1611" style="position:absolute;margin-left:104pt;margin-top:34pt;width:79pt;height:55pt;z-index:252465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Jxnhyo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6176" behindDoc="0" locked="0" layoutInCell="1" allowOverlap="1" wp14:anchorId="57F69124" wp14:editId="292B0133">
                      <wp:simplePos x="0" y="0"/>
                      <wp:positionH relativeFrom="column">
                        <wp:posOffset>1320800</wp:posOffset>
                      </wp:positionH>
                      <wp:positionV relativeFrom="paragraph">
                        <wp:posOffset>431800</wp:posOffset>
                      </wp:positionV>
                      <wp:extent cx="1003300" cy="698500"/>
                      <wp:effectExtent l="0" t="0" r="0" b="0"/>
                      <wp:wrapNone/>
                      <wp:docPr id="2700" name="Rectangle 27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0" o:spid="_x0000_s1612" style="position:absolute;margin-left:104pt;margin-top:34pt;width:79pt;height:55pt;z-index:252466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EdI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c6EdI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7200" behindDoc="0" locked="0" layoutInCell="1" allowOverlap="1" wp14:anchorId="71D9C350" wp14:editId="4A26C055">
                      <wp:simplePos x="0" y="0"/>
                      <wp:positionH relativeFrom="column">
                        <wp:posOffset>1320800</wp:posOffset>
                      </wp:positionH>
                      <wp:positionV relativeFrom="paragraph">
                        <wp:posOffset>431800</wp:posOffset>
                      </wp:positionV>
                      <wp:extent cx="1003300" cy="698500"/>
                      <wp:effectExtent l="0" t="0" r="0" b="0"/>
                      <wp:wrapNone/>
                      <wp:docPr id="2701" name="Rectangle 270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1" o:spid="_x0000_s1613" style="position:absolute;margin-left:104pt;margin-top:34pt;width:79pt;height:55pt;z-index:252467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kmf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vBpJn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8224" behindDoc="0" locked="0" layoutInCell="1" allowOverlap="1" wp14:anchorId="4BAD68DA" wp14:editId="569C4338">
                      <wp:simplePos x="0" y="0"/>
                      <wp:positionH relativeFrom="column">
                        <wp:posOffset>1320800</wp:posOffset>
                      </wp:positionH>
                      <wp:positionV relativeFrom="paragraph">
                        <wp:posOffset>431800</wp:posOffset>
                      </wp:positionV>
                      <wp:extent cx="1003300" cy="698500"/>
                      <wp:effectExtent l="0" t="0" r="0" b="0"/>
                      <wp:wrapNone/>
                      <wp:docPr id="2702" name="Rectangle 270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2" o:spid="_x0000_s1614" style="position:absolute;margin-left:104pt;margin-top:34pt;width:79pt;height:55pt;z-index:252468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4mNGg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YDOJj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9248" behindDoc="0" locked="0" layoutInCell="1" allowOverlap="1" wp14:anchorId="43CB94E2" wp14:editId="741B7E43">
                      <wp:simplePos x="0" y="0"/>
                      <wp:positionH relativeFrom="column">
                        <wp:posOffset>1320800</wp:posOffset>
                      </wp:positionH>
                      <wp:positionV relativeFrom="paragraph">
                        <wp:posOffset>431800</wp:posOffset>
                      </wp:positionV>
                      <wp:extent cx="1003300" cy="698500"/>
                      <wp:effectExtent l="0" t="0" r="0" b="0"/>
                      <wp:wrapNone/>
                      <wp:docPr id="2703" name="Rectangle 27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3" o:spid="_x0000_s1615" style="position:absolute;margin-left:104pt;margin-top:34pt;width:79pt;height:55pt;z-index:252469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SQQ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ZUkE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0272" behindDoc="0" locked="0" layoutInCell="1" allowOverlap="1" wp14:anchorId="5DC7BA36" wp14:editId="523F9CC8">
                      <wp:simplePos x="0" y="0"/>
                      <wp:positionH relativeFrom="column">
                        <wp:posOffset>1320800</wp:posOffset>
                      </wp:positionH>
                      <wp:positionV relativeFrom="paragraph">
                        <wp:posOffset>431800</wp:posOffset>
                      </wp:positionV>
                      <wp:extent cx="1003300" cy="698500"/>
                      <wp:effectExtent l="0" t="0" r="0" b="0"/>
                      <wp:wrapNone/>
                      <wp:docPr id="2704" name="Rectangle 27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4" o:spid="_x0000_s1616" style="position:absolute;margin-left:104pt;margin-top:34pt;width:79pt;height:55pt;z-index:252470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epN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onqT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1296" behindDoc="0" locked="0" layoutInCell="1" allowOverlap="1" wp14:anchorId="6D6E8576" wp14:editId="4402F3C8">
                      <wp:simplePos x="0" y="0"/>
                      <wp:positionH relativeFrom="column">
                        <wp:posOffset>1320800</wp:posOffset>
                      </wp:positionH>
                      <wp:positionV relativeFrom="paragraph">
                        <wp:posOffset>431800</wp:posOffset>
                      </wp:positionV>
                      <wp:extent cx="1003300" cy="698500"/>
                      <wp:effectExtent l="0" t="0" r="0" b="0"/>
                      <wp:wrapNone/>
                      <wp:docPr id="2705" name="Rectangle 270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5" o:spid="_x0000_s1617" style="position:absolute;margin-left:104pt;margin-top:34pt;width:79pt;height:55pt;z-index:252471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ky9H0B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2320" behindDoc="0" locked="0" layoutInCell="1" allowOverlap="1" wp14:anchorId="404F197F" wp14:editId="3591EECF">
                      <wp:simplePos x="0" y="0"/>
                      <wp:positionH relativeFrom="column">
                        <wp:posOffset>1320800</wp:posOffset>
                      </wp:positionH>
                      <wp:positionV relativeFrom="paragraph">
                        <wp:posOffset>431800</wp:posOffset>
                      </wp:positionV>
                      <wp:extent cx="1003300" cy="698500"/>
                      <wp:effectExtent l="0" t="0" r="0" b="0"/>
                      <wp:wrapNone/>
                      <wp:docPr id="2706" name="Rectangle 27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6" o:spid="_x0000_s1618" style="position:absolute;margin-left:104pt;margin-top:34pt;width:79pt;height:55pt;z-index:252472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oY4HQIAAA0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2qGO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3344" behindDoc="0" locked="0" layoutInCell="1" allowOverlap="1" wp14:anchorId="3A835497" wp14:editId="5B50F314">
                      <wp:simplePos x="0" y="0"/>
                      <wp:positionH relativeFrom="column">
                        <wp:posOffset>1320800</wp:posOffset>
                      </wp:positionH>
                      <wp:positionV relativeFrom="paragraph">
                        <wp:posOffset>431800</wp:posOffset>
                      </wp:positionV>
                      <wp:extent cx="1003300" cy="698500"/>
                      <wp:effectExtent l="0" t="0" r="0" b="0"/>
                      <wp:wrapNone/>
                      <wp:docPr id="2707" name="Rectangle 27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7" o:spid="_x0000_s1619" style="position:absolute;margin-left:104pt;margin-top:34pt;width:79pt;height:55pt;z-index:252473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Ijv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w5iI7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4368" behindDoc="0" locked="0" layoutInCell="1" allowOverlap="1" wp14:anchorId="4B8A3862" wp14:editId="10A1D395">
                      <wp:simplePos x="0" y="0"/>
                      <wp:positionH relativeFrom="column">
                        <wp:posOffset>1320800</wp:posOffset>
                      </wp:positionH>
                      <wp:positionV relativeFrom="paragraph">
                        <wp:posOffset>431800</wp:posOffset>
                      </wp:positionV>
                      <wp:extent cx="1003300" cy="698500"/>
                      <wp:effectExtent l="0" t="0" r="0" b="0"/>
                      <wp:wrapNone/>
                      <wp:docPr id="2708" name="Rectangle 270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8" o:spid="_x0000_s1620" style="position:absolute;margin-left:104pt;margin-top:34pt;width:79pt;height:55pt;z-index:252474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lNPGw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wmU08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5392" behindDoc="0" locked="0" layoutInCell="1" allowOverlap="1" wp14:anchorId="2B3EB5A6" wp14:editId="1FCB75D3">
                      <wp:simplePos x="0" y="0"/>
                      <wp:positionH relativeFrom="column">
                        <wp:posOffset>1320800</wp:posOffset>
                      </wp:positionH>
                      <wp:positionV relativeFrom="paragraph">
                        <wp:posOffset>431800</wp:posOffset>
                      </wp:positionV>
                      <wp:extent cx="1003300" cy="698500"/>
                      <wp:effectExtent l="0" t="0" r="0" b="0"/>
                      <wp:wrapNone/>
                      <wp:docPr id="2709" name="Rectangle 27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9" o:spid="_x0000_s1621" style="position:absolute;margin-left:104pt;margin-top:34pt;width:79pt;height:55pt;z-index:252475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P7SHg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E2A/tI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6416" behindDoc="0" locked="0" layoutInCell="1" allowOverlap="1" wp14:anchorId="5B73F54B" wp14:editId="0A962FB1">
                      <wp:simplePos x="0" y="0"/>
                      <wp:positionH relativeFrom="column">
                        <wp:posOffset>1320800</wp:posOffset>
                      </wp:positionH>
                      <wp:positionV relativeFrom="paragraph">
                        <wp:posOffset>431800</wp:posOffset>
                      </wp:positionV>
                      <wp:extent cx="1003300" cy="698500"/>
                      <wp:effectExtent l="0" t="0" r="0" b="0"/>
                      <wp:wrapNone/>
                      <wp:docPr id="2710" name="Rectangle 27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0" o:spid="_x0000_s1622" style="position:absolute;margin-left:104pt;margin-top:34pt;width:79pt;height:55pt;z-index:252476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UaeHA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GRUae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7440" behindDoc="0" locked="0" layoutInCell="1" allowOverlap="1" wp14:anchorId="3EB04CED" wp14:editId="0C83FFB6">
                      <wp:simplePos x="0" y="0"/>
                      <wp:positionH relativeFrom="column">
                        <wp:posOffset>1320800</wp:posOffset>
                      </wp:positionH>
                      <wp:positionV relativeFrom="paragraph">
                        <wp:posOffset>431800</wp:posOffset>
                      </wp:positionV>
                      <wp:extent cx="1003300" cy="698500"/>
                      <wp:effectExtent l="0" t="0" r="0" b="0"/>
                      <wp:wrapNone/>
                      <wp:docPr id="2711" name="Rectangle 271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1" o:spid="_x0000_s1623" style="position:absolute;margin-left:104pt;margin-top:34pt;width:79pt;height:55pt;z-index:252477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sD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Pfj6wM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8464" behindDoc="0" locked="0" layoutInCell="1" allowOverlap="1" wp14:anchorId="3EF593E7" wp14:editId="6E37D3E4">
                      <wp:simplePos x="0" y="0"/>
                      <wp:positionH relativeFrom="column">
                        <wp:posOffset>1320800</wp:posOffset>
                      </wp:positionH>
                      <wp:positionV relativeFrom="paragraph">
                        <wp:posOffset>431800</wp:posOffset>
                      </wp:positionV>
                      <wp:extent cx="1003300" cy="698500"/>
                      <wp:effectExtent l="0" t="0" r="0" b="0"/>
                      <wp:wrapNone/>
                      <wp:docPr id="2712" name="Rectangle 27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2" o:spid="_x0000_s1624" style="position:absolute;margin-left:104pt;margin-top:34pt;width:79pt;height:55pt;z-index:252478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isR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8orE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9488" behindDoc="0" locked="0" layoutInCell="1" allowOverlap="1" wp14:anchorId="6EC8BCE6" wp14:editId="2603B320">
                      <wp:simplePos x="0" y="0"/>
                      <wp:positionH relativeFrom="column">
                        <wp:posOffset>1320800</wp:posOffset>
                      </wp:positionH>
                      <wp:positionV relativeFrom="paragraph">
                        <wp:posOffset>431800</wp:posOffset>
                      </wp:positionV>
                      <wp:extent cx="1003300" cy="698500"/>
                      <wp:effectExtent l="0" t="0" r="0" b="0"/>
                      <wp:wrapNone/>
                      <wp:docPr id="2713" name="Rectangle 27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3" o:spid="_x0000_s1625" style="position:absolute;margin-left:104pt;margin-top:34pt;width:79pt;height:55pt;z-index:252479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CXG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zglx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0512" behindDoc="0" locked="0" layoutInCell="1" allowOverlap="1" wp14:anchorId="76FB97EE" wp14:editId="2D008657">
                      <wp:simplePos x="0" y="0"/>
                      <wp:positionH relativeFrom="column">
                        <wp:posOffset>1295400</wp:posOffset>
                      </wp:positionH>
                      <wp:positionV relativeFrom="paragraph">
                        <wp:posOffset>431800</wp:posOffset>
                      </wp:positionV>
                      <wp:extent cx="1003300" cy="698500"/>
                      <wp:effectExtent l="0" t="0" r="0" b="0"/>
                      <wp:wrapNone/>
                      <wp:docPr id="2714" name="Rectangle 271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4" o:spid="_x0000_s1626" style="position:absolute;margin-left:102pt;margin-top:34pt;width:79pt;height:55pt;z-index:252480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V7UGQ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cp1e1B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1536" behindDoc="0" locked="0" layoutInCell="1" allowOverlap="1" wp14:anchorId="082E7B45" wp14:editId="7A3BBA5D">
                      <wp:simplePos x="0" y="0"/>
                      <wp:positionH relativeFrom="column">
                        <wp:posOffset>1295400</wp:posOffset>
                      </wp:positionH>
                      <wp:positionV relativeFrom="paragraph">
                        <wp:posOffset>431800</wp:posOffset>
                      </wp:positionV>
                      <wp:extent cx="1003300" cy="698500"/>
                      <wp:effectExtent l="0" t="0" r="0" b="0"/>
                      <wp:wrapNone/>
                      <wp:docPr id="2715" name="Rectangle 27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5" o:spid="_x0000_s1627" style="position:absolute;margin-left:102pt;margin-top:34pt;width:79pt;height:55pt;z-index:252481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NJ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dIORIAOo9AXqRsShZ2iOdrxpmNPXc2ST/WSsYwvWzPJHlmySzSYrFnGy3S3S9D5ZFGFRLLZpuM2y&#10;3S7PVtuf7naUlsBcEXsPd2fdIfZ3hC7Sz6XyJUdGOezPUwjfs4nC1EsaeGj1ev57sMGoTOnZut7w&#10;5pN61KC/8wyYjtDU6sH9QRg0+S45X7vEkaUQLJIiD6GXKGxl+Y2zIQs89XJZaWM/MDkgZ1RYQzF9&#10;3cgJkMxHX47AvdfnnWWn/eTlyML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gzvzS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2560" behindDoc="0" locked="0" layoutInCell="1" allowOverlap="1" wp14:anchorId="606979BE" wp14:editId="497066E2">
                      <wp:simplePos x="0" y="0"/>
                      <wp:positionH relativeFrom="column">
                        <wp:posOffset>1295400</wp:posOffset>
                      </wp:positionH>
                      <wp:positionV relativeFrom="paragraph">
                        <wp:posOffset>431800</wp:posOffset>
                      </wp:positionV>
                      <wp:extent cx="1003300" cy="698500"/>
                      <wp:effectExtent l="0" t="0" r="0" b="0"/>
                      <wp:wrapNone/>
                      <wp:docPr id="2716" name="Rectangle 27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6" o:spid="_x0000_s1628" style="position:absolute;margin-left:102pt;margin-top:34pt;width:79pt;height:55pt;z-index:252482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Hr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lGEkyAAqfYW6EXHoGZqjHW8a5vT1HNlkPxvr2II1s/yZJZtks8mKRZxsd4s0vUsWRVgUi20abrNs&#10;t8uz1faXux2lJTBXxN7B3Vl3iP0doYv0c6l8yZFRDvvTFML3ZKIw9ZIGHlq9nv8ebDAqU3q2rje8&#10;+ageNOjvPAOmIzS1enB/EAZNvkvO1y5xZCkEi6TIQ+glCltZ/sHZkAWeermstLEfmRyQMyqsoZi+&#10;buQESOajL0fg3uvzzrLTfvJyZGH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iqR6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3584" behindDoc="0" locked="0" layoutInCell="1" allowOverlap="1" wp14:anchorId="7827C56A" wp14:editId="28CD6121">
                      <wp:simplePos x="0" y="0"/>
                      <wp:positionH relativeFrom="column">
                        <wp:posOffset>1295400</wp:posOffset>
                      </wp:positionH>
                      <wp:positionV relativeFrom="paragraph">
                        <wp:posOffset>431800</wp:posOffset>
                      </wp:positionV>
                      <wp:extent cx="1003300" cy="698500"/>
                      <wp:effectExtent l="0" t="0" r="0" b="0"/>
                      <wp:wrapNone/>
                      <wp:docPr id="2717" name="Rectangle 271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7" o:spid="_x0000_s1629" style="position:absolute;margin-left:102pt;margin-top:34pt;width:79pt;height:55pt;z-index:252483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x2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aIGRID106TvUjYh9x9AUbXldM9dfz5GN9quxji1YE8tfWbJO1uusmMXJZjtL07tkVoRFMduk4SbL&#10;tts8W2x+u9tRWgJzRewd3J36DrG/I3Ru/VQqX3JklMP+PIbwPZsoTAvX0sBDu/w92GBQpvRsnTa8&#10;+ageNBx2ngHTERob3bs/NAaNXiWnq0ocWQrBIinyELREYSvLPzl7evJyWWljPzPZI2dUWEMxfd3I&#10;EZBMRy9HAOLr886y42707cjCxK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OMPHY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4608" behindDoc="0" locked="0" layoutInCell="1" allowOverlap="1" wp14:anchorId="6A13FEEF" wp14:editId="1C280FC3">
                      <wp:simplePos x="0" y="0"/>
                      <wp:positionH relativeFrom="column">
                        <wp:posOffset>1295400</wp:posOffset>
                      </wp:positionH>
                      <wp:positionV relativeFrom="paragraph">
                        <wp:posOffset>431800</wp:posOffset>
                      </wp:positionV>
                      <wp:extent cx="1003300" cy="698500"/>
                      <wp:effectExtent l="0" t="0" r="0" b="0"/>
                      <wp:wrapNone/>
                      <wp:docPr id="2718" name="Rectangle 27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8" o:spid="_x0000_s1630" style="position:absolute;margin-left:102pt;margin-top:34pt;width:79pt;height:55pt;z-index:252484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ufW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BFoJMoBKX6FuRBx6huZox5uGOX09RzbZz8Y6tmDNLH9mySbZbLJiESfb3SJN75JFERbFYpuG2yzb&#10;7fJstf3lbkdpCcwVsXdwd9YdYn9H6CL9XCpfcmSUw/40hfA9mShMvaSBh1av578HG4zKlJ6t6w1v&#10;PqoHDfo7z4DpCE2tHtwfhEGT75LztUscWQrBIinyEHqJwlaWf3A2ZIGnXi4rbexHJgfkjAprKKav&#10;GzkBkvnoyxG49/q8s+y0n7wcWZi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rDLn1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5632" behindDoc="0" locked="0" layoutInCell="1" allowOverlap="1" wp14:anchorId="47F165C2" wp14:editId="12D9ACFB">
                      <wp:simplePos x="0" y="0"/>
                      <wp:positionH relativeFrom="column">
                        <wp:posOffset>1295400</wp:posOffset>
                      </wp:positionH>
                      <wp:positionV relativeFrom="paragraph">
                        <wp:posOffset>431800</wp:posOffset>
                      </wp:positionV>
                      <wp:extent cx="1003300" cy="698500"/>
                      <wp:effectExtent l="0" t="0" r="0" b="0"/>
                      <wp:wrapNone/>
                      <wp:docPr id="2719" name="Rectangle 27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9" o:spid="_x0000_s1631" style="position:absolute;margin-left:102pt;margin-top:34pt;width:79pt;height:55pt;z-index:252485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OkB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VGAkyAAqfYG6EXHoGZqjHW8a5vT1HNlkPxnr2II1s/yRJZtks8mKRZxsd4s0vU8WRVgUi20abrNs&#10;t8uz1fanux2lJTBXxN7D3Vl3iP0doYv0c6l8yZFRDvvzFML3bKIw9ZIGHlq9nv8ebDAqU3q2rje8&#10;+aQeNejvPAOmIzS1enB/EAZNvkvO1y5xZCkEi6TIQ+glCltZfuNsyAJPvVxW2tgPTA7IGRXWUExf&#10;N3ICJPPRlyNw7/V5Z9lpP3k5svDG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AzA6QE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6656" behindDoc="0" locked="0" layoutInCell="1" allowOverlap="1" wp14:anchorId="43CDC312" wp14:editId="47C1519F">
                      <wp:simplePos x="0" y="0"/>
                      <wp:positionH relativeFrom="column">
                        <wp:posOffset>1295400</wp:posOffset>
                      </wp:positionH>
                      <wp:positionV relativeFrom="paragraph">
                        <wp:posOffset>431800</wp:posOffset>
                      </wp:positionV>
                      <wp:extent cx="1003300" cy="698500"/>
                      <wp:effectExtent l="0" t="0" r="0" b="0"/>
                      <wp:wrapNone/>
                      <wp:docPr id="2720" name="Rectangle 272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0" o:spid="_x0000_s1632" style="position:absolute;margin-left:102pt;margin-top:34pt;width:79pt;height:55pt;z-index:252486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gjGgIAAA0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6eGCM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7680" behindDoc="0" locked="0" layoutInCell="1" allowOverlap="1" wp14:anchorId="5E65108F" wp14:editId="663928F2">
                      <wp:simplePos x="0" y="0"/>
                      <wp:positionH relativeFrom="column">
                        <wp:posOffset>1295400</wp:posOffset>
                      </wp:positionH>
                      <wp:positionV relativeFrom="paragraph">
                        <wp:posOffset>431800</wp:posOffset>
                      </wp:positionV>
                      <wp:extent cx="1003300" cy="698500"/>
                      <wp:effectExtent l="0" t="0" r="0" b="0"/>
                      <wp:wrapNone/>
                      <wp:docPr id="2721" name="Rectangle 27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1" o:spid="_x0000_s1633" style="position:absolute;margin-left:102pt;margin-top:34pt;width:79pt;height:55pt;z-index:252487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LW+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HGEkyAAqfYW6EXHoGZqjHW8a5vT1HNlkPxvr2II1s/yZJZtks8mKRZxsd4s0vUsWRVgUi20abrNs&#10;t8uz1faXux2lJTBXxN7B3Vl3iP0doYv0c6l8yZFRDvvTFML3ZKIw9ZIGHlq9nv8ebDAqU3q2rje8&#10;+ageNOjvPAOmIzS1enB/EAZNvkvO1y5xZCkEi6TIQ+glCltZ/sHZkAWeermstLEfmRyQMyqsoZi+&#10;buQESOajL0fg3uvzzrLTfvJyZOH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M84tb4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8704" behindDoc="0" locked="0" layoutInCell="1" allowOverlap="1" wp14:anchorId="39E4B471" wp14:editId="15EB1571">
                      <wp:simplePos x="0" y="0"/>
                      <wp:positionH relativeFrom="column">
                        <wp:posOffset>1295400</wp:posOffset>
                      </wp:positionH>
                      <wp:positionV relativeFrom="paragraph">
                        <wp:posOffset>431800</wp:posOffset>
                      </wp:positionV>
                      <wp:extent cx="1003300" cy="698500"/>
                      <wp:effectExtent l="0" t="0" r="0" b="0"/>
                      <wp:wrapNone/>
                      <wp:docPr id="2722" name="Rectangle 27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2" o:spid="_x0000_s1634" style="position:absolute;margin-left:102pt;margin-top:34pt;width:79pt;height:55pt;z-index:252488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b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QkXW5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9728" behindDoc="0" locked="0" layoutInCell="1" allowOverlap="1" wp14:anchorId="76A240FA" wp14:editId="49A3A81D">
                      <wp:simplePos x="0" y="0"/>
                      <wp:positionH relativeFrom="column">
                        <wp:posOffset>1295400</wp:posOffset>
                      </wp:positionH>
                      <wp:positionV relativeFrom="paragraph">
                        <wp:posOffset>431800</wp:posOffset>
                      </wp:positionV>
                      <wp:extent cx="1003300" cy="698500"/>
                      <wp:effectExtent l="0" t="0" r="0" b="0"/>
                      <wp:wrapNone/>
                      <wp:docPr id="2723" name="Rectangle 272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3" o:spid="_x0000_s1635" style="position:absolute;margin-left:102pt;margin-top:34pt;width:79pt;height:55pt;z-index:252489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3t7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Pje3s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0752" behindDoc="0" locked="0" layoutInCell="1" allowOverlap="1" wp14:anchorId="26752C97" wp14:editId="783C5E57">
                      <wp:simplePos x="0" y="0"/>
                      <wp:positionH relativeFrom="column">
                        <wp:posOffset>1295400</wp:posOffset>
                      </wp:positionH>
                      <wp:positionV relativeFrom="paragraph">
                        <wp:posOffset>431800</wp:posOffset>
                      </wp:positionV>
                      <wp:extent cx="1003300" cy="698500"/>
                      <wp:effectExtent l="0" t="0" r="0" b="0"/>
                      <wp:wrapNone/>
                      <wp:docPr id="2724" name="Rectangle 27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4" o:spid="_x0000_s1636" style="position:absolute;margin-left:102pt;margin-top:34pt;width:79pt;height:55pt;z-index:252490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Z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nGIkyAAqfYW6EXHoGZqjHW8a5vT1HNlkPxvr2II1s/yZJZtks8mKRZxsd4s0vUsWRVgUi20abrNs&#10;t8uz1faXux2lJTBXxN7B3Vl3iP0doYv0c6l8yZFRDvvTFML3ZKIw9ZIGHlq9nv8ebDAqU3q2rje8&#10;+ageNOjvPAOmIzS1enB/EAZNvkvO1y5xZCkEi6TIQ+glCltZ/sHZkAWeermstLEfmRyQMyqsoZi+&#10;buQESOajL0fg3uvzzrLTfvJyZJF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asWb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1776" behindDoc="0" locked="0" layoutInCell="1" allowOverlap="1" wp14:anchorId="3EFC265E" wp14:editId="6A58BA3D">
                      <wp:simplePos x="0" y="0"/>
                      <wp:positionH relativeFrom="column">
                        <wp:posOffset>1295400</wp:posOffset>
                      </wp:positionH>
                      <wp:positionV relativeFrom="paragraph">
                        <wp:posOffset>431800</wp:posOffset>
                      </wp:positionV>
                      <wp:extent cx="1003300" cy="698500"/>
                      <wp:effectExtent l="0" t="0" r="0" b="0"/>
                      <wp:wrapNone/>
                      <wp:docPr id="2725" name="Rectangle 27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5" o:spid="_x0000_s1637" style="position:absolute;margin-left:102pt;margin-top:34pt;width:79pt;height:55pt;z-index:252491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Ri7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fIORIAOo9AXqRsShZ2iOdrxpmNPXc2ST/WSsYwvWzPJHlmySzSYrFnGy3S3S9D5ZFGFRLLZpuM2y&#10;3S7PVtuf7naUlsBcEXsPd2fdIfZ3hC7Sz6XyJUdGOezPUwjfs4nC1EsaeGj1ev57sMGoTOnZut7w&#10;5pN61KC/8wyYjtDU6sH9QRg0+S45X7vEkaUQLJIiD6GXKGxl+Y2zIQs89XJZaWM/MDkgZ1RYQzF9&#10;3cgJkMxHX47AvdfnnWWn/eTlyKL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VkYu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2800" behindDoc="0" locked="0" layoutInCell="1" allowOverlap="1" wp14:anchorId="68EDAB0C" wp14:editId="00C7D2FD">
                      <wp:simplePos x="0" y="0"/>
                      <wp:positionH relativeFrom="column">
                        <wp:posOffset>1295400</wp:posOffset>
                      </wp:positionH>
                      <wp:positionV relativeFrom="paragraph">
                        <wp:posOffset>431800</wp:posOffset>
                      </wp:positionV>
                      <wp:extent cx="1003300" cy="698500"/>
                      <wp:effectExtent l="0" t="0" r="0" b="0"/>
                      <wp:wrapNone/>
                      <wp:docPr id="2726" name="Rectangle 272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6" o:spid="_x0000_s1638" style="position:absolute;margin-left:102pt;margin-top:34pt;width:79pt;height:55pt;z-index:252492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NlT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OMNIkB669B3qRsS+Y2iKtryumeuv58hG+9VYxxasieWvLFkn63VWzOJks52l6V0yK8KimG3ScJNl&#10;222eLTa/3e0oLYG5IvYO7k59h9jfETq3fiqVLzkyymF/HkP4nk0UpoVraeChXf4ebDAoU3q2Thve&#10;fFQPGg47z4DpCI2N7t0fGoNGr5LTVSWOLIVgkRR5CFqisJXln5w9PXm5rLSxn5nskTMqrKGYvm7k&#10;CEimo5cjAPH1eWfZcTf6dmRR7N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Ec2VM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3824" behindDoc="0" locked="0" layoutInCell="1" allowOverlap="1" wp14:anchorId="0CF5EF68" wp14:editId="51EE24CD">
                      <wp:simplePos x="0" y="0"/>
                      <wp:positionH relativeFrom="column">
                        <wp:posOffset>1295400</wp:posOffset>
                      </wp:positionH>
                      <wp:positionV relativeFrom="paragraph">
                        <wp:posOffset>431800</wp:posOffset>
                      </wp:positionV>
                      <wp:extent cx="1003300" cy="698500"/>
                      <wp:effectExtent l="0" t="0" r="0" b="0"/>
                      <wp:wrapNone/>
                      <wp:docPr id="2727" name="Rectangle 27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7" o:spid="_x0000_s1639" style="position:absolute;margin-left:102pt;margin-top:34pt;width:79pt;height:55pt;z-index:252493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TO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vMJIkAFU+gp1I+LQMzRHO940zOnrObLJfjbWsQVrZvkzSzbJZpMVizjZ7hZpepcsirAoFts03GbZ&#10;bpdnq+0vdztKS2CuiL2Du7PuEPs7Qhfp51L5kiOjHPanKYTvyURh6iUNPLR6Pf892GBUpvRsXW94&#10;81E9aNDfeQZMR2hq9eD+IAyafJecr13iyFIIFkmRh9BLFLay/IOzIQs89XJZaWM/MjkgZ1RYQzF9&#10;3cgJkMxHX47AvdfnnWWn/eTlyKL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C6dM4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4848" behindDoc="0" locked="0" layoutInCell="1" allowOverlap="1" wp14:anchorId="38069E68" wp14:editId="70F7DA57">
                      <wp:simplePos x="0" y="0"/>
                      <wp:positionH relativeFrom="column">
                        <wp:posOffset>1295400</wp:posOffset>
                      </wp:positionH>
                      <wp:positionV relativeFrom="paragraph">
                        <wp:posOffset>431800</wp:posOffset>
                      </wp:positionV>
                      <wp:extent cx="1003300" cy="698500"/>
                      <wp:effectExtent l="0" t="0" r="0" b="0"/>
                      <wp:wrapNone/>
                      <wp:docPr id="2728" name="Rectangle 27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8" o:spid="_x0000_s1640" style="position:absolute;margin-left:102pt;margin-top:34pt;width:79pt;height:55pt;z-index:252494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Awk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DFoJMoBKX6FuRBx6huZox5uGOX09RzbZz8Y6tmDNLH9mySbZbLJiESfb3SJN75JFERbFYpuG2yzb&#10;7fJstf3lbkdpCcwVsXdwd9YdYn9H6CL9XCpfcmSUw/40hfA9mShMvaSBh1av578HG4zKlJ6t6w1v&#10;PqoHDfo7z4DpCE2tHtwfhEGT75LztUscWQrBIinyEHqJwlaWf3A2ZIGnXi4rbexHJgfkjAprKKav&#10;GzkBkvnoyxG49/q8s+y0n7wcWZS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nlAMJ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5872" behindDoc="0" locked="0" layoutInCell="1" allowOverlap="1" wp14:anchorId="6F801E49" wp14:editId="2116B8E7">
                      <wp:simplePos x="0" y="0"/>
                      <wp:positionH relativeFrom="column">
                        <wp:posOffset>1295400</wp:posOffset>
                      </wp:positionH>
                      <wp:positionV relativeFrom="paragraph">
                        <wp:posOffset>431800</wp:posOffset>
                      </wp:positionV>
                      <wp:extent cx="1003300" cy="698500"/>
                      <wp:effectExtent l="0" t="0" r="0" b="0"/>
                      <wp:wrapNone/>
                      <wp:docPr id="2729" name="Rectangle 272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9" o:spid="_x0000_s1641" style="position:absolute;margin-left:102pt;margin-top:34pt;width:79pt;height:55pt;z-index:252495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qG5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cYGRID106RvUjYh9x9AUbXldM9dfz5GN9ouxji1YE8ufWbJO1uusmMXJZjtL0/tkVoRFMduk4SbL&#10;tts8W2x+udtRWgJzRew93J36DrH3ETq3fiqVLzkyymF/GUP4XkwUpoVraeChXf4ebDAoU3q2Thve&#10;fFKPGg47z4DpCI2N7t0fGoNGr5LTVSWOLIVgkRR5CFqisJXlN86enrxcVtrYT0z2yBkV1lBMXzdy&#10;BCTT0csRgPj6vLPsuBt9O7Lox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v9qG5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6896" behindDoc="0" locked="0" layoutInCell="1" allowOverlap="1" wp14:anchorId="7FC03C6C" wp14:editId="0CDAF885">
                      <wp:simplePos x="0" y="0"/>
                      <wp:positionH relativeFrom="column">
                        <wp:posOffset>1295400</wp:posOffset>
                      </wp:positionH>
                      <wp:positionV relativeFrom="paragraph">
                        <wp:posOffset>431800</wp:posOffset>
                      </wp:positionV>
                      <wp:extent cx="1003300" cy="698500"/>
                      <wp:effectExtent l="0" t="0" r="0" b="0"/>
                      <wp:wrapNone/>
                      <wp:docPr id="2730" name="Rectangle 27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0" o:spid="_x0000_s1642" style="position:absolute;margin-left:102pt;margin-top:34pt;width:79pt;height:55pt;z-index:252496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7q/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AgUSZACVvkLdiDj0DM3RjjcNc/p6jmyyn411bMGaWf7Mkk2y2WTFIk62u0Wa3iWLIiyKxTYNt1m2&#10;2+XZavvL3Y7SEpgrYu/g7qw7xP6O0EX6uVS+5Mgoh/1pCuF7MlGYekkDD61ez38PNhiVKT1b1xve&#10;fFQPGvR3ngHTEZpaPbg/CIMm3yXna5c4shSCRVLkIZSKwlaWf3A2ZIGnXi4rbexHJgfkjAprKKav&#10;GzkBkvnoyxG49/q8s+y0n7wcWZS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We6v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7920" behindDoc="0" locked="0" layoutInCell="1" allowOverlap="1" wp14:anchorId="477CAE67" wp14:editId="153B8614">
                      <wp:simplePos x="0" y="0"/>
                      <wp:positionH relativeFrom="column">
                        <wp:posOffset>1295400</wp:posOffset>
                      </wp:positionH>
                      <wp:positionV relativeFrom="paragraph">
                        <wp:posOffset>431800</wp:posOffset>
                      </wp:positionV>
                      <wp:extent cx="1003300" cy="698500"/>
                      <wp:effectExtent l="0" t="0" r="0" b="0"/>
                      <wp:wrapNone/>
                      <wp:docPr id="2731" name="Rectangle 27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1" o:spid="_x0000_s1643" style="position:absolute;margin-left:102pt;margin-top:34pt;width:79pt;height:55pt;z-index:252497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bRo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EmEkyAAqfYW6EXHoGZqjHW8a5vT1HNlkPxvr2II1s/yZJZtks8mKRZxsd4s0vUsWRVgUi20abrNs&#10;t8uz1faXux2lJTBXxN7B3Vl3iP0doYv0c6l8yZFRDvvTFML3ZKIw9ZIGHlq9nv8ebDAqU3q2rje8&#10;+ageNOjvPAOmIzS1enB/EAZNvkvO1y5xZCkEi6TIQ+glCltZ/sHZkAWeermstLEfmRyQMyqsoZi+&#10;buQESOajL0fg3uvzzrLTfvJyZNH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WVtGg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8944" behindDoc="0" locked="0" layoutInCell="1" allowOverlap="1" wp14:anchorId="27936CE2" wp14:editId="5DC4D5BE">
                      <wp:simplePos x="0" y="0"/>
                      <wp:positionH relativeFrom="column">
                        <wp:posOffset>1295400</wp:posOffset>
                      </wp:positionH>
                      <wp:positionV relativeFrom="paragraph">
                        <wp:posOffset>431800</wp:posOffset>
                      </wp:positionV>
                      <wp:extent cx="1003300" cy="698500"/>
                      <wp:effectExtent l="0" t="0" r="0" b="0"/>
                      <wp:wrapNone/>
                      <wp:docPr id="2732" name="Rectangle 273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2" o:spid="_x0000_s1644" style="position:absolute;margin-left:102pt;margin-top:34pt;width:79pt;height:55pt;z-index:252498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HR6GQ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Cbx0eh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9968" behindDoc="0" locked="0" layoutInCell="1" allowOverlap="1" wp14:anchorId="6348CA57" wp14:editId="7A875028">
                      <wp:simplePos x="0" y="0"/>
                      <wp:positionH relativeFrom="column">
                        <wp:posOffset>1295400</wp:posOffset>
                      </wp:positionH>
                      <wp:positionV relativeFrom="paragraph">
                        <wp:posOffset>431800</wp:posOffset>
                      </wp:positionV>
                      <wp:extent cx="1003300" cy="698500"/>
                      <wp:effectExtent l="0" t="0" r="0" b="0"/>
                      <wp:wrapNone/>
                      <wp:docPr id="2733" name="Rectangle 27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3" o:spid="_x0000_s1645" style="position:absolute;margin-left:102pt;margin-top:34pt;width:79pt;height:55pt;z-index:252499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tnn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mAkyAAqfYW6EXHoGZqjHW8a5vT1HNlkPxvr2II1s/yZJZtks8mKRZxsd4s0vUsWRVgUi20abrNs&#10;t8uz1faXux2lJTBXxN7B3Vl3iP0doYv0c6l8yZFRDvvTFML3ZKIw9ZIGHlq9nv8ebDAqU3q2rje8&#10;+ageNOjvPAOmIzS1enB/EAZNvkvO1y5xZCkEi6TIQ+glCltZ/sHZkAWeermstLEfmRyQMyqsoZi+&#10;buQESOajL0fg3uvzzrLTfvJyZFH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rZ5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0992" behindDoc="0" locked="0" layoutInCell="1" allowOverlap="1" wp14:anchorId="341B0598" wp14:editId="0BB263D3">
                      <wp:simplePos x="0" y="0"/>
                      <wp:positionH relativeFrom="column">
                        <wp:posOffset>1295400</wp:posOffset>
                      </wp:positionH>
                      <wp:positionV relativeFrom="paragraph">
                        <wp:posOffset>431800</wp:posOffset>
                      </wp:positionV>
                      <wp:extent cx="1003300" cy="698500"/>
                      <wp:effectExtent l="0" t="0" r="0" b="0"/>
                      <wp:wrapNone/>
                      <wp:docPr id="2734" name="Rectangle 27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4" o:spid="_x0000_s1646" style="position:absolute;margin-left:102pt;margin-top:34pt;width:79pt;height:55pt;z-index:252500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p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mIkyAAqfYW6EXHoGZqjHW8a5vT1HNlkPxvr2II1s/yZJZtks8mKRZxsd4s0vUsWRVgUi20abrNs&#10;t8uz1faXux2lJTBXxN7B3Vl3iP0doYv0c6l8yZFRDvvTFML3ZKIw9ZIGHlq9nv8ebDAqU3q2rje8&#10;+ageNOjvPAOmIzS1enB/EAZNvkvO1y5xZCkEi6TIQ+glCltZ/sHZkAWeermstLEfmRyQMyqsoZi+&#10;buQESOajL0fg3uvzzrLTfvJyZLF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pWP6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2016" behindDoc="0" locked="0" layoutInCell="1" allowOverlap="1" wp14:anchorId="55AC53B1" wp14:editId="4F13966D">
                      <wp:simplePos x="0" y="0"/>
                      <wp:positionH relativeFrom="column">
                        <wp:posOffset>1295400</wp:posOffset>
                      </wp:positionH>
                      <wp:positionV relativeFrom="paragraph">
                        <wp:posOffset>431800</wp:posOffset>
                      </wp:positionV>
                      <wp:extent cx="1003300" cy="698500"/>
                      <wp:effectExtent l="0" t="0" r="0" b="0"/>
                      <wp:wrapNone/>
                      <wp:docPr id="2735" name="Rectangle 273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5" o:spid="_x0000_s1647" style="position:absolute;margin-left:102pt;margin-top:34pt;width:79pt;height:55pt;z-index:252502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yJ0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czIn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3040" behindDoc="0" locked="0" layoutInCell="1" allowOverlap="1" wp14:anchorId="3D7EA75E" wp14:editId="3EE79DD6">
                      <wp:simplePos x="0" y="0"/>
                      <wp:positionH relativeFrom="column">
                        <wp:posOffset>1295400</wp:posOffset>
                      </wp:positionH>
                      <wp:positionV relativeFrom="paragraph">
                        <wp:posOffset>431800</wp:posOffset>
                      </wp:positionV>
                      <wp:extent cx="1003300" cy="698500"/>
                      <wp:effectExtent l="0" t="0" r="0" b="0"/>
                      <wp:wrapNone/>
                      <wp:docPr id="2736" name="Rectangle 27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6" o:spid="_x0000_s1648" style="position:absolute;margin-left:102pt;margin-top:34pt;width:79pt;height:55pt;z-index:252503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uOc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mEkyAAqfYW6EXHoGZqjHW8a5vT1HNlkPxvr2II1s/yZJZtks8mKRZxsd4s0vUsWRVgUi20abrNs&#10;t8uz1faXux2lJTBXxN7B3Vl3iP0doYv0c6l8yZFRDvvTFML3ZKIw9ZIGHlq9nv8ebDAqU3q2rje8&#10;+ageNOjvPAOmIzS1enB/EAZNvkvO1y5xZCkEi6TIQ+glCltZ/sHZkAWeermstLEfmRyQMyqsoZi+&#10;buQESOajL0fg3uvzzrLTfvJyZHH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3bjn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4064" behindDoc="0" locked="0" layoutInCell="1" allowOverlap="1" wp14:anchorId="569EE8AB" wp14:editId="2950BE5E">
                      <wp:simplePos x="0" y="0"/>
                      <wp:positionH relativeFrom="column">
                        <wp:posOffset>1295400</wp:posOffset>
                      </wp:positionH>
                      <wp:positionV relativeFrom="paragraph">
                        <wp:posOffset>431800</wp:posOffset>
                      </wp:positionV>
                      <wp:extent cx="1003300" cy="698500"/>
                      <wp:effectExtent l="0" t="0" r="0" b="0"/>
                      <wp:wrapNone/>
                      <wp:docPr id="2737" name="Rectangle 27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7" o:spid="_x0000_s1649" style="position:absolute;margin-left:102pt;margin-top:34pt;width:79pt;height:55pt;z-index:252504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O1L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ssJIkAFU+gp1I+LQMzRHO940zOnrObLJfjbWsQVrZvkzSzbJZpMVizjZ7hZpepcsirAoFts03GbZ&#10;bpdnq+0vdztKS2CuiL2Du7PuEPs7Qhfp51L5kiOjHPanKYTvyURh6iUNPLR6Pf892GBUpvRsXW94&#10;81E9aNDfeQZMR2hq9eD+IAyafJecr13iyFIIFkmRh9BLFLay/IOzIQs89XJZaWM/MjkgZ1RYQzF9&#10;3cgJkMxHX47AvdfnnWWn/eTlyOL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eE7Us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p>
          <w:p w:rsidR="00E97431" w:rsidRPr="00F14F57" w:rsidRDefault="00E97431"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505088" behindDoc="0" locked="0" layoutInCell="1" allowOverlap="1" wp14:anchorId="19A3D240" wp14:editId="3CC59A45">
                      <wp:simplePos x="0" y="0"/>
                      <wp:positionH relativeFrom="column">
                        <wp:posOffset>1320800</wp:posOffset>
                      </wp:positionH>
                      <wp:positionV relativeFrom="paragraph">
                        <wp:posOffset>431800</wp:posOffset>
                      </wp:positionV>
                      <wp:extent cx="1003300" cy="698500"/>
                      <wp:effectExtent l="0" t="0" r="0" b="0"/>
                      <wp:wrapNone/>
                      <wp:docPr id="2738" name="Rectangle 273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8" o:spid="_x0000_s1650" style="position:absolute;margin-left:104pt;margin-top:34pt;width:79pt;height:55pt;z-index:252505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HtFgMQ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6112" behindDoc="0" locked="0" layoutInCell="1" allowOverlap="1" wp14:anchorId="03BC2BAD" wp14:editId="64E440D2">
                      <wp:simplePos x="0" y="0"/>
                      <wp:positionH relativeFrom="column">
                        <wp:posOffset>1320800</wp:posOffset>
                      </wp:positionH>
                      <wp:positionV relativeFrom="paragraph">
                        <wp:posOffset>431800</wp:posOffset>
                      </wp:positionV>
                      <wp:extent cx="1003300" cy="698500"/>
                      <wp:effectExtent l="0" t="0" r="0" b="0"/>
                      <wp:wrapNone/>
                      <wp:docPr id="2739" name="Rectangle 27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9" o:spid="_x0000_s1651" style="position:absolute;margin-left:104pt;margin-top:34pt;width:79pt;height:55pt;z-index:252506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y1Z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IrjLVk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7136" behindDoc="0" locked="0" layoutInCell="1" allowOverlap="1" wp14:anchorId="2397A23D" wp14:editId="0B37D1DC">
                      <wp:simplePos x="0" y="0"/>
                      <wp:positionH relativeFrom="column">
                        <wp:posOffset>1320800</wp:posOffset>
                      </wp:positionH>
                      <wp:positionV relativeFrom="paragraph">
                        <wp:posOffset>431800</wp:posOffset>
                      </wp:positionV>
                      <wp:extent cx="1003300" cy="698500"/>
                      <wp:effectExtent l="0" t="0" r="0" b="0"/>
                      <wp:wrapNone/>
                      <wp:docPr id="2740" name="Rectangle 27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0" o:spid="_x0000_s1652" style="position:absolute;margin-left:104pt;margin-top:34pt;width:79pt;height:55pt;z-index:252507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uXeqeB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8160" behindDoc="0" locked="0" layoutInCell="1" allowOverlap="1" wp14:anchorId="777A9446" wp14:editId="349739D7">
                      <wp:simplePos x="0" y="0"/>
                      <wp:positionH relativeFrom="column">
                        <wp:posOffset>1320800</wp:posOffset>
                      </wp:positionH>
                      <wp:positionV relativeFrom="paragraph">
                        <wp:posOffset>431800</wp:posOffset>
                      </wp:positionV>
                      <wp:extent cx="1003300" cy="698500"/>
                      <wp:effectExtent l="0" t="0" r="0" b="0"/>
                      <wp:wrapNone/>
                      <wp:docPr id="2741" name="Rectangle 274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1" o:spid="_x0000_s1653" style="position:absolute;margin-left:104pt;margin-top:34pt;width:79pt;height:55pt;z-index:252508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EjRB+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9184" behindDoc="0" locked="0" layoutInCell="1" allowOverlap="1" wp14:anchorId="2892C30D" wp14:editId="21518A50">
                      <wp:simplePos x="0" y="0"/>
                      <wp:positionH relativeFrom="column">
                        <wp:posOffset>1320800</wp:posOffset>
                      </wp:positionH>
                      <wp:positionV relativeFrom="paragraph">
                        <wp:posOffset>431800</wp:posOffset>
                      </wp:positionV>
                      <wp:extent cx="1003300" cy="698500"/>
                      <wp:effectExtent l="0" t="0" r="0" b="0"/>
                      <wp:wrapNone/>
                      <wp:docPr id="2742" name="Rectangle 27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2" o:spid="_x0000_s1654" style="position:absolute;margin-left:104pt;margin-top:34pt;width:79pt;height:55pt;z-index:252509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lPjH9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0208" behindDoc="0" locked="0" layoutInCell="1" allowOverlap="1" wp14:anchorId="5033E891" wp14:editId="726DE3C8">
                      <wp:simplePos x="0" y="0"/>
                      <wp:positionH relativeFrom="column">
                        <wp:posOffset>1320800</wp:posOffset>
                      </wp:positionH>
                      <wp:positionV relativeFrom="paragraph">
                        <wp:posOffset>431800</wp:posOffset>
                      </wp:positionV>
                      <wp:extent cx="1003300" cy="698500"/>
                      <wp:effectExtent l="0" t="0" r="0" b="0"/>
                      <wp:wrapNone/>
                      <wp:docPr id="2743" name="Rectangle 27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3" o:spid="_x0000_s1655" style="position:absolute;margin-left:104pt;margin-top:34pt;width:79pt;height:55pt;z-index:252510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0Cskg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1232" behindDoc="0" locked="0" layoutInCell="1" allowOverlap="1" wp14:anchorId="7CC85914" wp14:editId="2D0E43FC">
                      <wp:simplePos x="0" y="0"/>
                      <wp:positionH relativeFrom="column">
                        <wp:posOffset>1320800</wp:posOffset>
                      </wp:positionH>
                      <wp:positionV relativeFrom="paragraph">
                        <wp:posOffset>431800</wp:posOffset>
                      </wp:positionV>
                      <wp:extent cx="1003300" cy="698500"/>
                      <wp:effectExtent l="0" t="0" r="0" b="0"/>
                      <wp:wrapNone/>
                      <wp:docPr id="2744" name="Rectangle 274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4" o:spid="_x0000_s1656" style="position:absolute;margin-left:104pt;margin-top:34pt;width:79pt;height:55pt;z-index:252511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lkKkN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2256" behindDoc="0" locked="0" layoutInCell="1" allowOverlap="1" wp14:anchorId="1752EDCC" wp14:editId="63795704">
                      <wp:simplePos x="0" y="0"/>
                      <wp:positionH relativeFrom="column">
                        <wp:posOffset>1320800</wp:posOffset>
                      </wp:positionH>
                      <wp:positionV relativeFrom="paragraph">
                        <wp:posOffset>431800</wp:posOffset>
                      </wp:positionV>
                      <wp:extent cx="1003300" cy="698500"/>
                      <wp:effectExtent l="0" t="0" r="0" b="0"/>
                      <wp:wrapNone/>
                      <wp:docPr id="2745" name="Rectangle 27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5" o:spid="_x0000_s1657" style="position:absolute;margin-left:104pt;margin-top:34pt;width:79pt;height:55pt;z-index:252512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AmqHQIAAA0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QJq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3280" behindDoc="0" locked="0" layoutInCell="1" allowOverlap="1" wp14:anchorId="410C1F3A" wp14:editId="0916C7B2">
                      <wp:simplePos x="0" y="0"/>
                      <wp:positionH relativeFrom="column">
                        <wp:posOffset>1320800</wp:posOffset>
                      </wp:positionH>
                      <wp:positionV relativeFrom="paragraph">
                        <wp:posOffset>431800</wp:posOffset>
                      </wp:positionV>
                      <wp:extent cx="1003300" cy="698500"/>
                      <wp:effectExtent l="0" t="0" r="0" b="0"/>
                      <wp:wrapNone/>
                      <wp:docPr id="2746" name="Rectangle 27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6" o:spid="_x0000_s1658" style="position:absolute;margin-left:104pt;margin-top:34pt;width:79pt;height:55pt;z-index:252513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G9WsI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4304" behindDoc="0" locked="0" layoutInCell="1" allowOverlap="1" wp14:anchorId="49F7A00D" wp14:editId="3BC3E8E4">
                      <wp:simplePos x="0" y="0"/>
                      <wp:positionH relativeFrom="column">
                        <wp:posOffset>1320800</wp:posOffset>
                      </wp:positionH>
                      <wp:positionV relativeFrom="paragraph">
                        <wp:posOffset>431800</wp:posOffset>
                      </wp:positionV>
                      <wp:extent cx="1003300" cy="698500"/>
                      <wp:effectExtent l="0" t="0" r="0" b="0"/>
                      <wp:wrapNone/>
                      <wp:docPr id="2747" name="Rectangle 274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7" o:spid="_x0000_s1659" style="position:absolute;margin-left:104pt;margin-top:34pt;width:79pt;height:55pt;z-index:252514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A3U8aVGQIAAA0EAAAOAAAAAAAAAAAAAAAAAC4CAABkcnMvZTJvRG9jLnhtbFBLAQItABQABgAI&#10;AAAAIQCJZGwO2wAAAAoBAAAPAAAAAAAAAAAAAAAAAHMEAABkcnMvZG93bnJldi54bWxQSwUGAAAA&#10;AAQABADzAAAAew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5328" behindDoc="0" locked="0" layoutInCell="1" allowOverlap="1" wp14:anchorId="65CA4852" wp14:editId="1C45554C">
                      <wp:simplePos x="0" y="0"/>
                      <wp:positionH relativeFrom="column">
                        <wp:posOffset>1320800</wp:posOffset>
                      </wp:positionH>
                      <wp:positionV relativeFrom="paragraph">
                        <wp:posOffset>431800</wp:posOffset>
                      </wp:positionV>
                      <wp:extent cx="1003300" cy="698500"/>
                      <wp:effectExtent l="0" t="0" r="0" b="0"/>
                      <wp:wrapNone/>
                      <wp:docPr id="2748" name="Rectangle 27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8" o:spid="_x0000_s1660" style="position:absolute;margin-left:104pt;margin-top:34pt;width:79pt;height:55pt;z-index:252515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I7R01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6352" behindDoc="0" locked="0" layoutInCell="1" allowOverlap="1" wp14:anchorId="2AE6007B" wp14:editId="54AD272E">
                      <wp:simplePos x="0" y="0"/>
                      <wp:positionH relativeFrom="column">
                        <wp:posOffset>1320800</wp:posOffset>
                      </wp:positionH>
                      <wp:positionV relativeFrom="paragraph">
                        <wp:posOffset>431800</wp:posOffset>
                      </wp:positionV>
                      <wp:extent cx="1003300" cy="698500"/>
                      <wp:effectExtent l="0" t="0" r="0" b="0"/>
                      <wp:wrapNone/>
                      <wp:docPr id="2749" name="Rectangle 27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9" o:spid="_x0000_s1661" style="position:absolute;margin-left:104pt;margin-top:34pt;width:79pt;height:55pt;z-index:252516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xPiHgIAAA0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OgfE+I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7376" behindDoc="0" locked="0" layoutInCell="1" allowOverlap="1" wp14:anchorId="11C4E7E8" wp14:editId="4A015ABD">
                      <wp:simplePos x="0" y="0"/>
                      <wp:positionH relativeFrom="column">
                        <wp:posOffset>1320800</wp:posOffset>
                      </wp:positionH>
                      <wp:positionV relativeFrom="paragraph">
                        <wp:posOffset>431800</wp:posOffset>
                      </wp:positionV>
                      <wp:extent cx="1003300" cy="698500"/>
                      <wp:effectExtent l="0" t="0" r="0" b="0"/>
                      <wp:wrapNone/>
                      <wp:docPr id="2750" name="Rectangle 275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0" o:spid="_x0000_s1662" style="position:absolute;margin-left:104pt;margin-top:34pt;width:79pt;height:55pt;z-index:252517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PKOCOQ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8400" behindDoc="0" locked="0" layoutInCell="1" allowOverlap="1" wp14:anchorId="3102EBFD" wp14:editId="58240EE4">
                      <wp:simplePos x="0" y="0"/>
                      <wp:positionH relativeFrom="column">
                        <wp:posOffset>1320800</wp:posOffset>
                      </wp:positionH>
                      <wp:positionV relativeFrom="paragraph">
                        <wp:posOffset>431800</wp:posOffset>
                      </wp:positionV>
                      <wp:extent cx="1003300" cy="698500"/>
                      <wp:effectExtent l="0" t="0" r="0" b="0"/>
                      <wp:wrapNone/>
                      <wp:docPr id="2751" name="Rectangle 27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1" o:spid="_x0000_s1663" style="position:absolute;margin-left:104pt;margin-top:34pt;width:79pt;height:55pt;z-index:252518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KV5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AMopXk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9424" behindDoc="0" locked="0" layoutInCell="1" allowOverlap="1" wp14:anchorId="7A5C33B1" wp14:editId="3E37F899">
                      <wp:simplePos x="0" y="0"/>
                      <wp:positionH relativeFrom="column">
                        <wp:posOffset>1320800</wp:posOffset>
                      </wp:positionH>
                      <wp:positionV relativeFrom="paragraph">
                        <wp:posOffset>431800</wp:posOffset>
                      </wp:positionV>
                      <wp:extent cx="1003300" cy="698500"/>
                      <wp:effectExtent l="0" t="0" r="0" b="0"/>
                      <wp:wrapNone/>
                      <wp:docPr id="2752" name="Rectangle 27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2" o:spid="_x0000_s1664" style="position:absolute;margin-left:104pt;margin-top:34pt;width:79pt;height:55pt;z-index:252519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I5VxiE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0448" behindDoc="0" locked="0" layoutInCell="1" allowOverlap="1" wp14:anchorId="0448E39F" wp14:editId="7B50FCA9">
                      <wp:simplePos x="0" y="0"/>
                      <wp:positionH relativeFrom="column">
                        <wp:posOffset>1320800</wp:posOffset>
                      </wp:positionH>
                      <wp:positionV relativeFrom="paragraph">
                        <wp:posOffset>431800</wp:posOffset>
                      </wp:positionV>
                      <wp:extent cx="1003300" cy="698500"/>
                      <wp:effectExtent l="0" t="0" r="0" b="0"/>
                      <wp:wrapNone/>
                      <wp:docPr id="2753" name="Rectangle 275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3" o:spid="_x0000_s1665" style="position:absolute;margin-left:104pt;margin-top:34pt;width:79pt;height:55pt;z-index:252520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u8Gw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H/za7w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1472" behindDoc="0" locked="0" layoutInCell="1" allowOverlap="1" wp14:anchorId="6CF9DE8C" wp14:editId="48DB8424">
                      <wp:simplePos x="0" y="0"/>
                      <wp:positionH relativeFrom="column">
                        <wp:posOffset>1320800</wp:posOffset>
                      </wp:positionH>
                      <wp:positionV relativeFrom="paragraph">
                        <wp:posOffset>431800</wp:posOffset>
                      </wp:positionV>
                      <wp:extent cx="1003300" cy="698500"/>
                      <wp:effectExtent l="0" t="0" r="0" b="0"/>
                      <wp:wrapNone/>
                      <wp:docPr id="2754" name="Rectangle 27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4" o:spid="_x0000_s1666" style="position:absolute;margin-left:104pt;margin-top:34pt;width:79pt;height:55pt;z-index:252521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q9f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Og6vX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2496" behindDoc="0" locked="0" layoutInCell="1" allowOverlap="1" wp14:anchorId="2869267B" wp14:editId="64F60882">
                      <wp:simplePos x="0" y="0"/>
                      <wp:positionH relativeFrom="column">
                        <wp:posOffset>1320800</wp:posOffset>
                      </wp:positionH>
                      <wp:positionV relativeFrom="paragraph">
                        <wp:posOffset>431800</wp:posOffset>
                      </wp:positionV>
                      <wp:extent cx="1003300" cy="698500"/>
                      <wp:effectExtent l="0" t="0" r="0" b="0"/>
                      <wp:wrapNone/>
                      <wp:docPr id="2755" name="Rectangle 27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5" o:spid="_x0000_s1667" style="position:absolute;margin-left:104pt;margin-top:34pt;width:79pt;height:55pt;z-index:252522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GIHgIAAA0EAAAOAAAAZHJzL2Uyb0RvYy54bWysU02P2yAQvVfqf0DcE+OPdWI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r8oYg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3520" behindDoc="0" locked="0" layoutInCell="1" allowOverlap="1" wp14:anchorId="4DB15C89" wp14:editId="2837D088">
                      <wp:simplePos x="0" y="0"/>
                      <wp:positionH relativeFrom="column">
                        <wp:posOffset>1320800</wp:posOffset>
                      </wp:positionH>
                      <wp:positionV relativeFrom="paragraph">
                        <wp:posOffset>431800</wp:posOffset>
                      </wp:positionV>
                      <wp:extent cx="1003300" cy="698500"/>
                      <wp:effectExtent l="0" t="0" r="0" b="0"/>
                      <wp:wrapNone/>
                      <wp:docPr id="2756" name="Rectangle 275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6" o:spid="_x0000_s1668" style="position:absolute;margin-left:104pt;margin-top:34pt;width:79pt;height:55pt;z-index:252523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WBgHA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quWBg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4544" behindDoc="0" locked="0" layoutInCell="1" allowOverlap="1" wp14:anchorId="0047C64E" wp14:editId="5C8F4A18">
                      <wp:simplePos x="0" y="0"/>
                      <wp:positionH relativeFrom="column">
                        <wp:posOffset>1320800</wp:posOffset>
                      </wp:positionH>
                      <wp:positionV relativeFrom="paragraph">
                        <wp:posOffset>431800</wp:posOffset>
                      </wp:positionV>
                      <wp:extent cx="1003300" cy="698500"/>
                      <wp:effectExtent l="0" t="0" r="0" b="0"/>
                      <wp:wrapNone/>
                      <wp:docPr id="2757" name="Rectangle 27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7" o:spid="_x0000_s1669" style="position:absolute;margin-left:104pt;margin-top:34pt;width:79pt;height:55pt;z-index:252524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839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sfzf0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5568" behindDoc="0" locked="0" layoutInCell="1" allowOverlap="1" wp14:anchorId="001A5790" wp14:editId="0D9DCCD6">
                      <wp:simplePos x="0" y="0"/>
                      <wp:positionH relativeFrom="column">
                        <wp:posOffset>1320800</wp:posOffset>
                      </wp:positionH>
                      <wp:positionV relativeFrom="paragraph">
                        <wp:posOffset>431800</wp:posOffset>
                      </wp:positionV>
                      <wp:extent cx="1003300" cy="698500"/>
                      <wp:effectExtent l="0" t="0" r="0" b="0"/>
                      <wp:wrapNone/>
                      <wp:docPr id="2758" name="Rectangle 27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8" o:spid="_x0000_s1670" style="position:absolute;margin-left:104pt;margin-top:34pt;width:79pt;height:55pt;z-index:252525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fW1F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6592" behindDoc="0" locked="0" layoutInCell="1" allowOverlap="1" wp14:anchorId="79C7F6F2" wp14:editId="07599BE2">
                      <wp:simplePos x="0" y="0"/>
                      <wp:positionH relativeFrom="column">
                        <wp:posOffset>1320800</wp:posOffset>
                      </wp:positionH>
                      <wp:positionV relativeFrom="paragraph">
                        <wp:posOffset>431800</wp:posOffset>
                      </wp:positionV>
                      <wp:extent cx="1003300" cy="698500"/>
                      <wp:effectExtent l="0" t="0" r="0" b="0"/>
                      <wp:wrapNone/>
                      <wp:docPr id="2759" name="Rectangle 275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9" o:spid="_x0000_s1671" style="position:absolute;margin-left:104pt;margin-top:34pt;width:79pt;height:55pt;z-index:252526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iKHA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EUxiK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7616" behindDoc="0" locked="0" layoutInCell="1" allowOverlap="1" wp14:anchorId="13BDDD6F" wp14:editId="75E4A4DE">
                      <wp:simplePos x="0" y="0"/>
                      <wp:positionH relativeFrom="column">
                        <wp:posOffset>1320800</wp:posOffset>
                      </wp:positionH>
                      <wp:positionV relativeFrom="paragraph">
                        <wp:posOffset>431800</wp:posOffset>
                      </wp:positionV>
                      <wp:extent cx="1003300" cy="698500"/>
                      <wp:effectExtent l="0" t="0" r="0" b="0"/>
                      <wp:wrapNone/>
                      <wp:docPr id="2760" name="Rectangle 27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0" o:spid="_x0000_s1672" style="position:absolute;margin-left:104pt;margin-top:34pt;width:79pt;height:55pt;z-index:252527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YN6ag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8640" behindDoc="0" locked="0" layoutInCell="1" allowOverlap="1" wp14:anchorId="5F95C5AB" wp14:editId="0FCD160E">
                      <wp:simplePos x="0" y="0"/>
                      <wp:positionH relativeFrom="column">
                        <wp:posOffset>1320800</wp:posOffset>
                      </wp:positionH>
                      <wp:positionV relativeFrom="paragraph">
                        <wp:posOffset>431800</wp:posOffset>
                      </wp:positionV>
                      <wp:extent cx="1003300" cy="698500"/>
                      <wp:effectExtent l="0" t="0" r="0" b="0"/>
                      <wp:wrapNone/>
                      <wp:docPr id="2761" name="Rectangle 27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1" o:spid="_x0000_s1673" style="position:absolute;margin-left:104pt;margin-top:34pt;width:79pt;height:55pt;z-index:252528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Hg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b/538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9664" behindDoc="0" locked="0" layoutInCell="1" allowOverlap="1" wp14:anchorId="49D3BDE6" wp14:editId="5B28FDD7">
                      <wp:simplePos x="0" y="0"/>
                      <wp:positionH relativeFrom="column">
                        <wp:posOffset>1295400</wp:posOffset>
                      </wp:positionH>
                      <wp:positionV relativeFrom="paragraph">
                        <wp:posOffset>431800</wp:posOffset>
                      </wp:positionV>
                      <wp:extent cx="1003300" cy="698500"/>
                      <wp:effectExtent l="0" t="0" r="0" b="0"/>
                      <wp:wrapNone/>
                      <wp:docPr id="2762" name="Rectangle 276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2" o:spid="_x0000_s1674" style="position:absolute;margin-left:102pt;margin-top:34pt;width:79pt;height:55pt;z-index:252529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ZFCGg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mpkUI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0688" behindDoc="0" locked="0" layoutInCell="1" allowOverlap="1" wp14:anchorId="4E9F006A" wp14:editId="44DFBE25">
                      <wp:simplePos x="0" y="0"/>
                      <wp:positionH relativeFrom="column">
                        <wp:posOffset>1295400</wp:posOffset>
                      </wp:positionH>
                      <wp:positionV relativeFrom="paragraph">
                        <wp:posOffset>431800</wp:posOffset>
                      </wp:positionV>
                      <wp:extent cx="1003300" cy="698500"/>
                      <wp:effectExtent l="0" t="0" r="0" b="0"/>
                      <wp:wrapNone/>
                      <wp:docPr id="2763" name="Rectangle 27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3" o:spid="_x0000_s1675" style="position:absolute;margin-left:102pt;margin-top:34pt;width:79pt;height:55pt;z-index:252530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zzf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lmAkyAAqfYW6EXHoGZqjHW8a5vT1HNlkPxvr2II1s/yZJZtks8mKRZxsd4s0vUsWRVgUi20abrNs&#10;t8uz1faXux2lJTBXxN7B3Vl3iP0doYv0c6l8yZFRDvvTFML3ZKIw9ZIGHlq9nv8ebDAqU3q2rje8&#10;+ageNOjvPAOmIzS1enB/EAZNvkvO1y5xZCkEi6TIQ+glCltZ/sHZkAWeermstLEfmRyQMyqsoZi+&#10;buQESOajL0fg3uvzzrLTfvJyZGn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CA883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1712" behindDoc="0" locked="0" layoutInCell="1" allowOverlap="1" wp14:anchorId="568E70E6" wp14:editId="318E1121">
                      <wp:simplePos x="0" y="0"/>
                      <wp:positionH relativeFrom="column">
                        <wp:posOffset>1295400</wp:posOffset>
                      </wp:positionH>
                      <wp:positionV relativeFrom="paragraph">
                        <wp:posOffset>431800</wp:posOffset>
                      </wp:positionV>
                      <wp:extent cx="1003300" cy="698500"/>
                      <wp:effectExtent l="0" t="0" r="0" b="0"/>
                      <wp:wrapNone/>
                      <wp:docPr id="2764" name="Rectangle 276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4" o:spid="_x0000_s1676" style="position:absolute;margin-left:102pt;margin-top:34pt;width:79pt;height:55pt;z-index:252531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KC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xPyg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2736" behindDoc="0" locked="0" layoutInCell="1" allowOverlap="1" wp14:anchorId="3233F635" wp14:editId="0E791338">
                      <wp:simplePos x="0" y="0"/>
                      <wp:positionH relativeFrom="column">
                        <wp:posOffset>1295400</wp:posOffset>
                      </wp:positionH>
                      <wp:positionV relativeFrom="paragraph">
                        <wp:posOffset>431800</wp:posOffset>
                      </wp:positionV>
                      <wp:extent cx="1003300" cy="698500"/>
                      <wp:effectExtent l="0" t="0" r="0" b="0"/>
                      <wp:wrapNone/>
                      <wp:docPr id="2765" name="Rectangle 276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5" o:spid="_x0000_s1677" style="position:absolute;margin-left:102pt;margin-top:34pt;width:79pt;height:55pt;z-index:252532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V8f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Aq1Xx8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3760" behindDoc="0" locked="0" layoutInCell="1" allowOverlap="1" wp14:anchorId="55E2F527" wp14:editId="7EE3C0A4">
                      <wp:simplePos x="0" y="0"/>
                      <wp:positionH relativeFrom="column">
                        <wp:posOffset>1295400</wp:posOffset>
                      </wp:positionH>
                      <wp:positionV relativeFrom="paragraph">
                        <wp:posOffset>431800</wp:posOffset>
                      </wp:positionV>
                      <wp:extent cx="1003300" cy="698500"/>
                      <wp:effectExtent l="0" t="0" r="0" b="0"/>
                      <wp:wrapNone/>
                      <wp:docPr id="2766" name="Rectangle 276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6" o:spid="_x0000_s1678" style="position:absolute;margin-left:102pt;margin-top:34pt;width:79pt;height:55pt;z-index:252533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J73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lmEkyAAqfYG6EXHoGZqjHW8a5vT1HNlkPxnr2II1s/yRJZtks8mKRZxsd4s0vU8WRVgUi20abrNs&#10;t8uz1fanux2lJTBXxN7D3Vl3iP0doYv0c6l8yZFRDvvzFML3bKIw9ZIGHlq9nv8ebDAqU3q2rje8&#10;+aQeNejvPAOmIzS1enB/EAZNvkvO1y5xZCkEi6TIQ+glCltZfuNsyAJPvVxW2tgPTA7IGRXWUExf&#10;N3ICJPPRlyNw7/V5Z9lpP3k5spv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rwnvc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4784" behindDoc="0" locked="0" layoutInCell="1" allowOverlap="1" wp14:anchorId="02624DDD" wp14:editId="1051DB8C">
                      <wp:simplePos x="0" y="0"/>
                      <wp:positionH relativeFrom="column">
                        <wp:posOffset>1295400</wp:posOffset>
                      </wp:positionH>
                      <wp:positionV relativeFrom="paragraph">
                        <wp:posOffset>431800</wp:posOffset>
                      </wp:positionV>
                      <wp:extent cx="1003300" cy="698500"/>
                      <wp:effectExtent l="0" t="0" r="0" b="0"/>
                      <wp:wrapNone/>
                      <wp:docPr id="2767" name="Rectangle 27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7" o:spid="_x0000_s1679" style="position:absolute;margin-left:102pt;margin-top:34pt;width:79pt;height:55pt;z-index:252534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pAg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tsJIkAFU+gJ1I+LQMzRHO940zOnrObLJfjLWsQVrZvkjSzbJZpMVizjZ7hZpep8sirAoFts03GbZ&#10;bpdnq+1PdztKS2CuiL2Hu7PuEPs7Qhfp51L5kiOjHPbnKYTv2URh6iUNPLR6Pf892GBUpvRsXW94&#10;80k9atDfeQZMR2hq9eD+IAyafJecr13iyFIIFkmRh9BLFLay/MbZkAWeermstLEfmByQMyqsoZi+&#10;buQESOajL0fg3uvzzrLTfvJyZDeJ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oCkCA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5808" behindDoc="0" locked="0" layoutInCell="1" allowOverlap="1" wp14:anchorId="2F604F8C" wp14:editId="1CD8757E">
                      <wp:simplePos x="0" y="0"/>
                      <wp:positionH relativeFrom="column">
                        <wp:posOffset>1295400</wp:posOffset>
                      </wp:positionH>
                      <wp:positionV relativeFrom="paragraph">
                        <wp:posOffset>431800</wp:posOffset>
                      </wp:positionV>
                      <wp:extent cx="1003300" cy="698500"/>
                      <wp:effectExtent l="0" t="0" r="0" b="0"/>
                      <wp:wrapNone/>
                      <wp:docPr id="2768" name="Rectangle 276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8" o:spid="_x0000_s1680" style="position:absolute;margin-left:102pt;margin-top:34pt;width:79pt;height:55pt;z-index:252535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EuAGg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W8S4A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6832" behindDoc="0" locked="0" layoutInCell="1" allowOverlap="1" wp14:anchorId="37202F20" wp14:editId="68BCBBFC">
                      <wp:simplePos x="0" y="0"/>
                      <wp:positionH relativeFrom="column">
                        <wp:posOffset>1295400</wp:posOffset>
                      </wp:positionH>
                      <wp:positionV relativeFrom="paragraph">
                        <wp:posOffset>431800</wp:posOffset>
                      </wp:positionV>
                      <wp:extent cx="1003300" cy="698500"/>
                      <wp:effectExtent l="0" t="0" r="0" b="0"/>
                      <wp:wrapNone/>
                      <wp:docPr id="2769" name="Rectangle 27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9" o:spid="_x0000_s1681" style="position:absolute;margin-left:102pt;margin-top:34pt;width:79pt;height:55pt;z-index:252536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uYd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X&#10;WYGRID2o9A3qRsShY2iKtryumdPXc2Sj/WKsYwvWxPJnlmySzSYrZnGy3c3S9C6ZFWFRzLZpuM2y&#10;3S7Plttf7naUlsBcEXsHdyfdIfY+Qhfpp1L5kiOjHPbnMYTv2URh6iUNPLT1avp7sMGgTOnZut7w&#10;5qN60KC/8wyYjtDY6N79QRg0+i45X7vEkaUQLJIiD6GXKGxl+cLZkAWeermstLGfmOyRMyqsoZi+&#10;buQESKajL0fg3uvzzrLjfvRyZIu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Qa5h0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7856" behindDoc="0" locked="0" layoutInCell="1" allowOverlap="1" wp14:anchorId="2B8498D3" wp14:editId="18E7AE2C">
                      <wp:simplePos x="0" y="0"/>
                      <wp:positionH relativeFrom="column">
                        <wp:posOffset>1295400</wp:posOffset>
                      </wp:positionH>
                      <wp:positionV relativeFrom="paragraph">
                        <wp:posOffset>431800</wp:posOffset>
                      </wp:positionV>
                      <wp:extent cx="1003300" cy="698500"/>
                      <wp:effectExtent l="0" t="0" r="0" b="0"/>
                      <wp:wrapNone/>
                      <wp:docPr id="2770" name="Rectangle 27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0" o:spid="_x0000_s1682" style="position:absolute;margin-left:102pt;margin-top:34pt;width:79pt;height:55pt;z-index:252537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15R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fXlE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8880" behindDoc="0" locked="0" layoutInCell="1" allowOverlap="1" wp14:anchorId="0B118775" wp14:editId="3A865332">
                      <wp:simplePos x="0" y="0"/>
                      <wp:positionH relativeFrom="column">
                        <wp:posOffset>1295400</wp:posOffset>
                      </wp:positionH>
                      <wp:positionV relativeFrom="paragraph">
                        <wp:posOffset>431800</wp:posOffset>
                      </wp:positionV>
                      <wp:extent cx="1003300" cy="698500"/>
                      <wp:effectExtent l="0" t="0" r="0" b="0"/>
                      <wp:wrapNone/>
                      <wp:docPr id="2771" name="Rectangle 277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1" o:spid="_x0000_s1683" style="position:absolute;margin-left:102pt;margin-top:34pt;width:79pt;height:55pt;z-index:252538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fPM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uefPM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9904" behindDoc="0" locked="0" layoutInCell="1" allowOverlap="1" wp14:anchorId="4E3267C6" wp14:editId="7EC4031F">
                      <wp:simplePos x="0" y="0"/>
                      <wp:positionH relativeFrom="column">
                        <wp:posOffset>1295400</wp:posOffset>
                      </wp:positionH>
                      <wp:positionV relativeFrom="paragraph">
                        <wp:posOffset>431800</wp:posOffset>
                      </wp:positionV>
                      <wp:extent cx="1003300" cy="698500"/>
                      <wp:effectExtent l="0" t="0" r="0" b="0"/>
                      <wp:wrapNone/>
                      <wp:docPr id="2772" name="Rectangle 27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2" o:spid="_x0000_s1684" style="position:absolute;margin-left:102pt;margin-top:34pt;width:79pt;height:55pt;z-index:252539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DPe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lAz3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0928" behindDoc="0" locked="0" layoutInCell="1" allowOverlap="1" wp14:anchorId="40B8C78E" wp14:editId="0BCC5FD7">
                      <wp:simplePos x="0" y="0"/>
                      <wp:positionH relativeFrom="column">
                        <wp:posOffset>1295400</wp:posOffset>
                      </wp:positionH>
                      <wp:positionV relativeFrom="paragraph">
                        <wp:posOffset>431800</wp:posOffset>
                      </wp:positionV>
                      <wp:extent cx="1003300" cy="698500"/>
                      <wp:effectExtent l="0" t="0" r="0" b="0"/>
                      <wp:wrapNone/>
                      <wp:docPr id="2773" name="Rectangle 27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3" o:spid="_x0000_s1685" style="position:absolute;margin-left:102pt;margin-top:34pt;width:79pt;height:55pt;z-index:252540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j0J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KsFIkAFU+gJ1I+LQMzRHO940zOnrObLJfjLWsQVrZvkjSzbJZpMVizjZ7hZpep8sirAoFts03GbZ&#10;bpdnq+1PdztKS2CuiL2Hu7PuEPs7Qhfp51L5kiOjHPbnKYTv2URh6iUNPLR6Pf892GBUpvRsXW94&#10;80k9atDfeQZMR2hq9eD+IAyafJecr13iyFIIFkmRh9BLFLay/MbZkAWeermstLEfmByQMyqsoZi+&#10;buQESOajL0fg3uvzzrLTfvJyZDeF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KiPQk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1952" behindDoc="0" locked="0" layoutInCell="1" allowOverlap="1" wp14:anchorId="3A8578FF" wp14:editId="2D7FA9D3">
                      <wp:simplePos x="0" y="0"/>
                      <wp:positionH relativeFrom="column">
                        <wp:posOffset>1295400</wp:posOffset>
                      </wp:positionH>
                      <wp:positionV relativeFrom="paragraph">
                        <wp:posOffset>431800</wp:posOffset>
                      </wp:positionV>
                      <wp:extent cx="1003300" cy="698500"/>
                      <wp:effectExtent l="0" t="0" r="0" b="0"/>
                      <wp:wrapNone/>
                      <wp:docPr id="2774" name="Rectangle 277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4" o:spid="_x0000_s1686" style="position:absolute;margin-left:102pt;margin-top:34pt;width:79pt;height:55pt;z-index:252541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chN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15yE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2976" behindDoc="0" locked="0" layoutInCell="1" allowOverlap="1" wp14:anchorId="15A2DFAB" wp14:editId="246B58B2">
                      <wp:simplePos x="0" y="0"/>
                      <wp:positionH relativeFrom="column">
                        <wp:posOffset>1295400</wp:posOffset>
                      </wp:positionH>
                      <wp:positionV relativeFrom="paragraph">
                        <wp:posOffset>431800</wp:posOffset>
                      </wp:positionV>
                      <wp:extent cx="1003300" cy="698500"/>
                      <wp:effectExtent l="0" t="0" r="0" b="0"/>
                      <wp:wrapNone/>
                      <wp:docPr id="2775" name="Rectangle 27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5" o:spid="_x0000_s1687" style="position:absolute;margin-left:102pt;margin-top:34pt;width:79pt;height:55pt;z-index:252542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2XQ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HN9l0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4000" behindDoc="0" locked="0" layoutInCell="1" allowOverlap="1" wp14:anchorId="453679A2" wp14:editId="55E514F1">
                      <wp:simplePos x="0" y="0"/>
                      <wp:positionH relativeFrom="column">
                        <wp:posOffset>1295400</wp:posOffset>
                      </wp:positionH>
                      <wp:positionV relativeFrom="paragraph">
                        <wp:posOffset>431800</wp:posOffset>
                      </wp:positionV>
                      <wp:extent cx="1003300" cy="698500"/>
                      <wp:effectExtent l="0" t="0" r="0" b="0"/>
                      <wp:wrapNone/>
                      <wp:docPr id="2776" name="Rectangle 27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6" o:spid="_x0000_s1688" style="position:absolute;margin-left:102pt;margin-top:34pt;width:79pt;height:55pt;z-index:252544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gdy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PV&#10;KsNIkAFU+gp1I+LQMzRHO940zOnrObLJfjbWsQVrZvkzSzbJZpMVizjZ7hZpepcsirAoFts03GbZ&#10;bpdnq+0vdztKS2CuiL2Du7PuEPs7Qhfp51L5kiOjHPanKYTvyURh6iUNPLR6Pf892GBUpvRsXW94&#10;81E9aNDfeQZMR2hq9eD+IAyafJecr13iyFIIFkmRh9BLFLay/IOzIQs89XJZaWM/MjkgZ1RYQzF9&#10;3cgJkMxHX47AvdfnnWWn/eTlyLLY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3OB3I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5024" behindDoc="0" locked="0" layoutInCell="1" allowOverlap="1" wp14:anchorId="50613A44" wp14:editId="3D051EF1">
                      <wp:simplePos x="0" y="0"/>
                      <wp:positionH relativeFrom="column">
                        <wp:posOffset>1295400</wp:posOffset>
                      </wp:positionH>
                      <wp:positionV relativeFrom="paragraph">
                        <wp:posOffset>431800</wp:posOffset>
                      </wp:positionV>
                      <wp:extent cx="1003300" cy="698500"/>
                      <wp:effectExtent l="0" t="0" r="0" b="0"/>
                      <wp:wrapNone/>
                      <wp:docPr id="2777" name="Rectangle 277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7" o:spid="_x0000_s1689" style="position:absolute;margin-left:102pt;margin-top:34pt;width:79pt;height:55pt;z-index:252545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Krv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MaKrv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6048" behindDoc="0" locked="0" layoutInCell="1" allowOverlap="1" wp14:anchorId="0880CE09" wp14:editId="506CD183">
                      <wp:simplePos x="0" y="0"/>
                      <wp:positionH relativeFrom="column">
                        <wp:posOffset>1295400</wp:posOffset>
                      </wp:positionH>
                      <wp:positionV relativeFrom="paragraph">
                        <wp:posOffset>431800</wp:posOffset>
                      </wp:positionV>
                      <wp:extent cx="1003300" cy="698500"/>
                      <wp:effectExtent l="0" t="0" r="0" b="0"/>
                      <wp:wrapNone/>
                      <wp:docPr id="2778" name="Rectangle 27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8" o:spid="_x0000_s1690" style="position:absolute;margin-left:102pt;margin-top:34pt;width:79pt;height:55pt;z-index:252546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nFP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9ZxT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7072" behindDoc="0" locked="0" layoutInCell="1" allowOverlap="1" wp14:anchorId="79AE68CD" wp14:editId="32F774FD">
                      <wp:simplePos x="0" y="0"/>
                      <wp:positionH relativeFrom="column">
                        <wp:posOffset>1295400</wp:posOffset>
                      </wp:positionH>
                      <wp:positionV relativeFrom="paragraph">
                        <wp:posOffset>431800</wp:posOffset>
                      </wp:positionV>
                      <wp:extent cx="1003300" cy="698500"/>
                      <wp:effectExtent l="0" t="0" r="0" b="0"/>
                      <wp:wrapNone/>
                      <wp:docPr id="2779" name="Rectangle 27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9" o:spid="_x0000_s1691" style="position:absolute;margin-left:102pt;margin-top:34pt;width:79pt;height:55pt;z-index:252547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H+Y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qsBIkAFU+gJ1I+LQMzRHO940zOnrObLJfjLWsQVrZvkjSzbJZpMVizjZ7hZpep8sirAoFts03GbZ&#10;bpdnq+1PdztKS2CuiL2Hu7PuEPs7Qhfp51L5kiOjHPbnKYTv2URh6iUNPLR6Pf892GBUpvRsXW94&#10;80k9atDfeQZMR2hq9eD+IAyafJecr13iyFIIFkmRh9BLFLay/MbZkAWeermstLEfmByQMyqsoZi+&#10;buQESOajL0fg3uvzzrLTfvJyZNmN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Mkf5g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8096" behindDoc="0" locked="0" layoutInCell="1" allowOverlap="1" wp14:anchorId="5A4FD2C5" wp14:editId="4355A6A2">
                      <wp:simplePos x="0" y="0"/>
                      <wp:positionH relativeFrom="column">
                        <wp:posOffset>1295400</wp:posOffset>
                      </wp:positionH>
                      <wp:positionV relativeFrom="paragraph">
                        <wp:posOffset>431800</wp:posOffset>
                      </wp:positionV>
                      <wp:extent cx="1003300" cy="698500"/>
                      <wp:effectExtent l="0" t="0" r="0" b="0"/>
                      <wp:wrapNone/>
                      <wp:docPr id="2780" name="Rectangle 278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0" o:spid="_x0000_s1692" style="position:absolute;margin-left:102pt;margin-top:34pt;width:79pt;height:55pt;z-index:252548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PBgGgIAAA0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HY8GA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9120" behindDoc="0" locked="0" layoutInCell="1" allowOverlap="1" wp14:anchorId="47E6713D" wp14:editId="6E930993">
                      <wp:simplePos x="0" y="0"/>
                      <wp:positionH relativeFrom="column">
                        <wp:posOffset>1295400</wp:posOffset>
                      </wp:positionH>
                      <wp:positionV relativeFrom="paragraph">
                        <wp:posOffset>431800</wp:posOffset>
                      </wp:positionV>
                      <wp:extent cx="1003300" cy="698500"/>
                      <wp:effectExtent l="0" t="0" r="0" b="0"/>
                      <wp:wrapNone/>
                      <wp:docPr id="2781" name="Rectangle 27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1" o:spid="_x0000_s1693" style="position:absolute;margin-left:102pt;margin-top:34pt;width:79pt;height:55pt;z-index:252549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l39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HmEkyAAqfYW6EXHoGZqjHW8a5vT1HNlkPxvr2II1s/yZJZtks8mKRZxsd4s0vUsWRVgUi20abrNs&#10;t8uz1faXux2lJTBXxN7B3Vl3iP0doYv0c6l8yZFRDvvTFML3ZKIw9ZIGHlq9nv8ebDAqU3q2rje8&#10;+ageNOjvPAOmIzS1enB/EAZNvkvO1y5xZCkEi6TIQ+glCltZ/sHZkAWeermstLEfmRyQMyqsoZi+&#10;buQESOajL0fg3uvzzrLTfvJyZNn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KB+Xf0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50144" behindDoc="0" locked="0" layoutInCell="1" allowOverlap="1" wp14:anchorId="19E33322" wp14:editId="3C2D5407">
                      <wp:simplePos x="0" y="0"/>
                      <wp:positionH relativeFrom="column">
                        <wp:posOffset>1295400</wp:posOffset>
                      </wp:positionH>
                      <wp:positionV relativeFrom="paragraph">
                        <wp:posOffset>431800</wp:posOffset>
                      </wp:positionV>
                      <wp:extent cx="1003300" cy="698500"/>
                      <wp:effectExtent l="0" t="0" r="0" b="0"/>
                      <wp:wrapNone/>
                      <wp:docPr id="2782" name="Rectangle 27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2" o:spid="_x0000_s1694" style="position:absolute;margin-left:102pt;margin-top:34pt;width:79pt;height:55pt;z-index:252550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z6l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LQM+p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51168" behindDoc="0" locked="0" layoutInCell="1" allowOverlap="1" wp14:anchorId="31FD5E9F" wp14:editId="6023B793">
                      <wp:simplePos x="0" y="0"/>
                      <wp:positionH relativeFrom="column">
                        <wp:posOffset>1295400</wp:posOffset>
                      </wp:positionH>
                      <wp:positionV relativeFrom="paragraph">
                        <wp:posOffset>431800</wp:posOffset>
                      </wp:positionV>
                      <wp:extent cx="1003300" cy="698500"/>
                      <wp:effectExtent l="0" t="0" r="0" b="0"/>
                      <wp:wrapNone/>
                      <wp:docPr id="2783" name="Rectangle 278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3" o:spid="_x0000_s1695" style="position:absolute;margin-left:102pt;margin-top:34pt;width:79pt;height:55pt;z-index:252551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ZM4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ylkzg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52192" behindDoc="0" locked="0" layoutInCell="1" allowOverlap="1" wp14:anchorId="55467CFC" wp14:editId="0C35AFAF">
                      <wp:simplePos x="0" y="0"/>
                      <wp:positionH relativeFrom="column">
                        <wp:posOffset>1295400</wp:posOffset>
                      </wp:positionH>
                      <wp:positionV relativeFrom="paragraph">
                        <wp:posOffset>431800</wp:posOffset>
                      </wp:positionV>
                      <wp:extent cx="1003300" cy="698500"/>
                      <wp:effectExtent l="0" t="0" r="0" b="0"/>
                      <wp:wrapNone/>
                      <wp:docPr id="2784" name="Rectangle 27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4" o:spid="_x0000_s1696" style="position:absolute;margin-left:102pt;margin-top:34pt;width:79pt;height:55pt;z-index:252552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4v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nmIkyAAqfYW6EXHoGZqjHW8a5vT1HNlkPxvr2II1s/yZJZtks8mKRZxsd4s0vUsWRVgUi20abrNs&#10;t8uz1faXux2lJTBXxN7B3Vl3iP0doYv0c6l8yZFRDvvTFML3ZKIw9ZIGHlq9nv8ebDAqU3q2rje8&#10;+ageNOjvPAOmIzS1enB/EAZNvkvO1y5xZCkEi6TIQ+glCltZ/sHZkAWeermstLEfmRyQMyqsoZi+&#10;buQESOajL0fg3uvzzrLTfvJyZCuf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fu3+L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53216" behindDoc="0" locked="0" layoutInCell="1" allowOverlap="1" wp14:anchorId="02A181C7" wp14:editId="08FC616C">
                      <wp:simplePos x="0" y="0"/>
                      <wp:positionH relativeFrom="column">
                        <wp:posOffset>1295400</wp:posOffset>
                      </wp:positionH>
                      <wp:positionV relativeFrom="paragraph">
                        <wp:posOffset>431800</wp:posOffset>
                      </wp:positionV>
                      <wp:extent cx="1003300" cy="698500"/>
                      <wp:effectExtent l="0" t="0" r="0" b="0"/>
                      <wp:wrapNone/>
                      <wp:docPr id="2785" name="Rectangle 27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5" o:spid="_x0000_s1697" style="position:absolute;margin-left:102pt;margin-top:34pt;width:79pt;height:55pt;z-index:252553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D4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3h/w+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p>
        </w:tc>
      </w:tr>
    </w:tbl>
    <w:p w:rsidR="00E97431" w:rsidRDefault="00E97431" w:rsidP="00E97431">
      <w:pPr>
        <w:outlineLvl w:val="0"/>
        <w:rPr>
          <w:rFonts w:ascii="Century Gothic" w:hAnsi="Century Gothic"/>
          <w:b/>
          <w:color w:val="000000" w:themeColor="text1"/>
          <w:sz w:val="15"/>
          <w:szCs w:val="44"/>
        </w:rPr>
      </w:pPr>
    </w:p>
    <w:p w:rsidR="00E97431" w:rsidRPr="00433D29" w:rsidRDefault="00E97431" w:rsidP="00E97431">
      <w:pPr>
        <w:spacing w:line="276"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KEY PROJECT TO BE COMPLETED</w:t>
      </w:r>
    </w:p>
    <w:tbl>
      <w:tblPr>
        <w:tblW w:w="10732" w:type="dxa"/>
        <w:tblInd w:w="-5" w:type="dxa"/>
        <w:tblLook w:val="04A0" w:firstRow="1" w:lastRow="0" w:firstColumn="1" w:lastColumn="0" w:noHBand="0" w:noVBand="1"/>
      </w:tblPr>
      <w:tblGrid>
        <w:gridCol w:w="8460"/>
        <w:gridCol w:w="2272"/>
      </w:tblGrid>
      <w:tr w:rsidR="00E97431" w:rsidRPr="00F14F57" w:rsidTr="00E97431">
        <w:trPr>
          <w:trHeight w:val="576"/>
        </w:trPr>
        <w:tc>
          <w:tcPr>
            <w:tcW w:w="8460" w:type="dxa"/>
            <w:tcBorders>
              <w:top w:val="single" w:sz="4" w:space="0" w:color="BFBFBF"/>
              <w:left w:val="single" w:sz="4" w:space="0" w:color="BFBFBF"/>
              <w:bottom w:val="single" w:sz="4" w:space="0" w:color="BFBFBF"/>
              <w:right w:val="single" w:sz="4" w:space="0" w:color="BFBFBF"/>
            </w:tcBorders>
            <w:shd w:val="clear" w:color="auto" w:fill="EAEEF3"/>
            <w:vAlign w:val="center"/>
            <w:hideMark/>
          </w:tcPr>
          <w:p w:rsidR="00E97431" w:rsidRPr="00E97431" w:rsidRDefault="00E97431" w:rsidP="009372B2">
            <w:pPr>
              <w:rPr>
                <w:rFonts w:ascii="Century Gothic" w:hAnsi="Century Gothic" w:cs="Calibri"/>
                <w:b/>
                <w:bCs/>
                <w:color w:val="000000"/>
                <w:sz w:val="18"/>
                <w:szCs w:val="18"/>
              </w:rPr>
            </w:pPr>
            <w:r w:rsidRPr="00E97431">
              <w:rPr>
                <w:rFonts w:ascii="Century Gothic" w:hAnsi="Century Gothic" w:cs="Calibri"/>
                <w:b/>
                <w:bCs/>
                <w:noProof/>
                <w:color w:val="000000"/>
                <w:sz w:val="18"/>
                <w:szCs w:val="18"/>
              </w:rPr>
              <mc:AlternateContent>
                <mc:Choice Requires="wps">
                  <w:drawing>
                    <wp:anchor distT="0" distB="0" distL="114300" distR="114300" simplePos="0" relativeHeight="252753920" behindDoc="0" locked="0" layoutInCell="1" allowOverlap="1" wp14:anchorId="55323391" wp14:editId="01F12F84">
                      <wp:simplePos x="0" y="0"/>
                      <wp:positionH relativeFrom="column">
                        <wp:posOffset>1320800</wp:posOffset>
                      </wp:positionH>
                      <wp:positionV relativeFrom="paragraph">
                        <wp:posOffset>431800</wp:posOffset>
                      </wp:positionV>
                      <wp:extent cx="1003300" cy="698500"/>
                      <wp:effectExtent l="0" t="0" r="0" b="0"/>
                      <wp:wrapNone/>
                      <wp:docPr id="2786" name="Rectangle 278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6" o:spid="_x0000_s1698" style="position:absolute;margin-left:104pt;margin-top:34pt;width:79pt;height:55pt;z-index:252753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3mf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HeTeZ8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4944" behindDoc="0" locked="0" layoutInCell="1" allowOverlap="1" wp14:anchorId="1CB88A16" wp14:editId="6E962B22">
                      <wp:simplePos x="0" y="0"/>
                      <wp:positionH relativeFrom="column">
                        <wp:posOffset>1320800</wp:posOffset>
                      </wp:positionH>
                      <wp:positionV relativeFrom="paragraph">
                        <wp:posOffset>431800</wp:posOffset>
                      </wp:positionV>
                      <wp:extent cx="1003300" cy="698500"/>
                      <wp:effectExtent l="0" t="0" r="0" b="0"/>
                      <wp:wrapNone/>
                      <wp:docPr id="2787" name="Rectangle 27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7" o:spid="_x0000_s1699" style="position:absolute;margin-left:104pt;margin-top:34pt;width:79pt;height:55pt;z-index:252754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dQC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hjXUA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5968" behindDoc="0" locked="0" layoutInCell="1" allowOverlap="1" wp14:anchorId="1201B097" wp14:editId="65E0406F">
                      <wp:simplePos x="0" y="0"/>
                      <wp:positionH relativeFrom="column">
                        <wp:posOffset>1320800</wp:posOffset>
                      </wp:positionH>
                      <wp:positionV relativeFrom="paragraph">
                        <wp:posOffset>431800</wp:posOffset>
                      </wp:positionV>
                      <wp:extent cx="1003300" cy="698500"/>
                      <wp:effectExtent l="0" t="0" r="0" b="0"/>
                      <wp:wrapNone/>
                      <wp:docPr id="2788" name="Rectangle 27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8" o:spid="_x0000_s1700" style="position:absolute;margin-left:104pt;margin-top:34pt;width:79pt;height:55pt;z-index:252755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6zoHA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o36zo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6992" behindDoc="0" locked="0" layoutInCell="1" allowOverlap="1" wp14:anchorId="6714C946" wp14:editId="237A724D">
                      <wp:simplePos x="0" y="0"/>
                      <wp:positionH relativeFrom="column">
                        <wp:posOffset>1320800</wp:posOffset>
                      </wp:positionH>
                      <wp:positionV relativeFrom="paragraph">
                        <wp:posOffset>431800</wp:posOffset>
                      </wp:positionV>
                      <wp:extent cx="1003300" cy="698500"/>
                      <wp:effectExtent l="0" t="0" r="0" b="0"/>
                      <wp:wrapNone/>
                      <wp:docPr id="2789" name="Rectangle 278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9" o:spid="_x0000_s1701" style="position:absolute;margin-left:104pt;margin-top:34pt;width:79pt;height:55pt;z-index:252756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QF1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l5AX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8016" behindDoc="0" locked="0" layoutInCell="1" allowOverlap="1" wp14:anchorId="2B7FAEB8" wp14:editId="5C5E8BE7">
                      <wp:simplePos x="0" y="0"/>
                      <wp:positionH relativeFrom="column">
                        <wp:posOffset>1320800</wp:posOffset>
                      </wp:positionH>
                      <wp:positionV relativeFrom="paragraph">
                        <wp:posOffset>431800</wp:posOffset>
                      </wp:positionV>
                      <wp:extent cx="1003300" cy="698500"/>
                      <wp:effectExtent l="0" t="0" r="0" b="0"/>
                      <wp:wrapNone/>
                      <wp:docPr id="2790" name="Rectangle 27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0" o:spid="_x0000_s1702" style="position:absolute;margin-left:104pt;margin-top:34pt;width:79pt;height:55pt;z-index:252758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BpzHQ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Q+gac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9040" behindDoc="0" locked="0" layoutInCell="1" allowOverlap="1" wp14:anchorId="322A0C90" wp14:editId="1230BC85">
                      <wp:simplePos x="0" y="0"/>
                      <wp:positionH relativeFrom="column">
                        <wp:posOffset>1320800</wp:posOffset>
                      </wp:positionH>
                      <wp:positionV relativeFrom="paragraph">
                        <wp:posOffset>431800</wp:posOffset>
                      </wp:positionV>
                      <wp:extent cx="1003300" cy="698500"/>
                      <wp:effectExtent l="0" t="0" r="0" b="0"/>
                      <wp:wrapNone/>
                      <wp:docPr id="2791" name="Rectangle 27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1" o:spid="_x0000_s1703" style="position:absolute;margin-left:104pt;margin-top:34pt;width:79pt;height:55pt;z-index:252759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4xoUp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0064" behindDoc="0" locked="0" layoutInCell="1" allowOverlap="1" wp14:anchorId="72BCE360" wp14:editId="536BC865">
                      <wp:simplePos x="0" y="0"/>
                      <wp:positionH relativeFrom="column">
                        <wp:posOffset>1320800</wp:posOffset>
                      </wp:positionH>
                      <wp:positionV relativeFrom="paragraph">
                        <wp:posOffset>431800</wp:posOffset>
                      </wp:positionV>
                      <wp:extent cx="1003300" cy="698500"/>
                      <wp:effectExtent l="0" t="0" r="0" b="0"/>
                      <wp:wrapNone/>
                      <wp:docPr id="2792" name="Rectangle 279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2" o:spid="_x0000_s1704" style="position:absolute;margin-left:104pt;margin-top:34pt;width:79pt;height:55pt;z-index:252760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S2Gw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8z1LY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1088" behindDoc="0" locked="0" layoutInCell="1" allowOverlap="1" wp14:anchorId="68F3A188" wp14:editId="6588CC40">
                      <wp:simplePos x="0" y="0"/>
                      <wp:positionH relativeFrom="column">
                        <wp:posOffset>1320800</wp:posOffset>
                      </wp:positionH>
                      <wp:positionV relativeFrom="paragraph">
                        <wp:posOffset>431800</wp:posOffset>
                      </wp:positionV>
                      <wp:extent cx="1003300" cy="698500"/>
                      <wp:effectExtent l="0" t="0" r="0" b="0"/>
                      <wp:wrapNone/>
                      <wp:docPr id="2793" name="Rectangle 27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3" o:spid="_x0000_s1705" style="position:absolute;margin-left:104pt;margin-top:34pt;width:79pt;height:55pt;z-index:252761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pV5K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2112" behindDoc="0" locked="0" layoutInCell="1" allowOverlap="1" wp14:anchorId="4C109807" wp14:editId="33A52A26">
                      <wp:simplePos x="0" y="0"/>
                      <wp:positionH relativeFrom="column">
                        <wp:posOffset>1320800</wp:posOffset>
                      </wp:positionH>
                      <wp:positionV relativeFrom="paragraph">
                        <wp:posOffset>431800</wp:posOffset>
                      </wp:positionV>
                      <wp:extent cx="1003300" cy="698500"/>
                      <wp:effectExtent l="0" t="0" r="0" b="0"/>
                      <wp:wrapNone/>
                      <wp:docPr id="2794" name="Rectangle 27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4" o:spid="_x0000_s1706" style="position:absolute;margin-left:104pt;margin-top:34pt;width:79pt;height:55pt;z-index:252762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w0X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vdw0X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3136" behindDoc="0" locked="0" layoutInCell="1" allowOverlap="1" wp14:anchorId="624EB2F8" wp14:editId="0034B2A8">
                      <wp:simplePos x="0" y="0"/>
                      <wp:positionH relativeFrom="column">
                        <wp:posOffset>1320800</wp:posOffset>
                      </wp:positionH>
                      <wp:positionV relativeFrom="paragraph">
                        <wp:posOffset>431800</wp:posOffset>
                      </wp:positionV>
                      <wp:extent cx="1003300" cy="698500"/>
                      <wp:effectExtent l="0" t="0" r="0" b="0"/>
                      <wp:wrapNone/>
                      <wp:docPr id="2795" name="Rectangle 279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5" o:spid="_x0000_s1707" style="position:absolute;margin-left:104pt;margin-top:34pt;width:79pt;height:55pt;z-index:252763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aCK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HtGgih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4160" behindDoc="0" locked="0" layoutInCell="1" allowOverlap="1" wp14:anchorId="00B6935A" wp14:editId="773F9FA3">
                      <wp:simplePos x="0" y="0"/>
                      <wp:positionH relativeFrom="column">
                        <wp:posOffset>1320800</wp:posOffset>
                      </wp:positionH>
                      <wp:positionV relativeFrom="paragraph">
                        <wp:posOffset>431800</wp:posOffset>
                      </wp:positionV>
                      <wp:extent cx="1003300" cy="698500"/>
                      <wp:effectExtent l="0" t="0" r="0" b="0"/>
                      <wp:wrapNone/>
                      <wp:docPr id="2796" name="Rectangle 27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6" o:spid="_x0000_s1708" style="position:absolute;margin-left:104pt;margin-top:34pt;width:79pt;height:55pt;z-index:252764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GFi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7pRhY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5184" behindDoc="0" locked="0" layoutInCell="1" allowOverlap="1" wp14:anchorId="5EDC246A" wp14:editId="3E6DE0D5">
                      <wp:simplePos x="0" y="0"/>
                      <wp:positionH relativeFrom="column">
                        <wp:posOffset>1320800</wp:posOffset>
                      </wp:positionH>
                      <wp:positionV relativeFrom="paragraph">
                        <wp:posOffset>431800</wp:posOffset>
                      </wp:positionV>
                      <wp:extent cx="1003300" cy="698500"/>
                      <wp:effectExtent l="0" t="0" r="0" b="0"/>
                      <wp:wrapNone/>
                      <wp:docPr id="2797" name="Rectangle 27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7" o:spid="_x0000_s1709" style="position:absolute;margin-left:104pt;margin-top:34pt;width:79pt;height:55pt;z-index:252765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m+1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mZvt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6208" behindDoc="0" locked="0" layoutInCell="1" allowOverlap="1" wp14:anchorId="18571B8E" wp14:editId="60C8D7B2">
                      <wp:simplePos x="0" y="0"/>
                      <wp:positionH relativeFrom="column">
                        <wp:posOffset>1320800</wp:posOffset>
                      </wp:positionH>
                      <wp:positionV relativeFrom="paragraph">
                        <wp:posOffset>431800</wp:posOffset>
                      </wp:positionV>
                      <wp:extent cx="1003300" cy="698500"/>
                      <wp:effectExtent l="0" t="0" r="0" b="0"/>
                      <wp:wrapNone/>
                      <wp:docPr id="2798" name="Rectangle 279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8" o:spid="_x0000_s1710" style="position:absolute;margin-left:104pt;margin-top:34pt;width:79pt;height:55pt;z-index:252766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QVGw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HYtB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7232" behindDoc="0" locked="0" layoutInCell="1" allowOverlap="1" wp14:anchorId="1407C1F3" wp14:editId="08A84B8A">
                      <wp:simplePos x="0" y="0"/>
                      <wp:positionH relativeFrom="column">
                        <wp:posOffset>1320800</wp:posOffset>
                      </wp:positionH>
                      <wp:positionV relativeFrom="paragraph">
                        <wp:posOffset>431800</wp:posOffset>
                      </wp:positionV>
                      <wp:extent cx="1003300" cy="698500"/>
                      <wp:effectExtent l="0" t="0" r="0" b="0"/>
                      <wp:wrapNone/>
                      <wp:docPr id="2799" name="Rectangle 27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9" o:spid="_x0000_s1711" style="position:absolute;margin-left:104pt;margin-top:34pt;width:79pt;height:55pt;z-index:252767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hmI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wH4Zi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8256" behindDoc="0" locked="0" layoutInCell="1" allowOverlap="1" wp14:anchorId="3B66B2D1" wp14:editId="6DE6D2EA">
                      <wp:simplePos x="0" y="0"/>
                      <wp:positionH relativeFrom="column">
                        <wp:posOffset>1320800</wp:posOffset>
                      </wp:positionH>
                      <wp:positionV relativeFrom="paragraph">
                        <wp:posOffset>431800</wp:posOffset>
                      </wp:positionV>
                      <wp:extent cx="1003300" cy="698500"/>
                      <wp:effectExtent l="0" t="0" r="0" b="0"/>
                      <wp:wrapNone/>
                      <wp:docPr id="2800" name="Rectangle 28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0" o:spid="_x0000_s1712" style="position:absolute;margin-left:104pt;margin-top:34pt;width:79pt;height:55pt;z-index:252768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aa4wo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9280" behindDoc="0" locked="0" layoutInCell="1" allowOverlap="1" wp14:anchorId="4B3656CA" wp14:editId="7EAC5FEA">
                      <wp:simplePos x="0" y="0"/>
                      <wp:positionH relativeFrom="column">
                        <wp:posOffset>1320800</wp:posOffset>
                      </wp:positionH>
                      <wp:positionV relativeFrom="paragraph">
                        <wp:posOffset>431800</wp:posOffset>
                      </wp:positionV>
                      <wp:extent cx="1003300" cy="698500"/>
                      <wp:effectExtent l="0" t="0" r="0" b="0"/>
                      <wp:wrapNone/>
                      <wp:docPr id="2801" name="Rectangle 280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1" o:spid="_x0000_s1713" style="position:absolute;margin-left:104pt;margin-top:34pt;width:79pt;height:55pt;z-index:252769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SG1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GvNIb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0304" behindDoc="0" locked="0" layoutInCell="1" allowOverlap="1" wp14:anchorId="35E8A0B9" wp14:editId="386AB7D8">
                      <wp:simplePos x="0" y="0"/>
                      <wp:positionH relativeFrom="column">
                        <wp:posOffset>1320800</wp:posOffset>
                      </wp:positionH>
                      <wp:positionV relativeFrom="paragraph">
                        <wp:posOffset>431800</wp:posOffset>
                      </wp:positionV>
                      <wp:extent cx="1003300" cy="698500"/>
                      <wp:effectExtent l="0" t="0" r="0" b="0"/>
                      <wp:wrapNone/>
                      <wp:docPr id="2802" name="Rectangle 28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2" o:spid="_x0000_s1714" style="position:absolute;margin-left:104pt;margin-top:34pt;width:79pt;height:55pt;z-index:252770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OGn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35OGn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1328" behindDoc="0" locked="0" layoutInCell="1" allowOverlap="1" wp14:anchorId="711B9CC0" wp14:editId="4B59764C">
                      <wp:simplePos x="0" y="0"/>
                      <wp:positionH relativeFrom="column">
                        <wp:posOffset>1320800</wp:posOffset>
                      </wp:positionH>
                      <wp:positionV relativeFrom="paragraph">
                        <wp:posOffset>431800</wp:posOffset>
                      </wp:positionV>
                      <wp:extent cx="1003300" cy="698500"/>
                      <wp:effectExtent l="0" t="0" r="0" b="0"/>
                      <wp:wrapNone/>
                      <wp:docPr id="2803" name="Rectangle 28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3" o:spid="_x0000_s1715" style="position:absolute;margin-left:104pt;margin-top:34pt;width:79pt;height:55pt;z-index:252771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u9wHQ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Fxbvc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2352" behindDoc="0" locked="0" layoutInCell="1" allowOverlap="1" wp14:anchorId="421C27E3" wp14:editId="4D3306FB">
                      <wp:simplePos x="0" y="0"/>
                      <wp:positionH relativeFrom="column">
                        <wp:posOffset>1320800</wp:posOffset>
                      </wp:positionH>
                      <wp:positionV relativeFrom="paragraph">
                        <wp:posOffset>431800</wp:posOffset>
                      </wp:positionV>
                      <wp:extent cx="1003300" cy="698500"/>
                      <wp:effectExtent l="0" t="0" r="0" b="0"/>
                      <wp:wrapNone/>
                      <wp:docPr id="2804" name="Rectangle 280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4" o:spid="_x0000_s1716" style="position:absolute;margin-left:104pt;margin-top:34pt;width:79pt;height:55pt;z-index:252772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oJn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tV6CZ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3376" behindDoc="0" locked="0" layoutInCell="1" allowOverlap="1" wp14:anchorId="399FAB05" wp14:editId="3D709E82">
                      <wp:simplePos x="0" y="0"/>
                      <wp:positionH relativeFrom="column">
                        <wp:posOffset>1320800</wp:posOffset>
                      </wp:positionH>
                      <wp:positionV relativeFrom="paragraph">
                        <wp:posOffset>431800</wp:posOffset>
                      </wp:positionV>
                      <wp:extent cx="1003300" cy="698500"/>
                      <wp:effectExtent l="0" t="0" r="0" b="0"/>
                      <wp:wrapNone/>
                      <wp:docPr id="2805" name="Rectangle 28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5" o:spid="_x0000_s1717" style="position:absolute;margin-left:104pt;margin-top:34pt;width:79pt;height:55pt;z-index:252773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E+C/6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4400" behindDoc="0" locked="0" layoutInCell="1" allowOverlap="1" wp14:anchorId="247DA3D7" wp14:editId="030334F1">
                      <wp:simplePos x="0" y="0"/>
                      <wp:positionH relativeFrom="column">
                        <wp:posOffset>1320800</wp:posOffset>
                      </wp:positionH>
                      <wp:positionV relativeFrom="paragraph">
                        <wp:posOffset>431800</wp:posOffset>
                      </wp:positionV>
                      <wp:extent cx="1003300" cy="698500"/>
                      <wp:effectExtent l="0" t="0" r="0" b="0"/>
                      <wp:wrapNone/>
                      <wp:docPr id="2806" name="Rectangle 28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6" o:spid="_x0000_s1718" style="position:absolute;margin-left:104pt;margin-top:34pt;width:79pt;height:55pt;z-index:252774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U1YHQ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5elNW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5424" behindDoc="0" locked="0" layoutInCell="1" allowOverlap="1" wp14:anchorId="2D12C01E" wp14:editId="43610C14">
                      <wp:simplePos x="0" y="0"/>
                      <wp:positionH relativeFrom="column">
                        <wp:posOffset>1320800</wp:posOffset>
                      </wp:positionH>
                      <wp:positionV relativeFrom="paragraph">
                        <wp:posOffset>431800</wp:posOffset>
                      </wp:positionV>
                      <wp:extent cx="1003300" cy="698500"/>
                      <wp:effectExtent l="0" t="0" r="0" b="0"/>
                      <wp:wrapNone/>
                      <wp:docPr id="2807" name="Rectangle 280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7" o:spid="_x0000_s1719" style="position:absolute;margin-left:104pt;margin-top:34pt;width:79pt;height:55pt;z-index:252775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DF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RP4M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6448" behindDoc="0" locked="0" layoutInCell="1" allowOverlap="1" wp14:anchorId="7D192930" wp14:editId="494E130B">
                      <wp:simplePos x="0" y="0"/>
                      <wp:positionH relativeFrom="column">
                        <wp:posOffset>1320800</wp:posOffset>
                      </wp:positionH>
                      <wp:positionV relativeFrom="paragraph">
                        <wp:posOffset>431800</wp:posOffset>
                      </wp:positionV>
                      <wp:extent cx="1003300" cy="698500"/>
                      <wp:effectExtent l="0" t="0" r="0" b="0"/>
                      <wp:wrapNone/>
                      <wp:docPr id="2808" name="Rectangle 28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8" o:spid="_x0000_s1720" style="position:absolute;margin-left:104pt;margin-top:34pt;width:79pt;height:55pt;z-index:252776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Ttl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r8Ttl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7472" behindDoc="0" locked="0" layoutInCell="1" allowOverlap="1" wp14:anchorId="533D6988" wp14:editId="76066CC1">
                      <wp:simplePos x="0" y="0"/>
                      <wp:positionH relativeFrom="column">
                        <wp:posOffset>1320800</wp:posOffset>
                      </wp:positionH>
                      <wp:positionV relativeFrom="paragraph">
                        <wp:posOffset>431800</wp:posOffset>
                      </wp:positionV>
                      <wp:extent cx="1003300" cy="698500"/>
                      <wp:effectExtent l="0" t="0" r="0" b="0"/>
                      <wp:wrapNone/>
                      <wp:docPr id="2809" name="Rectangle 28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9" o:spid="_x0000_s1721" style="position:absolute;margin-left:104pt;margin-top:34pt;width:79pt;height:55pt;z-index:252777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zWy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wM1s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8496" behindDoc="0" locked="0" layoutInCell="1" allowOverlap="1" wp14:anchorId="6F872CF5" wp14:editId="2FD4B528">
                      <wp:simplePos x="0" y="0"/>
                      <wp:positionH relativeFrom="column">
                        <wp:posOffset>1295400</wp:posOffset>
                      </wp:positionH>
                      <wp:positionV relativeFrom="paragraph">
                        <wp:posOffset>431800</wp:posOffset>
                      </wp:positionV>
                      <wp:extent cx="1003300" cy="698500"/>
                      <wp:effectExtent l="0" t="0" r="0" b="0"/>
                      <wp:wrapNone/>
                      <wp:docPr id="2810" name="Rectangle 281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0" o:spid="_x0000_s1722" style="position:absolute;margin-left:102pt;margin-top:34pt;width:79pt;height:55pt;z-index:252778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2Y7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IhbZjs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9520" behindDoc="0" locked="0" layoutInCell="1" allowOverlap="1" wp14:anchorId="0E3686A4" wp14:editId="5CD80383">
                      <wp:simplePos x="0" y="0"/>
                      <wp:positionH relativeFrom="column">
                        <wp:posOffset>1295400</wp:posOffset>
                      </wp:positionH>
                      <wp:positionV relativeFrom="paragraph">
                        <wp:posOffset>431800</wp:posOffset>
                      </wp:positionV>
                      <wp:extent cx="1003300" cy="698500"/>
                      <wp:effectExtent l="0" t="0" r="0" b="0"/>
                      <wp:wrapNone/>
                      <wp:docPr id="2811" name="Rectangle 281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1" o:spid="_x0000_s1723" style="position:absolute;margin-left:102pt;margin-top:34pt;width:79pt;height:55pt;z-index:252779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u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ijASZACVvkLdiDj0DM3RjjcNc/p6jmyyn411bMGaWf7Mkk2y2WTFIk62u0Wa3iWLIiyKxTYNt1m2&#10;2+XZavvL3Y7SEpgrYu/g7qw7xP6O0EX6uVS+5Mgoh/1pCuF7MlGYekkDD61ez38PNhiVKT1b1xve&#10;fFQPGvR3ngHTEZpaPbg/CIMm3yXna5c4shSCRVLkIfQSha0s/+BsyAJPvVxW2tiPTA7IGRXWUExf&#10;N3ICJPPRlyNw7/V5Z9lpP3k5smLl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f3Lp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0544" behindDoc="0" locked="0" layoutInCell="1" allowOverlap="1" wp14:anchorId="660BB2CC" wp14:editId="69D71FC3">
                      <wp:simplePos x="0" y="0"/>
                      <wp:positionH relativeFrom="column">
                        <wp:posOffset>1295400</wp:posOffset>
                      </wp:positionH>
                      <wp:positionV relativeFrom="paragraph">
                        <wp:posOffset>431800</wp:posOffset>
                      </wp:positionV>
                      <wp:extent cx="1003300" cy="698500"/>
                      <wp:effectExtent l="0" t="0" r="0" b="0"/>
                      <wp:wrapNone/>
                      <wp:docPr id="2812" name="Rectangle 28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2" o:spid="_x0000_s1724" style="position:absolute;margin-left:102pt;margin-top:34pt;width:79pt;height:55pt;z-index:252780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j+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iP&#10;YowEGUCl71A3IvY9Q3O0403DnL6eI5vsV2MdW7Bmlr+yZJ2s11mxiJPNdpGmt8miCItisUnDTZZt&#10;t3l2tfntbkdpCcwVsbdwd9YdYn9H6Cz9XCpfcmSUw/40hfA9mShMvaSBh1av5r8HG4zKlJ6t6w1v&#10;Pqh7Dfo7z4DpCE2tHtwfhEGT75LTpUscWQrBIinyEHqJwlaWf3I2ZIGnXi4rbexnJgfkjAprKKav&#10;GzkCkvnoyxG49/q8s+y0m7wcWZG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9ICo/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1568" behindDoc="0" locked="0" layoutInCell="1" allowOverlap="1" wp14:anchorId="7CEA6C01" wp14:editId="483E5F58">
                      <wp:simplePos x="0" y="0"/>
                      <wp:positionH relativeFrom="column">
                        <wp:posOffset>1295400</wp:posOffset>
                      </wp:positionH>
                      <wp:positionV relativeFrom="paragraph">
                        <wp:posOffset>431800</wp:posOffset>
                      </wp:positionV>
                      <wp:extent cx="1003300" cy="698500"/>
                      <wp:effectExtent l="0" t="0" r="0" b="0"/>
                      <wp:wrapNone/>
                      <wp:docPr id="2813" name="Rectangle 281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3" o:spid="_x0000_s1725" style="position:absolute;margin-left:102pt;margin-top:34pt;width:79pt;height:55pt;z-index:252781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gVj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BSYFYx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2592" behindDoc="0" locked="0" layoutInCell="1" allowOverlap="1" wp14:anchorId="1BDC8BE9" wp14:editId="76F0346C">
                      <wp:simplePos x="0" y="0"/>
                      <wp:positionH relativeFrom="column">
                        <wp:posOffset>1295400</wp:posOffset>
                      </wp:positionH>
                      <wp:positionV relativeFrom="paragraph">
                        <wp:posOffset>431800</wp:posOffset>
                      </wp:positionV>
                      <wp:extent cx="1003300" cy="698500"/>
                      <wp:effectExtent l="0" t="0" r="0" b="0"/>
                      <wp:wrapNone/>
                      <wp:docPr id="2814" name="Rectangle 281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4" o:spid="_x0000_s1726" style="position:absolute;margin-left:102pt;margin-top:34pt;width:79pt;height:55pt;z-index:252782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7/r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3616" behindDoc="0" locked="0" layoutInCell="1" allowOverlap="1" wp14:anchorId="7817F7B6" wp14:editId="4A86F149">
                      <wp:simplePos x="0" y="0"/>
                      <wp:positionH relativeFrom="column">
                        <wp:posOffset>1295400</wp:posOffset>
                      </wp:positionH>
                      <wp:positionV relativeFrom="paragraph">
                        <wp:posOffset>431800</wp:posOffset>
                      </wp:positionV>
                      <wp:extent cx="1003300" cy="698500"/>
                      <wp:effectExtent l="0" t="0" r="0" b="0"/>
                      <wp:wrapNone/>
                      <wp:docPr id="2815" name="Rectangle 28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5" o:spid="_x0000_s1727" style="position:absolute;margin-left:102pt;margin-top:34pt;width:79pt;height:55pt;z-index:252783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E8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usFIkAFU+gJ1I+LQMzRHO940zOnrObLJfjLWsQVrZvkjSzbJZpMVizjZ7hZpep8sirAoFts03GbZ&#10;bpdnq+1PdztKS2CuiL2Hu7PuEPs7Qhfp51L5kiOjHPbnKYTv2URh6iUNPLR6Pf892GBUpvRsXW94&#10;80k9atDfeQZMR2hq9eD+IAyafJecr13iyFIIFkmRh9BLFLay/MbZkAWeermstLEfmByQMyqsoZi+&#10;buQESOajL0fg3uvzzrLTfvJyrML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3w2xP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4640" behindDoc="0" locked="0" layoutInCell="1" allowOverlap="1" wp14:anchorId="35E35436" wp14:editId="6D227B86">
                      <wp:simplePos x="0" y="0"/>
                      <wp:positionH relativeFrom="column">
                        <wp:posOffset>1295400</wp:posOffset>
                      </wp:positionH>
                      <wp:positionV relativeFrom="paragraph">
                        <wp:posOffset>431800</wp:posOffset>
                      </wp:positionV>
                      <wp:extent cx="1003300" cy="698500"/>
                      <wp:effectExtent l="0" t="0" r="0" b="0"/>
                      <wp:wrapNone/>
                      <wp:docPr id="2816" name="Rectangle 281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6" o:spid="_x0000_s1728" style="position:absolute;margin-left:102pt;margin-top:34pt;width:79pt;height:55pt;z-index:252784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HDU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lGEkSA9d+g51I2LfMTRFW17XzPXXc2Sj/WqsYwvWxPJXlqyT9TorZnGy2c7S9C6ZFWFRzDZpuMmy&#10;7TbPFpvf7naUlsBcEXsHd6e+Q+zvCJ1bP5XKlxwZ5bA/jyF8zyYK08K1NPDQLn8PNhiUKT1bpw1v&#10;PqoHDYedZ8B0hMZG9+4PjUGjV8npqhJHlkKwSIo8BC1R2MryT86enrxcVtrYz0z2yBkV1lBMXzdy&#10;BCTT0csRgPj6vLPsuBt9OxZh7N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9IcN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5664" behindDoc="0" locked="0" layoutInCell="1" allowOverlap="1" wp14:anchorId="5EE9B0B3" wp14:editId="462CA7F5">
                      <wp:simplePos x="0" y="0"/>
                      <wp:positionH relativeFrom="column">
                        <wp:posOffset>1295400</wp:posOffset>
                      </wp:positionH>
                      <wp:positionV relativeFrom="paragraph">
                        <wp:posOffset>431800</wp:posOffset>
                      </wp:positionV>
                      <wp:extent cx="1003300" cy="698500"/>
                      <wp:effectExtent l="0" t="0" r="0" b="0"/>
                      <wp:wrapNone/>
                      <wp:docPr id="2817" name="Rectangle 281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7" o:spid="_x0000_s1729" style="position:absolute;margin-left:102pt;margin-top:34pt;width:79pt;height:55pt;z-index:252785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1J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WmEkyAAqfYW6EXHoGZqjHW8a5vT1HNlkPxvr2II1s/yZJZtks8mKRZxsd4s0vUsWRVgUi20abrNs&#10;t8uz1faXux2lJTBXxN7B3Vl3iP0doYv0c6l8yZFRDvvTFML3ZKIw9ZIGHlq9nv8ebDAqU3q2rje8&#10;+ageNOjvPAOmIzS1enB/EAZNvkvO1y5xZCkEi6TIQ+glCltZ/sHZkAWeermstLEfmRyQMyqsoZi+&#10;buQESOajL0fg3uvzzrLTfvJyrML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7u3Uk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6688" behindDoc="0" locked="0" layoutInCell="1" allowOverlap="1" wp14:anchorId="3A342F2E" wp14:editId="7F02D4FE">
                      <wp:simplePos x="0" y="0"/>
                      <wp:positionH relativeFrom="column">
                        <wp:posOffset>1295400</wp:posOffset>
                      </wp:positionH>
                      <wp:positionV relativeFrom="paragraph">
                        <wp:posOffset>431800</wp:posOffset>
                      </wp:positionV>
                      <wp:extent cx="1003300" cy="698500"/>
                      <wp:effectExtent l="0" t="0" r="0" b="0"/>
                      <wp:wrapNone/>
                      <wp:docPr id="2818" name="Rectangle 28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8" o:spid="_x0000_s1730" style="position:absolute;margin-left:102pt;margin-top:34pt;width:79pt;height:55pt;z-index:252786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KWj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Aq0EGUClr1A3Ig49Q3O0403DnL6eI5vsZ2MdW7Bmlj+zZJNsNlmxiJPtbpGmd8miCItisU3DbZbt&#10;dnm22v5yt6O0BOaK2Du4O+sOsb8jdJF+LpUvOTLKYX+aQvieTBSmXtLAQ6vX89+DDUZlSs/W9YY3&#10;H9WDBv2dZ8B0hKZWD+4PwqDJd8n52iWOLIVgkRR5CL1EYSvLPzgbssBTL5eVNvYjkwNyRoU1FNPX&#10;jZwAyXz05Qjce33eWXbaT16OVZi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8ASlo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7712" behindDoc="0" locked="0" layoutInCell="1" allowOverlap="1" wp14:anchorId="2AB219F2" wp14:editId="0D9A348E">
                      <wp:simplePos x="0" y="0"/>
                      <wp:positionH relativeFrom="column">
                        <wp:posOffset>1295400</wp:posOffset>
                      </wp:positionH>
                      <wp:positionV relativeFrom="paragraph">
                        <wp:posOffset>431800</wp:posOffset>
                      </wp:positionV>
                      <wp:extent cx="1003300" cy="698500"/>
                      <wp:effectExtent l="0" t="0" r="0" b="0"/>
                      <wp:wrapNone/>
                      <wp:docPr id="2819" name="Rectangle 281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9" o:spid="_x0000_s1731" style="position:absolute;margin-left:102pt;margin-top:34pt;width:79pt;height:55pt;z-index:252787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gg+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qMBIkB669A3qRsS+Y2iKtryumeuv58hG+8VYxxasieXPLFkn63VWzOJks52l6X0yK8KimG3ScJNl&#10;222eLTa/3O0oLYG5IvYe7k59h9j7CJ1bP5XKlxwZ5bC/jCF8LyYK08K1NPDQLn8PNhiUKT1bpw1v&#10;PqlHDYedZ8B0hMZG9+4PjUGjV8npqhJHlkKwSIo8BC1R2MryG2dPT14uK23sJyZ75IwKayimrxs5&#10;ApLp6OUIQHx93ll23I2+HYvwx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Bogg+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8736" behindDoc="0" locked="0" layoutInCell="1" allowOverlap="1" wp14:anchorId="6FDEE4AE" wp14:editId="54F7D0C9">
                      <wp:simplePos x="0" y="0"/>
                      <wp:positionH relativeFrom="column">
                        <wp:posOffset>1295400</wp:posOffset>
                      </wp:positionH>
                      <wp:positionV relativeFrom="paragraph">
                        <wp:posOffset>431800</wp:posOffset>
                      </wp:positionV>
                      <wp:extent cx="1003300" cy="698500"/>
                      <wp:effectExtent l="0" t="0" r="0" b="0"/>
                      <wp:wrapNone/>
                      <wp:docPr id="2820" name="Rectangle 282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0" o:spid="_x0000_s1732" style="position:absolute;margin-left:102pt;margin-top:34pt;width:79pt;height:55pt;z-index:252788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kc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hgIJMoBKX6FuRBx6huZox5uGOX09RzbZz8Y6tmDNLH9mySbZbLJiESfb3SJN75JFERbFYpuG2yzb&#10;7fJstf3lbkdpCcwVsXdwd9YdYn9H6CL9XCpfcmSUw/40hfA9mShMvaSBh1av578HG4zKlJ6t6w1v&#10;PqoHDfo7z4DpCE2tHtwfhEGT75LztUscWQrBIinyEEpFYSvLPzgbssBTL5eVNvYjkwNyRoU1FNPX&#10;jZwAyXz05Qjce33eWXbaT16OVZi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z5H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9760" behindDoc="0" locked="0" layoutInCell="1" allowOverlap="1" wp14:anchorId="42118650" wp14:editId="355A75FE">
                      <wp:simplePos x="0" y="0"/>
                      <wp:positionH relativeFrom="column">
                        <wp:posOffset>1295400</wp:posOffset>
                      </wp:positionH>
                      <wp:positionV relativeFrom="paragraph">
                        <wp:posOffset>431800</wp:posOffset>
                      </wp:positionV>
                      <wp:extent cx="1003300" cy="698500"/>
                      <wp:effectExtent l="0" t="0" r="0" b="0"/>
                      <wp:wrapNone/>
                      <wp:docPr id="2821" name="Rectangle 28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1" o:spid="_x0000_s1733" style="position:absolute;margin-left:102pt;margin-top:34pt;width:79pt;height:55pt;z-index:252789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vfL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jjASZACVvkLdiDj0DM3RjjcNc/p6jmyyn411bMGaWf7Mkk2y2WTFIk62u0Wa3iWLIiyKxTYNt1m2&#10;2+XZavvL3Y7SEpgrYu/g7qw7xP6O0EX6uVS+5Mgoh/1pCuF7MlGYekkDD61ez38PNhiVKT1b1xve&#10;fFQPGvR3ngHTEZpaPbg/CIMm3yXna5c4shSCRVLkIfQSha0s/+BsyAJPvVxW2tiPTA7IGRXWUExf&#10;N3ICJPPRlyNw7/V5Z9lpP3k5VuH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MO98s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0784" behindDoc="0" locked="0" layoutInCell="1" allowOverlap="1" wp14:anchorId="6A6D5D53" wp14:editId="00A22102">
                      <wp:simplePos x="0" y="0"/>
                      <wp:positionH relativeFrom="column">
                        <wp:posOffset>1295400</wp:posOffset>
                      </wp:positionH>
                      <wp:positionV relativeFrom="paragraph">
                        <wp:posOffset>431800</wp:posOffset>
                      </wp:positionV>
                      <wp:extent cx="1003300" cy="698500"/>
                      <wp:effectExtent l="0" t="0" r="0" b="0"/>
                      <wp:wrapNone/>
                      <wp:docPr id="2822" name="Rectangle 282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2" o:spid="_x0000_s1734" style="position:absolute;margin-left:102pt;margin-top:34pt;width:79pt;height:55pt;z-index:252790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zfZGg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8nN9k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1808" behindDoc="0" locked="0" layoutInCell="1" allowOverlap="1" wp14:anchorId="66D8F3C2" wp14:editId="2C0C55DC">
                      <wp:simplePos x="0" y="0"/>
                      <wp:positionH relativeFrom="column">
                        <wp:posOffset>1295400</wp:posOffset>
                      </wp:positionH>
                      <wp:positionV relativeFrom="paragraph">
                        <wp:posOffset>431800</wp:posOffset>
                      </wp:positionV>
                      <wp:extent cx="1003300" cy="698500"/>
                      <wp:effectExtent l="0" t="0" r="0" b="0"/>
                      <wp:wrapNone/>
                      <wp:docPr id="2823" name="Rectangle 282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3" o:spid="_x0000_s1735" style="position:absolute;margin-left:102pt;margin-top:34pt;width:79pt;height:55pt;z-index:252791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pE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TjASZACVvkLdiDj0DM3RjjcNc/p6jmyyn411bMGaWf7Mkk2y2WTFIk62u0Wa3iWLIiyKxTYNt1m2&#10;2+XZavvL3Y7SEpgrYu/g7qw7xP6O0EX6uVS+5Mgoh/1pCuF7MlGYekkDD61ez38PNhiVKT1b1xve&#10;fFQPGvR3ngHTEZpaPbg/CIMm3yXna5c4shSCRVLkIfQSha0s/+BsyAJPvVxW2tiPTA7IGRXWUExf&#10;N3ICJPPRlyNw7/V5Z9lpP3k5VmH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oGaR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2832" behindDoc="0" locked="0" layoutInCell="1" allowOverlap="1" wp14:anchorId="7046ABF1" wp14:editId="623F2047">
                      <wp:simplePos x="0" y="0"/>
                      <wp:positionH relativeFrom="column">
                        <wp:posOffset>1295400</wp:posOffset>
                      </wp:positionH>
                      <wp:positionV relativeFrom="paragraph">
                        <wp:posOffset>431800</wp:posOffset>
                      </wp:positionV>
                      <wp:extent cx="1003300" cy="698500"/>
                      <wp:effectExtent l="0" t="0" r="0" b="0"/>
                      <wp:wrapNone/>
                      <wp:docPr id="2824" name="Rectangle 28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4" o:spid="_x0000_s1736" style="position:absolute;margin-left:102pt;margin-top:34pt;width:79pt;height:55pt;z-index:252792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VQZ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TjESZACVvkLdiDj0DM3RjjcNc/p6jmyyn411bMGaWf7Mkk2y2WTFIk62u0Wa3iWLIiyKxTYNt1m2&#10;2+XZavvL3Y7SEpgrYu/g7qw7xP6O0EX6uVS+5Mgoh/1pCuF7MlGYekkDD61ez38PNhiVKT1b1xve&#10;fFQPGvR3ngHTEZpaPbg/CIMm3yXna5c4shSCRVLkIfQSha0s/+BsyAJPvVxW2tiPTA7IGRXWUExf&#10;N3ICJPPRlyNw7/V5Z9lpP3k5VpF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Z1UG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3856" behindDoc="0" locked="0" layoutInCell="1" allowOverlap="1" wp14:anchorId="2AC63B01" wp14:editId="11D26ED5">
                      <wp:simplePos x="0" y="0"/>
                      <wp:positionH relativeFrom="column">
                        <wp:posOffset>1295400</wp:posOffset>
                      </wp:positionH>
                      <wp:positionV relativeFrom="paragraph">
                        <wp:posOffset>431800</wp:posOffset>
                      </wp:positionV>
                      <wp:extent cx="1003300" cy="698500"/>
                      <wp:effectExtent l="0" t="0" r="0" b="0"/>
                      <wp:wrapNone/>
                      <wp:docPr id="2825" name="Rectangle 282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5" o:spid="_x0000_s1737" style="position:absolute;margin-left:102pt;margin-top:34pt;width:79pt;height:55pt;z-index:252793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mE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w7+Y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4880" behindDoc="0" locked="0" layoutInCell="1" allowOverlap="1" wp14:anchorId="50F29035" wp14:editId="04932F41">
                      <wp:simplePos x="0" y="0"/>
                      <wp:positionH relativeFrom="column">
                        <wp:posOffset>1295400</wp:posOffset>
                      </wp:positionH>
                      <wp:positionV relativeFrom="paragraph">
                        <wp:posOffset>431800</wp:posOffset>
                      </wp:positionV>
                      <wp:extent cx="1003300" cy="698500"/>
                      <wp:effectExtent l="0" t="0" r="0" b="0"/>
                      <wp:wrapNone/>
                      <wp:docPr id="2826" name="Rectangle 282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6" o:spid="_x0000_s1738" style="position:absolute;margin-left:102pt;margin-top:34pt;width:79pt;height:55pt;z-index:252794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jh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zjASZACVvkLdiDj0DM3RjjcNc/p6jmyyn411bMGaWf7Mkk2y2WTFIk62u0Wa3iWLIiyKxTYNt1m2&#10;2+XZavvL3Y7SEpgrYu/g7qw7xP6O0EX6uVS+5Mgoh/1pCuF7MlGYekkDD61ez38PNhiVKT1b1xve&#10;fFQPGvR3ngHTEZpaPbg/CIMm3yXna5c4shSCRVLkIfQSha0s/+BsyAJPvVxW2tiPTA7IGRXWUExf&#10;N3ICJPPRlyNw7/V5Z9lpP3k5VlH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H44b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5904" behindDoc="0" locked="0" layoutInCell="1" allowOverlap="1" wp14:anchorId="1D88769B" wp14:editId="173ACF4F">
                      <wp:simplePos x="0" y="0"/>
                      <wp:positionH relativeFrom="column">
                        <wp:posOffset>1295400</wp:posOffset>
                      </wp:positionH>
                      <wp:positionV relativeFrom="paragraph">
                        <wp:posOffset>431800</wp:posOffset>
                      </wp:positionV>
                      <wp:extent cx="1003300" cy="698500"/>
                      <wp:effectExtent l="0" t="0" r="0" b="0"/>
                      <wp:wrapNone/>
                      <wp:docPr id="2827" name="Rectangle 28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7" o:spid="_x0000_s1739" style="position:absolute;margin-left:102pt;margin-top:34pt;width:79pt;height:55pt;z-index:252795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a7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XmEkyAAqfYW6EXHoGZqjHW8a5vT1HNlkPxvr2II1s/yZJZtks8mKRZxsd4s0vUsWRVgUi20abrNs&#10;t8uz1faXux2lJTBXxN7B3Vl3iP0doYv0c6l8yZFRDvvTFML3ZKIw9ZIGHlq9nv8ebDAqU3q2rje8&#10;+ageNOjvPAOmIzS1enB/EAZNvkvO1y5xZCkEi6TIQ+glCltZ/sHZkAWeermstLEfmRyQMyqsoZi+&#10;buQESOajL0fg3uvzzrLTfvJyrKL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yMNrs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6928" behindDoc="0" locked="0" layoutInCell="1" allowOverlap="1" wp14:anchorId="462FC99D" wp14:editId="3256638D">
                      <wp:simplePos x="0" y="0"/>
                      <wp:positionH relativeFrom="column">
                        <wp:posOffset>1295400</wp:posOffset>
                      </wp:positionH>
                      <wp:positionV relativeFrom="paragraph">
                        <wp:posOffset>431800</wp:posOffset>
                      </wp:positionV>
                      <wp:extent cx="1003300" cy="698500"/>
                      <wp:effectExtent l="0" t="0" r="0" b="0"/>
                      <wp:wrapNone/>
                      <wp:docPr id="2828" name="Rectangle 282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8" o:spid="_x0000_s1740" style="position:absolute;margin-left:102pt;margin-top:34pt;width:79pt;height:55pt;z-index:252796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u0bGQ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kzLtGx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7952" behindDoc="0" locked="0" layoutInCell="1" allowOverlap="1" wp14:anchorId="3735F80F" wp14:editId="2C7A1724">
                      <wp:simplePos x="0" y="0"/>
                      <wp:positionH relativeFrom="column">
                        <wp:posOffset>1295400</wp:posOffset>
                      </wp:positionH>
                      <wp:positionV relativeFrom="paragraph">
                        <wp:posOffset>431800</wp:posOffset>
                      </wp:positionV>
                      <wp:extent cx="1003300" cy="698500"/>
                      <wp:effectExtent l="0" t="0" r="0" b="0"/>
                      <wp:wrapNone/>
                      <wp:docPr id="2829" name="Rectangle 282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9" o:spid="_x0000_s1741" style="position:absolute;margin-left:102pt;margin-top:34pt;width:79pt;height:55pt;z-index:252797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ECG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LjASZACVvkDdiDj0DM3RjjcNc/p6jmyyn4x1bMGaWf7Ikk2y2WTFIk62u0Wa3ieLIiyKxTYNt1m2&#10;2+XZavvT3Y7SEpgrYu/h7qw7xP6O0EX6uVS+5Mgoh/15CuF7NlGYekkDD61ez38PNhiVKT1b1xve&#10;fFKPGvR3ngHTEZpaPbg/CIMm3yXna5c4shSCRVLkIfQSha0sv3E2ZIGnXi4rbewHJgfkjAprKKav&#10;GzkBkvnoyxG49/q8s+y0n7wcq+jG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GKUQIY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8976" behindDoc="0" locked="0" layoutInCell="1" allowOverlap="1" wp14:anchorId="62D682B0" wp14:editId="5A608622">
                      <wp:simplePos x="0" y="0"/>
                      <wp:positionH relativeFrom="column">
                        <wp:posOffset>1295400</wp:posOffset>
                      </wp:positionH>
                      <wp:positionV relativeFrom="paragraph">
                        <wp:posOffset>431800</wp:posOffset>
                      </wp:positionV>
                      <wp:extent cx="1003300" cy="698500"/>
                      <wp:effectExtent l="0" t="0" r="0" b="0"/>
                      <wp:wrapNone/>
                      <wp:docPr id="2830" name="Rectangle 28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0" o:spid="_x0000_s1742" style="position:absolute;margin-left:102pt;margin-top:34pt;width:79pt;height:55pt;z-index:252798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fjK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gQIJMoBKX6FuRBx6huZox5uGOX09RzbZz8Y6tmDNLH9mySbZbLJiESfb3SJN75JFERbFYpuG2yzb&#10;7fJstf3lbkdpCcwVsXdwd9YdYn9H6CL9XCpfcmSUw/40hfA9mShMvaSBh1av578HG4zKlJ6t6w1v&#10;PqoHDfo7z4DpCE2tHtwfhEGT75LztUscWQrBIinyEEpFYSvLPzgbssBTL5eVNvYjkwNyRoU1FNPX&#10;jZwAyXz05Qjce33eWXbaT16OVZS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VH4y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0000" behindDoc="0" locked="0" layoutInCell="1" allowOverlap="1" wp14:anchorId="4406AB48" wp14:editId="4EE5B655">
                      <wp:simplePos x="0" y="0"/>
                      <wp:positionH relativeFrom="column">
                        <wp:posOffset>1295400</wp:posOffset>
                      </wp:positionH>
                      <wp:positionV relativeFrom="paragraph">
                        <wp:posOffset>431800</wp:posOffset>
                      </wp:positionV>
                      <wp:extent cx="1003300" cy="698500"/>
                      <wp:effectExtent l="0" t="0" r="0" b="0"/>
                      <wp:wrapNone/>
                      <wp:docPr id="2831" name="Rectangle 283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1" o:spid="_x0000_s1743" style="position:absolute;margin-left:102pt;margin-top:34pt;width:79pt;height:55pt;z-index:252800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1VX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EmEkSA9d+g51I2LfMTRFW17XzPXXc2Sj/WqsYwvWxPJXlqyT9TorZnGy2c7S9C6ZFWFRzDZpuMmy&#10;7TbPFpvf7naUlsBcEXsHd6e+Q+zvCJ1bP5XKlxwZ5bA/jyF8zyYK08K1NPDQLn8PNhiUKT1bpw1v&#10;PqoHDYedZ8B0hMZG9+4PjUGjV8npqhJHlkKwSIo8BC1R2MryT86enrxcVtrYz0z2yBkV1lBMXzdy&#10;BCTT0csRgPj6vLPsuBt9OxbRwq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j3VVc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1024" behindDoc="0" locked="0" layoutInCell="1" allowOverlap="1" wp14:anchorId="5D90B82A" wp14:editId="13F60292">
                      <wp:simplePos x="0" y="0"/>
                      <wp:positionH relativeFrom="column">
                        <wp:posOffset>1295400</wp:posOffset>
                      </wp:positionH>
                      <wp:positionV relativeFrom="paragraph">
                        <wp:posOffset>431800</wp:posOffset>
                      </wp:positionV>
                      <wp:extent cx="1003300" cy="698500"/>
                      <wp:effectExtent l="0" t="0" r="0" b="0"/>
                      <wp:wrapNone/>
                      <wp:docPr id="2832" name="Rectangle 283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2" o:spid="_x0000_s1744" style="position:absolute;margin-left:102pt;margin-top:34pt;width:79pt;height:55pt;z-index:252801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pVF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E3pVF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2048" behindDoc="0" locked="0" layoutInCell="1" allowOverlap="1" wp14:anchorId="5FCD5050" wp14:editId="628EEC85">
                      <wp:simplePos x="0" y="0"/>
                      <wp:positionH relativeFrom="column">
                        <wp:posOffset>1295400</wp:posOffset>
                      </wp:positionH>
                      <wp:positionV relativeFrom="paragraph">
                        <wp:posOffset>431800</wp:posOffset>
                      </wp:positionV>
                      <wp:extent cx="1003300" cy="698500"/>
                      <wp:effectExtent l="0" t="0" r="0" b="0"/>
                      <wp:wrapNone/>
                      <wp:docPr id="2833" name="Rectangle 28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3" o:spid="_x0000_s1745" style="position:absolute;margin-left:102pt;margin-top:34pt;width:79pt;height:55pt;z-index:252802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Ju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STASZACVvkLdiDj0DM3RjjcNc/p6jmyyn411bMGaWf7Mkk2y2WTFIk62u0Wa3iWLIiyKxTYNt1m2&#10;2+XZavvL3Y7SEpgrYu/g7qw7xP6O0EX6uVS+5Mgoh/1pCuF7MlGYekkDD61ez38PNhiVKT1b1xve&#10;fFQPGvR3ngHTEZpaPbg/CIMm3yXna5c4shSCRVLkIfQSha0s/+BsyAJPvVxW2tiPTA7IGRXWUExf&#10;N3ICJPPRlyNw7/V5Z9lpP3k5VlH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pCybk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color w:val="000000"/>
                <w:sz w:val="18"/>
                <w:szCs w:val="18"/>
              </w:rPr>
              <w:t>PROJECT</w:t>
            </w:r>
          </w:p>
        </w:tc>
        <w:tc>
          <w:tcPr>
            <w:tcW w:w="2272" w:type="dxa"/>
            <w:tcBorders>
              <w:top w:val="single" w:sz="4" w:space="0" w:color="BFBFBF"/>
              <w:left w:val="single" w:sz="4" w:space="0" w:color="BFBFBF"/>
              <w:bottom w:val="single" w:sz="4" w:space="0" w:color="BFBFBF"/>
              <w:right w:val="single" w:sz="4" w:space="0" w:color="BFBFBF"/>
            </w:tcBorders>
            <w:shd w:val="clear" w:color="auto" w:fill="EAEEF3"/>
            <w:vAlign w:val="center"/>
          </w:tcPr>
          <w:p w:rsidR="00E97431" w:rsidRPr="00E97431" w:rsidRDefault="00E97431" w:rsidP="00E97431">
            <w:pPr>
              <w:jc w:val="center"/>
              <w:rPr>
                <w:rFonts w:ascii="Century Gothic" w:hAnsi="Century Gothic" w:cs="Calibri"/>
                <w:b/>
                <w:bCs/>
                <w:color w:val="000000"/>
                <w:sz w:val="20"/>
                <w:szCs w:val="20"/>
              </w:rPr>
            </w:pPr>
            <w:r w:rsidRPr="00E97431">
              <w:rPr>
                <w:rFonts w:ascii="Century Gothic" w:hAnsi="Century Gothic" w:cs="Calibri"/>
                <w:b/>
                <w:bCs/>
                <w:noProof/>
                <w:color w:val="000000"/>
                <w:sz w:val="18"/>
                <w:szCs w:val="18"/>
              </w:rPr>
              <mc:AlternateContent>
                <mc:Choice Requires="wps">
                  <w:drawing>
                    <wp:anchor distT="0" distB="0" distL="114300" distR="114300" simplePos="0" relativeHeight="252803072" behindDoc="0" locked="0" layoutInCell="1" allowOverlap="1" wp14:anchorId="201493E5" wp14:editId="507A690B">
                      <wp:simplePos x="0" y="0"/>
                      <wp:positionH relativeFrom="column">
                        <wp:posOffset>1320800</wp:posOffset>
                      </wp:positionH>
                      <wp:positionV relativeFrom="paragraph">
                        <wp:posOffset>431800</wp:posOffset>
                      </wp:positionV>
                      <wp:extent cx="1003300" cy="698500"/>
                      <wp:effectExtent l="0" t="0" r="0" b="0"/>
                      <wp:wrapNone/>
                      <wp:docPr id="2834" name="Rectangle 283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4" o:spid="_x0000_s1746" style="position:absolute;left:0;text-align:left;margin-left:104pt;margin-top:34pt;width:79pt;height:55pt;z-index:252803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qIjY+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4096" behindDoc="0" locked="0" layoutInCell="1" allowOverlap="1" wp14:anchorId="031CB553" wp14:editId="7F64DAF5">
                      <wp:simplePos x="0" y="0"/>
                      <wp:positionH relativeFrom="column">
                        <wp:posOffset>1320800</wp:posOffset>
                      </wp:positionH>
                      <wp:positionV relativeFrom="paragraph">
                        <wp:posOffset>431800</wp:posOffset>
                      </wp:positionV>
                      <wp:extent cx="1003300" cy="698500"/>
                      <wp:effectExtent l="0" t="0" r="0" b="0"/>
                      <wp:wrapNone/>
                      <wp:docPr id="2835" name="Rectangle 28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5" o:spid="_x0000_s1747" style="position:absolute;left:0;text-align:left;margin-left:104pt;margin-top:34pt;width:79pt;height:55pt;z-index:252804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nVk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kudWQ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5120" behindDoc="0" locked="0" layoutInCell="1" allowOverlap="1" wp14:anchorId="5B30F6D8" wp14:editId="007AA765">
                      <wp:simplePos x="0" y="0"/>
                      <wp:positionH relativeFrom="column">
                        <wp:posOffset>1320800</wp:posOffset>
                      </wp:positionH>
                      <wp:positionV relativeFrom="paragraph">
                        <wp:posOffset>431800</wp:posOffset>
                      </wp:positionV>
                      <wp:extent cx="1003300" cy="698500"/>
                      <wp:effectExtent l="0" t="0" r="0" b="0"/>
                      <wp:wrapNone/>
                      <wp:docPr id="2836" name="Rectangle 28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6" o:spid="_x0000_s1748" style="position:absolute;left:0;text-align:left;margin-left:104pt;margin-top:34pt;width:79pt;height:55pt;z-index:252805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xfGHg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Pg/F8Y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6144" behindDoc="0" locked="0" layoutInCell="1" allowOverlap="1" wp14:anchorId="7C7488E2" wp14:editId="1DB432FA">
                      <wp:simplePos x="0" y="0"/>
                      <wp:positionH relativeFrom="column">
                        <wp:posOffset>1320800</wp:posOffset>
                      </wp:positionH>
                      <wp:positionV relativeFrom="paragraph">
                        <wp:posOffset>431800</wp:posOffset>
                      </wp:positionV>
                      <wp:extent cx="1003300" cy="698500"/>
                      <wp:effectExtent l="0" t="0" r="0" b="0"/>
                      <wp:wrapNone/>
                      <wp:docPr id="2837" name="Rectangle 283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7" o:spid="_x0000_s1749" style="position:absolute;left:0;text-align:left;margin-left:104pt;margin-top:34pt;width:79pt;height:55pt;z-index:252806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CZm6W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7168" behindDoc="0" locked="0" layoutInCell="1" allowOverlap="1" wp14:anchorId="25145CFD" wp14:editId="19402A48">
                      <wp:simplePos x="0" y="0"/>
                      <wp:positionH relativeFrom="column">
                        <wp:posOffset>1320800</wp:posOffset>
                      </wp:positionH>
                      <wp:positionV relativeFrom="paragraph">
                        <wp:posOffset>431800</wp:posOffset>
                      </wp:positionV>
                      <wp:extent cx="1003300" cy="698500"/>
                      <wp:effectExtent l="0" t="0" r="0" b="0"/>
                      <wp:wrapNone/>
                      <wp:docPr id="2838" name="Rectangle 28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8" o:spid="_x0000_s1750" style="position:absolute;left:0;text-align:left;margin-left:104pt;margin-top:34pt;width:79pt;height:55pt;z-index:252807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didh+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8192" behindDoc="0" locked="0" layoutInCell="1" allowOverlap="1" wp14:anchorId="4DA2D3DD" wp14:editId="7AA6989A">
                      <wp:simplePos x="0" y="0"/>
                      <wp:positionH relativeFrom="column">
                        <wp:posOffset>1320800</wp:posOffset>
                      </wp:positionH>
                      <wp:positionV relativeFrom="paragraph">
                        <wp:posOffset>431800</wp:posOffset>
                      </wp:positionV>
                      <wp:extent cx="1003300" cy="698500"/>
                      <wp:effectExtent l="0" t="0" r="0" b="0"/>
                      <wp:wrapNone/>
                      <wp:docPr id="2839" name="Rectangle 28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9" o:spid="_x0000_s1751" style="position:absolute;left:0;text-align:left;margin-left:104pt;margin-top:34pt;width:79pt;height:55pt;z-index:252808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W8s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bVbyw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9216" behindDoc="0" locked="0" layoutInCell="1" allowOverlap="1" wp14:anchorId="64394B8C" wp14:editId="05142097">
                      <wp:simplePos x="0" y="0"/>
                      <wp:positionH relativeFrom="column">
                        <wp:posOffset>1320800</wp:posOffset>
                      </wp:positionH>
                      <wp:positionV relativeFrom="paragraph">
                        <wp:posOffset>431800</wp:posOffset>
                      </wp:positionV>
                      <wp:extent cx="1003300" cy="698500"/>
                      <wp:effectExtent l="0" t="0" r="0" b="0"/>
                      <wp:wrapNone/>
                      <wp:docPr id="2840" name="Rectangle 284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0" o:spid="_x0000_s1752" style="position:absolute;left:0;text-align:left;margin-left:104pt;margin-top:34pt;width:79pt;height:55pt;z-index:252809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tBVLR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0240" behindDoc="0" locked="0" layoutInCell="1" allowOverlap="1" wp14:anchorId="7032F574" wp14:editId="6DFF509C">
                      <wp:simplePos x="0" y="0"/>
                      <wp:positionH relativeFrom="column">
                        <wp:posOffset>1320800</wp:posOffset>
                      </wp:positionH>
                      <wp:positionV relativeFrom="paragraph">
                        <wp:posOffset>431800</wp:posOffset>
                      </wp:positionV>
                      <wp:extent cx="1003300" cy="698500"/>
                      <wp:effectExtent l="0" t="0" r="0" b="0"/>
                      <wp:wrapNone/>
                      <wp:docPr id="2841" name="Rectangle 28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1" o:spid="_x0000_s1753" style="position:absolute;left:0;text-align:left;margin-left:104pt;margin-top:34pt;width:79pt;height:55pt;z-index:252810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baHg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EWz5to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1264" behindDoc="0" locked="0" layoutInCell="1" allowOverlap="1" wp14:anchorId="76C4590B" wp14:editId="6598FC3F">
                      <wp:simplePos x="0" y="0"/>
                      <wp:positionH relativeFrom="column">
                        <wp:posOffset>1320800</wp:posOffset>
                      </wp:positionH>
                      <wp:positionV relativeFrom="paragraph">
                        <wp:posOffset>431800</wp:posOffset>
                      </wp:positionV>
                      <wp:extent cx="1003300" cy="698500"/>
                      <wp:effectExtent l="0" t="0" r="0" b="0"/>
                      <wp:wrapNone/>
                      <wp:docPr id="2842" name="Rectangle 28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2" o:spid="_x0000_s1754" style="position:absolute;left:0;text-align:left;margin-left:104pt;margin-top:34pt;width:79pt;height:55pt;z-index:252811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M6Fg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2288" behindDoc="0" locked="0" layoutInCell="1" allowOverlap="1" wp14:anchorId="3911E377" wp14:editId="7E501941">
                      <wp:simplePos x="0" y="0"/>
                      <wp:positionH relativeFrom="column">
                        <wp:posOffset>1320800</wp:posOffset>
                      </wp:positionH>
                      <wp:positionV relativeFrom="paragraph">
                        <wp:posOffset>431800</wp:posOffset>
                      </wp:positionV>
                      <wp:extent cx="1003300" cy="698500"/>
                      <wp:effectExtent l="0" t="0" r="0" b="0"/>
                      <wp:wrapNone/>
                      <wp:docPr id="2843" name="Rectangle 284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3" o:spid="_x0000_s1755" style="position:absolute;left:0;text-align:left;margin-left:104pt;margin-top:34pt;width:79pt;height:55pt;z-index:252812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OWgoH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3312" behindDoc="0" locked="0" layoutInCell="1" allowOverlap="1" wp14:anchorId="61E5C853" wp14:editId="4742FFC7">
                      <wp:simplePos x="0" y="0"/>
                      <wp:positionH relativeFrom="column">
                        <wp:posOffset>1320800</wp:posOffset>
                      </wp:positionH>
                      <wp:positionV relativeFrom="paragraph">
                        <wp:posOffset>431800</wp:posOffset>
                      </wp:positionV>
                      <wp:extent cx="1003300" cy="698500"/>
                      <wp:effectExtent l="0" t="0" r="0" b="0"/>
                      <wp:wrapNone/>
                      <wp:docPr id="2844" name="Rectangle 28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4" o:spid="_x0000_s1756" style="position:absolute;left:0;text-align:left;margin-left:104pt;margin-top:34pt;width:79pt;height:55pt;z-index:252813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UIHQ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myBFC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4336" behindDoc="0" locked="0" layoutInCell="1" allowOverlap="1" wp14:anchorId="705B5726" wp14:editId="7B2B2F2F">
                      <wp:simplePos x="0" y="0"/>
                      <wp:positionH relativeFrom="column">
                        <wp:posOffset>1320800</wp:posOffset>
                      </wp:positionH>
                      <wp:positionV relativeFrom="paragraph">
                        <wp:posOffset>431800</wp:posOffset>
                      </wp:positionV>
                      <wp:extent cx="1003300" cy="698500"/>
                      <wp:effectExtent l="0" t="0" r="0" b="0"/>
                      <wp:wrapNone/>
                      <wp:docPr id="2845" name="Rectangle 28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5" o:spid="_x0000_s1757" style="position:absolute;left:0;text-align:left;margin-left:104pt;margin-top:34pt;width:79pt;height:55pt;z-index:252814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kvf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vSS98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5360" behindDoc="0" locked="0" layoutInCell="1" allowOverlap="1" wp14:anchorId="42BE0AF2" wp14:editId="0FB6BCE9">
                      <wp:simplePos x="0" y="0"/>
                      <wp:positionH relativeFrom="column">
                        <wp:posOffset>1320800</wp:posOffset>
                      </wp:positionH>
                      <wp:positionV relativeFrom="paragraph">
                        <wp:posOffset>431800</wp:posOffset>
                      </wp:positionV>
                      <wp:extent cx="1003300" cy="698500"/>
                      <wp:effectExtent l="0" t="0" r="0" b="0"/>
                      <wp:wrapNone/>
                      <wp:docPr id="2846" name="Rectangle 284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6" o:spid="_x0000_s1758" style="position:absolute;left:0;text-align:left;margin-left:104pt;margin-top:34pt;width:79pt;height:55pt;z-index:252815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Ll4o3GQIAAA0EAAAOAAAAAAAAAAAAAAAAAC4CAABkcnMvZTJvRG9jLnhtbFBLAQItABQABgAI&#10;AAAAIQCJZGwO2wAAAAoBAAAPAAAAAAAAAAAAAAAAAHMEAABkcnMvZG93bnJldi54bWxQSwUGAAAA&#10;AAQABADzAAAAew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6384" behindDoc="0" locked="0" layoutInCell="1" allowOverlap="1" wp14:anchorId="7079E5B2" wp14:editId="0F6DE091">
                      <wp:simplePos x="0" y="0"/>
                      <wp:positionH relativeFrom="column">
                        <wp:posOffset>1320800</wp:posOffset>
                      </wp:positionH>
                      <wp:positionV relativeFrom="paragraph">
                        <wp:posOffset>431800</wp:posOffset>
                      </wp:positionV>
                      <wp:extent cx="1003300" cy="698500"/>
                      <wp:effectExtent l="0" t="0" r="0" b="0"/>
                      <wp:wrapNone/>
                      <wp:docPr id="2847" name="Rectangle 28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7" o:spid="_x0000_s1759" style="position:absolute;left:0;text-align:left;margin-left:104pt;margin-top:34pt;width:79pt;height:55pt;z-index:252816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SeqHA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6MSeq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7408" behindDoc="0" locked="0" layoutInCell="1" allowOverlap="1" wp14:anchorId="054CDABE" wp14:editId="70706A1C">
                      <wp:simplePos x="0" y="0"/>
                      <wp:positionH relativeFrom="column">
                        <wp:posOffset>1320800</wp:posOffset>
                      </wp:positionH>
                      <wp:positionV relativeFrom="paragraph">
                        <wp:posOffset>431800</wp:posOffset>
                      </wp:positionV>
                      <wp:extent cx="1003300" cy="698500"/>
                      <wp:effectExtent l="0" t="0" r="0" b="0"/>
                      <wp:wrapNone/>
                      <wp:docPr id="2848" name="Rectangle 28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8" o:spid="_x0000_s1760" style="position:absolute;left:0;text-align:left;margin-left:104pt;margin-top:34pt;width:79pt;height:55pt;z-index:252817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FNtfQ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8432" behindDoc="0" locked="0" layoutInCell="1" allowOverlap="1" wp14:anchorId="23A3B221" wp14:editId="59F55C80">
                      <wp:simplePos x="0" y="0"/>
                      <wp:positionH relativeFrom="column">
                        <wp:posOffset>1320800</wp:posOffset>
                      </wp:positionH>
                      <wp:positionV relativeFrom="paragraph">
                        <wp:posOffset>431800</wp:posOffset>
                      </wp:positionV>
                      <wp:extent cx="1003300" cy="698500"/>
                      <wp:effectExtent l="0" t="0" r="0" b="0"/>
                      <wp:wrapNone/>
                      <wp:docPr id="2849" name="Rectangle 284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9" o:spid="_x0000_s1761" style="position:absolute;left:0;text-align:left;margin-left:104pt;margin-top:34pt;width:79pt;height:55pt;z-index:252818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lffLd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9456" behindDoc="0" locked="0" layoutInCell="1" allowOverlap="1" wp14:anchorId="34EA8367" wp14:editId="23BFC549">
                      <wp:simplePos x="0" y="0"/>
                      <wp:positionH relativeFrom="column">
                        <wp:posOffset>1320800</wp:posOffset>
                      </wp:positionH>
                      <wp:positionV relativeFrom="paragraph">
                        <wp:posOffset>431800</wp:posOffset>
                      </wp:positionV>
                      <wp:extent cx="1003300" cy="698500"/>
                      <wp:effectExtent l="0" t="0" r="0" b="0"/>
                      <wp:wrapNone/>
                      <wp:docPr id="2850" name="Rectangle 285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0" o:spid="_x0000_s1762" style="position:absolute;left:0;text-align:left;margin-left:104pt;margin-top:34pt;width:79pt;height:55pt;z-index:252819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P/s6ds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0480" behindDoc="0" locked="0" layoutInCell="1" allowOverlap="1" wp14:anchorId="0F004436" wp14:editId="1845720F">
                      <wp:simplePos x="0" y="0"/>
                      <wp:positionH relativeFrom="column">
                        <wp:posOffset>1320800</wp:posOffset>
                      </wp:positionH>
                      <wp:positionV relativeFrom="paragraph">
                        <wp:posOffset>431800</wp:posOffset>
                      </wp:positionV>
                      <wp:extent cx="1003300" cy="698500"/>
                      <wp:effectExtent l="0" t="0" r="0" b="0"/>
                      <wp:wrapNone/>
                      <wp:docPr id="2851" name="Rectangle 28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1" o:spid="_x0000_s1763" style="position:absolute;left:0;text-align:left;margin-left:104pt;margin-top:34pt;width:79pt;height:55pt;z-index:252820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ucMHw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1504" behindDoc="0" locked="0" layoutInCell="1" allowOverlap="1" wp14:anchorId="3B3563E5" wp14:editId="0A4615BF">
                      <wp:simplePos x="0" y="0"/>
                      <wp:positionH relativeFrom="column">
                        <wp:posOffset>1320800</wp:posOffset>
                      </wp:positionH>
                      <wp:positionV relativeFrom="paragraph">
                        <wp:posOffset>431800</wp:posOffset>
                      </wp:positionV>
                      <wp:extent cx="1003300" cy="698500"/>
                      <wp:effectExtent l="0" t="0" r="0" b="0"/>
                      <wp:wrapNone/>
                      <wp:docPr id="2852" name="Rectangle 285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2" o:spid="_x0000_s1764" style="position:absolute;left:0;text-align:left;margin-left:104pt;margin-top:34pt;width:79pt;height:55pt;z-index:252821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DNyce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2528" behindDoc="0" locked="0" layoutInCell="1" allowOverlap="1" wp14:anchorId="3DBCF3CA" wp14:editId="14E15717">
                      <wp:simplePos x="0" y="0"/>
                      <wp:positionH relativeFrom="column">
                        <wp:posOffset>1320800</wp:posOffset>
                      </wp:positionH>
                      <wp:positionV relativeFrom="paragraph">
                        <wp:posOffset>431800</wp:posOffset>
                      </wp:positionV>
                      <wp:extent cx="1003300" cy="698500"/>
                      <wp:effectExtent l="0" t="0" r="0" b="0"/>
                      <wp:wrapNone/>
                      <wp:docPr id="2853" name="Rectangle 285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3" o:spid="_x0000_s1765" style="position:absolute;left:0;text-align:left;margin-left:104pt;margin-top:34pt;width:79pt;height:55pt;z-index:252822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qD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KRioM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3552" behindDoc="0" locked="0" layoutInCell="1" allowOverlap="1" wp14:anchorId="23D6C481" wp14:editId="013D56B8">
                      <wp:simplePos x="0" y="0"/>
                      <wp:positionH relativeFrom="column">
                        <wp:posOffset>1320800</wp:posOffset>
                      </wp:positionH>
                      <wp:positionV relativeFrom="paragraph">
                        <wp:posOffset>431800</wp:posOffset>
                      </wp:positionV>
                      <wp:extent cx="1003300" cy="698500"/>
                      <wp:effectExtent l="0" t="0" r="0" b="0"/>
                      <wp:wrapNone/>
                      <wp:docPr id="2854" name="Rectangle 28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4" o:spid="_x0000_s1766" style="position:absolute;left:0;text-align:left;margin-left:104pt;margin-top:34pt;width:79pt;height:55pt;z-index:252823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O0qHQ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jjtK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4576" behindDoc="0" locked="0" layoutInCell="1" allowOverlap="1" wp14:anchorId="293479C2" wp14:editId="5D2FC1B2">
                      <wp:simplePos x="0" y="0"/>
                      <wp:positionH relativeFrom="column">
                        <wp:posOffset>1320800</wp:posOffset>
                      </wp:positionH>
                      <wp:positionV relativeFrom="paragraph">
                        <wp:posOffset>431800</wp:posOffset>
                      </wp:positionV>
                      <wp:extent cx="1003300" cy="698500"/>
                      <wp:effectExtent l="0" t="0" r="0" b="0"/>
                      <wp:wrapNone/>
                      <wp:docPr id="2855" name="Rectangle 285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5" o:spid="_x0000_s1767" style="position:absolute;left:0;text-align:left;margin-left:104pt;margin-top:34pt;width:79pt;height:55pt;z-index:252824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XnkC3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5600" behindDoc="0" locked="0" layoutInCell="1" allowOverlap="1" wp14:anchorId="0C26B42E" wp14:editId="43DAF0B9">
                      <wp:simplePos x="0" y="0"/>
                      <wp:positionH relativeFrom="column">
                        <wp:posOffset>1320800</wp:posOffset>
                      </wp:positionH>
                      <wp:positionV relativeFrom="paragraph">
                        <wp:posOffset>431800</wp:posOffset>
                      </wp:positionV>
                      <wp:extent cx="1003300" cy="698500"/>
                      <wp:effectExtent l="0" t="0" r="0" b="0"/>
                      <wp:wrapNone/>
                      <wp:docPr id="2856" name="Rectangle 285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6" o:spid="_x0000_s1768" style="position:absolute;left:0;text-align:left;margin-left:104pt;margin-top:34pt;width:79pt;height:55pt;z-index:252825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4Ff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GfbgV8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6624" behindDoc="0" locked="0" layoutInCell="1" allowOverlap="1" wp14:anchorId="4151C2E5" wp14:editId="78AEB549">
                      <wp:simplePos x="0" y="0"/>
                      <wp:positionH relativeFrom="column">
                        <wp:posOffset>1320800</wp:posOffset>
                      </wp:positionH>
                      <wp:positionV relativeFrom="paragraph">
                        <wp:posOffset>431800</wp:posOffset>
                      </wp:positionV>
                      <wp:extent cx="1003300" cy="698500"/>
                      <wp:effectExtent l="0" t="0" r="0" b="0"/>
                      <wp:wrapNone/>
                      <wp:docPr id="2857" name="Rectangle 28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7" o:spid="_x0000_s1769" style="position:absolute;left:0;text-align:left;margin-left:104pt;margin-top:34pt;width:79pt;height:55pt;z-index:252826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xymPi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7648" behindDoc="0" locked="0" layoutInCell="1" allowOverlap="1" wp14:anchorId="616DB983" wp14:editId="4972CA81">
                      <wp:simplePos x="0" y="0"/>
                      <wp:positionH relativeFrom="column">
                        <wp:posOffset>1295400</wp:posOffset>
                      </wp:positionH>
                      <wp:positionV relativeFrom="paragraph">
                        <wp:posOffset>431800</wp:posOffset>
                      </wp:positionV>
                      <wp:extent cx="1003300" cy="698500"/>
                      <wp:effectExtent l="0" t="0" r="0" b="0"/>
                      <wp:wrapNone/>
                      <wp:docPr id="2858" name="Rectangle 285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8" o:spid="_x0000_s1770" style="position:absolute;left:0;text-align:left;margin-left:102pt;margin-top:34pt;width:79pt;height:55pt;z-index:252827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OIHGg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vo4gc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8672" behindDoc="0" locked="0" layoutInCell="1" allowOverlap="1" wp14:anchorId="53CF90A0" wp14:editId="5CEC3B31">
                      <wp:simplePos x="0" y="0"/>
                      <wp:positionH relativeFrom="column">
                        <wp:posOffset>1295400</wp:posOffset>
                      </wp:positionH>
                      <wp:positionV relativeFrom="paragraph">
                        <wp:posOffset>431800</wp:posOffset>
                      </wp:positionV>
                      <wp:extent cx="1003300" cy="698500"/>
                      <wp:effectExtent l="0" t="0" r="0" b="0"/>
                      <wp:wrapNone/>
                      <wp:docPr id="2859" name="Rectangle 285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9" o:spid="_x0000_s1771" style="position:absolute;left:0;text-align:left;margin-left:102pt;margin-top:34pt;width:79pt;height:55pt;z-index:252828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k+a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7z&#10;RYGRID2o9A3qRsShY2iKtryumdPXc2Sj/WKsYwvWxPJnlmySzSYrZnGy3c3S9C6ZFWFRzLZpuM2y&#10;3S7Plttf7naUlsBcEXsHdyfdIfY+Qhfpp1L5kiOjHPbnMYTv2URh6iUNPLT1avp7sMGgTOnZut7w&#10;5qN60KC/8wyYjtDY6N79QRg0+i45X7vEkaUQLJIiD6GXKGxl+cLZkAWeermstLGfmOyRMyqsoZi+&#10;buQESKajL0fg3uvzzrLjfvRyLNO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pOT5o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9696" behindDoc="0" locked="0" layoutInCell="1" allowOverlap="1" wp14:anchorId="6DA7A44F" wp14:editId="53575EEA">
                      <wp:simplePos x="0" y="0"/>
                      <wp:positionH relativeFrom="column">
                        <wp:posOffset>1295400</wp:posOffset>
                      </wp:positionH>
                      <wp:positionV relativeFrom="paragraph">
                        <wp:posOffset>431800</wp:posOffset>
                      </wp:positionV>
                      <wp:extent cx="1003300" cy="698500"/>
                      <wp:effectExtent l="0" t="0" r="0" b="0"/>
                      <wp:wrapNone/>
                      <wp:docPr id="2860" name="Rectangle 28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0" o:spid="_x0000_s1772" style="position:absolute;left:0;text-align:left;margin-left:102pt;margin-top:34pt;width:79pt;height:55pt;z-index:252829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B3y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gwIJMoBKX6FuRBx6huZox5uGOX09RzbZz8Y6tmDNLH9mySbZbLJiESfb3SJN75JFERbFYpuG2yzb&#10;7fJstf3lbkdpCcwVsXdwd9YdYn9H6CL9XCpfcmSUw/40hfA9mShMvaSBh1av578HG4zKlJ6t6w1v&#10;PqoHDfo7z4DpCE2tHtwfhEGT75LztUscWQrBIinyEEpFYSvLPzgbssBTL5eVNvYjkwNyRoU1FNPX&#10;jZwAyXz05Qjce33eWXbaT16OVZq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2UQd8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0720" behindDoc="0" locked="0" layoutInCell="1" allowOverlap="1" wp14:anchorId="59E1065B" wp14:editId="28BDB89C">
                      <wp:simplePos x="0" y="0"/>
                      <wp:positionH relativeFrom="column">
                        <wp:posOffset>1295400</wp:posOffset>
                      </wp:positionH>
                      <wp:positionV relativeFrom="paragraph">
                        <wp:posOffset>431800</wp:posOffset>
                      </wp:positionV>
                      <wp:extent cx="1003300" cy="698500"/>
                      <wp:effectExtent l="0" t="0" r="0" b="0"/>
                      <wp:wrapNone/>
                      <wp:docPr id="2861" name="Rectangle 286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1" o:spid="_x0000_s1773" style="position:absolute;left:0;text-align:left;margin-left:102pt;margin-top:34pt;width:79pt;height:55pt;z-index:252830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rBv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FmEkSA9d+g51I2LfMTRFW17XzPXXc2Sj/WqsYwvWxPJXlqyT9TorZnGy2c7S9C6ZFWFRzDZpuMmy&#10;7TbPFpvf7naUlsBcEXsHd6e+Q+zvCJ1bP5XKlxwZ5bA/jyF8zyYK08K1NPDQLn8PNhiUKT1bpw1v&#10;PqoHDYedZ8B0hMZG9+4PjUGjV8npqhJHlkKwSIo8BC1R2MryT86enrxcVtrYz0z2yBkV1lBMXzdy&#10;BCTT0csRgPj6vLPsuBt9Oxbpwq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jisG8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1744" behindDoc="0" locked="0" layoutInCell="1" allowOverlap="1" wp14:anchorId="11601390" wp14:editId="2DDB3B74">
                      <wp:simplePos x="0" y="0"/>
                      <wp:positionH relativeFrom="column">
                        <wp:posOffset>1295400</wp:posOffset>
                      </wp:positionH>
                      <wp:positionV relativeFrom="paragraph">
                        <wp:posOffset>431800</wp:posOffset>
                      </wp:positionV>
                      <wp:extent cx="1003300" cy="698500"/>
                      <wp:effectExtent l="0" t="0" r="0" b="0"/>
                      <wp:wrapNone/>
                      <wp:docPr id="2862" name="Rectangle 286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2" o:spid="_x0000_s1774" style="position:absolute;left:0;text-align:left;margin-left:102pt;margin-top:34pt;width:79pt;height:55pt;z-index:252831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3B9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9Mtwf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2768" behindDoc="0" locked="0" layoutInCell="1" allowOverlap="1" wp14:anchorId="4E849733" wp14:editId="4FA952FF">
                      <wp:simplePos x="0" y="0"/>
                      <wp:positionH relativeFrom="column">
                        <wp:posOffset>1295400</wp:posOffset>
                      </wp:positionH>
                      <wp:positionV relativeFrom="paragraph">
                        <wp:posOffset>431800</wp:posOffset>
                      </wp:positionV>
                      <wp:extent cx="1003300" cy="698500"/>
                      <wp:effectExtent l="0" t="0" r="0" b="0"/>
                      <wp:wrapNone/>
                      <wp:docPr id="2863" name="Rectangle 28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3" o:spid="_x0000_s1775" style="position:absolute;left:0;text-align:left;margin-left:102pt;margin-top:34pt;width:79pt;height:55pt;z-index:252832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X6q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SzASZACVvkLdiDj0DM3RjjcNc/p6jmyyn411bMGaWf7Mkk2y2WTFIk62u0Wa3iWLIiyKxTYNt1m2&#10;2+XZavvL3Y7SEpgrYu/g7qw7xP6O0EX6uVS+5Mgoh/1pCuF7MlGYekkDD61ez38PNhiVKT1b1xve&#10;fFQPGvR3ngHTEZpaPbg/CIMm3yXna5c4shSCRVLkIfQSha0s/+BsyAJPvVxW2tiPTA7IGRXWUExf&#10;N3ICJPPRlyNw7/V5Z9lpP3k5Vmn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Dl+q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3792" behindDoc="0" locked="0" layoutInCell="1" allowOverlap="1" wp14:anchorId="2DE1E7D0" wp14:editId="4E86F4F9">
                      <wp:simplePos x="0" y="0"/>
                      <wp:positionH relativeFrom="column">
                        <wp:posOffset>1295400</wp:posOffset>
                      </wp:positionH>
                      <wp:positionV relativeFrom="paragraph">
                        <wp:posOffset>431800</wp:posOffset>
                      </wp:positionV>
                      <wp:extent cx="1003300" cy="698500"/>
                      <wp:effectExtent l="0" t="0" r="0" b="0"/>
                      <wp:wrapNone/>
                      <wp:docPr id="2864" name="Rectangle 286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4" o:spid="_x0000_s1776" style="position:absolute;left:0;text-align:left;margin-left:102pt;margin-top:34pt;width:79pt;height:55pt;z-index:252833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RO9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ZxE7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4816" behindDoc="0" locked="0" layoutInCell="1" allowOverlap="1" wp14:anchorId="2A70C934" wp14:editId="43E39413">
                      <wp:simplePos x="0" y="0"/>
                      <wp:positionH relativeFrom="column">
                        <wp:posOffset>1295400</wp:posOffset>
                      </wp:positionH>
                      <wp:positionV relativeFrom="paragraph">
                        <wp:posOffset>431800</wp:posOffset>
                      </wp:positionV>
                      <wp:extent cx="1003300" cy="698500"/>
                      <wp:effectExtent l="0" t="0" r="0" b="0"/>
                      <wp:wrapNone/>
                      <wp:docPr id="2865" name="Rectangle 286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5" o:spid="_x0000_s1777" style="position:absolute;left:0;text-align:left;margin-left:102pt;margin-top:34pt;width:79pt;height:55pt;z-index:252834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74gHA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9e+I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5840" behindDoc="0" locked="0" layoutInCell="1" allowOverlap="1" wp14:anchorId="0CB481FC" wp14:editId="03EB554D">
                      <wp:simplePos x="0" y="0"/>
                      <wp:positionH relativeFrom="column">
                        <wp:posOffset>1295400</wp:posOffset>
                      </wp:positionH>
                      <wp:positionV relativeFrom="paragraph">
                        <wp:posOffset>431800</wp:posOffset>
                      </wp:positionV>
                      <wp:extent cx="1003300" cy="698500"/>
                      <wp:effectExtent l="0" t="0" r="0" b="0"/>
                      <wp:wrapNone/>
                      <wp:docPr id="2866" name="Rectangle 286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6" o:spid="_x0000_s1778" style="position:absolute;left:0;text-align:left;margin-left:102pt;margin-top:34pt;width:79pt;height:55pt;z-index:252835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tyC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yzASZACVvkDdiDj0DM3RjjcNc/p6jmyyn4x1bMGaWf7Ikk2y2WTFIk62u0Wa3ieLIiyKxTYNt1m2&#10;2+XZavvT3Y7SEpgrYu/h7qw7xP6O0EX6uVS+5Mgoh/15CuF7NlGYekkDD61ez38PNhiVKT1b1xve&#10;fFKPGvR3ngHTEZpaPbg/CIMm3yXna5c4shSCRVLkIfQSha0sv3E2ZIGnXi4rbewHJgfkjAprKKav&#10;GzkBkvnoyxG49/q8s+y0n7wcq5v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KbG3II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6864" behindDoc="0" locked="0" layoutInCell="1" allowOverlap="1" wp14:anchorId="763419A6" wp14:editId="47C8FBBA">
                      <wp:simplePos x="0" y="0"/>
                      <wp:positionH relativeFrom="column">
                        <wp:posOffset>1295400</wp:posOffset>
                      </wp:positionH>
                      <wp:positionV relativeFrom="paragraph">
                        <wp:posOffset>431800</wp:posOffset>
                      </wp:positionV>
                      <wp:extent cx="1003300" cy="698500"/>
                      <wp:effectExtent l="0" t="0" r="0" b="0"/>
                      <wp:wrapNone/>
                      <wp:docPr id="2867" name="Rectangle 286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7" o:spid="_x0000_s1779" style="position:absolute;left:0;text-align:left;margin-left:102pt;margin-top:34pt;width:79pt;height:55pt;z-index:252836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HEf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dgcR8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7888" behindDoc="0" locked="0" layoutInCell="1" allowOverlap="1" wp14:anchorId="046DE351" wp14:editId="06B65E9D">
                      <wp:simplePos x="0" y="0"/>
                      <wp:positionH relativeFrom="column">
                        <wp:posOffset>1295400</wp:posOffset>
                      </wp:positionH>
                      <wp:positionV relativeFrom="paragraph">
                        <wp:posOffset>431800</wp:posOffset>
                      </wp:positionV>
                      <wp:extent cx="1003300" cy="698500"/>
                      <wp:effectExtent l="0" t="0" r="0" b="0"/>
                      <wp:wrapNone/>
                      <wp:docPr id="2868" name="Rectangle 28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8" o:spid="_x0000_s1780" style="position:absolute;left:0;text-align:left;margin-left:102pt;margin-top:34pt;width:79pt;height:55pt;z-index:252837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qq/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N6qv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8912" behindDoc="0" locked="0" layoutInCell="1" allowOverlap="1" wp14:anchorId="1D586BC1" wp14:editId="642A7FDC">
                      <wp:simplePos x="0" y="0"/>
                      <wp:positionH relativeFrom="column">
                        <wp:posOffset>1295400</wp:posOffset>
                      </wp:positionH>
                      <wp:positionV relativeFrom="paragraph">
                        <wp:posOffset>431800</wp:posOffset>
                      </wp:positionV>
                      <wp:extent cx="1003300" cy="698500"/>
                      <wp:effectExtent l="0" t="0" r="0" b="0"/>
                      <wp:wrapNone/>
                      <wp:docPr id="2869" name="Rectangle 28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9" o:spid="_x0000_s1781" style="position:absolute;left:0;text-align:left;margin-left:102pt;margin-top:34pt;width:79pt;height:55pt;z-index:252838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KRo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7z&#10;rMBIkB5U+gZ1I+LQMTRFW17XzOnrObLRfjHWsQVrYvkzSzbJZpMVszjZ7mZpepfMirAoZts03GbZ&#10;bpdny+0vdztKS2CuiL2Du5PuEHsfoYv0U6l8yZFRDvvzGML3bKIw9ZIGHtp6Nf092GBQpvRsXW94&#10;81E9aNDfeQZMR2hsdO/+IAwafZecr13iyFIIFkmRh9BLFLayfOFsyAJPvVxW2thPTPbIGRXWUExf&#10;N3ICJNPRlyNw7/V5Z9lxP3o5lou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IgspGg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9936" behindDoc="0" locked="0" layoutInCell="1" allowOverlap="1" wp14:anchorId="4D781654" wp14:editId="12FD7494">
                      <wp:simplePos x="0" y="0"/>
                      <wp:positionH relativeFrom="column">
                        <wp:posOffset>1295400</wp:posOffset>
                      </wp:positionH>
                      <wp:positionV relativeFrom="paragraph">
                        <wp:posOffset>431800</wp:posOffset>
                      </wp:positionV>
                      <wp:extent cx="1003300" cy="698500"/>
                      <wp:effectExtent l="0" t="0" r="0" b="0"/>
                      <wp:wrapNone/>
                      <wp:docPr id="2870" name="Rectangle 287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0" o:spid="_x0000_s1782" style="position:absolute;left:0;text-align:left;margin-left:102pt;margin-top:34pt;width:79pt;height:55pt;z-index:252839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JK9v24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0960" behindDoc="0" locked="0" layoutInCell="1" allowOverlap="1" wp14:anchorId="206E0000" wp14:editId="3702B640">
                      <wp:simplePos x="0" y="0"/>
                      <wp:positionH relativeFrom="column">
                        <wp:posOffset>1295400</wp:posOffset>
                      </wp:positionH>
                      <wp:positionV relativeFrom="paragraph">
                        <wp:posOffset>431800</wp:posOffset>
                      </wp:positionV>
                      <wp:extent cx="1003300" cy="698500"/>
                      <wp:effectExtent l="0" t="0" r="0" b="0"/>
                      <wp:wrapNone/>
                      <wp:docPr id="2871" name="Rectangle 28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1" o:spid="_x0000_s1783" style="position:absolute;left:0;text-align:left;margin-left:102pt;margin-top:34pt;width:79pt;height:55pt;z-index:252840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xLz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GMbEvM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1984" behindDoc="0" locked="0" layoutInCell="1" allowOverlap="1" wp14:anchorId="7E167C34" wp14:editId="3FA7D79E">
                      <wp:simplePos x="0" y="0"/>
                      <wp:positionH relativeFrom="column">
                        <wp:posOffset>1295400</wp:posOffset>
                      </wp:positionH>
                      <wp:positionV relativeFrom="paragraph">
                        <wp:posOffset>431800</wp:posOffset>
                      </wp:positionV>
                      <wp:extent cx="1003300" cy="698500"/>
                      <wp:effectExtent l="0" t="0" r="0" b="0"/>
                      <wp:wrapNone/>
                      <wp:docPr id="2872" name="Rectangle 28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2" o:spid="_x0000_s1784" style="position:absolute;left:0;text-align:left;margin-left:102pt;margin-top:34pt;width:79pt;height:55pt;z-index:252841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Gr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7mZxq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3008" behindDoc="0" locked="0" layoutInCell="1" allowOverlap="1" wp14:anchorId="2507A4A3" wp14:editId="3143CBB2">
                      <wp:simplePos x="0" y="0"/>
                      <wp:positionH relativeFrom="column">
                        <wp:posOffset>1295400</wp:posOffset>
                      </wp:positionH>
                      <wp:positionV relativeFrom="paragraph">
                        <wp:posOffset>431800</wp:posOffset>
                      </wp:positionV>
                      <wp:extent cx="1003300" cy="698500"/>
                      <wp:effectExtent l="0" t="0" r="0" b="0"/>
                      <wp:wrapNone/>
                      <wp:docPr id="2873" name="Rectangle 287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3" o:spid="_x0000_s1785" style="position:absolute;left:0;text-align:left;margin-left:102pt;margin-top:34pt;width:79pt;height:55pt;z-index:252843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Nw2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A3DY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4032" behindDoc="0" locked="0" layoutInCell="1" allowOverlap="1" wp14:anchorId="10EA3446" wp14:editId="03E41549">
                      <wp:simplePos x="0" y="0"/>
                      <wp:positionH relativeFrom="column">
                        <wp:posOffset>1295400</wp:posOffset>
                      </wp:positionH>
                      <wp:positionV relativeFrom="paragraph">
                        <wp:posOffset>431800</wp:posOffset>
                      </wp:positionV>
                      <wp:extent cx="1003300" cy="698500"/>
                      <wp:effectExtent l="0" t="0" r="0" b="0"/>
                      <wp:wrapNone/>
                      <wp:docPr id="2874" name="Rectangle 28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4" o:spid="_x0000_s1786" style="position:absolute;left:0;text-align:left;margin-left:102pt;margin-top:34pt;width:79pt;height:55pt;z-index:252844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yly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8&#10;lWIkyAAqfYW6EXHoGZqjHW8a5vT1HNlkPxvr2II1s/yZJZtks8mKRZxsd4s0vUsWRVgUi20abrNs&#10;t8uz1faXux2lJTBXxN7B3Vl3iP0doYv0c6l8yZFRDvvTFML3ZKIw9ZIGHlq9nv8ebDAqU3q2rje8&#10;+ageNOjvPAOmIzS1enB/EAZNvkvO1y5xZCkEi6TIQ+glCltZ/sHZkAWeermstLEfmRyQMyqsoZi+&#10;buQESOajL0fg3uvzzrLTfvJyrDKf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4Bspc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5056" behindDoc="0" locked="0" layoutInCell="1" allowOverlap="1" wp14:anchorId="6011394E" wp14:editId="0FD0507D">
                      <wp:simplePos x="0" y="0"/>
                      <wp:positionH relativeFrom="column">
                        <wp:posOffset>1295400</wp:posOffset>
                      </wp:positionH>
                      <wp:positionV relativeFrom="paragraph">
                        <wp:posOffset>431800</wp:posOffset>
                      </wp:positionV>
                      <wp:extent cx="1003300" cy="698500"/>
                      <wp:effectExtent l="0" t="0" r="0" b="0"/>
                      <wp:wrapNone/>
                      <wp:docPr id="2875" name="Rectangle 28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5" o:spid="_x0000_s1787" style="position:absolute;left:0;text-align:left;margin-left:102pt;margin-top:34pt;width:79pt;height:55pt;z-index:252845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Sel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QOknp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6080" behindDoc="0" locked="0" layoutInCell="1" allowOverlap="1" wp14:anchorId="45AC7525" wp14:editId="0416ECF4">
                      <wp:simplePos x="0" y="0"/>
                      <wp:positionH relativeFrom="column">
                        <wp:posOffset>1295400</wp:posOffset>
                      </wp:positionH>
                      <wp:positionV relativeFrom="paragraph">
                        <wp:posOffset>431800</wp:posOffset>
                      </wp:positionV>
                      <wp:extent cx="1003300" cy="698500"/>
                      <wp:effectExtent l="0" t="0" r="0" b="0"/>
                      <wp:wrapNone/>
                      <wp:docPr id="2876" name="Rectangle 287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6" o:spid="_x0000_s1788" style="position:absolute;left:0;text-align:left;margin-left:102pt;margin-top:34pt;width:79pt;height:55pt;z-index:252846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ZN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f5&#10;IsNIkB669B3qRsS+Y2iKtryumeuv58hG+9VYxxasieWvLFkn63VWzOJks52l6V0yK8KimG3ScJNl&#10;222eLTa/3e0oLYG5IvYO7k59h9jfETq3fiqVLzkyymF/HkP4nk0UpoVraeChXf4ebDAoU3q2Thve&#10;fFQPGg47z4DpCI2N7t0fGoNGr5LTVSWOLIVgkRR5CFqisJXln5w9PXm5rLSxn5nskTMqrKGYvm7k&#10;CEimo5cjAPH1eWfZcTf6diyy2K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Cs5k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7104" behindDoc="0" locked="0" layoutInCell="1" allowOverlap="1" wp14:anchorId="7E8CFE51" wp14:editId="020553AE">
                      <wp:simplePos x="0" y="0"/>
                      <wp:positionH relativeFrom="column">
                        <wp:posOffset>1295400</wp:posOffset>
                      </wp:positionH>
                      <wp:positionV relativeFrom="paragraph">
                        <wp:posOffset>431800</wp:posOffset>
                      </wp:positionV>
                      <wp:extent cx="1003300" cy="698500"/>
                      <wp:effectExtent l="0" t="0" r="0" b="0"/>
                      <wp:wrapNone/>
                      <wp:docPr id="2877" name="Rectangle 28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7" o:spid="_x0000_s1789" style="position:absolute;left:0;text-align:left;margin-left:102pt;margin-top:34pt;width:79pt;height:55pt;z-index:252847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kvQ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EKS9A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8128" behindDoc="0" locked="0" layoutInCell="1" allowOverlap="1" wp14:anchorId="2167DD34" wp14:editId="289DE711">
                      <wp:simplePos x="0" y="0"/>
                      <wp:positionH relativeFrom="column">
                        <wp:posOffset>1295400</wp:posOffset>
                      </wp:positionH>
                      <wp:positionV relativeFrom="paragraph">
                        <wp:posOffset>431800</wp:posOffset>
                      </wp:positionV>
                      <wp:extent cx="1003300" cy="698500"/>
                      <wp:effectExtent l="0" t="0" r="0" b="0"/>
                      <wp:wrapNone/>
                      <wp:docPr id="2878" name="Rectangle 28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8" o:spid="_x0000_s1790" style="position:absolute;left:0;text-align:left;margin-left:102pt;margin-top:34pt;width:79pt;height:55pt;z-index:252848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DM6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AzO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9152" behindDoc="0" locked="0" layoutInCell="1" allowOverlap="1" wp14:anchorId="4CB6331E" wp14:editId="04D3EBBB">
                      <wp:simplePos x="0" y="0"/>
                      <wp:positionH relativeFrom="column">
                        <wp:posOffset>1295400</wp:posOffset>
                      </wp:positionH>
                      <wp:positionV relativeFrom="paragraph">
                        <wp:posOffset>431800</wp:posOffset>
                      </wp:positionV>
                      <wp:extent cx="1003300" cy="698500"/>
                      <wp:effectExtent l="0" t="0" r="0" b="0"/>
                      <wp:wrapNone/>
                      <wp:docPr id="2879" name="Rectangle 287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9" o:spid="_x0000_s1791" style="position:absolute;left:0;text-align:left;margin-left:102pt;margin-top:34pt;width:79pt;height:55pt;z-index:252849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p6n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eRp6n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50176" behindDoc="0" locked="0" layoutInCell="1" allowOverlap="1" wp14:anchorId="510712A4" wp14:editId="1762EFC7">
                      <wp:simplePos x="0" y="0"/>
                      <wp:positionH relativeFrom="column">
                        <wp:posOffset>1295400</wp:posOffset>
                      </wp:positionH>
                      <wp:positionV relativeFrom="paragraph">
                        <wp:posOffset>431800</wp:posOffset>
                      </wp:positionV>
                      <wp:extent cx="1003300" cy="698500"/>
                      <wp:effectExtent l="0" t="0" r="0" b="0"/>
                      <wp:wrapNone/>
                      <wp:docPr id="2880" name="Rectangle 288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0" o:spid="_x0000_s1792" style="position:absolute;left:0;text-align:left;margin-left:102pt;margin-top:34pt;width:79pt;height:55pt;z-index:252850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hFf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XLoRX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51200" behindDoc="0" locked="0" layoutInCell="1" allowOverlap="1" wp14:anchorId="499562BC" wp14:editId="02F99E0B">
                      <wp:simplePos x="0" y="0"/>
                      <wp:positionH relativeFrom="column">
                        <wp:posOffset>1295400</wp:posOffset>
                      </wp:positionH>
                      <wp:positionV relativeFrom="paragraph">
                        <wp:posOffset>431800</wp:posOffset>
                      </wp:positionV>
                      <wp:extent cx="1003300" cy="698500"/>
                      <wp:effectExtent l="0" t="0" r="0" b="0"/>
                      <wp:wrapNone/>
                      <wp:docPr id="2881" name="Rectangle 28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1" o:spid="_x0000_s1793" style="position:absolute;left:0;text-align:left;margin-left:102pt;margin-top:34pt;width:79pt;height:55pt;z-index:252851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B+I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gfi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color w:val="000000"/>
                <w:sz w:val="18"/>
                <w:szCs w:val="18"/>
              </w:rPr>
              <w:t>TARGET DATE OF COMPLETION</w:t>
            </w:r>
          </w:p>
        </w:tc>
      </w:tr>
      <w:tr w:rsidR="00E97431" w:rsidRPr="00F14F57" w:rsidTr="00E97431">
        <w:trPr>
          <w:trHeight w:val="432"/>
        </w:trPr>
        <w:tc>
          <w:tcPr>
            <w:tcW w:w="8460"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r w:rsidR="00E97431" w:rsidRPr="00F14F57" w:rsidTr="00E97431">
        <w:trPr>
          <w:trHeight w:val="432"/>
        </w:trPr>
        <w:tc>
          <w:tcPr>
            <w:tcW w:w="8460"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r w:rsidR="00E97431" w:rsidRPr="00F14F57" w:rsidTr="00E97431">
        <w:trPr>
          <w:trHeight w:val="432"/>
        </w:trPr>
        <w:tc>
          <w:tcPr>
            <w:tcW w:w="8460"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r w:rsidR="00E97431" w:rsidRPr="00F14F57" w:rsidTr="00E97431">
        <w:trPr>
          <w:trHeight w:val="432"/>
        </w:trPr>
        <w:tc>
          <w:tcPr>
            <w:tcW w:w="8460"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r w:rsidR="00E97431" w:rsidRPr="00F14F57" w:rsidTr="00E97431">
        <w:trPr>
          <w:trHeight w:val="432"/>
        </w:trPr>
        <w:tc>
          <w:tcPr>
            <w:tcW w:w="846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bl>
    <w:p w:rsidR="00E97431" w:rsidRDefault="00E97431" w:rsidP="00E97431">
      <w:pPr>
        <w:outlineLvl w:val="0"/>
        <w:rPr>
          <w:rFonts w:ascii="Century Gothic" w:hAnsi="Century Gothic"/>
          <w:b/>
          <w:color w:val="000000" w:themeColor="text1"/>
          <w:sz w:val="15"/>
          <w:szCs w:val="44"/>
        </w:rPr>
      </w:pPr>
    </w:p>
    <w:p w:rsidR="00E97431" w:rsidRPr="00433D29" w:rsidRDefault="00E97431" w:rsidP="00E97431">
      <w:pPr>
        <w:spacing w:line="276"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ADDITIONAL INFORMATION</w:t>
      </w:r>
    </w:p>
    <w:tbl>
      <w:tblPr>
        <w:tblW w:w="10732" w:type="dxa"/>
        <w:tblInd w:w="-5" w:type="dxa"/>
        <w:tblLook w:val="04A0" w:firstRow="1" w:lastRow="0" w:firstColumn="1" w:lastColumn="0" w:noHBand="0" w:noVBand="1"/>
      </w:tblPr>
      <w:tblGrid>
        <w:gridCol w:w="10732"/>
      </w:tblGrid>
      <w:tr w:rsidR="00E97431" w:rsidRPr="00F14F57" w:rsidTr="00E97431">
        <w:trPr>
          <w:trHeight w:val="2448"/>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E97431" w:rsidRPr="00F14F57" w:rsidRDefault="00E97431"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654592" behindDoc="0" locked="0" layoutInCell="1" allowOverlap="1" wp14:anchorId="3D30B402" wp14:editId="10768A6C">
                      <wp:simplePos x="0" y="0"/>
                      <wp:positionH relativeFrom="column">
                        <wp:posOffset>1320800</wp:posOffset>
                      </wp:positionH>
                      <wp:positionV relativeFrom="paragraph">
                        <wp:posOffset>431800</wp:posOffset>
                      </wp:positionV>
                      <wp:extent cx="1003300" cy="698500"/>
                      <wp:effectExtent l="0" t="0" r="0" b="0"/>
                      <wp:wrapNone/>
                      <wp:docPr id="2882" name="Rectangle 288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2" o:spid="_x0000_s1794" style="position:absolute;margin-left:104pt;margin-top:34pt;width:79pt;height:55pt;z-index:25265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JcVGg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eaiXF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5616" behindDoc="0" locked="0" layoutInCell="1" allowOverlap="1" wp14:anchorId="2EA9059C" wp14:editId="25490A3D">
                      <wp:simplePos x="0" y="0"/>
                      <wp:positionH relativeFrom="column">
                        <wp:posOffset>1320800</wp:posOffset>
                      </wp:positionH>
                      <wp:positionV relativeFrom="paragraph">
                        <wp:posOffset>431800</wp:posOffset>
                      </wp:positionV>
                      <wp:extent cx="1003300" cy="698500"/>
                      <wp:effectExtent l="0" t="0" r="0" b="0"/>
                      <wp:wrapNone/>
                      <wp:docPr id="2883" name="Rectangle 288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3" o:spid="_x0000_s1795" style="position:absolute;margin-left:104pt;margin-top:34pt;width:79pt;height:55pt;z-index:25265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jqI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A46i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6640" behindDoc="0" locked="0" layoutInCell="1" allowOverlap="1" wp14:anchorId="7E1A9475" wp14:editId="5CBE4596">
                      <wp:simplePos x="0" y="0"/>
                      <wp:positionH relativeFrom="column">
                        <wp:posOffset>1320800</wp:posOffset>
                      </wp:positionH>
                      <wp:positionV relativeFrom="paragraph">
                        <wp:posOffset>431800</wp:posOffset>
                      </wp:positionV>
                      <wp:extent cx="1003300" cy="698500"/>
                      <wp:effectExtent l="0" t="0" r="0" b="0"/>
                      <wp:wrapNone/>
                      <wp:docPr id="2884" name="Rectangle 28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4" o:spid="_x0000_s1796" style="position:absolute;margin-left:104pt;margin-top:34pt;width:79pt;height:55pt;z-index:25265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vTV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7EvTV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7664" behindDoc="0" locked="0" layoutInCell="1" allowOverlap="1" wp14:anchorId="0A8079B7" wp14:editId="7DCA1C5F">
                      <wp:simplePos x="0" y="0"/>
                      <wp:positionH relativeFrom="column">
                        <wp:posOffset>1320800</wp:posOffset>
                      </wp:positionH>
                      <wp:positionV relativeFrom="paragraph">
                        <wp:posOffset>431800</wp:posOffset>
                      </wp:positionV>
                      <wp:extent cx="1003300" cy="698500"/>
                      <wp:effectExtent l="0" t="0" r="0" b="0"/>
                      <wp:wrapNone/>
                      <wp:docPr id="2885" name="Rectangle 288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5" o:spid="_x0000_s1797" style="position:absolute;margin-left:104pt;margin-top:34pt;width:79pt;height:55pt;z-index:25265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irRZSB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8688" behindDoc="0" locked="0" layoutInCell="1" allowOverlap="1" wp14:anchorId="4DAF5FDF" wp14:editId="5BFDD57C">
                      <wp:simplePos x="0" y="0"/>
                      <wp:positionH relativeFrom="column">
                        <wp:posOffset>1320800</wp:posOffset>
                      </wp:positionH>
                      <wp:positionV relativeFrom="paragraph">
                        <wp:posOffset>431800</wp:posOffset>
                      </wp:positionV>
                      <wp:extent cx="1003300" cy="698500"/>
                      <wp:effectExtent l="0" t="0" r="0" b="0"/>
                      <wp:wrapNone/>
                      <wp:docPr id="2886" name="Rectangle 288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6" o:spid="_x0000_s1798" style="position:absolute;margin-left:104pt;margin-top:34pt;width:79pt;height:55pt;z-index:25265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Zig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evGYo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9712" behindDoc="0" locked="0" layoutInCell="1" allowOverlap="1" wp14:anchorId="33F3F055" wp14:editId="3057B124">
                      <wp:simplePos x="0" y="0"/>
                      <wp:positionH relativeFrom="column">
                        <wp:posOffset>1320800</wp:posOffset>
                      </wp:positionH>
                      <wp:positionV relativeFrom="paragraph">
                        <wp:posOffset>431800</wp:posOffset>
                      </wp:positionV>
                      <wp:extent cx="1003300" cy="698500"/>
                      <wp:effectExtent l="0" t="0" r="0" b="0"/>
                      <wp:wrapNone/>
                      <wp:docPr id="2887" name="Rectangle 28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7" o:spid="_x0000_s1799" style="position:absolute;margin-left:104pt;margin-top:34pt;width:79pt;height:55pt;z-index:25265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5Z3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2gOWd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0736" behindDoc="0" locked="0" layoutInCell="1" allowOverlap="1" wp14:anchorId="2F3377C3" wp14:editId="64864AD4">
                      <wp:simplePos x="0" y="0"/>
                      <wp:positionH relativeFrom="column">
                        <wp:posOffset>1320800</wp:posOffset>
                      </wp:positionH>
                      <wp:positionV relativeFrom="paragraph">
                        <wp:posOffset>431800</wp:posOffset>
                      </wp:positionV>
                      <wp:extent cx="1003300" cy="698500"/>
                      <wp:effectExtent l="0" t="0" r="0" b="0"/>
                      <wp:wrapNone/>
                      <wp:docPr id="2888" name="Rectangle 288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8" o:spid="_x0000_s1800" style="position:absolute;margin-left:104pt;margin-top:34pt;width:79pt;height:55pt;z-index:25266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U3XGg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pb1N1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1760" behindDoc="0" locked="0" layoutInCell="1" allowOverlap="1" wp14:anchorId="0EF1A2CD" wp14:editId="66FF48A5">
                      <wp:simplePos x="0" y="0"/>
                      <wp:positionH relativeFrom="column">
                        <wp:posOffset>1320800</wp:posOffset>
                      </wp:positionH>
                      <wp:positionV relativeFrom="paragraph">
                        <wp:posOffset>431800</wp:posOffset>
                      </wp:positionV>
                      <wp:extent cx="1003300" cy="698500"/>
                      <wp:effectExtent l="0" t="0" r="0" b="0"/>
                      <wp:wrapNone/>
                      <wp:docPr id="2889" name="Rectangle 288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9" o:spid="_x0000_s1801" style="position:absolute;margin-left:104pt;margin-top:34pt;width:79pt;height:55pt;z-index:25266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BK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VBvgS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2784" behindDoc="0" locked="0" layoutInCell="1" allowOverlap="1" wp14:anchorId="6A92C84B" wp14:editId="1C1AC3BC">
                      <wp:simplePos x="0" y="0"/>
                      <wp:positionH relativeFrom="column">
                        <wp:posOffset>1320800</wp:posOffset>
                      </wp:positionH>
                      <wp:positionV relativeFrom="paragraph">
                        <wp:posOffset>431800</wp:posOffset>
                      </wp:positionV>
                      <wp:extent cx="1003300" cy="698500"/>
                      <wp:effectExtent l="0" t="0" r="0" b="0"/>
                      <wp:wrapNone/>
                      <wp:docPr id="2890" name="Rectangle 28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0" o:spid="_x0000_s1802" style="position:absolute;margin-left:104pt;margin-top:34pt;width:79pt;height:55pt;z-index:25266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lgG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H95YB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3808" behindDoc="0" locked="0" layoutInCell="1" allowOverlap="1" wp14:anchorId="49D3B8A5" wp14:editId="5A5F785E">
                      <wp:simplePos x="0" y="0"/>
                      <wp:positionH relativeFrom="column">
                        <wp:posOffset>1320800</wp:posOffset>
                      </wp:positionH>
                      <wp:positionV relativeFrom="paragraph">
                        <wp:posOffset>431800</wp:posOffset>
                      </wp:positionV>
                      <wp:extent cx="1003300" cy="698500"/>
                      <wp:effectExtent l="0" t="0" r="0" b="0"/>
                      <wp:wrapNone/>
                      <wp:docPr id="2891" name="Rectangle 289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1" o:spid="_x0000_s1803" style="position:absolute;margin-left:104pt;margin-top:34pt;width:79pt;height:55pt;z-index:25266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PWb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O549Zs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4832" behindDoc="0" locked="0" layoutInCell="1" allowOverlap="1" wp14:anchorId="1B99939B" wp14:editId="6DC05289">
                      <wp:simplePos x="0" y="0"/>
                      <wp:positionH relativeFrom="column">
                        <wp:posOffset>1320800</wp:posOffset>
                      </wp:positionH>
                      <wp:positionV relativeFrom="paragraph">
                        <wp:posOffset>431800</wp:posOffset>
                      </wp:positionV>
                      <wp:extent cx="1003300" cy="698500"/>
                      <wp:effectExtent l="0" t="0" r="0" b="0"/>
                      <wp:wrapNone/>
                      <wp:docPr id="2892" name="Rectangle 289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2" o:spid="_x0000_s1804" style="position:absolute;margin-left:104pt;margin-top:34pt;width:79pt;height:55pt;z-index:25266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TWJ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MlE1i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5856" behindDoc="0" locked="0" layoutInCell="1" allowOverlap="1" wp14:anchorId="062B3893" wp14:editId="43261AF8">
                      <wp:simplePos x="0" y="0"/>
                      <wp:positionH relativeFrom="column">
                        <wp:posOffset>1320800</wp:posOffset>
                      </wp:positionH>
                      <wp:positionV relativeFrom="paragraph">
                        <wp:posOffset>431800</wp:posOffset>
                      </wp:positionV>
                      <wp:extent cx="1003300" cy="698500"/>
                      <wp:effectExtent l="0" t="0" r="0" b="0"/>
                      <wp:wrapNone/>
                      <wp:docPr id="2893" name="Rectangle 28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3" o:spid="_x0000_s1805" style="position:absolute;margin-left:104pt;margin-top:34pt;width:79pt;height:55pt;z-index:25266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zte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qM7X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6880" behindDoc="0" locked="0" layoutInCell="1" allowOverlap="1" wp14:anchorId="27E58572" wp14:editId="2B3D28BA">
                      <wp:simplePos x="0" y="0"/>
                      <wp:positionH relativeFrom="column">
                        <wp:posOffset>1320800</wp:posOffset>
                      </wp:positionH>
                      <wp:positionV relativeFrom="paragraph">
                        <wp:posOffset>431800</wp:posOffset>
                      </wp:positionV>
                      <wp:extent cx="1003300" cy="698500"/>
                      <wp:effectExtent l="0" t="0" r="0" b="0"/>
                      <wp:wrapNone/>
                      <wp:docPr id="2894" name="Rectangle 289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4" o:spid="_x0000_s1806" style="position:absolute;margin-left:104pt;margin-top:34pt;width:79pt;height:55pt;z-index:25266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ewo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4hXsKB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7904" behindDoc="0" locked="0" layoutInCell="1" allowOverlap="1" wp14:anchorId="645037E4" wp14:editId="747D1B3D">
                      <wp:simplePos x="0" y="0"/>
                      <wp:positionH relativeFrom="column">
                        <wp:posOffset>1320800</wp:posOffset>
                      </wp:positionH>
                      <wp:positionV relativeFrom="paragraph">
                        <wp:posOffset>431800</wp:posOffset>
                      </wp:positionV>
                      <wp:extent cx="1003300" cy="698500"/>
                      <wp:effectExtent l="0" t="0" r="0" b="0"/>
                      <wp:wrapNone/>
                      <wp:docPr id="2895" name="Rectangle 289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5" o:spid="_x0000_s1807" style="position:absolute;margin-left:104pt;margin-top:34pt;width:79pt;height:55pt;z-index:25266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0G1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E7NBt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8928" behindDoc="0" locked="0" layoutInCell="1" allowOverlap="1" wp14:anchorId="7E8AE533" wp14:editId="3187C10D">
                      <wp:simplePos x="0" y="0"/>
                      <wp:positionH relativeFrom="column">
                        <wp:posOffset>1320800</wp:posOffset>
                      </wp:positionH>
                      <wp:positionV relativeFrom="paragraph">
                        <wp:posOffset>431800</wp:posOffset>
                      </wp:positionV>
                      <wp:extent cx="1003300" cy="698500"/>
                      <wp:effectExtent l="0" t="0" r="0" b="0"/>
                      <wp:wrapNone/>
                      <wp:docPr id="2896" name="Rectangle 28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6" o:spid="_x0000_s1808" style="position:absolute;margin-left:104pt;margin-top:34pt;width:79pt;height:55pt;z-index:252668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iMX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qIjF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9952" behindDoc="0" locked="0" layoutInCell="1" allowOverlap="1" wp14:anchorId="4005DC60" wp14:editId="3BE421BF">
                      <wp:simplePos x="0" y="0"/>
                      <wp:positionH relativeFrom="column">
                        <wp:posOffset>1320800</wp:posOffset>
                      </wp:positionH>
                      <wp:positionV relativeFrom="paragraph">
                        <wp:posOffset>431800</wp:posOffset>
                      </wp:positionV>
                      <wp:extent cx="1003300" cy="698500"/>
                      <wp:effectExtent l="0" t="0" r="0" b="0"/>
                      <wp:wrapNone/>
                      <wp:docPr id="2897" name="Rectangle 289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7" o:spid="_x0000_s1809" style="position:absolute;margin-left:104pt;margin-top:34pt;width:79pt;height:55pt;z-index:25266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I6K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EMEjoo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0976" behindDoc="0" locked="0" layoutInCell="1" allowOverlap="1" wp14:anchorId="39EF722E" wp14:editId="31FC27BA">
                      <wp:simplePos x="0" y="0"/>
                      <wp:positionH relativeFrom="column">
                        <wp:posOffset>1320800</wp:posOffset>
                      </wp:positionH>
                      <wp:positionV relativeFrom="paragraph">
                        <wp:posOffset>431800</wp:posOffset>
                      </wp:positionV>
                      <wp:extent cx="1003300" cy="698500"/>
                      <wp:effectExtent l="0" t="0" r="0" b="0"/>
                      <wp:wrapNone/>
                      <wp:docPr id="2898" name="Rectangle 289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8" o:spid="_x0000_s1810" style="position:absolute;margin-left:104pt;margin-top:34pt;width:79pt;height:55pt;z-index:25267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lUq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PLpVK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2000" behindDoc="0" locked="0" layoutInCell="1" allowOverlap="1" wp14:anchorId="318CDC51" wp14:editId="03ECEFCA">
                      <wp:simplePos x="0" y="0"/>
                      <wp:positionH relativeFrom="column">
                        <wp:posOffset>1320800</wp:posOffset>
                      </wp:positionH>
                      <wp:positionV relativeFrom="paragraph">
                        <wp:posOffset>431800</wp:posOffset>
                      </wp:positionV>
                      <wp:extent cx="1003300" cy="698500"/>
                      <wp:effectExtent l="0" t="0" r="0" b="0"/>
                      <wp:wrapNone/>
                      <wp:docPr id="2899" name="Rectangle 28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9" o:spid="_x0000_s1811" style="position:absolute;margin-left:104pt;margin-top:34pt;width:79pt;height:55pt;z-index:25267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Fv9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nEhb/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3024" behindDoc="0" locked="0" layoutInCell="1" allowOverlap="1" wp14:anchorId="33B7BC20" wp14:editId="2AB8E3C1">
                      <wp:simplePos x="0" y="0"/>
                      <wp:positionH relativeFrom="column">
                        <wp:posOffset>1320800</wp:posOffset>
                      </wp:positionH>
                      <wp:positionV relativeFrom="paragraph">
                        <wp:posOffset>431800</wp:posOffset>
                      </wp:positionV>
                      <wp:extent cx="1003300" cy="698500"/>
                      <wp:effectExtent l="0" t="0" r="0" b="0"/>
                      <wp:wrapNone/>
                      <wp:docPr id="2900" name="Rectangle 290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0" o:spid="_x0000_s1812" style="position:absolute;margin-left:104pt;margin-top:34pt;width:79pt;height:55pt;z-index:25267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5ufGgIAAA0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HMebn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4048" behindDoc="0" locked="0" layoutInCell="1" allowOverlap="1" wp14:anchorId="12062B92" wp14:editId="11C24C52">
                      <wp:simplePos x="0" y="0"/>
                      <wp:positionH relativeFrom="column">
                        <wp:posOffset>1320800</wp:posOffset>
                      </wp:positionH>
                      <wp:positionV relativeFrom="paragraph">
                        <wp:posOffset>431800</wp:posOffset>
                      </wp:positionV>
                      <wp:extent cx="1003300" cy="698500"/>
                      <wp:effectExtent l="0" t="0" r="0" b="0"/>
                      <wp:wrapNone/>
                      <wp:docPr id="2901" name="Rectangle 290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1" o:spid="_x0000_s1813" style="position:absolute;margin-left:104pt;margin-top:34pt;width:79pt;height:55pt;z-index:25267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TYC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7WE2A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5072" behindDoc="0" locked="0" layoutInCell="1" allowOverlap="1" wp14:anchorId="65F695D1" wp14:editId="3FDE5D53">
                      <wp:simplePos x="0" y="0"/>
                      <wp:positionH relativeFrom="column">
                        <wp:posOffset>1320800</wp:posOffset>
                      </wp:positionH>
                      <wp:positionV relativeFrom="paragraph">
                        <wp:posOffset>431800</wp:posOffset>
                      </wp:positionV>
                      <wp:extent cx="1003300" cy="698500"/>
                      <wp:effectExtent l="0" t="0" r="0" b="0"/>
                      <wp:wrapNone/>
                      <wp:docPr id="2902" name="Rectangle 29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2" o:spid="_x0000_s1814" style="position:absolute;margin-left:104pt;margin-top:34pt;width:79pt;height:55pt;z-index:252675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Va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gHFVa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6096" behindDoc="0" locked="0" layoutInCell="1" allowOverlap="1" wp14:anchorId="50AF104B" wp14:editId="6710F099">
                      <wp:simplePos x="0" y="0"/>
                      <wp:positionH relativeFrom="column">
                        <wp:posOffset>1320800</wp:posOffset>
                      </wp:positionH>
                      <wp:positionV relativeFrom="paragraph">
                        <wp:posOffset>431800</wp:posOffset>
                      </wp:positionV>
                      <wp:extent cx="1003300" cy="698500"/>
                      <wp:effectExtent l="0" t="0" r="0" b="0"/>
                      <wp:wrapNone/>
                      <wp:docPr id="2903" name="Rectangle 290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3" o:spid="_x0000_s1815" style="position:absolute;margin-left:104pt;margin-top:34pt;width:79pt;height:55pt;z-index:25267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vjH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kbr4x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7120" behindDoc="0" locked="0" layoutInCell="1" allowOverlap="1" wp14:anchorId="0FEB183E" wp14:editId="490DC343">
                      <wp:simplePos x="0" y="0"/>
                      <wp:positionH relativeFrom="column">
                        <wp:posOffset>1320800</wp:posOffset>
                      </wp:positionH>
                      <wp:positionV relativeFrom="paragraph">
                        <wp:posOffset>431800</wp:posOffset>
                      </wp:positionV>
                      <wp:extent cx="1003300" cy="698500"/>
                      <wp:effectExtent l="0" t="0" r="0" b="0"/>
                      <wp:wrapNone/>
                      <wp:docPr id="2904" name="Rectangle 29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4" o:spid="_x0000_s1816" style="position:absolute;margin-left:104pt;margin-top:34pt;width:79pt;height:55pt;z-index:252677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pXQHA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z8pXQ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8144" behindDoc="0" locked="0" layoutInCell="1" allowOverlap="1" wp14:anchorId="3008B8C8" wp14:editId="59A5A985">
                      <wp:simplePos x="0" y="0"/>
                      <wp:positionH relativeFrom="column">
                        <wp:posOffset>1320800</wp:posOffset>
                      </wp:positionH>
                      <wp:positionV relativeFrom="paragraph">
                        <wp:posOffset>431800</wp:posOffset>
                      </wp:positionV>
                      <wp:extent cx="1003300" cy="698500"/>
                      <wp:effectExtent l="0" t="0" r="0" b="0"/>
                      <wp:wrapNone/>
                      <wp:docPr id="2905" name="Rectangle 29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5" o:spid="_x0000_s1817" style="position:absolute;margin-left:104pt;margin-top:34pt;width:79pt;height:55pt;z-index:25267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JsHHQIAAA0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wCbB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9168" behindDoc="0" locked="0" layoutInCell="1" allowOverlap="1" wp14:anchorId="43653D7D" wp14:editId="1DF4CD03">
                      <wp:simplePos x="0" y="0"/>
                      <wp:positionH relativeFrom="column">
                        <wp:posOffset>1295400</wp:posOffset>
                      </wp:positionH>
                      <wp:positionV relativeFrom="paragraph">
                        <wp:posOffset>431800</wp:posOffset>
                      </wp:positionV>
                      <wp:extent cx="1003300" cy="698500"/>
                      <wp:effectExtent l="0" t="0" r="0" b="0"/>
                      <wp:wrapNone/>
                      <wp:docPr id="2906" name="Rectangle 290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6" o:spid="_x0000_s1818" style="position:absolute;margin-left:102pt;margin-top:34pt;width:79pt;height:55pt;z-index:25267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BJg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F&#10;mGEkSA9d+g51I2LfMTRFW17XzPXXc2Sj/WqsYwvWxPJXlqyT9TorZnGy2c7S9C6ZFWFRzDZpuMmy&#10;7TbPFpvf7naUlsBcEXsHd6e+Q+zvCJ1bP5XKlxwZ5bA/jyF8zyYK08K1NPDQLn8PNhiUKT1bpw1v&#10;PqoHDYedZ8B0hMZG9+4PjUGjV8npqhJHlkKwSIo8BC1R2MryT86enrxcVtrYz0z2yBkV1lBMXzdy&#10;BCTT0csRgPj6vLPsuBt9OxZF7N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qMEmA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0192" behindDoc="0" locked="0" layoutInCell="1" allowOverlap="1" wp14:anchorId="5369B572" wp14:editId="1962A996">
                      <wp:simplePos x="0" y="0"/>
                      <wp:positionH relativeFrom="column">
                        <wp:posOffset>1295400</wp:posOffset>
                      </wp:positionH>
                      <wp:positionV relativeFrom="paragraph">
                        <wp:posOffset>431800</wp:posOffset>
                      </wp:positionV>
                      <wp:extent cx="1003300" cy="698500"/>
                      <wp:effectExtent l="0" t="0" r="0" b="0"/>
                      <wp:wrapNone/>
                      <wp:docPr id="2907" name="Rectangle 29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7" o:spid="_x0000_s1819" style="position:absolute;margin-left:102pt;margin-top:34pt;width:79pt;height:55pt;z-index:252680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r/9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XGEkyAAqfYW6EXHoGZqjHW8a5vT1HNlkPxvr2II1s/yZJZtks8mKRZxsd4s0vUsWRVgUi20abrNs&#10;t8uz1faXux2lJTBXxN7B3Vl3iP0doYv0c6l8yZFRDvvTFML3ZKIw9ZIGHlq9nv8ebDAqU3q2rje8&#10;+ageNOjvPAOmIzS1enB/EAZNvkvO1y5xZCkEi6TIQ+glCltZ/sHZkAWeermstLEfmRyQMyqsoZi+&#10;buQESOajL0fg3uvzzrLTfvJyrIr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Msqv/0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1216" behindDoc="0" locked="0" layoutInCell="1" allowOverlap="1" wp14:anchorId="7910AACB" wp14:editId="0F751CA5">
                      <wp:simplePos x="0" y="0"/>
                      <wp:positionH relativeFrom="column">
                        <wp:posOffset>1295400</wp:posOffset>
                      </wp:positionH>
                      <wp:positionV relativeFrom="paragraph">
                        <wp:posOffset>431800</wp:posOffset>
                      </wp:positionV>
                      <wp:extent cx="1003300" cy="698500"/>
                      <wp:effectExtent l="0" t="0" r="0" b="0"/>
                      <wp:wrapNone/>
                      <wp:docPr id="2908" name="Rectangle 29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8" o:spid="_x0000_s1820" style="position:absolute;margin-left:102pt;margin-top:34pt;width:79pt;height:55pt;z-index:252681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cX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BK0EGUClr1A3Ig49Q3O0403DnL6eI5vsZ2MdW7Bmlj+zZJNsNlmxiJPtbpGmd8miCItisU3DbZbt&#10;dnm22v5yt6O0BOaK2Du4O+sOsb8jdJF+LpUvOTLKYX+aQvieTBSmXtLAQ6vX89+DDUZlSs/W9YY3&#10;H9WDBv2dZ8B0hKZWD+4PwqDJd8n52iWOLIVgkRR5CL1EYSvLPzgbssBTL5eVNvYjkwNyRoU1FNPX&#10;jZwAyXz05Qjce33eWXbaT16OVZG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5cDHF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2240" behindDoc="0" locked="0" layoutInCell="1" allowOverlap="1" wp14:anchorId="1AD892D3" wp14:editId="01857AEE">
                      <wp:simplePos x="0" y="0"/>
                      <wp:positionH relativeFrom="column">
                        <wp:posOffset>1295400</wp:posOffset>
                      </wp:positionH>
                      <wp:positionV relativeFrom="paragraph">
                        <wp:posOffset>431800</wp:posOffset>
                      </wp:positionV>
                      <wp:extent cx="1003300" cy="698500"/>
                      <wp:effectExtent l="0" t="0" r="0" b="0"/>
                      <wp:wrapNone/>
                      <wp:docPr id="2909" name="Rectangle 290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9" o:spid="_x0000_s1821" style="position:absolute;margin-left:102pt;margin-top:34pt;width:79pt;height:55pt;z-index:25268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mqK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Rmaoo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3264" behindDoc="0" locked="0" layoutInCell="1" allowOverlap="1" wp14:anchorId="78C99A81" wp14:editId="693940D8">
                      <wp:simplePos x="0" y="0"/>
                      <wp:positionH relativeFrom="column">
                        <wp:posOffset>1295400</wp:posOffset>
                      </wp:positionH>
                      <wp:positionV relativeFrom="paragraph">
                        <wp:posOffset>431800</wp:posOffset>
                      </wp:positionV>
                      <wp:extent cx="1003300" cy="698500"/>
                      <wp:effectExtent l="0" t="0" r="0" b="0"/>
                      <wp:wrapNone/>
                      <wp:docPr id="2910" name="Rectangle 29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0" o:spid="_x0000_s1822" style="position:absolute;margin-left:102pt;margin-top:34pt;width:79pt;height:55pt;z-index:25268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3G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ggIJMoBKX6FuRBx6huZox5uGOX09RzbZz8Y6tmDNLH9mySbZbLJiESfb3SJN75JFERbFYpuG2yzb&#10;7fJstf3lbkdpCcwVsXdwd9YdYn9H6CL9XCpfcmSUw/40hfA9mShMvaSBh1av578HG4zKlJ6t6w1v&#10;PqoHDfo7z4DpCE2tHtwfhEGT75LztUscWQrBIinyEEpFYSvLPzgbssBTL5eVNvYjkwNyRoU1FNPX&#10;jZwAyXz05Qjce33eWXbaT16OVZG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vdxj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4288" behindDoc="0" locked="0" layoutInCell="1" allowOverlap="1" wp14:anchorId="54799F1F" wp14:editId="58DA3D61">
                      <wp:simplePos x="0" y="0"/>
                      <wp:positionH relativeFrom="column">
                        <wp:posOffset>1295400</wp:posOffset>
                      </wp:positionH>
                      <wp:positionV relativeFrom="paragraph">
                        <wp:posOffset>431800</wp:posOffset>
                      </wp:positionV>
                      <wp:extent cx="1003300" cy="698500"/>
                      <wp:effectExtent l="0" t="0" r="0" b="0"/>
                      <wp:wrapNone/>
                      <wp:docPr id="2911" name="Rectangle 291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1" o:spid="_x0000_s1823" style="position:absolute;margin-left:102pt;margin-top:34pt;width:79pt;height:55pt;z-index:252684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X9b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ijASZACVvkLdiDj0DM3RjjcNc/p6jmyyn411bMGaWf7Mkk2y2WTFIk62u0Wa3iWLIiyKxTYNt1m2&#10;2+XZavvL3Y7SEpgrYu/g7qw7xP6O0EX6uVS+5Mgoh/1pCuF7MlGYekkDD61ez38PNhiVKT1b1xve&#10;fFQPGvR3ngHTEZpaPbg/CIMm3yXna5c4shSCRVLkIfQSha0s/+BsyAJPvVxW2tiPTA7IGRXWUExf&#10;N3ICJPPRlyNw7/V5Z9lpP3k5VsX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K4Ff1s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5312" behindDoc="0" locked="0" layoutInCell="1" allowOverlap="1" wp14:anchorId="47719944" wp14:editId="6C11962C">
                      <wp:simplePos x="0" y="0"/>
                      <wp:positionH relativeFrom="column">
                        <wp:posOffset>1295400</wp:posOffset>
                      </wp:positionH>
                      <wp:positionV relativeFrom="paragraph">
                        <wp:posOffset>431800</wp:posOffset>
                      </wp:positionV>
                      <wp:extent cx="1003300" cy="698500"/>
                      <wp:effectExtent l="0" t="0" r="0" b="0"/>
                      <wp:wrapNone/>
                      <wp:docPr id="2912" name="Rectangle 291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2" o:spid="_x0000_s1824" style="position:absolute;margin-left:102pt;margin-top:34pt;width:79pt;height:55pt;z-index:252685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9JGg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Isv0k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6336" behindDoc="0" locked="0" layoutInCell="1" allowOverlap="1" wp14:anchorId="79BB1955" wp14:editId="19C7BBC1">
                      <wp:simplePos x="0" y="0"/>
                      <wp:positionH relativeFrom="column">
                        <wp:posOffset>1295400</wp:posOffset>
                      </wp:positionH>
                      <wp:positionV relativeFrom="paragraph">
                        <wp:posOffset>431800</wp:posOffset>
                      </wp:positionV>
                      <wp:extent cx="1003300" cy="698500"/>
                      <wp:effectExtent l="0" t="0" r="0" b="0"/>
                      <wp:wrapNone/>
                      <wp:docPr id="2913" name="Rectangle 29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3" o:spid="_x0000_s1825" style="position:absolute;margin-left:102pt;margin-top:34pt;width:79pt;height:55pt;z-index:252686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hLU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SjASZACVvkLdiDj0DM3RjjcNc/p6jmyyn411bMGaWf7Mkk2y2WTFIk62u0Wa3iWLIiyKxTYNt1m2&#10;2+XZavvL3Y7SEpgrYu/g7qw7xP6O0EX6uVS+5Mgoh/1pCuF7MlGYekkDD61ez38PNhiVKT1b1xve&#10;fFQPGvR3ngHTEZpaPbg/CIMm3yXna5c4shSCRVLkIfQSha0s/+BsyAJPvVxW2tiPTA7IGRXWUExf&#10;N3ICJPPRlyNw7/V5Z9lpP3k5VkX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g4oS1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7360" behindDoc="0" locked="0" layoutInCell="1" allowOverlap="1" wp14:anchorId="1E7AA7EB" wp14:editId="62889CD0">
                      <wp:simplePos x="0" y="0"/>
                      <wp:positionH relativeFrom="column">
                        <wp:posOffset>1295400</wp:posOffset>
                      </wp:positionH>
                      <wp:positionV relativeFrom="paragraph">
                        <wp:posOffset>431800</wp:posOffset>
                      </wp:positionV>
                      <wp:extent cx="1003300" cy="698500"/>
                      <wp:effectExtent l="0" t="0" r="0" b="0"/>
                      <wp:wrapNone/>
                      <wp:docPr id="2914" name="Rectangle 291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4" o:spid="_x0000_s1826" style="position:absolute;margin-left:102pt;margin-top:34pt;width:79pt;height:55pt;z-index:252687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d+Gg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4Ot34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8384" behindDoc="0" locked="0" layoutInCell="1" allowOverlap="1" wp14:anchorId="2DF4CB7A" wp14:editId="232EE116">
                      <wp:simplePos x="0" y="0"/>
                      <wp:positionH relativeFrom="column">
                        <wp:posOffset>1295400</wp:posOffset>
                      </wp:positionH>
                      <wp:positionV relativeFrom="paragraph">
                        <wp:posOffset>431800</wp:posOffset>
                      </wp:positionV>
                      <wp:extent cx="1003300" cy="698500"/>
                      <wp:effectExtent l="0" t="0" r="0" b="0"/>
                      <wp:wrapNone/>
                      <wp:docPr id="2915" name="Rectangle 291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5" o:spid="_x0000_s1827" style="position:absolute;margin-left:102pt;margin-top:34pt;width:79pt;height:55pt;z-index:252688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Brj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oGuM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9408" behindDoc="0" locked="0" layoutInCell="1" allowOverlap="1" wp14:anchorId="587DD3B2" wp14:editId="6E2F312C">
                      <wp:simplePos x="0" y="0"/>
                      <wp:positionH relativeFrom="column">
                        <wp:posOffset>1295400</wp:posOffset>
                      </wp:positionH>
                      <wp:positionV relativeFrom="paragraph">
                        <wp:posOffset>431800</wp:posOffset>
                      </wp:positionV>
                      <wp:extent cx="1003300" cy="698500"/>
                      <wp:effectExtent l="0" t="0" r="0" b="0"/>
                      <wp:wrapNone/>
                      <wp:docPr id="2916" name="Rectangle 29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6" o:spid="_x0000_s1828" style="position:absolute;margin-left:102pt;margin-top:34pt;width:79pt;height:55pt;z-index:252689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sL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MowEGUCl71A3IvY9Q3O0403DnL6eI5vsV2MdW7Bmlr+yZJ2s11mxiJPNdpGmt8miCItisUnDTZZt&#10;t3l2tfntbkdpCcwVsbdwd9YdYn9H6Cz9XCpfcmSUw/40hfA9mShMvaSBh1av5r8HG4zKlJ6t6w1v&#10;Pqh7Dfo7z4DpCE2tHtwfhEGT75LTpUscWQrBIinyEHqJwlaWf3I2ZIGnXi4rbexnJgfkjAprKKav&#10;GzkCkvnoyxG49/q8s+y0m7wceRi7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r+3bC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0432" behindDoc="0" locked="0" layoutInCell="1" allowOverlap="1" wp14:anchorId="237E5933" wp14:editId="4130C8E0">
                      <wp:simplePos x="0" y="0"/>
                      <wp:positionH relativeFrom="column">
                        <wp:posOffset>1295400</wp:posOffset>
                      </wp:positionH>
                      <wp:positionV relativeFrom="paragraph">
                        <wp:posOffset>431800</wp:posOffset>
                      </wp:positionV>
                      <wp:extent cx="1003300" cy="698500"/>
                      <wp:effectExtent l="0" t="0" r="0" b="0"/>
                      <wp:wrapNone/>
                      <wp:docPr id="2917" name="Rectangle 291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7" o:spid="_x0000_s1829" style="position:absolute;margin-left:102pt;margin-top:34pt;width:79pt;height:55pt;z-index:252690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9Xc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WmEkyAAqfYW6EXHoGZqjHW8a5vT1HNlkPxvr2II1s/yZJZtks8mKRZxsd4s0vUsWRVgUi20abrNs&#10;t8uz1faXux2lJTBXxN7B3Vl3iP0doYv0c6l8yZFRDvvTFML3ZKIw9ZIGHlq9nv8ebDAqU3q2rje8&#10;+ageNOjvPAOmIzS1enB/EAZNvkvO1y5xZCkEi6TIQ+glCltZ/sHZkAWeermstLEfmRyQMyqsoZi+&#10;buQESOajL0fg3uvzzrLTfvJy5GHi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x/V3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1456" behindDoc="0" locked="0" layoutInCell="1" allowOverlap="1" wp14:anchorId="079720EE" wp14:editId="4BD6FEFC">
                      <wp:simplePos x="0" y="0"/>
                      <wp:positionH relativeFrom="column">
                        <wp:posOffset>1295400</wp:posOffset>
                      </wp:positionH>
                      <wp:positionV relativeFrom="paragraph">
                        <wp:posOffset>431800</wp:posOffset>
                      </wp:positionV>
                      <wp:extent cx="1003300" cy="698500"/>
                      <wp:effectExtent l="0" t="0" r="0" b="0"/>
                      <wp:wrapNone/>
                      <wp:docPr id="2918" name="Rectangle 291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8" o:spid="_x0000_s1830" style="position:absolute;margin-left:102pt;margin-top:34pt;width:79pt;height:55pt;z-index:252691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Q58Gg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ChDnw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2480" behindDoc="0" locked="0" layoutInCell="1" allowOverlap="1" wp14:anchorId="1200F00D" wp14:editId="4905E8C8">
                      <wp:simplePos x="0" y="0"/>
                      <wp:positionH relativeFrom="column">
                        <wp:posOffset>1295400</wp:posOffset>
                      </wp:positionH>
                      <wp:positionV relativeFrom="paragraph">
                        <wp:posOffset>431800</wp:posOffset>
                      </wp:positionV>
                      <wp:extent cx="1003300" cy="698500"/>
                      <wp:effectExtent l="0" t="0" r="0" b="0"/>
                      <wp:wrapNone/>
                      <wp:docPr id="2919" name="Rectangle 29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9" o:spid="_x0000_s1831" style="position:absolute;margin-left:102pt;margin-top:34pt;width:79pt;height:55pt;z-index:252692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6Ph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R&#10;FRgJMoBK36BuROx7huZox5uGOX09RzbZL8Y6tmDNLH9myTpZr7NiESeb7SJN75JFERbFYpOGmyzb&#10;bvPsevPL3Y7SEpgrYu/g7qw7xN5H6Cz9XCpfcmSUw/48hfA9myhMvaSBh1av5r8HG4zKlJ6t6w1v&#10;PqoHDfo7z4DpCE2tHtwfhEGT75LTpUscWQrBIinyEHqJwlaWXzkbssBTL5eVNvYTkwNyRoU1FNPX&#10;jRwByXz05Qjce33eWXbaTV6OPLxy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IEHo+E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3504" behindDoc="0" locked="0" layoutInCell="1" allowOverlap="1" wp14:anchorId="02C01421" wp14:editId="1DD0F6CE">
                      <wp:simplePos x="0" y="0"/>
                      <wp:positionH relativeFrom="column">
                        <wp:posOffset>1295400</wp:posOffset>
                      </wp:positionH>
                      <wp:positionV relativeFrom="paragraph">
                        <wp:posOffset>431800</wp:posOffset>
                      </wp:positionV>
                      <wp:extent cx="1003300" cy="698500"/>
                      <wp:effectExtent l="0" t="0" r="0" b="0"/>
                      <wp:wrapNone/>
                      <wp:docPr id="2920" name="Rectangle 292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0" o:spid="_x0000_s1832" style="position:absolute;margin-left:102pt;margin-top:34pt;width:79pt;height:55pt;z-index:252693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fGJ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4g3xi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4528" behindDoc="0" locked="0" layoutInCell="1" allowOverlap="1" wp14:anchorId="7498F4E2" wp14:editId="2AF76DDA">
                      <wp:simplePos x="0" y="0"/>
                      <wp:positionH relativeFrom="column">
                        <wp:posOffset>1295400</wp:posOffset>
                      </wp:positionH>
                      <wp:positionV relativeFrom="paragraph">
                        <wp:posOffset>431800</wp:posOffset>
                      </wp:positionV>
                      <wp:extent cx="1003300" cy="698500"/>
                      <wp:effectExtent l="0" t="0" r="0" b="0"/>
                      <wp:wrapNone/>
                      <wp:docPr id="2921" name="Rectangle 292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1" o:spid="_x0000_s1833" style="position:absolute;margin-left:102pt;margin-top:34pt;width:79pt;height:55pt;z-index:252694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1wU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F&#10;HGEkSA9d+g51I2LfMTRFW17XzPXXc2Sj/WqsYwvWxPJXlqyT9TorZnGy2c7S9C6ZFWFRzDZpuMmy&#10;7TbPFpvf7naUlsBcEXsHd6e+Q+zvCJ1bP5XKlxwZ5bA/jyF8zyYK08K1NPDQLn8PNhiUKT1bpw1v&#10;PqoHDYedZ8B0hMZG9+4PjUGjV8npqhJHlkKwSIo8BC1R2MryT86enrxcVtrYz0z2yBkV1lBMXzdy&#10;BCTT0csRgPj6vLPsuBt9O/Jw4d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OrXB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5552" behindDoc="0" locked="0" layoutInCell="1" allowOverlap="1" wp14:anchorId="713DFF76" wp14:editId="727E45B4">
                      <wp:simplePos x="0" y="0"/>
                      <wp:positionH relativeFrom="column">
                        <wp:posOffset>1295400</wp:posOffset>
                      </wp:positionH>
                      <wp:positionV relativeFrom="paragraph">
                        <wp:posOffset>431800</wp:posOffset>
                      </wp:positionV>
                      <wp:extent cx="1003300" cy="698500"/>
                      <wp:effectExtent l="0" t="0" r="0" b="0"/>
                      <wp:wrapNone/>
                      <wp:docPr id="2922" name="Rectangle 29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2" o:spid="_x0000_s1834" style="position:absolute;margin-left:102pt;margin-top:34pt;width:79pt;height:55pt;z-index:252695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pwG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Y4wEGUCl71A3IvY9Q3O0403DnL6eI5vsV2MdW7Bmlr+yZJ2s11mxiJPNdpGmt8miCItisUnDTZZt&#10;t3l2tfntbkdpCcwVsbdwd9YdYn9H6Cz9XCpfcmSUw/40hfA9mShMvaSBh1av5r8HG4zKlJ6t6w1v&#10;Pqh7Dfo7z4DpCE2tHtwfhEGT75LTpUscWQrBIinyEHqJwlaWf3I2ZIGnXi4rbexnJgfkjAprKKav&#10;GzkCkvnoyxG49/q8s+y0m7wceZi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z4KcB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6576" behindDoc="0" locked="0" layoutInCell="1" allowOverlap="1" wp14:anchorId="714503B2" wp14:editId="7FABC6DC">
                      <wp:simplePos x="0" y="0"/>
                      <wp:positionH relativeFrom="column">
                        <wp:posOffset>1295400</wp:posOffset>
                      </wp:positionH>
                      <wp:positionV relativeFrom="paragraph">
                        <wp:posOffset>431800</wp:posOffset>
                      </wp:positionV>
                      <wp:extent cx="1003300" cy="698500"/>
                      <wp:effectExtent l="0" t="0" r="0" b="0"/>
                      <wp:wrapNone/>
                      <wp:docPr id="2923" name="Rectangle 292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3" o:spid="_x0000_s1835" style="position:absolute;margin-left:102pt;margin-top:34pt;width:79pt;height:55pt;z-index:252696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JLR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E4wEGUCl71A3IvY9Q3O0403DnL6eI5vsV2MdW7Bmlr+yZJ2s11mxiJPNdpGmt8miCItisUnDTZZt&#10;t3l2tfntbkdpCcwVsbdwd9YdYn9H6Cz9XCpfcmSUw/40hfA9mShMvaSBh1av5r8HG4zKlJ6t6w1v&#10;Pqh7Dfo7z4DpCE2tHtwfhEGT75LTpUscWQrBIinyEHqJwlaWf3I2ZIGnXi4rbexnJgfkjAprKKav&#10;GzkCkvnoyxG49/q8s+y0m7wceVi4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3CS0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7600" behindDoc="0" locked="0" layoutInCell="1" allowOverlap="1" wp14:anchorId="7BF8E838" wp14:editId="16F1A7C1">
                      <wp:simplePos x="0" y="0"/>
                      <wp:positionH relativeFrom="column">
                        <wp:posOffset>1295400</wp:posOffset>
                      </wp:positionH>
                      <wp:positionV relativeFrom="paragraph">
                        <wp:posOffset>431800</wp:posOffset>
                      </wp:positionV>
                      <wp:extent cx="1003300" cy="698500"/>
                      <wp:effectExtent l="0" t="0" r="0" b="0"/>
                      <wp:wrapNone/>
                      <wp:docPr id="2924" name="Rectangle 292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4" o:spid="_x0000_s1836" style="position:absolute;margin-left:102pt;margin-top:34pt;width:79pt;height:55pt;z-index:252697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P/G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zTj/xh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8624" behindDoc="0" locked="0" layoutInCell="1" allowOverlap="1" wp14:anchorId="4FBD50E2" wp14:editId="2CD4C9AA">
                      <wp:simplePos x="0" y="0"/>
                      <wp:positionH relativeFrom="column">
                        <wp:posOffset>1295400</wp:posOffset>
                      </wp:positionH>
                      <wp:positionV relativeFrom="paragraph">
                        <wp:posOffset>431800</wp:posOffset>
                      </wp:positionV>
                      <wp:extent cx="1003300" cy="698500"/>
                      <wp:effectExtent l="0" t="0" r="0" b="0"/>
                      <wp:wrapNone/>
                      <wp:docPr id="2925" name="Rectangle 29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5" o:spid="_x0000_s1837" style="position:absolute;margin-left:102pt;margin-top:34pt;width:79pt;height:55pt;z-index:252698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lJb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PJ5SW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9648" behindDoc="0" locked="0" layoutInCell="1" allowOverlap="1" wp14:anchorId="7A49573F" wp14:editId="6AA4F994">
                      <wp:simplePos x="0" y="0"/>
                      <wp:positionH relativeFrom="column">
                        <wp:posOffset>1295400</wp:posOffset>
                      </wp:positionH>
                      <wp:positionV relativeFrom="paragraph">
                        <wp:posOffset>431800</wp:posOffset>
                      </wp:positionV>
                      <wp:extent cx="1003300" cy="698500"/>
                      <wp:effectExtent l="0" t="0" r="0" b="0"/>
                      <wp:wrapNone/>
                      <wp:docPr id="2926" name="Rectangle 292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6" o:spid="_x0000_s1838" style="position:absolute;margin-left:102pt;margin-top:34pt;width:79pt;height:55pt;z-index:252699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zD5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M4wEGUCl71A3IvY9Q3O0403DnL6eI5vsV2MdW7Bmlr+yZJ2s11mxiJPNdpGmt8miCItisUnDTZZt&#10;t3l2tfntbkdpCcwVsbdwd9YdYn9H6Cz9XCpfcmSUw/40hfA9mShMvaSBh1av5r8HG4zKlJ6t6w1v&#10;Pqh7Dfo7z4DpCE2tHtwfhEGT75LTpUscWQrBIinyEHqJwlaWf3I2ZIGnXi4rbexnJgfkjAprKKav&#10;GzkCkvnoyxG49/q8s+y0m7wceRS7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nY8w+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0672" behindDoc="0" locked="0" layoutInCell="1" allowOverlap="1" wp14:anchorId="56079FF8" wp14:editId="7D90DAEF">
                      <wp:simplePos x="0" y="0"/>
                      <wp:positionH relativeFrom="column">
                        <wp:posOffset>1295400</wp:posOffset>
                      </wp:positionH>
                      <wp:positionV relativeFrom="paragraph">
                        <wp:posOffset>431800</wp:posOffset>
                      </wp:positionV>
                      <wp:extent cx="1003300" cy="698500"/>
                      <wp:effectExtent l="0" t="0" r="0" b="0"/>
                      <wp:wrapNone/>
                      <wp:docPr id="2927" name="Rectangle 292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7" o:spid="_x0000_s1839" style="position:absolute;margin-left:102pt;margin-top:34pt;width:79pt;height:55pt;z-index:252700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Z1k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F&#10;vMBIkB669B3qRsS+Y2iKtryumeuv58hG+9VYxxasieWvLFkn63VWzOJks52l6V0yK8KimG3ScJNl&#10;222eLTa/3e0oLYG5IvYO7k59h9jfETq3fiqVLzkyymF/HkP4nk0UpoVraeChXf4ebDAoU3q2Thve&#10;fFQPGg47z4DpCI2N7t0fGoNGr5LTVSWOLIVgkRR5CFqisJXln5w9PXm5rLSxn5nskTMqrKGYvm7k&#10;CEimo5cjAPH1eWfZcTf6duRR4t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wpnW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1696" behindDoc="0" locked="0" layoutInCell="1" allowOverlap="1" wp14:anchorId="392C0DF8" wp14:editId="6A20A268">
                      <wp:simplePos x="0" y="0"/>
                      <wp:positionH relativeFrom="column">
                        <wp:posOffset>1295400</wp:posOffset>
                      </wp:positionH>
                      <wp:positionV relativeFrom="paragraph">
                        <wp:posOffset>431800</wp:posOffset>
                      </wp:positionV>
                      <wp:extent cx="1003300" cy="698500"/>
                      <wp:effectExtent l="0" t="0" r="0" b="0"/>
                      <wp:wrapNone/>
                      <wp:docPr id="2928" name="Rectangle 29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8" o:spid="_x0000_s1840" style="position:absolute;margin-left:102pt;margin-top:34pt;width:79pt;height:55pt;z-index:252701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0bE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5dGx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2720" behindDoc="0" locked="0" layoutInCell="1" allowOverlap="1" wp14:anchorId="01035C48" wp14:editId="78F7EA3A">
                      <wp:simplePos x="0" y="0"/>
                      <wp:positionH relativeFrom="column">
                        <wp:posOffset>1295400</wp:posOffset>
                      </wp:positionH>
                      <wp:positionV relativeFrom="paragraph">
                        <wp:posOffset>431800</wp:posOffset>
                      </wp:positionV>
                      <wp:extent cx="1003300" cy="698500"/>
                      <wp:effectExtent l="0" t="0" r="0" b="0"/>
                      <wp:wrapNone/>
                      <wp:docPr id="2929" name="Rectangle 292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9" o:spid="_x0000_s1841" style="position:absolute;margin-left:102pt;margin-top:34pt;width:79pt;height:55pt;z-index:252702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UgT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R&#10;FxgJMoBK36BuROx7huZox5uGOX09RzbZL8Y6tmDNLH9myTpZr7NiESeb7SJN75JFERbFYpOGmyzb&#10;bvPsevPL3Y7SEpgrYu/g7qw7xN5H6Cz9XCpfcmSUw/48hfA9myhMvaSBh1av5r8HG4zKlJ6t6w1v&#10;PqoHDfo7z4DpCE2tHtwfhEGT75LTpUscWQrBIinyEHqJwlaWXzkbssBTL5eVNvYTkwNyRoU1FNPX&#10;jRwByXz05Qjce33eWXbaTV6OPLpy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NlSBM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p>
          <w:p w:rsidR="00E97431" w:rsidRPr="00F14F57" w:rsidRDefault="00E97431"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703744" behindDoc="0" locked="0" layoutInCell="1" allowOverlap="1" wp14:anchorId="59E1BC7D" wp14:editId="4408F1BC">
                      <wp:simplePos x="0" y="0"/>
                      <wp:positionH relativeFrom="column">
                        <wp:posOffset>1320800</wp:posOffset>
                      </wp:positionH>
                      <wp:positionV relativeFrom="paragraph">
                        <wp:posOffset>431800</wp:posOffset>
                      </wp:positionV>
                      <wp:extent cx="1003300" cy="698500"/>
                      <wp:effectExtent l="0" t="0" r="0" b="0"/>
                      <wp:wrapNone/>
                      <wp:docPr id="2930" name="Rectangle 293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0" o:spid="_x0000_s1842" style="position:absolute;margin-left:104pt;margin-top:34pt;width:79pt;height:55pt;z-index:252703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qL5To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4768" behindDoc="0" locked="0" layoutInCell="1" allowOverlap="1" wp14:anchorId="262E8979" wp14:editId="625CA811">
                      <wp:simplePos x="0" y="0"/>
                      <wp:positionH relativeFrom="column">
                        <wp:posOffset>1320800</wp:posOffset>
                      </wp:positionH>
                      <wp:positionV relativeFrom="paragraph">
                        <wp:posOffset>431800</wp:posOffset>
                      </wp:positionV>
                      <wp:extent cx="1003300" cy="698500"/>
                      <wp:effectExtent l="0" t="0" r="0" b="0"/>
                      <wp:wrapNone/>
                      <wp:docPr id="2931" name="Rectangle 29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1" o:spid="_x0000_s1843" style="position:absolute;margin-left:104pt;margin-top:34pt;width:79pt;height:55pt;z-index:252704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UinHg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KstSKc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5792" behindDoc="0" locked="0" layoutInCell="1" allowOverlap="1" wp14:anchorId="17A88E76" wp14:editId="386E0921">
                      <wp:simplePos x="0" y="0"/>
                      <wp:positionH relativeFrom="column">
                        <wp:posOffset>1320800</wp:posOffset>
                      </wp:positionH>
                      <wp:positionV relativeFrom="paragraph">
                        <wp:posOffset>431800</wp:posOffset>
                      </wp:positionV>
                      <wp:extent cx="1003300" cy="698500"/>
                      <wp:effectExtent l="0" t="0" r="0" b="0"/>
                      <wp:wrapNone/>
                      <wp:docPr id="2932" name="Rectangle 293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2" o:spid="_x0000_s1844" style="position:absolute;margin-left:104pt;margin-top:34pt;width:79pt;height:55pt;z-index:252705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JlAr/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6816" behindDoc="0" locked="0" layoutInCell="1" allowOverlap="1" wp14:anchorId="7060FCAB" wp14:editId="53CA297A">
                      <wp:simplePos x="0" y="0"/>
                      <wp:positionH relativeFrom="column">
                        <wp:posOffset>1320800</wp:posOffset>
                      </wp:positionH>
                      <wp:positionV relativeFrom="paragraph">
                        <wp:posOffset>431800</wp:posOffset>
                      </wp:positionV>
                      <wp:extent cx="1003300" cy="698500"/>
                      <wp:effectExtent l="0" t="0" r="0" b="0"/>
                      <wp:wrapNone/>
                      <wp:docPr id="2933" name="Rectangle 293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3" o:spid="_x0000_s1845" style="position:absolute;margin-left:104pt;margin-top:34pt;width:79pt;height:55pt;z-index:252706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Nf2hmI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7840" behindDoc="0" locked="0" layoutInCell="1" allowOverlap="1" wp14:anchorId="0DA602D1" wp14:editId="34C6C911">
                      <wp:simplePos x="0" y="0"/>
                      <wp:positionH relativeFrom="column">
                        <wp:posOffset>1320800</wp:posOffset>
                      </wp:positionH>
                      <wp:positionV relativeFrom="paragraph">
                        <wp:posOffset>431800</wp:posOffset>
                      </wp:positionV>
                      <wp:extent cx="1003300" cy="698500"/>
                      <wp:effectExtent l="0" t="0" r="0" b="0"/>
                      <wp:wrapNone/>
                      <wp:docPr id="2934" name="Rectangle 29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4" o:spid="_x0000_s1846" style="position:absolute;margin-left:104pt;margin-top:34pt;width:79pt;height:55pt;z-index:252707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C1zJ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8864" behindDoc="0" locked="0" layoutInCell="1" allowOverlap="1" wp14:anchorId="491C7368" wp14:editId="63843BA3">
                      <wp:simplePos x="0" y="0"/>
                      <wp:positionH relativeFrom="column">
                        <wp:posOffset>1320800</wp:posOffset>
                      </wp:positionH>
                      <wp:positionV relativeFrom="paragraph">
                        <wp:posOffset>431800</wp:posOffset>
                      </wp:positionV>
                      <wp:extent cx="1003300" cy="698500"/>
                      <wp:effectExtent l="0" t="0" r="0" b="0"/>
                      <wp:wrapNone/>
                      <wp:docPr id="2935" name="Rectangle 29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5" o:spid="_x0000_s1847" style="position:absolute;margin-left:104pt;margin-top:34pt;width:79pt;height:55pt;z-index:252708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33xHQIAAA0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N998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9888" behindDoc="0" locked="0" layoutInCell="1" allowOverlap="1" wp14:anchorId="62F0DAC4" wp14:editId="4D058963">
                      <wp:simplePos x="0" y="0"/>
                      <wp:positionH relativeFrom="column">
                        <wp:posOffset>1320800</wp:posOffset>
                      </wp:positionH>
                      <wp:positionV relativeFrom="paragraph">
                        <wp:posOffset>431800</wp:posOffset>
                      </wp:positionV>
                      <wp:extent cx="1003300" cy="698500"/>
                      <wp:effectExtent l="0" t="0" r="0" b="0"/>
                      <wp:wrapNone/>
                      <wp:docPr id="2936" name="Rectangle 293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6" o:spid="_x0000_s1848" style="position:absolute;margin-left:104pt;margin-top:34pt;width:79pt;height:55pt;z-index:252709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HiavBk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0912" behindDoc="0" locked="0" layoutInCell="1" allowOverlap="1" wp14:anchorId="6874824A" wp14:editId="58B73D3A">
                      <wp:simplePos x="0" y="0"/>
                      <wp:positionH relativeFrom="column">
                        <wp:posOffset>1320800</wp:posOffset>
                      </wp:positionH>
                      <wp:positionV relativeFrom="paragraph">
                        <wp:posOffset>431800</wp:posOffset>
                      </wp:positionV>
                      <wp:extent cx="1003300" cy="698500"/>
                      <wp:effectExtent l="0" t="0" r="0" b="0"/>
                      <wp:wrapNone/>
                      <wp:docPr id="2937" name="Rectangle 29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7" o:spid="_x0000_s1849" style="position:absolute;margin-left:104pt;margin-top:34pt;width:79pt;height:55pt;z-index:252710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BGEHQ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TwRh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1936" behindDoc="0" locked="0" layoutInCell="1" allowOverlap="1" wp14:anchorId="08B4CCF0" wp14:editId="1B26D820">
                      <wp:simplePos x="0" y="0"/>
                      <wp:positionH relativeFrom="column">
                        <wp:posOffset>1320800</wp:posOffset>
                      </wp:positionH>
                      <wp:positionV relativeFrom="paragraph">
                        <wp:posOffset>431800</wp:posOffset>
                      </wp:positionV>
                      <wp:extent cx="1003300" cy="698500"/>
                      <wp:effectExtent l="0" t="0" r="0" b="0"/>
                      <wp:wrapNone/>
                      <wp:docPr id="2938" name="Rectangle 29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8" o:spid="_x0000_s1850" style="position:absolute;margin-left:104pt;margin-top:34pt;width:79pt;height:55pt;z-index:252711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n1mlu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2960" behindDoc="0" locked="0" layoutInCell="1" allowOverlap="1" wp14:anchorId="3C3DFB4C" wp14:editId="30DE6AE0">
                      <wp:simplePos x="0" y="0"/>
                      <wp:positionH relativeFrom="column">
                        <wp:posOffset>1320800</wp:posOffset>
                      </wp:positionH>
                      <wp:positionV relativeFrom="paragraph">
                        <wp:posOffset>431800</wp:posOffset>
                      </wp:positionV>
                      <wp:extent cx="1003300" cy="698500"/>
                      <wp:effectExtent l="0" t="0" r="0" b="0"/>
                      <wp:wrapNone/>
                      <wp:docPr id="2939" name="Rectangle 293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9" o:spid="_x0000_s1851" style="position:absolute;margin-left:104pt;margin-top:34pt;width:79pt;height:55pt;z-index:252712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ZwxPM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3984" behindDoc="0" locked="0" layoutInCell="1" allowOverlap="1" wp14:anchorId="5FB6EC2A" wp14:editId="078EEA77">
                      <wp:simplePos x="0" y="0"/>
                      <wp:positionH relativeFrom="column">
                        <wp:posOffset>1320800</wp:posOffset>
                      </wp:positionH>
                      <wp:positionV relativeFrom="paragraph">
                        <wp:posOffset>431800</wp:posOffset>
                      </wp:positionV>
                      <wp:extent cx="1003300" cy="698500"/>
                      <wp:effectExtent l="0" t="0" r="0" b="0"/>
                      <wp:wrapNone/>
                      <wp:docPr id="2940" name="Rectangle 29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0" o:spid="_x0000_s1852" style="position:absolute;margin-left:104pt;margin-top:34pt;width:79pt;height:55pt;z-index:252713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Sw4Jg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5008" behindDoc="0" locked="0" layoutInCell="1" allowOverlap="1" wp14:anchorId="10C59D97" wp14:editId="083B72D7">
                      <wp:simplePos x="0" y="0"/>
                      <wp:positionH relativeFrom="column">
                        <wp:posOffset>1320800</wp:posOffset>
                      </wp:positionH>
                      <wp:positionV relativeFrom="paragraph">
                        <wp:posOffset>431800</wp:posOffset>
                      </wp:positionV>
                      <wp:extent cx="1003300" cy="698500"/>
                      <wp:effectExtent l="0" t="0" r="0" b="0"/>
                      <wp:wrapNone/>
                      <wp:docPr id="2941" name="Rectangle 29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1" o:spid="_x0000_s1853" style="position:absolute;margin-left:104pt;margin-top:34pt;width:79pt;height:55pt;z-index:252715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u5PHg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RC7k8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6032" behindDoc="0" locked="0" layoutInCell="1" allowOverlap="1" wp14:anchorId="6BB1526F" wp14:editId="0CB44C3C">
                      <wp:simplePos x="0" y="0"/>
                      <wp:positionH relativeFrom="column">
                        <wp:posOffset>1320800</wp:posOffset>
                      </wp:positionH>
                      <wp:positionV relativeFrom="paragraph">
                        <wp:posOffset>431800</wp:posOffset>
                      </wp:positionV>
                      <wp:extent cx="1003300" cy="698500"/>
                      <wp:effectExtent l="0" t="0" r="0" b="0"/>
                      <wp:wrapNone/>
                      <wp:docPr id="2942" name="Rectangle 294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2" o:spid="_x0000_s1854" style="position:absolute;margin-left:104pt;margin-top:34pt;width:79pt;height:55pt;z-index:252716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SGsuX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7056" behindDoc="0" locked="0" layoutInCell="1" allowOverlap="1" wp14:anchorId="7BDD6073" wp14:editId="76CA26FE">
                      <wp:simplePos x="0" y="0"/>
                      <wp:positionH relativeFrom="column">
                        <wp:posOffset>1320800</wp:posOffset>
                      </wp:positionH>
                      <wp:positionV relativeFrom="paragraph">
                        <wp:posOffset>431800</wp:posOffset>
                      </wp:positionV>
                      <wp:extent cx="1003300" cy="698500"/>
                      <wp:effectExtent l="0" t="0" r="0" b="0"/>
                      <wp:wrapNone/>
                      <wp:docPr id="2943" name="Rectangle 29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3" o:spid="_x0000_s1855" style="position:absolute;margin-left:104pt;margin-top:34pt;width:79pt;height:55pt;z-index:252717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uc2Dw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8080" behindDoc="0" locked="0" layoutInCell="1" allowOverlap="1" wp14:anchorId="4446CAFF" wp14:editId="6AE661B1">
                      <wp:simplePos x="0" y="0"/>
                      <wp:positionH relativeFrom="column">
                        <wp:posOffset>1320800</wp:posOffset>
                      </wp:positionH>
                      <wp:positionV relativeFrom="paragraph">
                        <wp:posOffset>431800</wp:posOffset>
                      </wp:positionV>
                      <wp:extent cx="1003300" cy="698500"/>
                      <wp:effectExtent l="0" t="0" r="0" b="0"/>
                      <wp:wrapNone/>
                      <wp:docPr id="2944" name="Rectangle 29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4" o:spid="_x0000_s1856" style="position:absolute;margin-left:104pt;margin-top:34pt;width:79pt;height:55pt;z-index:252718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tFNn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9104" behindDoc="0" locked="0" layoutInCell="1" allowOverlap="1" wp14:anchorId="233EA0F7" wp14:editId="34B1D94E">
                      <wp:simplePos x="0" y="0"/>
                      <wp:positionH relativeFrom="column">
                        <wp:posOffset>1320800</wp:posOffset>
                      </wp:positionH>
                      <wp:positionV relativeFrom="paragraph">
                        <wp:posOffset>431800</wp:posOffset>
                      </wp:positionV>
                      <wp:extent cx="1003300" cy="698500"/>
                      <wp:effectExtent l="0" t="0" r="0" b="0"/>
                      <wp:wrapNone/>
                      <wp:docPr id="2945" name="Rectangle 294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5" o:spid="_x0000_s1857" style="position:absolute;margin-left:104pt;margin-top:34pt;width:79pt;height:55pt;z-index:252719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t34AA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0128" behindDoc="0" locked="0" layoutInCell="1" allowOverlap="1" wp14:anchorId="25EA5A4E" wp14:editId="2A973B6D">
                      <wp:simplePos x="0" y="0"/>
                      <wp:positionH relativeFrom="column">
                        <wp:posOffset>1320800</wp:posOffset>
                      </wp:positionH>
                      <wp:positionV relativeFrom="paragraph">
                        <wp:posOffset>431800</wp:posOffset>
                      </wp:positionV>
                      <wp:extent cx="1003300" cy="698500"/>
                      <wp:effectExtent l="0" t="0" r="0" b="0"/>
                      <wp:wrapNone/>
                      <wp:docPr id="2946" name="Rectangle 29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6" o:spid="_x0000_s1858" style="position:absolute;margin-left:104pt;margin-top:34pt;width:79pt;height:55pt;z-index:252720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zIh6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1152" behindDoc="0" locked="0" layoutInCell="1" allowOverlap="1" wp14:anchorId="06CF9D51" wp14:editId="65D2E24C">
                      <wp:simplePos x="0" y="0"/>
                      <wp:positionH relativeFrom="column">
                        <wp:posOffset>1320800</wp:posOffset>
                      </wp:positionH>
                      <wp:positionV relativeFrom="paragraph">
                        <wp:posOffset>431800</wp:posOffset>
                      </wp:positionV>
                      <wp:extent cx="1003300" cy="698500"/>
                      <wp:effectExtent l="0" t="0" r="0" b="0"/>
                      <wp:wrapNone/>
                      <wp:docPr id="2947" name="Rectangle 29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7" o:spid="_x0000_s1859" style="position:absolute;margin-left:104pt;margin-top:34pt;width:79pt;height:55pt;z-index:252721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C8/HA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rwC8/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2176" behindDoc="0" locked="0" layoutInCell="1" allowOverlap="1" wp14:anchorId="66406E73" wp14:editId="50DA20BF">
                      <wp:simplePos x="0" y="0"/>
                      <wp:positionH relativeFrom="column">
                        <wp:posOffset>1320800</wp:posOffset>
                      </wp:positionH>
                      <wp:positionV relativeFrom="paragraph">
                        <wp:posOffset>431800</wp:posOffset>
                      </wp:positionV>
                      <wp:extent cx="1003300" cy="698500"/>
                      <wp:effectExtent l="0" t="0" r="0" b="0"/>
                      <wp:wrapNone/>
                      <wp:docPr id="2948" name="Rectangle 294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8" o:spid="_x0000_s1860" style="position:absolute;margin-left:104pt;margin-top:34pt;width:79pt;height:55pt;z-index:252722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JR+9J8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3200" behindDoc="0" locked="0" layoutInCell="1" allowOverlap="1" wp14:anchorId="5B271999" wp14:editId="060DF719">
                      <wp:simplePos x="0" y="0"/>
                      <wp:positionH relativeFrom="column">
                        <wp:posOffset>1320800</wp:posOffset>
                      </wp:positionH>
                      <wp:positionV relativeFrom="paragraph">
                        <wp:posOffset>431800</wp:posOffset>
                      </wp:positionV>
                      <wp:extent cx="1003300" cy="698500"/>
                      <wp:effectExtent l="0" t="0" r="0" b="0"/>
                      <wp:wrapNone/>
                      <wp:docPr id="2949" name="Rectangle 29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9" o:spid="_x0000_s1861" style="position:absolute;margin-left:104pt;margin-top:34pt;width:79pt;height:55pt;z-index:252723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FkCHgIAAA0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GXYWQI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4224" behindDoc="0" locked="0" layoutInCell="1" allowOverlap="1" wp14:anchorId="60CD3EDD" wp14:editId="3CF19ABF">
                      <wp:simplePos x="0" y="0"/>
                      <wp:positionH relativeFrom="column">
                        <wp:posOffset>1320800</wp:posOffset>
                      </wp:positionH>
                      <wp:positionV relativeFrom="paragraph">
                        <wp:posOffset>431800</wp:posOffset>
                      </wp:positionV>
                      <wp:extent cx="1003300" cy="698500"/>
                      <wp:effectExtent l="0" t="0" r="0" b="0"/>
                      <wp:wrapNone/>
                      <wp:docPr id="2950" name="Rectangle 295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0" o:spid="_x0000_s1862" style="position:absolute;margin-left:104pt;margin-top:34pt;width:79pt;height:55pt;z-index:252724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FO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C4d4U4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5248" behindDoc="0" locked="0" layoutInCell="1" allowOverlap="1" wp14:anchorId="1BCA71E6" wp14:editId="4080363C">
                      <wp:simplePos x="0" y="0"/>
                      <wp:positionH relativeFrom="column">
                        <wp:posOffset>1320800</wp:posOffset>
                      </wp:positionH>
                      <wp:positionV relativeFrom="paragraph">
                        <wp:posOffset>431800</wp:posOffset>
                      </wp:positionV>
                      <wp:extent cx="1003300" cy="698500"/>
                      <wp:effectExtent l="0" t="0" r="0" b="0"/>
                      <wp:wrapNone/>
                      <wp:docPr id="2951" name="Rectangle 295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1" o:spid="_x0000_s1863" style="position:absolute;margin-left:104pt;margin-top:34pt;width:79pt;height:55pt;z-index:252725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fu0zT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6272" behindDoc="0" locked="0" layoutInCell="1" allowOverlap="1" wp14:anchorId="11AD5FAF" wp14:editId="433C85C7">
                      <wp:simplePos x="0" y="0"/>
                      <wp:positionH relativeFrom="column">
                        <wp:posOffset>1320800</wp:posOffset>
                      </wp:positionH>
                      <wp:positionV relativeFrom="paragraph">
                        <wp:posOffset>431800</wp:posOffset>
                      </wp:positionV>
                      <wp:extent cx="1003300" cy="698500"/>
                      <wp:effectExtent l="0" t="0" r="0" b="0"/>
                      <wp:wrapNone/>
                      <wp:docPr id="2952" name="Rectangle 29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2" o:spid="_x0000_s1864" style="position:absolute;margin-left:104pt;margin-top:34pt;width:79pt;height:55pt;z-index:252726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ozB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AOSjME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7296" behindDoc="0" locked="0" layoutInCell="1" allowOverlap="1" wp14:anchorId="03E50EE5" wp14:editId="05791461">
                      <wp:simplePos x="0" y="0"/>
                      <wp:positionH relativeFrom="column">
                        <wp:posOffset>1320800</wp:posOffset>
                      </wp:positionH>
                      <wp:positionV relativeFrom="paragraph">
                        <wp:posOffset>431800</wp:posOffset>
                      </wp:positionV>
                      <wp:extent cx="1003300" cy="698500"/>
                      <wp:effectExtent l="0" t="0" r="0" b="0"/>
                      <wp:wrapNone/>
                      <wp:docPr id="2953" name="Rectangle 295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3" o:spid="_x0000_s1865" style="position:absolute;margin-left:104pt;margin-top:34pt;width:79pt;height:55pt;z-index:252727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IWHgIAAA0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KNgghY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8320" behindDoc="0" locked="0" layoutInCell="1" allowOverlap="1" wp14:anchorId="110F6EA9" wp14:editId="1814FD53">
                      <wp:simplePos x="0" y="0"/>
                      <wp:positionH relativeFrom="column">
                        <wp:posOffset>1295400</wp:posOffset>
                      </wp:positionH>
                      <wp:positionV relativeFrom="paragraph">
                        <wp:posOffset>431800</wp:posOffset>
                      </wp:positionV>
                      <wp:extent cx="1003300" cy="698500"/>
                      <wp:effectExtent l="0" t="0" r="0" b="0"/>
                      <wp:wrapNone/>
                      <wp:docPr id="2954" name="Rectangle 295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4" o:spid="_x0000_s1866" style="position:absolute;margin-left:102pt;margin-top:34pt;width:79pt;height:55pt;z-index:252728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vDa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Pi&#10;JsVIkAG69AXqRkTbMzRHO17XzPXXc2ST/WSsYwvWzPJHlmySzSYrFnGy3S3S9CFZFGFRLLZpuM2y&#10;3S7Pbrc/3e0oLYG5IvYB7s59h9jfETq3fi6VLzkyymF/mUL4XkwUpoVraeChXf4ebDAqU3q2Thve&#10;fFZPGg47z4DpCE2NHtwfGoMmr5LTVSWOLIVgkRR5CFqisJXlN86en7xcVtrYD0wOyBkV1lBMXzdy&#10;BCTz0csRgPj6vLPstJ98O/LUp3W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Xi8No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9344" behindDoc="0" locked="0" layoutInCell="1" allowOverlap="1" wp14:anchorId="784707E8" wp14:editId="5807364E">
                      <wp:simplePos x="0" y="0"/>
                      <wp:positionH relativeFrom="column">
                        <wp:posOffset>1295400</wp:posOffset>
                      </wp:positionH>
                      <wp:positionV relativeFrom="paragraph">
                        <wp:posOffset>431800</wp:posOffset>
                      </wp:positionV>
                      <wp:extent cx="1003300" cy="698500"/>
                      <wp:effectExtent l="0" t="0" r="0" b="0"/>
                      <wp:wrapNone/>
                      <wp:docPr id="2955" name="Rectangle 29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5" o:spid="_x0000_s1867" style="position:absolute;margin-left:102pt;margin-top:34pt;width:79pt;height:55pt;z-index:252729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F1H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tcJIkAFU+gJ1I+LQMzRHO940zOnrObLJfjLWsQVrZvkjSzbJZpMVizjZ7hZpep8sirAoFts03GbZ&#10;bpdnN9uf7naUlsBcEXsPd2fdIfZ3hC7Sz6XyJUdGOezPUwjfs4nC1EsaeGj1ev57sMGoTOnZut7w&#10;5pN61KC/8wyYjtDU6sH9QRg0+S45X7vEkaUQLJIiD6GXKGxl+crZkAWeermstLEfmByQMyqsoZi+&#10;buQESOajL0fg3uvzzrLTfvJy5Gn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5ERdR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0368" behindDoc="0" locked="0" layoutInCell="1" allowOverlap="1" wp14:anchorId="27BB4540" wp14:editId="565C65D7">
                      <wp:simplePos x="0" y="0"/>
                      <wp:positionH relativeFrom="column">
                        <wp:posOffset>1295400</wp:posOffset>
                      </wp:positionH>
                      <wp:positionV relativeFrom="paragraph">
                        <wp:posOffset>431800</wp:posOffset>
                      </wp:positionV>
                      <wp:extent cx="1003300" cy="698500"/>
                      <wp:effectExtent l="0" t="0" r="0" b="0"/>
                      <wp:wrapNone/>
                      <wp:docPr id="2956" name="Rectangle 295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6" o:spid="_x0000_s1868" style="position:absolute;margin-left:102pt;margin-top:34pt;width:79pt;height:55pt;z-index:252730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T/l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x&#10;lWEkyAAqfYO6EbHvGZqjHW8a5vT1HNlkvxjr2II1s/yZJetkvc6KRZxstos0vUsWRVgUi00abrJs&#10;u82z680vdztKS2CuiL2Du7PuEHsfobP0c6l8yZFRDvvzFML3bKIw9ZIGHlq9mv8ebDAqU3q2rje8&#10;+ageNOjvPAOmIzS1enB/EAZNvktOly5xZCkEi6TIQ+glCltZfuVsyAJPvVxW2thPTA7IGRXWUExf&#10;N3IEJPPRlyNw7/V5Z9lpN3k58jR2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VVP+U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1392" behindDoc="0" locked="0" layoutInCell="1" allowOverlap="1" wp14:anchorId="31BBCEC9" wp14:editId="0CF8BB28">
                      <wp:simplePos x="0" y="0"/>
                      <wp:positionH relativeFrom="column">
                        <wp:posOffset>1295400</wp:posOffset>
                      </wp:positionH>
                      <wp:positionV relativeFrom="paragraph">
                        <wp:posOffset>431800</wp:posOffset>
                      </wp:positionV>
                      <wp:extent cx="1003300" cy="698500"/>
                      <wp:effectExtent l="0" t="0" r="0" b="0"/>
                      <wp:wrapNone/>
                      <wp:docPr id="2957" name="Rectangle 295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7" o:spid="_x0000_s1869" style="position:absolute;margin-left:102pt;margin-top:34pt;width:79pt;height:55pt;z-index:252731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5J4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L&#10;mwVGgvTQpW9QNyL2HUNTtOV1zVx/PUc22i/GOrZgTSx/Zsk6Wa+zYhYnm+0sTe+TWREWxWyThpss&#10;227zbLH55W5HaQnMFbH3cHfqO8TeR+jc+qlUvuTIKIf9ZQzhezFRmBaupYGHdvl7sMGgTOnZOm14&#10;80k9ajjsPAOmIzQ2und/aAwavUpOV5U4shSCRVLkIWiJwlaW3zh7evJyWWljPzHZI2dUWEMxfd3I&#10;EZBMRy9HAOLr886y42707cjTxK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085J4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2416" behindDoc="0" locked="0" layoutInCell="1" allowOverlap="1" wp14:anchorId="3D30A19B" wp14:editId="0DB49A5E">
                      <wp:simplePos x="0" y="0"/>
                      <wp:positionH relativeFrom="column">
                        <wp:posOffset>1295400</wp:posOffset>
                      </wp:positionH>
                      <wp:positionV relativeFrom="paragraph">
                        <wp:posOffset>431800</wp:posOffset>
                      </wp:positionV>
                      <wp:extent cx="1003300" cy="698500"/>
                      <wp:effectExtent l="0" t="0" r="0" b="0"/>
                      <wp:wrapNone/>
                      <wp:docPr id="2958" name="Rectangle 29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8" o:spid="_x0000_s1870" style="position:absolute;margin-left:102pt;margin-top:34pt;width:79pt;height:55pt;z-index:252732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UnY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x&#10;BVoJMoBK36BuROx7huZox5uGOX09RzbZL8Y6tmDNLH9myTpZr7NiESeb7SJN75JFERbFYpOGmyzb&#10;bvPsevPL3Y7SEpgrYu/g7qw7xN5H6Cz9XCpfcmSUw/48hfA9myhMvaSBh1av5r8HG4zKlJ6t6w1v&#10;PqoHDfo7z4DpCE2tHtwfhEGT75LTpUscWQrBIinyEHqJwlaWXzkbssBTL5eVNvYTkwNyRoU1FNPX&#10;jRwByXz05Qjce33eWXbaTV6OPE1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01J2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3440" behindDoc="0" locked="0" layoutInCell="1" allowOverlap="1" wp14:anchorId="6492C091" wp14:editId="6CF27242">
                      <wp:simplePos x="0" y="0"/>
                      <wp:positionH relativeFrom="column">
                        <wp:posOffset>1295400</wp:posOffset>
                      </wp:positionH>
                      <wp:positionV relativeFrom="paragraph">
                        <wp:posOffset>431800</wp:posOffset>
                      </wp:positionV>
                      <wp:extent cx="1003300" cy="698500"/>
                      <wp:effectExtent l="0" t="0" r="0" b="0"/>
                      <wp:wrapNone/>
                      <wp:docPr id="2959" name="Rectangle 295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9" o:spid="_x0000_s1871" style="position:absolute;margin-left:102pt;margin-top:34pt;width:79pt;height:55pt;z-index:252733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0cP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VWAkyAAqfYG6EXHoGZqjHW8a5vT1HNlkPxnr2II1s/yRJZtks8mKRZxsd4s0vU8WRVgUi20abrNs&#10;t8uzm+1PdztKS2CuiL2Hu7PuEPs7Qhfp51L5kiOjHPbnKYTv2URh6iUNPLR6Pf892GBUpvRsXW94&#10;80k9atDfeQZMR2hq9eD+IAyafJecr13iyFIIFkmRh9BLFLayfOVsyAJPvVxW2tgPTA7IGRXWUExf&#10;N3ICJPPRlyNw7/V5Z9lpP3k58nT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Gu/Rw8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4464" behindDoc="0" locked="0" layoutInCell="1" allowOverlap="1" wp14:anchorId="2C164A49" wp14:editId="6E2C932E">
                      <wp:simplePos x="0" y="0"/>
                      <wp:positionH relativeFrom="column">
                        <wp:posOffset>1295400</wp:posOffset>
                      </wp:positionH>
                      <wp:positionV relativeFrom="paragraph">
                        <wp:posOffset>431800</wp:posOffset>
                      </wp:positionV>
                      <wp:extent cx="1003300" cy="698500"/>
                      <wp:effectExtent l="0" t="0" r="0" b="0"/>
                      <wp:wrapNone/>
                      <wp:docPr id="2960" name="Rectangle 296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0" o:spid="_x0000_s1872" style="position:absolute;margin-left:102pt;margin-top:34pt;width:79pt;height:55pt;z-index:252734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bYt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nhti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5488" behindDoc="0" locked="0" layoutInCell="1" allowOverlap="1" wp14:anchorId="3F17428C" wp14:editId="7A60D1FE">
                      <wp:simplePos x="0" y="0"/>
                      <wp:positionH relativeFrom="column">
                        <wp:posOffset>1295400</wp:posOffset>
                      </wp:positionH>
                      <wp:positionV relativeFrom="paragraph">
                        <wp:posOffset>431800</wp:posOffset>
                      </wp:positionV>
                      <wp:extent cx="1003300" cy="698500"/>
                      <wp:effectExtent l="0" t="0" r="0" b="0"/>
                      <wp:wrapNone/>
                      <wp:docPr id="2961" name="Rectangle 29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1" o:spid="_x0000_s1873" style="position:absolute;margin-left:102pt;margin-top:34pt;width:79pt;height:55pt;z-index:252735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xuw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izASZACVvkLdiDj0DM3RjjcNc/p6jmyyn411bMGaWf7Mkk2y2WTFIk62u0Wa3iWLIiyKxTYNt1m2&#10;2+XZavvL3Y7SEpgrYu/g7qw7xP6O0EX6uVS+5Mgoh/1pCuF7MlGYekkDD61ez38PNhiVKT1b1xve&#10;fFQPGvR3ngHTEZpaPbg/CIMm3yXna5c4shSCRVLkIfQSha0s/+BsyAJPvVxW2tiPTA7IGRXWUExf&#10;N3ICJPPRlyNw7/V5Z9lpP3k58nTl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qEcbs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6512" behindDoc="0" locked="0" layoutInCell="1" allowOverlap="1" wp14:anchorId="6F64F502" wp14:editId="0F1831C2">
                      <wp:simplePos x="0" y="0"/>
                      <wp:positionH relativeFrom="column">
                        <wp:posOffset>1295400</wp:posOffset>
                      </wp:positionH>
                      <wp:positionV relativeFrom="paragraph">
                        <wp:posOffset>431800</wp:posOffset>
                      </wp:positionV>
                      <wp:extent cx="1003300" cy="698500"/>
                      <wp:effectExtent l="0" t="0" r="0" b="0"/>
                      <wp:wrapNone/>
                      <wp:docPr id="2962" name="Rectangle 296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2" o:spid="_x0000_s1874" style="position:absolute;margin-left:102pt;margin-top:34pt;width:79pt;height:55pt;z-index:252736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njo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jI&#10;YowEGUCl71A3IvY9Q3O0403DnL6eI5vsV2MdW7Bmlr+yZJ2s11mxiJPNdpGmt8miCItisUnDTZZt&#10;t3l2tfntbkdpCcwVsbdwd9YdYn9H6Cz9XCpfcmSUw/40hfA9mShMvaSBh1av5r8HG4zKlJ6t6w1v&#10;Pqh7Dfo7z4DpCE2tHtwfhEGT75LTpUscWQrBIinyEHqJwlaWf3I2ZIGnXi4rbexnJgfkjAprKKav&#10;GzkCkvnoyxG49/q8s+y0m7wceZq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JTp46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7536" behindDoc="0" locked="0" layoutInCell="1" allowOverlap="1" wp14:anchorId="2E39A5D6" wp14:editId="749BCBB8">
                      <wp:simplePos x="0" y="0"/>
                      <wp:positionH relativeFrom="column">
                        <wp:posOffset>1295400</wp:posOffset>
                      </wp:positionH>
                      <wp:positionV relativeFrom="paragraph">
                        <wp:posOffset>431800</wp:posOffset>
                      </wp:positionV>
                      <wp:extent cx="1003300" cy="698500"/>
                      <wp:effectExtent l="0" t="0" r="0" b="0"/>
                      <wp:wrapNone/>
                      <wp:docPr id="2963" name="Rectangle 296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3" o:spid="_x0000_s1875" style="position:absolute;margin-left:102pt;margin-top:34pt;width:79pt;height:55pt;z-index:252737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NV1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1JzVdR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8560" behindDoc="0" locked="0" layoutInCell="1" allowOverlap="1" wp14:anchorId="17E34EE7" wp14:editId="0656AD8B">
                      <wp:simplePos x="0" y="0"/>
                      <wp:positionH relativeFrom="column">
                        <wp:posOffset>1295400</wp:posOffset>
                      </wp:positionH>
                      <wp:positionV relativeFrom="paragraph">
                        <wp:posOffset>431800</wp:posOffset>
                      </wp:positionV>
                      <wp:extent cx="1003300" cy="698500"/>
                      <wp:effectExtent l="0" t="0" r="0" b="0"/>
                      <wp:wrapNone/>
                      <wp:docPr id="2964" name="Rectangle 296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4" o:spid="_x0000_s1876" style="position:absolute;margin-left:102pt;margin-top:34pt;width:79pt;height:55pt;z-index:252738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Lhi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tS4Y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9584" behindDoc="0" locked="0" layoutInCell="1" allowOverlap="1" wp14:anchorId="464C54C2" wp14:editId="795C7735">
                      <wp:simplePos x="0" y="0"/>
                      <wp:positionH relativeFrom="column">
                        <wp:posOffset>1295400</wp:posOffset>
                      </wp:positionH>
                      <wp:positionV relativeFrom="paragraph">
                        <wp:posOffset>431800</wp:posOffset>
                      </wp:positionV>
                      <wp:extent cx="1003300" cy="698500"/>
                      <wp:effectExtent l="0" t="0" r="0" b="0"/>
                      <wp:wrapNone/>
                      <wp:docPr id="2965" name="Rectangle 296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5" o:spid="_x0000_s1877" style="position:absolute;margin-left:102pt;margin-top:34pt;width:79pt;height:55pt;z-index:252739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ra1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i&#10;W2EkyAAqfYG6EXHoGZqjHW8a5vT1HNlkPxnr2II1s/yRJZtks8mKRZxsd4s0vU8WRVgUi20abrNs&#10;t8uzm+1PdztKS2CuiL2Hu7PuEPs7Qhfp51L5kiOjHPbnKYTv2URh6iUNPLR6Pf892GBUpvRsXW94&#10;80k9atDfeQZMR2hq9eD+IAyafJecr13iyFIIFkmRh9BLFLayfOVsyAJPvVxW2tgPTA7IGRXWUExf&#10;N3ICJPPRlyNw7/V5Z9lpP3k58lX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1ia2t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0608" behindDoc="0" locked="0" layoutInCell="1" allowOverlap="1" wp14:anchorId="6B561933" wp14:editId="61119790">
                      <wp:simplePos x="0" y="0"/>
                      <wp:positionH relativeFrom="column">
                        <wp:posOffset>1295400</wp:posOffset>
                      </wp:positionH>
                      <wp:positionV relativeFrom="paragraph">
                        <wp:posOffset>431800</wp:posOffset>
                      </wp:positionV>
                      <wp:extent cx="1003300" cy="698500"/>
                      <wp:effectExtent l="0" t="0" r="0" b="0"/>
                      <wp:wrapNone/>
                      <wp:docPr id="2966" name="Rectangle 296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6" o:spid="_x0000_s1878" style="position:absolute;margin-left:102pt;margin-top:34pt;width:79pt;height:55pt;z-index:252740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3dd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Zjd1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1632" behindDoc="0" locked="0" layoutInCell="1" allowOverlap="1" wp14:anchorId="7AF047A6" wp14:editId="6EF9B16C">
                      <wp:simplePos x="0" y="0"/>
                      <wp:positionH relativeFrom="column">
                        <wp:posOffset>1295400</wp:posOffset>
                      </wp:positionH>
                      <wp:positionV relativeFrom="paragraph">
                        <wp:posOffset>431800</wp:posOffset>
                      </wp:positionV>
                      <wp:extent cx="1003300" cy="698500"/>
                      <wp:effectExtent l="0" t="0" r="0" b="0"/>
                      <wp:wrapNone/>
                      <wp:docPr id="2967" name="Rectangle 29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7" o:spid="_x0000_s1879" style="position:absolute;margin-left:102pt;margin-top:34pt;width:79pt;height:55pt;z-index:252741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drA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i&#10;W2EkyAAqfYG6EXHoGZqjHW8a5vT1HNlkPxnr2II1s/yRJZtks8mKRZxsd4s0vU8WRVgUi20abrNs&#10;t8uz1fanux2lJTBXxN7D3Vl3iP0doYv0c6l8yZFRDvvzFML3bKIw9ZIGHlq9nv8ebDAqU3q2rje8&#10;+aQeNejvPAOmIzS1enB/EAZNvkvO1y5xZCkEi6TIQ+glCltZfuNsyAJPvVxW2tgPTA7IGRXWUExf&#10;N3ICJPPRlyNw7/V5Z9lpP3k58pvE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fF2sA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2656" behindDoc="0" locked="0" layoutInCell="1" allowOverlap="1" wp14:anchorId="7C1881D4" wp14:editId="53399D1F">
                      <wp:simplePos x="0" y="0"/>
                      <wp:positionH relativeFrom="column">
                        <wp:posOffset>1295400</wp:posOffset>
                      </wp:positionH>
                      <wp:positionV relativeFrom="paragraph">
                        <wp:posOffset>431800</wp:posOffset>
                      </wp:positionV>
                      <wp:extent cx="1003300" cy="698500"/>
                      <wp:effectExtent l="0" t="0" r="0" b="0"/>
                      <wp:wrapNone/>
                      <wp:docPr id="2968" name="Rectangle 29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8" o:spid="_x0000_s1880" style="position:absolute;margin-left:102pt;margin-top:34pt;width:79pt;height:55pt;z-index:252742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6Iq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R&#10;gVaCDKDSN6gbEfueoTna8aZhTl/PkU32i7GOLVgzy59Zsk7W66xYxMlmu0jTu2RRhEWx2KThJsu2&#10;2zy73vxyt6O0BOaK2Du4O+sOsfcROks/l8qXHBnlsD9PIXzPJgpTL2ngodWr+e/BBqMypWfresOb&#10;j+pBg/7OM2A6QlOrB/cHYdDku+R06RJHlkKwSIo8hF6isJXlV86GLPDUy2Wljf3E5ICcUWENxfR1&#10;I0dAMh99OQL3Xp93lp12k5cjv0p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iK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3680" behindDoc="0" locked="0" layoutInCell="1" allowOverlap="1" wp14:anchorId="644D98E2" wp14:editId="0FEF0227">
                      <wp:simplePos x="0" y="0"/>
                      <wp:positionH relativeFrom="column">
                        <wp:posOffset>1295400</wp:posOffset>
                      </wp:positionH>
                      <wp:positionV relativeFrom="paragraph">
                        <wp:posOffset>431800</wp:posOffset>
                      </wp:positionV>
                      <wp:extent cx="1003300" cy="698500"/>
                      <wp:effectExtent l="0" t="0" r="0" b="0"/>
                      <wp:wrapNone/>
                      <wp:docPr id="2969" name="Rectangle 296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9" o:spid="_x0000_s1881" style="position:absolute;margin-left:102pt;margin-top:34pt;width:79pt;height:55pt;z-index:252743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Q+3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L&#10;rMBIkB669A3qRsS+Y2iKtryumeuv58hG+8VYxxasieXPLFkn63VWzOJks52l6X0yK8KimG3ScJNl&#10;222e3Wx+udtRWgJzRew93J36DrH3ETq3fiqVLzkyymF/GUP4XkwUpoVraeChXf4ebDAoU3q2Thve&#10;fFKPGg47z4DpCI2N7t0fGoNGr5LTVSWOLIVgkRR5CFqisJXlC2dPT14uK23sJyZ75IwKayimrxs5&#10;ApLp6OUIQHx93ll23I2+Hfli4dK62E7WJ2gSTJl9gKXp5FBh2nGF0QDKrbD5cSCaYdR9FiCN+CZ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IiQ+3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4704" behindDoc="0" locked="0" layoutInCell="1" allowOverlap="1" wp14:anchorId="5F3242CB" wp14:editId="26396188">
                      <wp:simplePos x="0" y="0"/>
                      <wp:positionH relativeFrom="column">
                        <wp:posOffset>1295400</wp:posOffset>
                      </wp:positionH>
                      <wp:positionV relativeFrom="paragraph">
                        <wp:posOffset>431800</wp:posOffset>
                      </wp:positionV>
                      <wp:extent cx="1003300" cy="698500"/>
                      <wp:effectExtent l="0" t="0" r="0" b="0"/>
                      <wp:wrapNone/>
                      <wp:docPr id="2970" name="Rectangle 29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0" o:spid="_x0000_s1882" style="position:absolute;margin-left:102pt;margin-top:34pt;width:79pt;height:55pt;z-index:252744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BSx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hgUs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5728" behindDoc="0" locked="0" layoutInCell="1" allowOverlap="1" wp14:anchorId="025F5495" wp14:editId="1E3C981F">
                      <wp:simplePos x="0" y="0"/>
                      <wp:positionH relativeFrom="column">
                        <wp:posOffset>1295400</wp:posOffset>
                      </wp:positionH>
                      <wp:positionV relativeFrom="paragraph">
                        <wp:posOffset>431800</wp:posOffset>
                      </wp:positionV>
                      <wp:extent cx="1003300" cy="698500"/>
                      <wp:effectExtent l="0" t="0" r="0" b="0"/>
                      <wp:wrapNone/>
                      <wp:docPr id="2971" name="Rectangle 29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1" o:spid="_x0000_s1883" style="position:absolute;margin-left:102pt;margin-top:34pt;width:79pt;height:55pt;z-index:252745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hpm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FWEkyAAqfYG6EXHoGZqjHW8a5vT1HNlkPxnr2II1s/yRJZtks8mKRZxsd4s0vU8WRVgUi20abrNs&#10;t8uz1fanux2lJTBXxN7D3Vl3iP0doYv0c6l8yZFRDvvzFML3bKIw9ZIGHlq9nv8ebDAqU3q2rje8&#10;+aQeNejvPAOmIzS1enB/EAZNvkvO1y5xZCkEi6TIQ+glCltZfuNsyAJPvVxW2tgPTA7IGRXWUExf&#10;N3ICJPPRlyNw7/V5Z9lpP3k58puV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LqGmY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6752" behindDoc="0" locked="0" layoutInCell="1" allowOverlap="1" wp14:anchorId="15A49563" wp14:editId="6603C351">
                      <wp:simplePos x="0" y="0"/>
                      <wp:positionH relativeFrom="column">
                        <wp:posOffset>1295400</wp:posOffset>
                      </wp:positionH>
                      <wp:positionV relativeFrom="paragraph">
                        <wp:posOffset>431800</wp:posOffset>
                      </wp:positionV>
                      <wp:extent cx="1003300" cy="698500"/>
                      <wp:effectExtent l="0" t="0" r="0" b="0"/>
                      <wp:wrapNone/>
                      <wp:docPr id="2972" name="Rectangle 297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2" o:spid="_x0000_s1884" style="position:absolute;margin-left:102pt;margin-top:34pt;width:79pt;height:55pt;z-index:252746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9p0GQ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bsPadB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7776" behindDoc="0" locked="0" layoutInCell="1" allowOverlap="1" wp14:anchorId="3968D7CA" wp14:editId="062B204D">
                      <wp:simplePos x="0" y="0"/>
                      <wp:positionH relativeFrom="column">
                        <wp:posOffset>1295400</wp:posOffset>
                      </wp:positionH>
                      <wp:positionV relativeFrom="paragraph">
                        <wp:posOffset>431800</wp:posOffset>
                      </wp:positionV>
                      <wp:extent cx="1003300" cy="698500"/>
                      <wp:effectExtent l="0" t="0" r="0" b="0"/>
                      <wp:wrapNone/>
                      <wp:docPr id="2973" name="Rectangle 29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3" o:spid="_x0000_s1885" style="position:absolute;margin-left:102pt;margin-top:34pt;width:79pt;height:55pt;z-index:252747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Xfp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lWAkyAAqfYG6EXHoGZqjHW8a5vT1HNlkPxnr2II1s/yRJZtks8mKRZxsd4s0vU8WRVgUi20abrNs&#10;t8uz1fanux2lJTBXxN7D3Vl3iP0doYv0c6l8yZFRDvvzFML3bKIw9ZIGHlq9nv8ebDAqU3q2rje8&#10;+aQeNejvPAOmIzS1enB/EAZNvkvO1y5xZCkEi6TIQ+glCltZfuNsyAJPvVxW2tgPTA7IGRXWUExf&#10;N3ICJPPRlyNw7/V5Z9lpP3k58pvC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9ld+k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8800" behindDoc="0" locked="0" layoutInCell="1" allowOverlap="1" wp14:anchorId="3F82DB20" wp14:editId="1A1D3A76">
                      <wp:simplePos x="0" y="0"/>
                      <wp:positionH relativeFrom="column">
                        <wp:posOffset>1295400</wp:posOffset>
                      </wp:positionH>
                      <wp:positionV relativeFrom="paragraph">
                        <wp:posOffset>431800</wp:posOffset>
                      </wp:positionV>
                      <wp:extent cx="1003300" cy="698500"/>
                      <wp:effectExtent l="0" t="0" r="0" b="0"/>
                      <wp:wrapNone/>
                      <wp:docPr id="2974" name="Rectangle 29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4" o:spid="_x0000_s1886" style="position:absolute;margin-left:102pt;margin-top:34pt;width:79pt;height:55pt;z-index:252748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iHn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i&#10;lWIkyAAqfYW6EXHoGZqjHW8a5vT1HNlkPxvr2II1s/yZJZtks8mKRZxsd4s0vUsWRVgUi20abrNs&#10;t8uz1faXux2lJTBXxN7B3Vl3iP0doYv0c6l8yZFRDvvTFML3ZKIw9ZIGHlq9nv8ebDAqU3q2rje8&#10;+ageNOjvPAOmIzS1enB/EAZNvkvO1y5xZCkEi6TIQ+glCltZ/sHZkAWeermstLEfmRyQMyqsoZi+&#10;buQESOajL0fg3uvzzrLTfvJy5Jl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eoh5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9824" behindDoc="0" locked="0" layoutInCell="1" allowOverlap="1" wp14:anchorId="6E58808E" wp14:editId="5448B08F">
                      <wp:simplePos x="0" y="0"/>
                      <wp:positionH relativeFrom="column">
                        <wp:posOffset>1295400</wp:posOffset>
                      </wp:positionH>
                      <wp:positionV relativeFrom="paragraph">
                        <wp:posOffset>431800</wp:posOffset>
                      </wp:positionV>
                      <wp:extent cx="1003300" cy="698500"/>
                      <wp:effectExtent l="0" t="0" r="0" b="0"/>
                      <wp:wrapNone/>
                      <wp:docPr id="2975" name="Rectangle 297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5" o:spid="_x0000_s1887" style="position:absolute;margin-left:102pt;margin-top:34pt;width:79pt;height:55pt;z-index:252749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Ix6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MBMjHo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50848" behindDoc="0" locked="0" layoutInCell="1" allowOverlap="1" wp14:anchorId="03AA4A39" wp14:editId="36EE323E">
                      <wp:simplePos x="0" y="0"/>
                      <wp:positionH relativeFrom="column">
                        <wp:posOffset>1295400</wp:posOffset>
                      </wp:positionH>
                      <wp:positionV relativeFrom="paragraph">
                        <wp:posOffset>431800</wp:posOffset>
                      </wp:positionV>
                      <wp:extent cx="1003300" cy="698500"/>
                      <wp:effectExtent l="0" t="0" r="0" b="0"/>
                      <wp:wrapNone/>
                      <wp:docPr id="2976" name="Rectangle 29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6" o:spid="_x0000_s1888" style="position:absolute;margin-left:102pt;margin-top:34pt;width:79pt;height:55pt;z-index:252750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U2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i&#10;lWEkyAAqfYW6EXHoGZqjHW8a5vT1HNlkPxvr2II1s/yZJZtks8mKRZxsd4s0vUsWRVgUi20abrNs&#10;t8uz1faXux2lJTBXxN7B3Vl3iP0doYv0c6l8yZFRDvvTFML3ZKIw9ZIGHlq9nv8ebDAqU3q2rje8&#10;+ageNOjvPAOmIzS1enB/EAZNvkvO1y5xZCkEi6TIQ+glCltZ/sHZkAWeermstLEfmRyQMyqsoZi+&#10;buQESOajL0fg3uvzzrLTfvJy5Fn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AlNk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51872" behindDoc="0" locked="0" layoutInCell="1" allowOverlap="1" wp14:anchorId="6B0A3D94" wp14:editId="02E9346E">
                      <wp:simplePos x="0" y="0"/>
                      <wp:positionH relativeFrom="column">
                        <wp:posOffset>1295400</wp:posOffset>
                      </wp:positionH>
                      <wp:positionV relativeFrom="paragraph">
                        <wp:posOffset>431800</wp:posOffset>
                      </wp:positionV>
                      <wp:extent cx="1003300" cy="698500"/>
                      <wp:effectExtent l="0" t="0" r="0" b="0"/>
                      <wp:wrapNone/>
                      <wp:docPr id="2977" name="Rectangle 29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7" o:spid="_x0000_s1889" style="position:absolute;margin-left:102pt;margin-top:34pt;width:79pt;height:55pt;z-index:252751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NF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i&#10;tcJIkAFU+gp1I+LQMzRHO940zOnrObLJfjbWsQVrZvkzSzbJZpMVizjZ7hZpepcsirAoFts03GbZ&#10;bpdnq+0vdztKS2CuiL2Du7PuEPs7Qhfp51L5kiOjHPanKYTvyURh6iUNPLR6Pf892GBUpvRsXW94&#10;81E9aNDfeQZMR2hq9eD+IAyafJecr13iyFIIFkmRh9BLFLay/IOzIQs89XJZaWM/MjkgZ1RYQzF9&#10;3cgJkMxHX47AvdfnnWWn/eTlyLP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D7Q0U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p>
        </w:tc>
      </w:tr>
    </w:tbl>
    <w:p w:rsidR="00E97431" w:rsidRDefault="00E97431" w:rsidP="00E97431">
      <w:pPr>
        <w:outlineLvl w:val="0"/>
        <w:rPr>
          <w:rFonts w:ascii="Century Gothic" w:hAnsi="Century Gothic"/>
          <w:b/>
          <w:color w:val="000000" w:themeColor="text1"/>
          <w:sz w:val="15"/>
          <w:szCs w:val="44"/>
        </w:rPr>
      </w:pPr>
    </w:p>
    <w:p w:rsidR="00141E75" w:rsidRDefault="00141E75" w:rsidP="00303C60">
      <w:pPr>
        <w:outlineLvl w:val="0"/>
        <w:rPr>
          <w:rFonts w:ascii="Century Gothic" w:hAnsi="Century Gothic"/>
          <w:b/>
          <w:color w:val="000000" w:themeColor="text1"/>
          <w:sz w:val="15"/>
          <w:szCs w:val="44"/>
        </w:rPr>
      </w:pPr>
    </w:p>
    <w:tbl>
      <w:tblPr>
        <w:tblW w:w="10760" w:type="dxa"/>
        <w:tblLook w:val="04A0" w:firstRow="1" w:lastRow="0" w:firstColumn="1" w:lastColumn="0" w:noHBand="0" w:noVBand="1"/>
      </w:tblPr>
      <w:tblGrid>
        <w:gridCol w:w="4315"/>
        <w:gridCol w:w="4050"/>
        <w:gridCol w:w="2395"/>
      </w:tblGrid>
      <w:tr w:rsidR="002F2CEF" w:rsidRPr="003D706E" w:rsidTr="00E97431">
        <w:trPr>
          <w:trHeight w:val="360"/>
        </w:trPr>
        <w:tc>
          <w:tcPr>
            <w:tcW w:w="4315" w:type="dxa"/>
            <w:tcBorders>
              <w:top w:val="single" w:sz="4" w:space="0" w:color="BFBFBF" w:themeColor="background1" w:themeShade="BF"/>
              <w:left w:val="single" w:sz="4" w:space="0" w:color="BFBFBF"/>
              <w:bottom w:val="single" w:sz="4" w:space="0" w:color="BFBFBF"/>
              <w:right w:val="single" w:sz="4" w:space="0" w:color="BFBFBF"/>
            </w:tcBorders>
            <w:shd w:val="clear" w:color="auto" w:fill="EAEEF3"/>
            <w:vAlign w:val="center"/>
            <w:hideMark/>
          </w:tcPr>
          <w:p w:rsidR="002F2CEF" w:rsidRPr="00023806" w:rsidRDefault="002F2CEF" w:rsidP="002F2CEF">
            <w:pPr>
              <w:rPr>
                <w:rFonts w:ascii="Century Gothic" w:hAnsi="Century Gothic" w:cs="Arial"/>
                <w:b/>
                <w:bCs/>
                <w:color w:val="000000" w:themeColor="text1"/>
                <w:sz w:val="18"/>
                <w:szCs w:val="10"/>
              </w:rPr>
            </w:pPr>
            <w:r>
              <w:rPr>
                <w:rFonts w:ascii="Century Gothic" w:hAnsi="Century Gothic" w:cs="Arial"/>
                <w:b/>
                <w:bCs/>
                <w:color w:val="000000" w:themeColor="text1"/>
                <w:sz w:val="18"/>
                <w:szCs w:val="10"/>
              </w:rPr>
              <w:t xml:space="preserve">APPROVED BY  </w:t>
            </w:r>
            <w:r w:rsidRPr="002F2CEF">
              <w:rPr>
                <w:rFonts w:ascii="Century Gothic" w:hAnsi="Century Gothic" w:cs="Arial"/>
                <w:color w:val="000000" w:themeColor="text1"/>
                <w:sz w:val="18"/>
                <w:szCs w:val="10"/>
              </w:rPr>
              <w:t>name and title</w:t>
            </w:r>
          </w:p>
        </w:tc>
        <w:tc>
          <w:tcPr>
            <w:tcW w:w="4050" w:type="dxa"/>
            <w:tcBorders>
              <w:top w:val="single" w:sz="4" w:space="0" w:color="BFBFBF" w:themeColor="background1" w:themeShade="BF"/>
              <w:left w:val="single" w:sz="4" w:space="0" w:color="BFBFBF"/>
              <w:bottom w:val="single" w:sz="4" w:space="0" w:color="BFBFBF"/>
              <w:right w:val="single" w:sz="4" w:space="0" w:color="BFBFBF"/>
            </w:tcBorders>
            <w:shd w:val="clear" w:color="auto" w:fill="EAEEF3"/>
            <w:vAlign w:val="center"/>
          </w:tcPr>
          <w:p w:rsidR="002F2CEF" w:rsidRPr="00023806" w:rsidRDefault="002F2CEF" w:rsidP="002F2CEF">
            <w:pPr>
              <w:rPr>
                <w:rFonts w:ascii="Century Gothic" w:hAnsi="Century Gothic" w:cs="Arial"/>
                <w:b/>
                <w:bCs/>
                <w:color w:val="000000" w:themeColor="text1"/>
                <w:sz w:val="18"/>
                <w:szCs w:val="10"/>
              </w:rPr>
            </w:pPr>
            <w:r>
              <w:rPr>
                <w:rFonts w:ascii="Century Gothic" w:hAnsi="Century Gothic" w:cs="Arial"/>
                <w:b/>
                <w:bCs/>
                <w:color w:val="000000" w:themeColor="text1"/>
                <w:sz w:val="18"/>
                <w:szCs w:val="10"/>
              </w:rPr>
              <w:t xml:space="preserve">APPROVED BY  </w:t>
            </w:r>
            <w:r w:rsidRPr="002F2CEF">
              <w:rPr>
                <w:rFonts w:ascii="Century Gothic" w:hAnsi="Century Gothic" w:cs="Arial"/>
                <w:color w:val="000000" w:themeColor="text1"/>
                <w:sz w:val="18"/>
                <w:szCs w:val="10"/>
              </w:rPr>
              <w:t>signature</w:t>
            </w:r>
          </w:p>
        </w:tc>
        <w:tc>
          <w:tcPr>
            <w:tcW w:w="2395" w:type="dxa"/>
            <w:tcBorders>
              <w:top w:val="single" w:sz="4" w:space="0" w:color="BFBFBF" w:themeColor="background1" w:themeShade="BF"/>
              <w:left w:val="nil"/>
              <w:bottom w:val="single" w:sz="4" w:space="0" w:color="BFBFBF"/>
              <w:right w:val="single" w:sz="4" w:space="0" w:color="BFBFBF"/>
            </w:tcBorders>
            <w:shd w:val="clear" w:color="auto" w:fill="EAEEF3"/>
            <w:vAlign w:val="center"/>
            <w:hideMark/>
          </w:tcPr>
          <w:p w:rsidR="002F2CEF" w:rsidRPr="00023806" w:rsidRDefault="002F2CEF" w:rsidP="002F2CEF">
            <w:pPr>
              <w:rPr>
                <w:rFonts w:ascii="Century Gothic" w:hAnsi="Century Gothic" w:cs="Arial"/>
                <w:b/>
                <w:bCs/>
                <w:color w:val="000000" w:themeColor="text1"/>
                <w:sz w:val="18"/>
                <w:szCs w:val="10"/>
              </w:rPr>
            </w:pPr>
            <w:r w:rsidRPr="00023806">
              <w:rPr>
                <w:rFonts w:ascii="Century Gothic" w:hAnsi="Century Gothic" w:cs="Arial"/>
                <w:b/>
                <w:bCs/>
                <w:color w:val="000000" w:themeColor="text1"/>
                <w:sz w:val="18"/>
                <w:szCs w:val="10"/>
              </w:rPr>
              <w:t>DATE</w:t>
            </w:r>
          </w:p>
        </w:tc>
      </w:tr>
      <w:tr w:rsidR="003D706E" w:rsidRPr="003D706E" w:rsidTr="00E97431">
        <w:trPr>
          <w:trHeight w:val="576"/>
        </w:trPr>
        <w:tc>
          <w:tcPr>
            <w:tcW w:w="4315"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rsidR="003D706E" w:rsidRPr="00023806" w:rsidRDefault="003D706E" w:rsidP="003D706E">
            <w:pPr>
              <w:rPr>
                <w:rFonts w:ascii="Century Gothic" w:hAnsi="Century Gothic" w:cs="Arial"/>
                <w:color w:val="000000" w:themeColor="text1"/>
                <w:sz w:val="20"/>
                <w:szCs w:val="11"/>
              </w:rPr>
            </w:pPr>
            <w:r w:rsidRPr="00023806">
              <w:rPr>
                <w:rFonts w:ascii="Century Gothic" w:hAnsi="Century Gothic" w:cs="Arial"/>
                <w:color w:val="000000" w:themeColor="text1"/>
                <w:sz w:val="20"/>
                <w:szCs w:val="11"/>
              </w:rPr>
              <w:t> </w:t>
            </w:r>
          </w:p>
        </w:tc>
        <w:tc>
          <w:tcPr>
            <w:tcW w:w="405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tcPr>
          <w:p w:rsidR="003D706E" w:rsidRPr="00023806" w:rsidRDefault="003D706E" w:rsidP="003D706E">
            <w:pPr>
              <w:rPr>
                <w:rFonts w:ascii="Century Gothic" w:hAnsi="Century Gothic" w:cs="Arial"/>
                <w:color w:val="000000" w:themeColor="text1"/>
                <w:sz w:val="20"/>
                <w:szCs w:val="11"/>
              </w:rPr>
            </w:pPr>
          </w:p>
        </w:tc>
        <w:tc>
          <w:tcPr>
            <w:tcW w:w="2395" w:type="dxa"/>
            <w:tcBorders>
              <w:top w:val="single" w:sz="4" w:space="0" w:color="BFBFBF"/>
              <w:left w:val="nil"/>
              <w:bottom w:val="single" w:sz="24" w:space="0" w:color="BFBFBF" w:themeColor="background1" w:themeShade="BF"/>
              <w:right w:val="single" w:sz="4" w:space="0" w:color="BFBFBF"/>
            </w:tcBorders>
            <w:shd w:val="clear" w:color="auto" w:fill="auto"/>
            <w:vAlign w:val="center"/>
            <w:hideMark/>
          </w:tcPr>
          <w:p w:rsidR="003D706E" w:rsidRPr="00023806" w:rsidRDefault="003D706E" w:rsidP="003D706E">
            <w:pPr>
              <w:rPr>
                <w:rFonts w:ascii="Century Gothic" w:hAnsi="Century Gothic" w:cs="Arial"/>
                <w:color w:val="000000" w:themeColor="text1"/>
                <w:sz w:val="20"/>
                <w:szCs w:val="11"/>
              </w:rPr>
            </w:pPr>
            <w:r w:rsidRPr="00023806">
              <w:rPr>
                <w:rFonts w:ascii="Century Gothic" w:hAnsi="Century Gothic" w:cs="Arial"/>
                <w:color w:val="000000" w:themeColor="text1"/>
                <w:sz w:val="20"/>
                <w:szCs w:val="11"/>
              </w:rPr>
              <w:t> </w:t>
            </w:r>
          </w:p>
        </w:tc>
      </w:tr>
    </w:tbl>
    <w:p w:rsidR="002A252A" w:rsidRDefault="003D220F">
      <w:pPr>
        <w:rPr>
          <w:rFonts w:ascii="Century Gothic" w:hAnsi="Century Gothic" w:cs="Arial"/>
          <w:b/>
          <w:noProof/>
          <w:color w:val="000000" w:themeColor="text1"/>
          <w:szCs w:val="36"/>
        </w:rPr>
        <w:sectPr w:rsidR="002A252A" w:rsidSect="00A50ABD">
          <w:pgSz w:w="12240" w:h="15840"/>
          <w:pgMar w:top="432" w:right="720" w:bottom="432" w:left="720" w:header="720" w:footer="518" w:gutter="0"/>
          <w:cols w:space="720"/>
          <w:titlePg/>
          <w:docGrid w:linePitch="360"/>
        </w:sectPr>
      </w:pPr>
      <w:r w:rsidRPr="003D706E">
        <w:rPr>
          <w:rFonts w:ascii="Century Gothic" w:hAnsi="Century Gothic" w:cs="Arial"/>
          <w:b/>
          <w:noProof/>
          <w:color w:val="000000" w:themeColor="text1"/>
          <w:szCs w:val="36"/>
        </w:rPr>
        <w:lastRenderedPageBreak/>
        <w:br w:type="page"/>
      </w:r>
    </w:p>
    <w:p w:rsidR="003D220F" w:rsidRPr="003D706E" w:rsidRDefault="003D220F">
      <w:pPr>
        <w:rPr>
          <w:rFonts w:ascii="Century Gothic" w:hAnsi="Century Gothic" w:cs="Arial"/>
          <w:b/>
          <w:noProof/>
          <w:color w:val="000000" w:themeColor="text1"/>
          <w:szCs w:val="36"/>
        </w:rPr>
      </w:pPr>
    </w:p>
    <w:p w:rsidR="003D220F" w:rsidRPr="003D706E" w:rsidRDefault="003D220F">
      <w:pPr>
        <w:rPr>
          <w:rFonts w:ascii="Century Gothic" w:hAnsi="Century Gothic" w:cs="Arial"/>
          <w:b/>
          <w:noProof/>
          <w:color w:val="000000" w:themeColor="text1"/>
          <w:szCs w:val="36"/>
        </w:rPr>
      </w:pPr>
    </w:p>
    <w:p w:rsidR="00C81141" w:rsidRPr="003D706E" w:rsidRDefault="00C81141" w:rsidP="00FF51C2">
      <w:pPr>
        <w:rPr>
          <w:rFonts w:ascii="Century Gothic" w:hAnsi="Century Gothic" w:cs="Arial"/>
          <w:b/>
          <w:noProof/>
          <w:color w:val="000000" w:themeColor="text1"/>
          <w:szCs w:val="36"/>
        </w:rPr>
      </w:pPr>
    </w:p>
    <w:p w:rsidR="00C81141" w:rsidRPr="003D706E" w:rsidRDefault="00C81141" w:rsidP="00FF51C2">
      <w:pPr>
        <w:rPr>
          <w:rFonts w:ascii="Century Gothic" w:hAnsi="Century Gothic" w:cs="Arial"/>
          <w:b/>
          <w:noProof/>
          <w:color w:val="000000" w:themeColor="text1"/>
          <w:szCs w:val="36"/>
        </w:rPr>
      </w:pPr>
    </w:p>
    <w:tbl>
      <w:tblPr>
        <w:tblStyle w:val="TableGrid"/>
        <w:tblW w:w="1063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3D706E" w:rsidRPr="003D706E" w:rsidTr="00C81141">
        <w:trPr>
          <w:trHeight w:val="2706"/>
        </w:trPr>
        <w:tc>
          <w:tcPr>
            <w:tcW w:w="10638" w:type="dxa"/>
          </w:tcPr>
          <w:p w:rsidR="00FF51C2" w:rsidRPr="003D706E" w:rsidRDefault="00FF51C2" w:rsidP="00531F8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rsidR="00FF51C2" w:rsidRPr="003D706E" w:rsidRDefault="00FF51C2" w:rsidP="00531F82">
            <w:pPr>
              <w:rPr>
                <w:rFonts w:ascii="Century Gothic" w:hAnsi="Century Gothic" w:cs="Arial"/>
                <w:color w:val="000000" w:themeColor="text1"/>
                <w:szCs w:val="20"/>
              </w:rPr>
            </w:pPr>
          </w:p>
          <w:p w:rsidR="00FF51C2" w:rsidRPr="003D706E" w:rsidRDefault="00FF51C2" w:rsidP="00531F8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 xml:space="preserve">Any articles, templates, or information provided by </w:t>
            </w:r>
            <w:proofErr w:type="spellStart"/>
            <w:r w:rsidRPr="003D706E">
              <w:rPr>
                <w:rFonts w:ascii="Century Gothic" w:hAnsi="Century Gothic" w:cs="Arial"/>
                <w:color w:val="000000" w:themeColor="text1"/>
                <w:sz w:val="22"/>
                <w:szCs w:val="20"/>
              </w:rPr>
              <w:t>Smartsheet</w:t>
            </w:r>
            <w:proofErr w:type="spellEnd"/>
            <w:r w:rsidRPr="003D706E">
              <w:rPr>
                <w:rFonts w:ascii="Century Gothic" w:hAnsi="Century Gothic" w:cs="Arial"/>
                <w:color w:val="000000" w:themeColor="text1"/>
                <w:sz w:val="22"/>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Pr="003D706E" w:rsidRDefault="006B5ECE" w:rsidP="00D022DF">
      <w:pPr>
        <w:rPr>
          <w:rFonts w:ascii="Century Gothic" w:hAnsi="Century Gothic"/>
          <w:b/>
          <w:color w:val="000000" w:themeColor="text1"/>
          <w:sz w:val="32"/>
          <w:szCs w:val="44"/>
        </w:rPr>
      </w:pPr>
    </w:p>
    <w:sectPr w:rsidR="006B5ECE" w:rsidRPr="003D706E" w:rsidSect="002A252A">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881" w:rsidRDefault="00A93881" w:rsidP="00F36FE0">
      <w:r>
        <w:separator/>
      </w:r>
    </w:p>
  </w:endnote>
  <w:endnote w:type="continuationSeparator" w:id="0">
    <w:p w:rsidR="00A93881" w:rsidRDefault="00A93881"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neva">
    <w:charset w:val="00"/>
    <w:family w:val="swiss"/>
    <w:pitch w:val="variable"/>
    <w:sig w:usb0="E00002FF" w:usb1="5200205F" w:usb2="00A0C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12525287"/>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36FF2" w:rsidRDefault="00036FF2" w:rsidP="00F36F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10127374"/>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1565C">
          <w:rPr>
            <w:rStyle w:val="PageNumber"/>
            <w:noProof/>
          </w:rPr>
          <w:t>5</w:t>
        </w:r>
        <w:r>
          <w:rPr>
            <w:rStyle w:val="PageNumber"/>
          </w:rPr>
          <w:fldChar w:fldCharType="end"/>
        </w:r>
      </w:p>
    </w:sdtContent>
  </w:sdt>
  <w:p w:rsidR="00036FF2" w:rsidRDefault="00036FF2" w:rsidP="00F36FE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EE0" w:rsidRDefault="007B0E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881" w:rsidRDefault="00A93881" w:rsidP="00F36FE0">
      <w:r>
        <w:separator/>
      </w:r>
    </w:p>
  </w:footnote>
  <w:footnote w:type="continuationSeparator" w:id="0">
    <w:p w:rsidR="00A93881" w:rsidRDefault="00A93881" w:rsidP="00F36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EE0" w:rsidRDefault="007B0E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EE0" w:rsidRDefault="007B0E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EE0" w:rsidRDefault="007B0E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1"/>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4096" w:nlCheck="1" w:checkStyle="0"/>
  <w:activeWritingStyle w:appName="MSWord" w:lang="en-US"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65C"/>
    <w:rsid w:val="00023806"/>
    <w:rsid w:val="00031AF7"/>
    <w:rsid w:val="00036FF2"/>
    <w:rsid w:val="000413A5"/>
    <w:rsid w:val="00096D26"/>
    <w:rsid w:val="000B3AA5"/>
    <w:rsid w:val="000C02F8"/>
    <w:rsid w:val="000C4DD4"/>
    <w:rsid w:val="000C5A84"/>
    <w:rsid w:val="000D5F7F"/>
    <w:rsid w:val="000E7AF5"/>
    <w:rsid w:val="000F1D44"/>
    <w:rsid w:val="0011091C"/>
    <w:rsid w:val="00111C4F"/>
    <w:rsid w:val="00121D51"/>
    <w:rsid w:val="001344EA"/>
    <w:rsid w:val="00141E75"/>
    <w:rsid w:val="001472A1"/>
    <w:rsid w:val="00150B91"/>
    <w:rsid w:val="001962A6"/>
    <w:rsid w:val="00206944"/>
    <w:rsid w:val="002453A2"/>
    <w:rsid w:val="002507EE"/>
    <w:rsid w:val="00294C13"/>
    <w:rsid w:val="00294C92"/>
    <w:rsid w:val="00296750"/>
    <w:rsid w:val="002A252A"/>
    <w:rsid w:val="002A45FC"/>
    <w:rsid w:val="002E4407"/>
    <w:rsid w:val="002F2C0D"/>
    <w:rsid w:val="002F2CEF"/>
    <w:rsid w:val="002F39CD"/>
    <w:rsid w:val="00303C60"/>
    <w:rsid w:val="00345B4E"/>
    <w:rsid w:val="00357719"/>
    <w:rsid w:val="0036595F"/>
    <w:rsid w:val="003758D7"/>
    <w:rsid w:val="00394B27"/>
    <w:rsid w:val="00394B8A"/>
    <w:rsid w:val="003D220F"/>
    <w:rsid w:val="003D28EE"/>
    <w:rsid w:val="003D706E"/>
    <w:rsid w:val="003E0399"/>
    <w:rsid w:val="003F787D"/>
    <w:rsid w:val="00422668"/>
    <w:rsid w:val="00433D29"/>
    <w:rsid w:val="0045552B"/>
    <w:rsid w:val="0046242A"/>
    <w:rsid w:val="004654F9"/>
    <w:rsid w:val="00482909"/>
    <w:rsid w:val="004863EC"/>
    <w:rsid w:val="00491059"/>
    <w:rsid w:val="00492BF1"/>
    <w:rsid w:val="00493BCE"/>
    <w:rsid w:val="004952F9"/>
    <w:rsid w:val="004B4C32"/>
    <w:rsid w:val="004D59AF"/>
    <w:rsid w:val="004D6AFF"/>
    <w:rsid w:val="004E59C7"/>
    <w:rsid w:val="004E7C78"/>
    <w:rsid w:val="00531F82"/>
    <w:rsid w:val="005345A7"/>
    <w:rsid w:val="00547183"/>
    <w:rsid w:val="00557C38"/>
    <w:rsid w:val="005913EC"/>
    <w:rsid w:val="005A2BD6"/>
    <w:rsid w:val="005B7C30"/>
    <w:rsid w:val="005C1013"/>
    <w:rsid w:val="005F5ABE"/>
    <w:rsid w:val="005F70B0"/>
    <w:rsid w:val="006316D7"/>
    <w:rsid w:val="00660D04"/>
    <w:rsid w:val="00666161"/>
    <w:rsid w:val="00681EE0"/>
    <w:rsid w:val="006940BE"/>
    <w:rsid w:val="006950B1"/>
    <w:rsid w:val="006B5ECE"/>
    <w:rsid w:val="006B6267"/>
    <w:rsid w:val="006C1052"/>
    <w:rsid w:val="006C3482"/>
    <w:rsid w:val="006C66DE"/>
    <w:rsid w:val="006D36F2"/>
    <w:rsid w:val="006D6888"/>
    <w:rsid w:val="006E24AA"/>
    <w:rsid w:val="00714325"/>
    <w:rsid w:val="00756B3B"/>
    <w:rsid w:val="00774101"/>
    <w:rsid w:val="0078197E"/>
    <w:rsid w:val="007B0EE0"/>
    <w:rsid w:val="007F08AA"/>
    <w:rsid w:val="0081690B"/>
    <w:rsid w:val="008350B3"/>
    <w:rsid w:val="0085124E"/>
    <w:rsid w:val="00863730"/>
    <w:rsid w:val="008C3ED9"/>
    <w:rsid w:val="008F0F82"/>
    <w:rsid w:val="009152A8"/>
    <w:rsid w:val="00942BD8"/>
    <w:rsid w:val="009541D8"/>
    <w:rsid w:val="009A7594"/>
    <w:rsid w:val="009C2E35"/>
    <w:rsid w:val="009C4A98"/>
    <w:rsid w:val="009C6682"/>
    <w:rsid w:val="009E31FD"/>
    <w:rsid w:val="009E71D3"/>
    <w:rsid w:val="009F028C"/>
    <w:rsid w:val="00A06691"/>
    <w:rsid w:val="00A12C16"/>
    <w:rsid w:val="00A2037C"/>
    <w:rsid w:val="00A2277A"/>
    <w:rsid w:val="00A50ABD"/>
    <w:rsid w:val="00A649D2"/>
    <w:rsid w:val="00A65C40"/>
    <w:rsid w:val="00A6738D"/>
    <w:rsid w:val="00A93881"/>
    <w:rsid w:val="00A94CC9"/>
    <w:rsid w:val="00A94E32"/>
    <w:rsid w:val="00A95536"/>
    <w:rsid w:val="00AA5E3A"/>
    <w:rsid w:val="00AB1F2A"/>
    <w:rsid w:val="00AD6706"/>
    <w:rsid w:val="00AE12B5"/>
    <w:rsid w:val="00AE1A89"/>
    <w:rsid w:val="00B2299A"/>
    <w:rsid w:val="00B8500C"/>
    <w:rsid w:val="00B91333"/>
    <w:rsid w:val="00BC38F6"/>
    <w:rsid w:val="00BC3D1E"/>
    <w:rsid w:val="00BC4CD6"/>
    <w:rsid w:val="00BC7F9D"/>
    <w:rsid w:val="00C12C0B"/>
    <w:rsid w:val="00C81141"/>
    <w:rsid w:val="00CA2CD6"/>
    <w:rsid w:val="00CA6F96"/>
    <w:rsid w:val="00CB4DF0"/>
    <w:rsid w:val="00CB7FA5"/>
    <w:rsid w:val="00CD2479"/>
    <w:rsid w:val="00CF7C60"/>
    <w:rsid w:val="00D022DF"/>
    <w:rsid w:val="00D2118F"/>
    <w:rsid w:val="00D2644E"/>
    <w:rsid w:val="00D26580"/>
    <w:rsid w:val="00D660EC"/>
    <w:rsid w:val="00D675F4"/>
    <w:rsid w:val="00D82ADF"/>
    <w:rsid w:val="00D90B36"/>
    <w:rsid w:val="00DB1AE1"/>
    <w:rsid w:val="00DF6DF5"/>
    <w:rsid w:val="00E0014C"/>
    <w:rsid w:val="00E1565C"/>
    <w:rsid w:val="00E37FC8"/>
    <w:rsid w:val="00E62BF6"/>
    <w:rsid w:val="00E8348B"/>
    <w:rsid w:val="00E85804"/>
    <w:rsid w:val="00E97431"/>
    <w:rsid w:val="00E97F89"/>
    <w:rsid w:val="00EB23F8"/>
    <w:rsid w:val="00EC3CDB"/>
    <w:rsid w:val="00EF0B97"/>
    <w:rsid w:val="00F05EE6"/>
    <w:rsid w:val="00F11F7B"/>
    <w:rsid w:val="00F14F57"/>
    <w:rsid w:val="00F36FE0"/>
    <w:rsid w:val="00F85E87"/>
    <w:rsid w:val="00F90516"/>
    <w:rsid w:val="00FB1580"/>
    <w:rsid w:val="00FB4C7E"/>
    <w:rsid w:val="00FC28FE"/>
    <w:rsid w:val="00FE7038"/>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7E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EF0B97"/>
    <w:rPr>
      <w:sz w:val="24"/>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Theme="minorHAnsi" w:hAnsiTheme="minorHAnsi"/>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16"/>
    </w:rPr>
  </w:style>
  <w:style w:type="paragraph" w:styleId="Heading4">
    <w:name w:val="heading 4"/>
    <w:basedOn w:val="Normal"/>
    <w:next w:val="Normal"/>
    <w:link w:val="Heading4Char"/>
    <w:qFormat/>
    <w:rsid w:val="00B8500C"/>
    <w:pPr>
      <w:outlineLvl w:val="3"/>
    </w:pPr>
    <w:rPr>
      <w:rFonts w:asciiTheme="minorHAnsi" w:hAnsiTheme="minorHAnsi"/>
      <w:b/>
      <w:sz w:val="16"/>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Theme="minorHAnsi" w:hAnsiTheme="minorHAnsi" w:cs="Tahoma"/>
      <w:sz w:val="16"/>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Theme="minorHAnsi" w:hAnsiTheme="minorHAnsi"/>
      <w:sz w:val="16"/>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Theme="minorHAnsi" w:hAnsiTheme="minorHAnsi"/>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16"/>
      <w:szCs w:val="16"/>
    </w:rPr>
  </w:style>
  <w:style w:type="paragraph" w:customStyle="1" w:styleId="xl67">
    <w:name w:val="xl67"/>
    <w:basedOn w:val="Normal"/>
    <w:rsid w:val="00BC7F9D"/>
    <w:pPr>
      <w:spacing w:before="100" w:beforeAutospacing="1" w:after="100" w:afterAutospacing="1"/>
      <w:textAlignment w:val="center"/>
    </w:pPr>
    <w:rPr>
      <w:sz w:val="16"/>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16"/>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0">
    <w:name w:val="xl70"/>
    <w:basedOn w:val="Normal"/>
    <w:rsid w:val="00BC7F9D"/>
    <w:pPr>
      <w:spacing w:before="100" w:beforeAutospacing="1" w:after="100" w:afterAutospacing="1"/>
    </w:pPr>
    <w:rPr>
      <w:b/>
      <w:bCs/>
      <w:sz w:val="16"/>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3">
    <w:name w:val="xl73"/>
    <w:basedOn w:val="Normal"/>
    <w:rsid w:val="00BC7F9D"/>
    <w:pPr>
      <w:spacing w:before="100" w:beforeAutospacing="1" w:after="100" w:afterAutospacing="1"/>
    </w:pPr>
    <w:rPr>
      <w:sz w:val="16"/>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16"/>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asciiTheme="minorHAnsi" w:hAnsiTheme="minorHAnsi"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asciiTheme="minorHAnsi" w:hAnsiTheme="minorHAnsi"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asciiTheme="minorHAnsi" w:hAnsiTheme="minorHAnsi" w:cstheme="minorHAnsi"/>
      <w:i/>
      <w:iCs/>
      <w:sz w:val="20"/>
      <w:szCs w:val="20"/>
    </w:rPr>
  </w:style>
  <w:style w:type="paragraph" w:styleId="TOC4">
    <w:name w:val="toc 4"/>
    <w:basedOn w:val="Normal"/>
    <w:next w:val="Normal"/>
    <w:autoRedefine/>
    <w:unhideWhenUsed/>
    <w:rsid w:val="00E8348B"/>
    <w:pPr>
      <w:ind w:left="480"/>
    </w:pPr>
    <w:rPr>
      <w:rFonts w:asciiTheme="minorHAnsi" w:hAnsiTheme="minorHAnsi" w:cstheme="minorHAnsi"/>
      <w:sz w:val="18"/>
      <w:szCs w:val="18"/>
    </w:rPr>
  </w:style>
  <w:style w:type="paragraph" w:styleId="TOC5">
    <w:name w:val="toc 5"/>
    <w:basedOn w:val="Normal"/>
    <w:next w:val="Normal"/>
    <w:autoRedefine/>
    <w:unhideWhenUsed/>
    <w:rsid w:val="00E8348B"/>
    <w:pPr>
      <w:ind w:left="640"/>
    </w:pPr>
    <w:rPr>
      <w:rFonts w:asciiTheme="minorHAnsi" w:hAnsiTheme="minorHAnsi" w:cstheme="minorHAnsi"/>
      <w:sz w:val="18"/>
      <w:szCs w:val="18"/>
    </w:rPr>
  </w:style>
  <w:style w:type="paragraph" w:styleId="TOC6">
    <w:name w:val="toc 6"/>
    <w:basedOn w:val="Normal"/>
    <w:next w:val="Normal"/>
    <w:autoRedefine/>
    <w:unhideWhenUsed/>
    <w:rsid w:val="00E8348B"/>
    <w:pPr>
      <w:ind w:left="800"/>
    </w:pPr>
    <w:rPr>
      <w:rFonts w:asciiTheme="minorHAnsi" w:hAnsiTheme="minorHAnsi" w:cstheme="minorHAnsi"/>
      <w:sz w:val="18"/>
      <w:szCs w:val="18"/>
    </w:rPr>
  </w:style>
  <w:style w:type="paragraph" w:styleId="TOC7">
    <w:name w:val="toc 7"/>
    <w:basedOn w:val="Normal"/>
    <w:next w:val="Normal"/>
    <w:autoRedefine/>
    <w:unhideWhenUsed/>
    <w:rsid w:val="00E8348B"/>
    <w:pPr>
      <w:ind w:left="960"/>
    </w:pPr>
    <w:rPr>
      <w:rFonts w:asciiTheme="minorHAnsi" w:hAnsiTheme="minorHAnsi" w:cstheme="minorHAnsi"/>
      <w:sz w:val="18"/>
      <w:szCs w:val="18"/>
    </w:rPr>
  </w:style>
  <w:style w:type="paragraph" w:styleId="TOC8">
    <w:name w:val="toc 8"/>
    <w:basedOn w:val="Normal"/>
    <w:next w:val="Normal"/>
    <w:autoRedefine/>
    <w:unhideWhenUsed/>
    <w:rsid w:val="00E8348B"/>
    <w:pPr>
      <w:ind w:left="1120"/>
    </w:pPr>
    <w:rPr>
      <w:rFonts w:asciiTheme="minorHAnsi" w:hAnsiTheme="minorHAnsi" w:cstheme="minorHAnsi"/>
      <w:sz w:val="18"/>
      <w:szCs w:val="18"/>
    </w:rPr>
  </w:style>
  <w:style w:type="paragraph" w:styleId="TOC9">
    <w:name w:val="toc 9"/>
    <w:basedOn w:val="Normal"/>
    <w:next w:val="Normal"/>
    <w:autoRedefine/>
    <w:unhideWhenUsed/>
    <w:rsid w:val="00E8348B"/>
    <w:pPr>
      <w:ind w:left="1280"/>
    </w:pPr>
    <w:rPr>
      <w:rFonts w:asciiTheme="minorHAnsi" w:hAnsiTheme="minorHAnsi"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rPr>
      <w:rFonts w:asciiTheme="minorHAnsi" w:hAnsiTheme="minorHAnsi"/>
      <w:sz w:val="16"/>
    </w:r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rPr>
      <w:rFonts w:asciiTheme="minorHAnsi" w:hAnsiTheme="minorHAnsi"/>
      <w:sz w:val="16"/>
    </w:r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EF0B97"/>
    <w:rPr>
      <w:sz w:val="24"/>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Theme="minorHAnsi" w:hAnsiTheme="minorHAnsi"/>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16"/>
    </w:rPr>
  </w:style>
  <w:style w:type="paragraph" w:styleId="Heading4">
    <w:name w:val="heading 4"/>
    <w:basedOn w:val="Normal"/>
    <w:next w:val="Normal"/>
    <w:link w:val="Heading4Char"/>
    <w:qFormat/>
    <w:rsid w:val="00B8500C"/>
    <w:pPr>
      <w:outlineLvl w:val="3"/>
    </w:pPr>
    <w:rPr>
      <w:rFonts w:asciiTheme="minorHAnsi" w:hAnsiTheme="minorHAnsi"/>
      <w:b/>
      <w:sz w:val="16"/>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Theme="minorHAnsi" w:hAnsiTheme="minorHAnsi" w:cs="Tahoma"/>
      <w:sz w:val="16"/>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Theme="minorHAnsi" w:hAnsiTheme="minorHAnsi"/>
      <w:sz w:val="16"/>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Theme="minorHAnsi" w:hAnsiTheme="minorHAnsi"/>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16"/>
      <w:szCs w:val="16"/>
    </w:rPr>
  </w:style>
  <w:style w:type="paragraph" w:customStyle="1" w:styleId="xl67">
    <w:name w:val="xl67"/>
    <w:basedOn w:val="Normal"/>
    <w:rsid w:val="00BC7F9D"/>
    <w:pPr>
      <w:spacing w:before="100" w:beforeAutospacing="1" w:after="100" w:afterAutospacing="1"/>
      <w:textAlignment w:val="center"/>
    </w:pPr>
    <w:rPr>
      <w:sz w:val="16"/>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16"/>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0">
    <w:name w:val="xl70"/>
    <w:basedOn w:val="Normal"/>
    <w:rsid w:val="00BC7F9D"/>
    <w:pPr>
      <w:spacing w:before="100" w:beforeAutospacing="1" w:after="100" w:afterAutospacing="1"/>
    </w:pPr>
    <w:rPr>
      <w:b/>
      <w:bCs/>
      <w:sz w:val="16"/>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3">
    <w:name w:val="xl73"/>
    <w:basedOn w:val="Normal"/>
    <w:rsid w:val="00BC7F9D"/>
    <w:pPr>
      <w:spacing w:before="100" w:beforeAutospacing="1" w:after="100" w:afterAutospacing="1"/>
    </w:pPr>
    <w:rPr>
      <w:sz w:val="16"/>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16"/>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asciiTheme="minorHAnsi" w:hAnsiTheme="minorHAnsi"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asciiTheme="minorHAnsi" w:hAnsiTheme="minorHAnsi"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asciiTheme="minorHAnsi" w:hAnsiTheme="minorHAnsi" w:cstheme="minorHAnsi"/>
      <w:i/>
      <w:iCs/>
      <w:sz w:val="20"/>
      <w:szCs w:val="20"/>
    </w:rPr>
  </w:style>
  <w:style w:type="paragraph" w:styleId="TOC4">
    <w:name w:val="toc 4"/>
    <w:basedOn w:val="Normal"/>
    <w:next w:val="Normal"/>
    <w:autoRedefine/>
    <w:unhideWhenUsed/>
    <w:rsid w:val="00E8348B"/>
    <w:pPr>
      <w:ind w:left="480"/>
    </w:pPr>
    <w:rPr>
      <w:rFonts w:asciiTheme="minorHAnsi" w:hAnsiTheme="minorHAnsi" w:cstheme="minorHAnsi"/>
      <w:sz w:val="18"/>
      <w:szCs w:val="18"/>
    </w:rPr>
  </w:style>
  <w:style w:type="paragraph" w:styleId="TOC5">
    <w:name w:val="toc 5"/>
    <w:basedOn w:val="Normal"/>
    <w:next w:val="Normal"/>
    <w:autoRedefine/>
    <w:unhideWhenUsed/>
    <w:rsid w:val="00E8348B"/>
    <w:pPr>
      <w:ind w:left="640"/>
    </w:pPr>
    <w:rPr>
      <w:rFonts w:asciiTheme="minorHAnsi" w:hAnsiTheme="minorHAnsi" w:cstheme="minorHAnsi"/>
      <w:sz w:val="18"/>
      <w:szCs w:val="18"/>
    </w:rPr>
  </w:style>
  <w:style w:type="paragraph" w:styleId="TOC6">
    <w:name w:val="toc 6"/>
    <w:basedOn w:val="Normal"/>
    <w:next w:val="Normal"/>
    <w:autoRedefine/>
    <w:unhideWhenUsed/>
    <w:rsid w:val="00E8348B"/>
    <w:pPr>
      <w:ind w:left="800"/>
    </w:pPr>
    <w:rPr>
      <w:rFonts w:asciiTheme="minorHAnsi" w:hAnsiTheme="minorHAnsi" w:cstheme="minorHAnsi"/>
      <w:sz w:val="18"/>
      <w:szCs w:val="18"/>
    </w:rPr>
  </w:style>
  <w:style w:type="paragraph" w:styleId="TOC7">
    <w:name w:val="toc 7"/>
    <w:basedOn w:val="Normal"/>
    <w:next w:val="Normal"/>
    <w:autoRedefine/>
    <w:unhideWhenUsed/>
    <w:rsid w:val="00E8348B"/>
    <w:pPr>
      <w:ind w:left="960"/>
    </w:pPr>
    <w:rPr>
      <w:rFonts w:asciiTheme="minorHAnsi" w:hAnsiTheme="minorHAnsi" w:cstheme="minorHAnsi"/>
      <w:sz w:val="18"/>
      <w:szCs w:val="18"/>
    </w:rPr>
  </w:style>
  <w:style w:type="paragraph" w:styleId="TOC8">
    <w:name w:val="toc 8"/>
    <w:basedOn w:val="Normal"/>
    <w:next w:val="Normal"/>
    <w:autoRedefine/>
    <w:unhideWhenUsed/>
    <w:rsid w:val="00E8348B"/>
    <w:pPr>
      <w:ind w:left="1120"/>
    </w:pPr>
    <w:rPr>
      <w:rFonts w:asciiTheme="minorHAnsi" w:hAnsiTheme="minorHAnsi" w:cstheme="minorHAnsi"/>
      <w:sz w:val="18"/>
      <w:szCs w:val="18"/>
    </w:rPr>
  </w:style>
  <w:style w:type="paragraph" w:styleId="TOC9">
    <w:name w:val="toc 9"/>
    <w:basedOn w:val="Normal"/>
    <w:next w:val="Normal"/>
    <w:autoRedefine/>
    <w:unhideWhenUsed/>
    <w:rsid w:val="00E8348B"/>
    <w:pPr>
      <w:ind w:left="1280"/>
    </w:pPr>
    <w:rPr>
      <w:rFonts w:asciiTheme="minorHAnsi" w:hAnsiTheme="minorHAnsi"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rPr>
      <w:rFonts w:asciiTheme="minorHAnsi" w:hAnsiTheme="minorHAnsi"/>
      <w:sz w:val="16"/>
    </w:r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rPr>
      <w:rFonts w:asciiTheme="minorHAnsi" w:hAnsiTheme="minorHAnsi"/>
      <w:sz w:val="16"/>
    </w:r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47956889">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887492082">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Project-Summary-Report-10673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76013F-DBDC-465F-86FB-18FCE4641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IC-Project-Summary-Report-10673_WORD</Template>
  <TotalTime>1</TotalTime>
  <Pages>6</Pages>
  <Words>310</Words>
  <Characters>1773</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1</cp:revision>
  <cp:lastPrinted>2018-04-15T17:50:00Z</cp:lastPrinted>
  <dcterms:created xsi:type="dcterms:W3CDTF">2022-05-25T17:39:00Z</dcterms:created>
  <dcterms:modified xsi:type="dcterms:W3CDTF">2022-05-25T17:40:00Z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