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6AA" w:rsidRDefault="001C4883" w:rsidP="00052BC6">
      <w:pPr>
        <w:tabs>
          <w:tab w:val="left" w:pos="3595"/>
          <w:tab w:val="left" w:pos="4235"/>
          <w:tab w:val="left" w:pos="4775"/>
          <w:tab w:val="left" w:pos="52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1C4883">
        <w:rPr>
          <w:rFonts w:ascii="Times New Roman" w:eastAsia="Times New Roman" w:hAnsi="Times New Roman" w:cs="Times New Roman"/>
          <w:b/>
          <w:bCs/>
          <w:noProof/>
          <w:color w:val="000000"/>
          <w:sz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5763867</wp:posOffset>
            </wp:positionH>
            <wp:positionV relativeFrom="paragraph">
              <wp:posOffset>-212035</wp:posOffset>
            </wp:positionV>
            <wp:extent cx="1054376" cy="1053548"/>
            <wp:effectExtent l="19050" t="0" r="0" b="0"/>
            <wp:wrapNone/>
            <wp:docPr id="4" name="Picture 1" descr="USD375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D375 Logo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54376" cy="10535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02634">
        <w:rPr>
          <w:rFonts w:ascii="Times New Roman" w:eastAsia="Times New Roman" w:hAnsi="Times New Roman" w:cs="Times New Roman"/>
          <w:b/>
          <w:bCs/>
          <w:color w:val="000000"/>
          <w:sz w:val="28"/>
        </w:rPr>
        <w:t>2nd</w:t>
      </w:r>
      <w:r w:rsidR="006D091E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GRADE</w:t>
      </w:r>
      <w:r w:rsidR="005D66AA" w:rsidRPr="00052BC6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STUDENT </w:t>
      </w:r>
      <w:r w:rsidR="00FC65E6">
        <w:rPr>
          <w:rFonts w:ascii="Times New Roman" w:eastAsia="Times New Roman" w:hAnsi="Times New Roman" w:cs="Times New Roman"/>
          <w:b/>
          <w:bCs/>
          <w:color w:val="000000"/>
          <w:sz w:val="28"/>
        </w:rPr>
        <w:t>SCHOOL REPORT</w:t>
      </w:r>
      <w:bookmarkStart w:id="0" w:name="_GoBack"/>
      <w:bookmarkEnd w:id="0"/>
      <w:r w:rsidR="005D66AA" w:rsidRPr="00052BC6">
        <w:rPr>
          <w:rFonts w:ascii="Times New Roman" w:eastAsia="Times New Roman" w:hAnsi="Times New Roman" w:cs="Times New Roman"/>
          <w:b/>
          <w:bCs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Your School Name</w:t>
      </w:r>
    </w:p>
    <w:p w:rsidR="00F945A0" w:rsidRPr="00052BC6" w:rsidRDefault="00F945A0" w:rsidP="00052BC6">
      <w:pPr>
        <w:tabs>
          <w:tab w:val="left" w:pos="3595"/>
          <w:tab w:val="left" w:pos="4235"/>
          <w:tab w:val="left" w:pos="4775"/>
          <w:tab w:val="left" w:pos="52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5D66AA" w:rsidRDefault="005D66AA" w:rsidP="005D66AA">
      <w:pPr>
        <w:tabs>
          <w:tab w:val="left" w:pos="3595"/>
          <w:tab w:val="left" w:pos="4235"/>
          <w:tab w:val="left" w:pos="4775"/>
          <w:tab w:val="left" w:pos="527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370F90" w:rsidRDefault="00370F90" w:rsidP="007310F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  <w:sectPr w:rsidR="00370F90" w:rsidSect="009C65D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W w:w="485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648"/>
        <w:gridCol w:w="648"/>
        <w:gridCol w:w="648"/>
        <w:gridCol w:w="648"/>
        <w:gridCol w:w="723"/>
      </w:tblGrid>
      <w:tr w:rsidR="00105882" w:rsidRPr="005D66AA" w:rsidTr="00C33DCA">
        <w:trPr>
          <w:trHeight w:val="360"/>
        </w:trPr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05882" w:rsidRPr="007558EF" w:rsidRDefault="00105882" w:rsidP="00731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755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lastRenderedPageBreak/>
              <w:t>Attendance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105882" w:rsidRPr="007558EF" w:rsidRDefault="00105882" w:rsidP="0073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558E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105882" w:rsidRPr="007558EF" w:rsidRDefault="00105882" w:rsidP="0073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558EF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105882" w:rsidRPr="007558EF" w:rsidRDefault="00105882" w:rsidP="0073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558EF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105882" w:rsidRPr="007558EF" w:rsidRDefault="00105882" w:rsidP="0073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558EF"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723" w:type="dxa"/>
          </w:tcPr>
          <w:p w:rsidR="00105882" w:rsidRPr="007558EF" w:rsidRDefault="00105882" w:rsidP="0073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Total</w:t>
            </w:r>
          </w:p>
        </w:tc>
      </w:tr>
      <w:tr w:rsidR="00105882" w:rsidRPr="005D66AA" w:rsidTr="00C33DCA">
        <w:trPr>
          <w:trHeight w:val="360"/>
        </w:trPr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05882" w:rsidRPr="005D66AA" w:rsidRDefault="00105882" w:rsidP="00370F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Days Present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105882" w:rsidRPr="005D66AA" w:rsidRDefault="00105882" w:rsidP="00731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105882" w:rsidRPr="005D66AA" w:rsidRDefault="00105882" w:rsidP="00731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105882" w:rsidRPr="005D66AA" w:rsidRDefault="00105882" w:rsidP="00731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105882" w:rsidRPr="005D66AA" w:rsidRDefault="00105882" w:rsidP="00731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23" w:type="dxa"/>
          </w:tcPr>
          <w:p w:rsidR="00105882" w:rsidRPr="005D66AA" w:rsidRDefault="00105882" w:rsidP="00731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5882" w:rsidRPr="005D66AA" w:rsidTr="00C33DCA">
        <w:trPr>
          <w:trHeight w:val="360"/>
        </w:trPr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05882" w:rsidRPr="005D66AA" w:rsidRDefault="00105882" w:rsidP="00370F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Days Absent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105882" w:rsidRPr="005D66AA" w:rsidRDefault="00105882" w:rsidP="00731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105882" w:rsidRPr="005D66AA" w:rsidRDefault="00105882" w:rsidP="00731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105882" w:rsidRPr="005D66AA" w:rsidRDefault="00105882" w:rsidP="00731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105882" w:rsidRPr="005D66AA" w:rsidRDefault="00105882" w:rsidP="00731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23" w:type="dxa"/>
          </w:tcPr>
          <w:p w:rsidR="00105882" w:rsidRPr="005D66AA" w:rsidRDefault="00105882" w:rsidP="00731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5882" w:rsidRPr="005D66AA" w:rsidTr="00C33DCA">
        <w:trPr>
          <w:trHeight w:val="360"/>
        </w:trPr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05882" w:rsidRPr="005D66AA" w:rsidRDefault="00105882" w:rsidP="00731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Times Tardy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105882" w:rsidRPr="005D66AA" w:rsidRDefault="00105882" w:rsidP="00731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105882" w:rsidRPr="005D66AA" w:rsidRDefault="00105882" w:rsidP="00731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105882" w:rsidRPr="005D66AA" w:rsidRDefault="00105882" w:rsidP="00731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105882" w:rsidRPr="005D66AA" w:rsidRDefault="00105882" w:rsidP="00731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23" w:type="dxa"/>
          </w:tcPr>
          <w:p w:rsidR="00105882" w:rsidRPr="005D66AA" w:rsidRDefault="00105882" w:rsidP="00731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F945A0" w:rsidRDefault="00F945A0" w:rsidP="005D66AA">
      <w:pPr>
        <w:tabs>
          <w:tab w:val="left" w:pos="3595"/>
          <w:tab w:val="left" w:pos="4235"/>
          <w:tab w:val="left" w:pos="4775"/>
          <w:tab w:val="left" w:pos="527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F945A0" w:rsidRDefault="00F945A0" w:rsidP="005D66AA">
      <w:pPr>
        <w:tabs>
          <w:tab w:val="left" w:pos="3595"/>
          <w:tab w:val="left" w:pos="4235"/>
          <w:tab w:val="left" w:pos="4775"/>
          <w:tab w:val="left" w:pos="527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tbl>
      <w:tblPr>
        <w:tblW w:w="537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2061"/>
        <w:gridCol w:w="829"/>
        <w:gridCol w:w="1134"/>
      </w:tblGrid>
      <w:tr w:rsidR="00370F90" w:rsidRPr="005D66AA" w:rsidTr="00C33DCA">
        <w:trPr>
          <w:trHeight w:val="360"/>
        </w:trPr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70F90" w:rsidRPr="005D66AA" w:rsidRDefault="00370F90" w:rsidP="00C33DCA">
            <w:pPr>
              <w:spacing w:after="0" w:line="240" w:lineRule="auto"/>
              <w:ind w:left="-8" w:firstLine="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</w:pPr>
            <w:r w:rsidRPr="0073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lastRenderedPageBreak/>
              <w:t>Name</w:t>
            </w:r>
            <w:r w:rsidR="00C33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:</w:t>
            </w:r>
          </w:p>
        </w:tc>
        <w:tc>
          <w:tcPr>
            <w:tcW w:w="4024" w:type="dxa"/>
            <w:gridSpan w:val="3"/>
            <w:shd w:val="clear" w:color="auto" w:fill="auto"/>
            <w:noWrap/>
            <w:vAlign w:val="center"/>
            <w:hideMark/>
          </w:tcPr>
          <w:p w:rsidR="00370F90" w:rsidRPr="005D66AA" w:rsidRDefault="00370F90" w:rsidP="00C33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0F90" w:rsidRPr="005D66AA" w:rsidTr="00C33DCA">
        <w:trPr>
          <w:trHeight w:val="360"/>
        </w:trPr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70F90" w:rsidRPr="005D66AA" w:rsidRDefault="00370F90" w:rsidP="00C33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7558E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Teacher</w:t>
            </w:r>
            <w:r w:rsidR="00C33DC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:</w:t>
            </w:r>
          </w:p>
        </w:tc>
        <w:tc>
          <w:tcPr>
            <w:tcW w:w="4024" w:type="dxa"/>
            <w:gridSpan w:val="3"/>
            <w:shd w:val="clear" w:color="auto" w:fill="auto"/>
            <w:noWrap/>
            <w:vAlign w:val="center"/>
            <w:hideMark/>
          </w:tcPr>
          <w:p w:rsidR="00370F90" w:rsidRPr="005D66AA" w:rsidRDefault="00370F90" w:rsidP="00C33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0F90" w:rsidRPr="005D66AA" w:rsidTr="00C33DCA">
        <w:trPr>
          <w:trHeight w:val="360"/>
        </w:trPr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70F90" w:rsidRPr="005D66AA" w:rsidRDefault="00370F90" w:rsidP="00C33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7558E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Principal</w:t>
            </w:r>
            <w:r w:rsidR="00C33DC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:</w:t>
            </w:r>
          </w:p>
        </w:tc>
        <w:tc>
          <w:tcPr>
            <w:tcW w:w="4024" w:type="dxa"/>
            <w:gridSpan w:val="3"/>
            <w:shd w:val="clear" w:color="auto" w:fill="auto"/>
            <w:noWrap/>
            <w:vAlign w:val="center"/>
            <w:hideMark/>
          </w:tcPr>
          <w:p w:rsidR="00370F90" w:rsidRPr="005D66AA" w:rsidRDefault="00370F90" w:rsidP="00C33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558EF" w:rsidRPr="005D66AA" w:rsidTr="00C33DCA">
        <w:trPr>
          <w:trHeight w:val="360"/>
        </w:trPr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70F90" w:rsidRPr="005D66AA" w:rsidRDefault="00370F90" w:rsidP="00C33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7558E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School</w:t>
            </w:r>
            <w:r w:rsidR="00C33DC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:</w:t>
            </w:r>
          </w:p>
        </w:tc>
        <w:tc>
          <w:tcPr>
            <w:tcW w:w="2061" w:type="dxa"/>
            <w:shd w:val="clear" w:color="auto" w:fill="auto"/>
            <w:noWrap/>
            <w:vAlign w:val="center"/>
            <w:hideMark/>
          </w:tcPr>
          <w:p w:rsidR="00370F90" w:rsidRPr="005D66AA" w:rsidRDefault="00370F90" w:rsidP="00C33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9" w:type="dxa"/>
            <w:shd w:val="clear" w:color="auto" w:fill="auto"/>
            <w:noWrap/>
            <w:vAlign w:val="center"/>
            <w:hideMark/>
          </w:tcPr>
          <w:p w:rsidR="00370F90" w:rsidRPr="005D66AA" w:rsidRDefault="00370F90" w:rsidP="00C33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52BC6">
              <w:rPr>
                <w:rFonts w:ascii="Times New Roman" w:eastAsia="Times New Roman" w:hAnsi="Times New Roman" w:cs="Times New Roman"/>
                <w:b/>
                <w:color w:val="000000"/>
              </w:rPr>
              <w:t>Year</w:t>
            </w:r>
            <w:r w:rsidR="00C33DCA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70F90" w:rsidRPr="005D66AA" w:rsidRDefault="00370F90" w:rsidP="00C33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370F90" w:rsidRDefault="00370F90" w:rsidP="005D66AA">
      <w:pPr>
        <w:tabs>
          <w:tab w:val="left" w:pos="3595"/>
          <w:tab w:val="left" w:pos="4235"/>
          <w:tab w:val="left" w:pos="4775"/>
          <w:tab w:val="left" w:pos="527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F945A0" w:rsidRDefault="00F945A0" w:rsidP="005D66AA">
      <w:pPr>
        <w:tabs>
          <w:tab w:val="left" w:pos="3595"/>
          <w:tab w:val="left" w:pos="4235"/>
          <w:tab w:val="left" w:pos="4775"/>
          <w:tab w:val="left" w:pos="527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  <w:sectPr w:rsidR="00F945A0" w:rsidSect="00052BC6">
          <w:type w:val="continuous"/>
          <w:pgSz w:w="12240" w:h="15840"/>
          <w:pgMar w:top="720" w:right="720" w:bottom="720" w:left="720" w:header="720" w:footer="720" w:gutter="0"/>
          <w:cols w:num="2" w:space="288"/>
          <w:docGrid w:linePitch="360"/>
        </w:sect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558"/>
        <w:gridCol w:w="2496"/>
        <w:gridCol w:w="2454"/>
      </w:tblGrid>
      <w:tr w:rsidR="00C33DCA" w:rsidRPr="00B6209D" w:rsidTr="00C33DCA">
        <w:trPr>
          <w:jc w:val="center"/>
        </w:trPr>
        <w:tc>
          <w:tcPr>
            <w:tcW w:w="8508" w:type="dxa"/>
            <w:gridSpan w:val="3"/>
          </w:tcPr>
          <w:p w:rsidR="00C33DCA" w:rsidRPr="00B6209D" w:rsidRDefault="00C33DCA" w:rsidP="00C33DC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6209D">
              <w:rPr>
                <w:rFonts w:ascii="Times New Roman" w:hAnsi="Times New Roman" w:cs="Times New Roman"/>
                <w:b/>
                <w:sz w:val="28"/>
              </w:rPr>
              <w:lastRenderedPageBreak/>
              <w:t>Key for Work Skills/Attitudes</w:t>
            </w:r>
          </w:p>
        </w:tc>
      </w:tr>
      <w:tr w:rsidR="00C33DCA" w:rsidRPr="00B6209D" w:rsidTr="00C33DCA">
        <w:trPr>
          <w:jc w:val="center"/>
        </w:trPr>
        <w:tc>
          <w:tcPr>
            <w:tcW w:w="3558" w:type="dxa"/>
          </w:tcPr>
          <w:p w:rsidR="00C33DCA" w:rsidRPr="00B6209D" w:rsidRDefault="00C33DCA" w:rsidP="00C33DC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No Mark</w:t>
            </w:r>
            <w:r w:rsidRPr="00B6209D">
              <w:rPr>
                <w:rFonts w:ascii="Times New Roman" w:hAnsi="Times New Roman" w:cs="Times New Roman"/>
                <w:sz w:val="24"/>
              </w:rPr>
              <w:t xml:space="preserve"> = Satisfactory Progress</w:t>
            </w:r>
          </w:p>
        </w:tc>
        <w:tc>
          <w:tcPr>
            <w:tcW w:w="2496" w:type="dxa"/>
          </w:tcPr>
          <w:p w:rsidR="00C33DCA" w:rsidRPr="00B6209D" w:rsidRDefault="00C33DCA" w:rsidP="00C33DCA">
            <w:pPr>
              <w:rPr>
                <w:rFonts w:ascii="Times New Roman" w:hAnsi="Times New Roman" w:cs="Times New Roman"/>
                <w:sz w:val="24"/>
              </w:rPr>
            </w:pPr>
            <w:r w:rsidRPr="00B6209D">
              <w:rPr>
                <w:rFonts w:ascii="Times New Roman" w:hAnsi="Times New Roman" w:cs="Times New Roman"/>
                <w:b/>
                <w:sz w:val="24"/>
              </w:rPr>
              <w:t>E</w:t>
            </w:r>
            <w:r w:rsidRPr="00B6209D">
              <w:rPr>
                <w:rFonts w:ascii="Times New Roman" w:hAnsi="Times New Roman" w:cs="Times New Roman"/>
                <w:sz w:val="24"/>
              </w:rPr>
              <w:t xml:space="preserve"> = Excellent</w:t>
            </w:r>
          </w:p>
        </w:tc>
        <w:tc>
          <w:tcPr>
            <w:tcW w:w="2454" w:type="dxa"/>
          </w:tcPr>
          <w:p w:rsidR="00C33DCA" w:rsidRPr="00B6209D" w:rsidRDefault="00C33DCA" w:rsidP="00C33DCA">
            <w:pPr>
              <w:rPr>
                <w:rFonts w:ascii="Times New Roman" w:hAnsi="Times New Roman" w:cs="Times New Roman"/>
                <w:sz w:val="24"/>
              </w:rPr>
            </w:pPr>
            <w:r w:rsidRPr="00B6209D">
              <w:rPr>
                <w:rFonts w:ascii="Times New Roman" w:hAnsi="Times New Roman" w:cs="Times New Roman"/>
                <w:b/>
                <w:sz w:val="24"/>
              </w:rPr>
              <w:t>S</w:t>
            </w:r>
            <w:r w:rsidRPr="00B6209D">
              <w:rPr>
                <w:rFonts w:ascii="Times New Roman" w:hAnsi="Times New Roman" w:cs="Times New Roman"/>
                <w:sz w:val="24"/>
              </w:rPr>
              <w:t xml:space="preserve"> = Satisfactory</w:t>
            </w:r>
          </w:p>
        </w:tc>
      </w:tr>
      <w:tr w:rsidR="00C33DCA" w:rsidRPr="00B6209D" w:rsidTr="00C33DCA">
        <w:trPr>
          <w:jc w:val="center"/>
        </w:trPr>
        <w:tc>
          <w:tcPr>
            <w:tcW w:w="3558" w:type="dxa"/>
          </w:tcPr>
          <w:p w:rsidR="00C33DCA" w:rsidRPr="00B6209D" w:rsidRDefault="00C33DCA" w:rsidP="00C33DCA">
            <w:pPr>
              <w:rPr>
                <w:rFonts w:ascii="Times New Roman" w:hAnsi="Times New Roman" w:cs="Times New Roman"/>
                <w:sz w:val="24"/>
              </w:rPr>
            </w:pPr>
            <w:r w:rsidRPr="00B6209D">
              <w:rPr>
                <w:rFonts w:ascii="Times New Roman" w:hAnsi="Times New Roman" w:cs="Times New Roman"/>
                <w:b/>
                <w:sz w:val="24"/>
              </w:rPr>
              <w:t>I</w:t>
            </w:r>
            <w:r w:rsidRPr="00B6209D">
              <w:rPr>
                <w:rFonts w:ascii="Times New Roman" w:hAnsi="Times New Roman" w:cs="Times New Roman"/>
                <w:sz w:val="24"/>
              </w:rPr>
              <w:t xml:space="preserve"> = Needs Improvement</w:t>
            </w:r>
          </w:p>
        </w:tc>
        <w:tc>
          <w:tcPr>
            <w:tcW w:w="2496" w:type="dxa"/>
          </w:tcPr>
          <w:p w:rsidR="00C33DCA" w:rsidRPr="00B6209D" w:rsidRDefault="00C33DCA" w:rsidP="00C33DCA">
            <w:pPr>
              <w:rPr>
                <w:rFonts w:ascii="Times New Roman" w:hAnsi="Times New Roman" w:cs="Times New Roman"/>
                <w:sz w:val="24"/>
              </w:rPr>
            </w:pPr>
            <w:r w:rsidRPr="00B6209D">
              <w:rPr>
                <w:rFonts w:ascii="Times New Roman" w:hAnsi="Times New Roman" w:cs="Times New Roman"/>
                <w:b/>
                <w:sz w:val="24"/>
              </w:rPr>
              <w:t>N</w:t>
            </w:r>
            <w:r w:rsidRPr="00B6209D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=</w:t>
            </w:r>
            <w:r w:rsidRPr="00B6209D">
              <w:rPr>
                <w:rFonts w:ascii="Times New Roman" w:hAnsi="Times New Roman" w:cs="Times New Roman"/>
                <w:sz w:val="24"/>
              </w:rPr>
              <w:t xml:space="preserve"> Needs to Improve</w:t>
            </w:r>
          </w:p>
        </w:tc>
        <w:tc>
          <w:tcPr>
            <w:tcW w:w="2454" w:type="dxa"/>
          </w:tcPr>
          <w:p w:rsidR="00C33DCA" w:rsidRPr="00B6209D" w:rsidRDefault="00C33DCA" w:rsidP="00C33DCA">
            <w:pPr>
              <w:rPr>
                <w:rFonts w:ascii="Times New Roman" w:hAnsi="Times New Roman" w:cs="Times New Roman"/>
                <w:sz w:val="24"/>
              </w:rPr>
            </w:pPr>
            <w:r w:rsidRPr="00B6209D">
              <w:rPr>
                <w:rFonts w:ascii="Times New Roman" w:hAnsi="Times New Roman" w:cs="Times New Roman"/>
                <w:b/>
                <w:sz w:val="24"/>
              </w:rPr>
              <w:t>U</w:t>
            </w:r>
            <w:r>
              <w:rPr>
                <w:rFonts w:ascii="Times New Roman" w:hAnsi="Times New Roman" w:cs="Times New Roman"/>
                <w:sz w:val="24"/>
              </w:rPr>
              <w:t xml:space="preserve"> =</w:t>
            </w:r>
            <w:r w:rsidRPr="00B6209D">
              <w:rPr>
                <w:rFonts w:ascii="Times New Roman" w:hAnsi="Times New Roman" w:cs="Times New Roman"/>
                <w:sz w:val="24"/>
              </w:rPr>
              <w:t xml:space="preserve"> Unsatisfactory</w:t>
            </w:r>
          </w:p>
        </w:tc>
      </w:tr>
    </w:tbl>
    <w:p w:rsidR="005D66AA" w:rsidRDefault="005D66AA" w:rsidP="005D66AA">
      <w:pPr>
        <w:tabs>
          <w:tab w:val="left" w:pos="3595"/>
          <w:tab w:val="left" w:pos="4235"/>
          <w:tab w:val="left" w:pos="4775"/>
          <w:tab w:val="left" w:pos="5275"/>
        </w:tabs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391209" w:rsidRPr="005D66AA" w:rsidRDefault="00391209" w:rsidP="005D66AA">
      <w:pPr>
        <w:tabs>
          <w:tab w:val="left" w:pos="3595"/>
          <w:tab w:val="left" w:pos="4235"/>
          <w:tab w:val="left" w:pos="4775"/>
          <w:tab w:val="left" w:pos="5275"/>
        </w:tabs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tbl>
      <w:tblPr>
        <w:tblW w:w="1099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0"/>
        <w:gridCol w:w="2430"/>
        <w:gridCol w:w="2430"/>
        <w:gridCol w:w="4050"/>
      </w:tblGrid>
      <w:tr w:rsidR="006B5238" w:rsidRPr="009C65DA" w:rsidTr="00391209">
        <w:trPr>
          <w:trHeight w:val="470"/>
        </w:trPr>
        <w:tc>
          <w:tcPr>
            <w:tcW w:w="2080" w:type="dxa"/>
            <w:shd w:val="clear" w:color="auto" w:fill="auto"/>
            <w:noWrap/>
            <w:vAlign w:val="center"/>
            <w:hideMark/>
          </w:tcPr>
          <w:p w:rsidR="006B5238" w:rsidRPr="009C65DA" w:rsidRDefault="006B5238" w:rsidP="0039120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2" w:hanging="27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9C6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= </w:t>
            </w:r>
            <w:r w:rsidRPr="00905A6B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>Mastered</w:t>
            </w:r>
          </w:p>
        </w:tc>
        <w:tc>
          <w:tcPr>
            <w:tcW w:w="2430" w:type="dxa"/>
            <w:shd w:val="clear" w:color="auto" w:fill="auto"/>
            <w:noWrap/>
            <w:vAlign w:val="center"/>
            <w:hideMark/>
          </w:tcPr>
          <w:p w:rsidR="006B5238" w:rsidRPr="009C65DA" w:rsidRDefault="006B5238" w:rsidP="0039120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3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9C65D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= </w:t>
            </w:r>
            <w:r w:rsidRPr="00905A6B">
              <w:rPr>
                <w:rFonts w:ascii="Times New Roman" w:eastAsia="Times New Roman" w:hAnsi="Times New Roman" w:cs="Times New Roman"/>
                <w:color w:val="000000"/>
                <w:sz w:val="24"/>
              </w:rPr>
              <w:t>Satisfactory</w:t>
            </w:r>
          </w:p>
        </w:tc>
        <w:tc>
          <w:tcPr>
            <w:tcW w:w="2430" w:type="dxa"/>
            <w:shd w:val="clear" w:color="auto" w:fill="auto"/>
            <w:noWrap/>
            <w:vAlign w:val="center"/>
            <w:hideMark/>
          </w:tcPr>
          <w:p w:rsidR="006B5238" w:rsidRPr="009C65DA" w:rsidRDefault="006B5238" w:rsidP="0039120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522" w:hanging="450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9C65D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= </w:t>
            </w:r>
            <w:r w:rsidRPr="00905A6B">
              <w:rPr>
                <w:rFonts w:ascii="Times New Roman" w:eastAsia="Times New Roman" w:hAnsi="Times New Roman" w:cs="Times New Roman"/>
                <w:color w:val="000000"/>
                <w:sz w:val="24"/>
              </w:rPr>
              <w:t>Not Mastered</w:t>
            </w:r>
          </w:p>
        </w:tc>
        <w:tc>
          <w:tcPr>
            <w:tcW w:w="4050" w:type="dxa"/>
            <w:shd w:val="clear" w:color="auto" w:fill="auto"/>
            <w:noWrap/>
            <w:vAlign w:val="center"/>
            <w:hideMark/>
          </w:tcPr>
          <w:p w:rsidR="006B5238" w:rsidRPr="005D66AA" w:rsidRDefault="006B5238" w:rsidP="00391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905A6B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D9D9D9" w:themeFill="background1" w:themeFillShade="D9"/>
              </w:rPr>
              <w:t>No Mark</w:t>
            </w:r>
            <w:r w:rsidRPr="009C65D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– </w:t>
            </w:r>
            <w:r w:rsidRPr="00905A6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Not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assessed</w:t>
            </w:r>
            <w:r w:rsidRPr="00905A6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at this time</w:t>
            </w:r>
          </w:p>
        </w:tc>
      </w:tr>
    </w:tbl>
    <w:p w:rsidR="009C65DA" w:rsidRDefault="009C65DA" w:rsidP="005D66A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E3730" w:rsidRDefault="001E3730" w:rsidP="005D66A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E3730" w:rsidRDefault="001E3730" w:rsidP="005D66A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  <w:sectPr w:rsidR="001E3730" w:rsidSect="009C65D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W w:w="503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490"/>
        <w:gridCol w:w="490"/>
        <w:gridCol w:w="490"/>
        <w:gridCol w:w="490"/>
      </w:tblGrid>
      <w:tr w:rsidR="002775D2" w:rsidRPr="00CF68FA" w:rsidTr="00877826">
        <w:trPr>
          <w:trHeight w:val="288"/>
        </w:trPr>
        <w:tc>
          <w:tcPr>
            <w:tcW w:w="3070" w:type="dxa"/>
            <w:shd w:val="clear" w:color="auto" w:fill="auto"/>
            <w:noWrap/>
            <w:vAlign w:val="bottom"/>
            <w:hideMark/>
          </w:tcPr>
          <w:p w:rsid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60" w:type="dxa"/>
            <w:gridSpan w:val="4"/>
            <w:shd w:val="clear" w:color="auto" w:fill="auto"/>
            <w:noWrap/>
            <w:vAlign w:val="bottom"/>
            <w:hideMark/>
          </w:tcPr>
          <w:p w:rsidR="002775D2" w:rsidRPr="00CF68FA" w:rsidRDefault="002775D2" w:rsidP="002775D2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68FA">
              <w:rPr>
                <w:rFonts w:ascii="Times New Roman" w:eastAsia="Times New Roman" w:hAnsi="Times New Roman" w:cs="Times New Roman"/>
                <w:b/>
                <w:color w:val="000000"/>
              </w:rPr>
              <w:t>9 Weeks:</w:t>
            </w:r>
          </w:p>
        </w:tc>
      </w:tr>
      <w:tr w:rsidR="002775D2" w:rsidRPr="005D66AA" w:rsidTr="00877826">
        <w:trPr>
          <w:trHeight w:val="288"/>
        </w:trPr>
        <w:tc>
          <w:tcPr>
            <w:tcW w:w="3070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Instructional Reading Level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66A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66A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66AA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66AA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2775D2" w:rsidRPr="005D66AA" w:rsidTr="00877826">
        <w:trPr>
          <w:trHeight w:val="288"/>
        </w:trPr>
        <w:tc>
          <w:tcPr>
            <w:tcW w:w="3070" w:type="dxa"/>
            <w:shd w:val="clear" w:color="auto" w:fill="auto"/>
            <w:noWrap/>
            <w:vAlign w:val="bottom"/>
            <w:hideMark/>
          </w:tcPr>
          <w:p w:rsidR="002775D2" w:rsidRPr="002775D2" w:rsidRDefault="00D02634" w:rsidP="002775D2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Primer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2775D2" w:rsidRPr="005D66AA" w:rsidTr="00877826">
        <w:trPr>
          <w:trHeight w:val="288"/>
        </w:trPr>
        <w:tc>
          <w:tcPr>
            <w:tcW w:w="3070" w:type="dxa"/>
            <w:shd w:val="clear" w:color="auto" w:fill="auto"/>
            <w:noWrap/>
            <w:vAlign w:val="bottom"/>
            <w:hideMark/>
          </w:tcPr>
          <w:p w:rsidR="002775D2" w:rsidRPr="002775D2" w:rsidRDefault="00D02634" w:rsidP="002775D2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775D2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 w:rsidRPr="002775D2">
              <w:rPr>
                <w:rFonts w:ascii="Times New Roman" w:eastAsia="Times New Roman" w:hAnsi="Times New Roman" w:cs="Times New Roman"/>
                <w:color w:val="000000"/>
                <w:sz w:val="20"/>
                <w:vertAlign w:val="superscript"/>
              </w:rPr>
              <w:t>st</w:t>
            </w:r>
            <w:r w:rsidRPr="002775D2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Grade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level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2775D2" w:rsidRPr="005D66AA" w:rsidTr="00877826">
        <w:trPr>
          <w:trHeight w:val="288"/>
        </w:trPr>
        <w:tc>
          <w:tcPr>
            <w:tcW w:w="3070" w:type="dxa"/>
            <w:shd w:val="clear" w:color="auto" w:fill="auto"/>
            <w:noWrap/>
            <w:vAlign w:val="bottom"/>
            <w:hideMark/>
          </w:tcPr>
          <w:p w:rsidR="002775D2" w:rsidRPr="002775D2" w:rsidRDefault="00D02634" w:rsidP="002775D2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On Grade Level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2775D2" w:rsidRPr="005D66AA" w:rsidTr="00877826">
        <w:trPr>
          <w:trHeight w:val="288"/>
        </w:trPr>
        <w:tc>
          <w:tcPr>
            <w:tcW w:w="307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775D2">
              <w:rPr>
                <w:rFonts w:ascii="Times New Roman" w:eastAsia="Times New Roman" w:hAnsi="Times New Roman" w:cs="Times New Roman"/>
                <w:color w:val="000000"/>
                <w:sz w:val="20"/>
              </w:rPr>
              <w:t>Above Grade Level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</w:tbl>
    <w:p w:rsidR="002775D2" w:rsidRDefault="002775D2"/>
    <w:tbl>
      <w:tblPr>
        <w:tblW w:w="503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490"/>
        <w:gridCol w:w="490"/>
        <w:gridCol w:w="490"/>
        <w:gridCol w:w="490"/>
      </w:tblGrid>
      <w:tr w:rsidR="002775D2" w:rsidRPr="005D66AA" w:rsidTr="00FF0B1C">
        <w:trPr>
          <w:trHeight w:val="288"/>
        </w:trPr>
        <w:tc>
          <w:tcPr>
            <w:tcW w:w="3070" w:type="dxa"/>
            <w:shd w:val="clear" w:color="auto" w:fill="auto"/>
            <w:noWrap/>
            <w:vAlign w:val="bottom"/>
            <w:hideMark/>
          </w:tcPr>
          <w:p w:rsid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60" w:type="dxa"/>
            <w:gridSpan w:val="4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68FA">
              <w:rPr>
                <w:rFonts w:ascii="Times New Roman" w:eastAsia="Times New Roman" w:hAnsi="Times New Roman" w:cs="Times New Roman"/>
                <w:b/>
                <w:color w:val="000000"/>
              </w:rPr>
              <w:t>9 Weeks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  <w:tr w:rsidR="002775D2" w:rsidRPr="005D66AA" w:rsidTr="00FF0B1C">
        <w:trPr>
          <w:trHeight w:val="288"/>
        </w:trPr>
        <w:tc>
          <w:tcPr>
            <w:tcW w:w="3070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944F9A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Reading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66A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66A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66AA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66AA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944F9A" w:rsidRPr="005D66AA" w:rsidTr="00EB4ECC">
        <w:trPr>
          <w:trHeight w:val="288"/>
        </w:trPr>
        <w:tc>
          <w:tcPr>
            <w:tcW w:w="3070" w:type="dxa"/>
            <w:shd w:val="clear" w:color="auto" w:fill="auto"/>
            <w:noWrap/>
            <w:vAlign w:val="bottom"/>
            <w:hideMark/>
          </w:tcPr>
          <w:p w:rsidR="00944F9A" w:rsidRPr="002775D2" w:rsidRDefault="00944F9A" w:rsidP="00944F9A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77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cognizes basic</w:t>
            </w:r>
            <w:r w:rsidRPr="00277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sight words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944F9A" w:rsidRPr="002775D2" w:rsidRDefault="00944F9A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944F9A" w:rsidRPr="002775D2" w:rsidRDefault="00944F9A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944F9A" w:rsidRPr="002775D2" w:rsidRDefault="00944F9A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944F9A" w:rsidRPr="002775D2" w:rsidRDefault="00944F9A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75D2" w:rsidRPr="005D66AA" w:rsidTr="00EB4ECC">
        <w:trPr>
          <w:trHeight w:val="288"/>
        </w:trPr>
        <w:tc>
          <w:tcPr>
            <w:tcW w:w="3070" w:type="dxa"/>
            <w:shd w:val="clear" w:color="auto" w:fill="auto"/>
            <w:noWrap/>
            <w:vAlign w:val="bottom"/>
            <w:hideMark/>
          </w:tcPr>
          <w:p w:rsidR="002775D2" w:rsidRPr="002775D2" w:rsidRDefault="00944F9A" w:rsidP="002775D2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Recalls details from stories and reads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75D2" w:rsidRPr="005D66AA" w:rsidTr="00EB4ECC">
        <w:trPr>
          <w:trHeight w:val="288"/>
        </w:trPr>
        <w:tc>
          <w:tcPr>
            <w:tcW w:w="3070" w:type="dxa"/>
            <w:shd w:val="clear" w:color="auto" w:fill="auto"/>
            <w:noWrap/>
            <w:vAlign w:val="bottom"/>
            <w:hideMark/>
          </w:tcPr>
          <w:p w:rsidR="002775D2" w:rsidRPr="002775D2" w:rsidRDefault="00057D76" w:rsidP="002775D2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Reads aloud smoothly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7D76" w:rsidRPr="005D66AA" w:rsidTr="00EB4ECC">
        <w:trPr>
          <w:trHeight w:val="288"/>
        </w:trPr>
        <w:tc>
          <w:tcPr>
            <w:tcW w:w="3070" w:type="dxa"/>
            <w:shd w:val="clear" w:color="auto" w:fill="auto"/>
            <w:noWrap/>
            <w:vAlign w:val="bottom"/>
            <w:hideMark/>
          </w:tcPr>
          <w:p w:rsidR="00057D76" w:rsidRPr="002775D2" w:rsidRDefault="00057D76" w:rsidP="00057D76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77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Uses expression in reading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057D76" w:rsidRPr="002775D2" w:rsidRDefault="00057D7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057D76" w:rsidRPr="002775D2" w:rsidRDefault="00057D7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057D76" w:rsidRPr="002775D2" w:rsidRDefault="00057D7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057D76" w:rsidRPr="002775D2" w:rsidRDefault="00057D7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75D2" w:rsidRPr="005D66AA" w:rsidTr="00C91B9F">
        <w:trPr>
          <w:trHeight w:val="288"/>
        </w:trPr>
        <w:tc>
          <w:tcPr>
            <w:tcW w:w="3070" w:type="dxa"/>
            <w:shd w:val="clear" w:color="auto" w:fill="auto"/>
            <w:noWrap/>
            <w:vAlign w:val="bottom"/>
            <w:hideMark/>
          </w:tcPr>
          <w:p w:rsidR="002775D2" w:rsidRPr="002775D2" w:rsidRDefault="00057D76" w:rsidP="002775D2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Identifies long and short vowel sounds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D9D9D9" w:themeFill="background1" w:themeFillShade="D9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D9D9D9" w:themeFill="background1" w:themeFillShade="D9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D9D9D9" w:themeFill="background1" w:themeFillShade="D9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75D2" w:rsidRPr="005D66AA" w:rsidTr="00C91B9F">
        <w:trPr>
          <w:trHeight w:val="288"/>
        </w:trPr>
        <w:tc>
          <w:tcPr>
            <w:tcW w:w="3070" w:type="dxa"/>
            <w:shd w:val="clear" w:color="auto" w:fill="auto"/>
            <w:noWrap/>
            <w:vAlign w:val="bottom"/>
          </w:tcPr>
          <w:p w:rsidR="002775D2" w:rsidRPr="002775D2" w:rsidRDefault="00057D76" w:rsidP="002775D2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Recognizes compound words</w:t>
            </w:r>
          </w:p>
        </w:tc>
        <w:tc>
          <w:tcPr>
            <w:tcW w:w="490" w:type="dxa"/>
            <w:shd w:val="clear" w:color="auto" w:fill="auto"/>
            <w:noWrap/>
            <w:vAlign w:val="bottom"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D9D9D9" w:themeFill="background1" w:themeFillShade="D9"/>
            <w:noWrap/>
            <w:vAlign w:val="bottom"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D9D9D9" w:themeFill="background1" w:themeFillShade="D9"/>
            <w:noWrap/>
            <w:vAlign w:val="bottom"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D9D9D9" w:themeFill="background1" w:themeFillShade="D9"/>
            <w:noWrap/>
            <w:vAlign w:val="bottom"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75D2" w:rsidRPr="005D66AA" w:rsidTr="00C91B9F">
        <w:trPr>
          <w:trHeight w:val="288"/>
        </w:trPr>
        <w:tc>
          <w:tcPr>
            <w:tcW w:w="3070" w:type="dxa"/>
            <w:shd w:val="clear" w:color="auto" w:fill="auto"/>
            <w:noWrap/>
            <w:vAlign w:val="bottom"/>
          </w:tcPr>
          <w:p w:rsidR="002775D2" w:rsidRPr="002775D2" w:rsidRDefault="00057D76" w:rsidP="002775D2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Identifies blends and digraphs</w:t>
            </w:r>
          </w:p>
        </w:tc>
        <w:tc>
          <w:tcPr>
            <w:tcW w:w="490" w:type="dxa"/>
            <w:shd w:val="clear" w:color="auto" w:fill="D9D9D9" w:themeFill="background1" w:themeFillShade="D9"/>
            <w:noWrap/>
            <w:vAlign w:val="bottom"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D9D9D9" w:themeFill="background1" w:themeFillShade="D9"/>
            <w:noWrap/>
            <w:vAlign w:val="bottom"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D9D9D9" w:themeFill="background1" w:themeFillShade="D9"/>
            <w:noWrap/>
            <w:vAlign w:val="bottom"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75D2" w:rsidRPr="00057D76" w:rsidTr="00C91B9F">
        <w:trPr>
          <w:trHeight w:val="288"/>
        </w:trPr>
        <w:tc>
          <w:tcPr>
            <w:tcW w:w="3070" w:type="dxa"/>
            <w:shd w:val="clear" w:color="auto" w:fill="auto"/>
            <w:noWrap/>
            <w:vAlign w:val="bottom"/>
          </w:tcPr>
          <w:p w:rsidR="002775D2" w:rsidRPr="00057D76" w:rsidRDefault="00057D76" w:rsidP="002775D2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Predicts outcomes</w:t>
            </w:r>
          </w:p>
        </w:tc>
        <w:tc>
          <w:tcPr>
            <w:tcW w:w="490" w:type="dxa"/>
            <w:shd w:val="clear" w:color="auto" w:fill="D9D9D9" w:themeFill="background1" w:themeFillShade="D9"/>
            <w:noWrap/>
            <w:vAlign w:val="bottom"/>
          </w:tcPr>
          <w:p w:rsidR="002775D2" w:rsidRPr="00057D76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</w:tcPr>
          <w:p w:rsidR="002775D2" w:rsidRPr="00057D76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D9D9D9" w:themeFill="background1" w:themeFillShade="D9"/>
            <w:noWrap/>
            <w:vAlign w:val="bottom"/>
          </w:tcPr>
          <w:p w:rsidR="002775D2" w:rsidRPr="00057D76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D9D9D9" w:themeFill="background1" w:themeFillShade="D9"/>
            <w:noWrap/>
            <w:vAlign w:val="bottom"/>
          </w:tcPr>
          <w:p w:rsidR="002775D2" w:rsidRPr="00057D76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2775D2" w:rsidRPr="005D66AA" w:rsidTr="00C91B9F">
        <w:trPr>
          <w:trHeight w:val="288"/>
        </w:trPr>
        <w:tc>
          <w:tcPr>
            <w:tcW w:w="3070" w:type="dxa"/>
            <w:shd w:val="clear" w:color="auto" w:fill="auto"/>
            <w:noWrap/>
            <w:vAlign w:val="bottom"/>
          </w:tcPr>
          <w:p w:rsidR="002775D2" w:rsidRPr="002775D2" w:rsidRDefault="00057D76" w:rsidP="002775D2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Alphabetizes to two letters</w:t>
            </w:r>
          </w:p>
        </w:tc>
        <w:tc>
          <w:tcPr>
            <w:tcW w:w="490" w:type="dxa"/>
            <w:shd w:val="clear" w:color="auto" w:fill="D9D9D9" w:themeFill="background1" w:themeFillShade="D9"/>
            <w:noWrap/>
            <w:vAlign w:val="bottom"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D9D9D9" w:themeFill="background1" w:themeFillShade="D9"/>
            <w:noWrap/>
            <w:vAlign w:val="bottom"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D9D9D9" w:themeFill="background1" w:themeFillShade="D9"/>
            <w:noWrap/>
            <w:vAlign w:val="bottom"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75D2" w:rsidRPr="005D66AA" w:rsidTr="00C91B9F">
        <w:trPr>
          <w:trHeight w:val="288"/>
        </w:trPr>
        <w:tc>
          <w:tcPr>
            <w:tcW w:w="3070" w:type="dxa"/>
            <w:shd w:val="clear" w:color="auto" w:fill="auto"/>
            <w:noWrap/>
            <w:vAlign w:val="bottom"/>
          </w:tcPr>
          <w:p w:rsidR="002775D2" w:rsidRPr="002775D2" w:rsidRDefault="00057D76" w:rsidP="002775D2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Identifies nouns and verbs</w:t>
            </w:r>
          </w:p>
        </w:tc>
        <w:tc>
          <w:tcPr>
            <w:tcW w:w="490" w:type="dxa"/>
            <w:shd w:val="clear" w:color="auto" w:fill="D9D9D9" w:themeFill="background1" w:themeFillShade="D9"/>
            <w:noWrap/>
            <w:vAlign w:val="bottom"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D9D9D9" w:themeFill="background1" w:themeFillShade="D9"/>
            <w:noWrap/>
            <w:vAlign w:val="bottom"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D9D9D9" w:themeFill="background1" w:themeFillShade="D9"/>
            <w:noWrap/>
            <w:vAlign w:val="bottom"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B4ECC" w:rsidRPr="005D66AA" w:rsidTr="00C91B9F">
        <w:trPr>
          <w:trHeight w:val="288"/>
        </w:trPr>
        <w:tc>
          <w:tcPr>
            <w:tcW w:w="3070" w:type="dxa"/>
            <w:shd w:val="clear" w:color="auto" w:fill="auto"/>
            <w:noWrap/>
            <w:vAlign w:val="bottom"/>
          </w:tcPr>
          <w:p w:rsidR="00EB4ECC" w:rsidRPr="002775D2" w:rsidRDefault="00EB4ECC" w:rsidP="00EB4ECC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77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Sequences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list of </w:t>
            </w:r>
            <w:r w:rsidRPr="00277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events</w:t>
            </w:r>
          </w:p>
        </w:tc>
        <w:tc>
          <w:tcPr>
            <w:tcW w:w="490" w:type="dxa"/>
            <w:shd w:val="clear" w:color="auto" w:fill="D9D9D9" w:themeFill="background1" w:themeFillShade="D9"/>
            <w:noWrap/>
            <w:vAlign w:val="bottom"/>
          </w:tcPr>
          <w:p w:rsidR="00EB4ECC" w:rsidRPr="002775D2" w:rsidRDefault="00EB4ECC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D9D9D9" w:themeFill="background1" w:themeFillShade="D9"/>
            <w:noWrap/>
            <w:vAlign w:val="bottom"/>
          </w:tcPr>
          <w:p w:rsidR="00EB4ECC" w:rsidRPr="002775D2" w:rsidRDefault="00EB4ECC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</w:tcPr>
          <w:p w:rsidR="00EB4ECC" w:rsidRPr="002775D2" w:rsidRDefault="00EB4ECC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D9D9D9" w:themeFill="background1" w:themeFillShade="D9"/>
            <w:noWrap/>
            <w:vAlign w:val="bottom"/>
          </w:tcPr>
          <w:p w:rsidR="00EB4ECC" w:rsidRPr="002775D2" w:rsidRDefault="00EB4ECC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7D76" w:rsidRPr="005D66AA" w:rsidTr="00C91B9F">
        <w:trPr>
          <w:trHeight w:val="288"/>
        </w:trPr>
        <w:tc>
          <w:tcPr>
            <w:tcW w:w="3070" w:type="dxa"/>
            <w:shd w:val="clear" w:color="auto" w:fill="auto"/>
            <w:noWrap/>
            <w:vAlign w:val="bottom"/>
          </w:tcPr>
          <w:p w:rsidR="00057D76" w:rsidRPr="002775D2" w:rsidRDefault="00EB4ECC" w:rsidP="002775D2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Recognizes contractions</w:t>
            </w:r>
          </w:p>
        </w:tc>
        <w:tc>
          <w:tcPr>
            <w:tcW w:w="490" w:type="dxa"/>
            <w:shd w:val="clear" w:color="auto" w:fill="D9D9D9" w:themeFill="background1" w:themeFillShade="D9"/>
            <w:noWrap/>
            <w:vAlign w:val="bottom"/>
          </w:tcPr>
          <w:p w:rsidR="00057D76" w:rsidRPr="002775D2" w:rsidRDefault="00057D7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D9D9D9" w:themeFill="background1" w:themeFillShade="D9"/>
            <w:noWrap/>
            <w:vAlign w:val="bottom"/>
          </w:tcPr>
          <w:p w:rsidR="00057D76" w:rsidRPr="002775D2" w:rsidRDefault="00057D7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</w:tcPr>
          <w:p w:rsidR="00057D76" w:rsidRPr="002775D2" w:rsidRDefault="00057D7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D9D9D9" w:themeFill="background1" w:themeFillShade="D9"/>
            <w:noWrap/>
            <w:vAlign w:val="bottom"/>
          </w:tcPr>
          <w:p w:rsidR="00057D76" w:rsidRPr="002775D2" w:rsidRDefault="00057D7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7D76" w:rsidRPr="005D66AA" w:rsidTr="00C91B9F">
        <w:trPr>
          <w:trHeight w:val="288"/>
        </w:trPr>
        <w:tc>
          <w:tcPr>
            <w:tcW w:w="3070" w:type="dxa"/>
            <w:shd w:val="clear" w:color="auto" w:fill="auto"/>
            <w:noWrap/>
            <w:vAlign w:val="bottom"/>
          </w:tcPr>
          <w:p w:rsidR="00057D76" w:rsidRPr="002775D2" w:rsidRDefault="00EB4ECC" w:rsidP="002775D2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Recognizes antonyms, synonyms, homonyms</w:t>
            </w:r>
          </w:p>
        </w:tc>
        <w:tc>
          <w:tcPr>
            <w:tcW w:w="490" w:type="dxa"/>
            <w:shd w:val="clear" w:color="auto" w:fill="D9D9D9" w:themeFill="background1" w:themeFillShade="D9"/>
            <w:noWrap/>
            <w:vAlign w:val="bottom"/>
          </w:tcPr>
          <w:p w:rsidR="00057D76" w:rsidRPr="002775D2" w:rsidRDefault="00057D7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D9D9D9" w:themeFill="background1" w:themeFillShade="D9"/>
            <w:noWrap/>
            <w:vAlign w:val="bottom"/>
          </w:tcPr>
          <w:p w:rsidR="00057D76" w:rsidRPr="002775D2" w:rsidRDefault="00057D7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D9D9D9" w:themeFill="background1" w:themeFillShade="D9"/>
            <w:noWrap/>
            <w:vAlign w:val="bottom"/>
          </w:tcPr>
          <w:p w:rsidR="00057D76" w:rsidRPr="002775D2" w:rsidRDefault="00057D7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</w:tcPr>
          <w:p w:rsidR="00057D76" w:rsidRPr="002775D2" w:rsidRDefault="00057D7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7D76" w:rsidRPr="005D66AA" w:rsidTr="00C91B9F">
        <w:trPr>
          <w:trHeight w:val="288"/>
        </w:trPr>
        <w:tc>
          <w:tcPr>
            <w:tcW w:w="3070" w:type="dxa"/>
            <w:shd w:val="clear" w:color="auto" w:fill="auto"/>
            <w:noWrap/>
            <w:vAlign w:val="bottom"/>
          </w:tcPr>
          <w:p w:rsidR="00057D76" w:rsidRPr="002775D2" w:rsidRDefault="00EB4ECC" w:rsidP="002775D2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Identifies suffixes with base word</w:t>
            </w:r>
          </w:p>
        </w:tc>
        <w:tc>
          <w:tcPr>
            <w:tcW w:w="490" w:type="dxa"/>
            <w:shd w:val="clear" w:color="auto" w:fill="D9D9D9" w:themeFill="background1" w:themeFillShade="D9"/>
            <w:noWrap/>
            <w:vAlign w:val="bottom"/>
          </w:tcPr>
          <w:p w:rsidR="00057D76" w:rsidRPr="002775D2" w:rsidRDefault="00057D7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D9D9D9" w:themeFill="background1" w:themeFillShade="D9"/>
            <w:noWrap/>
            <w:vAlign w:val="bottom"/>
          </w:tcPr>
          <w:p w:rsidR="00057D76" w:rsidRPr="002775D2" w:rsidRDefault="00057D7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D9D9D9" w:themeFill="background1" w:themeFillShade="D9"/>
            <w:noWrap/>
            <w:vAlign w:val="bottom"/>
          </w:tcPr>
          <w:p w:rsidR="00057D76" w:rsidRPr="002775D2" w:rsidRDefault="00057D7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</w:tcPr>
          <w:p w:rsidR="00057D76" w:rsidRPr="002775D2" w:rsidRDefault="00057D7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7D76" w:rsidRPr="005D66AA" w:rsidTr="00C91B9F">
        <w:trPr>
          <w:trHeight w:val="288"/>
        </w:trPr>
        <w:tc>
          <w:tcPr>
            <w:tcW w:w="3070" w:type="dxa"/>
            <w:shd w:val="clear" w:color="auto" w:fill="auto"/>
            <w:noWrap/>
            <w:vAlign w:val="bottom"/>
          </w:tcPr>
          <w:p w:rsidR="00057D76" w:rsidRPr="002775D2" w:rsidRDefault="00EB4ECC" w:rsidP="002775D2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Identifies setting, plot and characters</w:t>
            </w:r>
          </w:p>
        </w:tc>
        <w:tc>
          <w:tcPr>
            <w:tcW w:w="490" w:type="dxa"/>
            <w:shd w:val="clear" w:color="auto" w:fill="D9D9D9" w:themeFill="background1" w:themeFillShade="D9"/>
            <w:noWrap/>
            <w:vAlign w:val="bottom"/>
          </w:tcPr>
          <w:p w:rsidR="00057D76" w:rsidRPr="002775D2" w:rsidRDefault="00057D7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D9D9D9" w:themeFill="background1" w:themeFillShade="D9"/>
            <w:noWrap/>
            <w:vAlign w:val="bottom"/>
          </w:tcPr>
          <w:p w:rsidR="00057D76" w:rsidRPr="002775D2" w:rsidRDefault="00057D7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D9D9D9" w:themeFill="background1" w:themeFillShade="D9"/>
            <w:noWrap/>
            <w:vAlign w:val="bottom"/>
          </w:tcPr>
          <w:p w:rsidR="00057D76" w:rsidRPr="002775D2" w:rsidRDefault="00057D7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</w:tcPr>
          <w:p w:rsidR="00057D76" w:rsidRPr="002775D2" w:rsidRDefault="00057D7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5D66AA" w:rsidRDefault="005D66AA"/>
    <w:tbl>
      <w:tblPr>
        <w:tblW w:w="549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0"/>
        <w:gridCol w:w="540"/>
        <w:gridCol w:w="540"/>
        <w:gridCol w:w="540"/>
        <w:gridCol w:w="534"/>
      </w:tblGrid>
      <w:tr w:rsidR="002775D2" w:rsidRPr="005D66AA" w:rsidTr="00495C98">
        <w:trPr>
          <w:trHeight w:val="290"/>
        </w:trPr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F68FA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9 Weeks: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66A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66A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66AA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2775D2" w:rsidRPr="005D66AA" w:rsidTr="00495C98">
        <w:trPr>
          <w:trHeight w:val="290"/>
        </w:trPr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2775D2" w:rsidRPr="00EB21A6" w:rsidRDefault="00EB21A6" w:rsidP="002775D2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B21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Spelling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775D2" w:rsidRPr="005D66AA" w:rsidTr="00495C98">
        <w:trPr>
          <w:trHeight w:val="290"/>
        </w:trPr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2775D2" w:rsidRPr="005D66AA" w:rsidRDefault="00EB21A6" w:rsidP="002775D2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Learns words in spelling lesson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B21A6" w:rsidRPr="005D66AA" w:rsidTr="00495C98">
        <w:trPr>
          <w:trHeight w:val="290"/>
        </w:trPr>
        <w:tc>
          <w:tcPr>
            <w:tcW w:w="3340" w:type="dxa"/>
            <w:shd w:val="clear" w:color="auto" w:fill="auto"/>
            <w:noWrap/>
            <w:vAlign w:val="bottom"/>
          </w:tcPr>
          <w:p w:rsidR="00EB21A6" w:rsidRDefault="00EB21A6" w:rsidP="00495C98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Applies spelling skills in written</w:t>
            </w:r>
            <w:r w:rsidR="00495C9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work</w:t>
            </w:r>
          </w:p>
        </w:tc>
        <w:tc>
          <w:tcPr>
            <w:tcW w:w="540" w:type="dxa"/>
            <w:shd w:val="clear" w:color="auto" w:fill="auto"/>
            <w:noWrap/>
            <w:vAlign w:val="bottom"/>
          </w:tcPr>
          <w:p w:rsidR="00EB21A6" w:rsidRPr="005D66AA" w:rsidRDefault="00EB21A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" w:type="dxa"/>
            <w:shd w:val="clear" w:color="auto" w:fill="auto"/>
            <w:noWrap/>
            <w:vAlign w:val="bottom"/>
          </w:tcPr>
          <w:p w:rsidR="00EB21A6" w:rsidRPr="005D66AA" w:rsidRDefault="00EB21A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" w:type="dxa"/>
            <w:shd w:val="clear" w:color="auto" w:fill="auto"/>
            <w:noWrap/>
            <w:vAlign w:val="bottom"/>
          </w:tcPr>
          <w:p w:rsidR="00EB21A6" w:rsidRPr="005D66AA" w:rsidRDefault="00EB21A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4" w:type="dxa"/>
            <w:shd w:val="clear" w:color="auto" w:fill="auto"/>
            <w:noWrap/>
            <w:vAlign w:val="bottom"/>
          </w:tcPr>
          <w:p w:rsidR="00EB21A6" w:rsidRPr="005D66AA" w:rsidRDefault="00EB21A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877826" w:rsidRDefault="00877826"/>
    <w:tbl>
      <w:tblPr>
        <w:tblW w:w="548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0"/>
        <w:gridCol w:w="490"/>
        <w:gridCol w:w="490"/>
        <w:gridCol w:w="490"/>
        <w:gridCol w:w="490"/>
      </w:tblGrid>
      <w:tr w:rsidR="002775D2" w:rsidRPr="00CF68FA" w:rsidTr="00FF0B1C">
        <w:trPr>
          <w:trHeight w:val="288"/>
        </w:trPr>
        <w:tc>
          <w:tcPr>
            <w:tcW w:w="3520" w:type="dxa"/>
            <w:shd w:val="clear" w:color="auto" w:fill="auto"/>
            <w:noWrap/>
            <w:vAlign w:val="bottom"/>
            <w:hideMark/>
          </w:tcPr>
          <w:p w:rsid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60" w:type="dxa"/>
            <w:gridSpan w:val="4"/>
            <w:shd w:val="clear" w:color="auto" w:fill="auto"/>
            <w:noWrap/>
            <w:vAlign w:val="bottom"/>
            <w:hideMark/>
          </w:tcPr>
          <w:p w:rsidR="002775D2" w:rsidRPr="00CF68FA" w:rsidRDefault="002775D2" w:rsidP="002775D2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68FA">
              <w:rPr>
                <w:rFonts w:ascii="Times New Roman" w:eastAsia="Times New Roman" w:hAnsi="Times New Roman" w:cs="Times New Roman"/>
                <w:b/>
                <w:color w:val="000000"/>
              </w:rPr>
              <w:t>9 Weeks:</w:t>
            </w:r>
          </w:p>
        </w:tc>
      </w:tr>
      <w:tr w:rsidR="002775D2" w:rsidRPr="005D66AA" w:rsidTr="00877826">
        <w:trPr>
          <w:trHeight w:val="288"/>
        </w:trPr>
        <w:tc>
          <w:tcPr>
            <w:tcW w:w="3520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Handwriting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66A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66A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66AA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2775D2" w:rsidRPr="005D66AA" w:rsidTr="00877826">
        <w:trPr>
          <w:trHeight w:val="288"/>
        </w:trPr>
        <w:tc>
          <w:tcPr>
            <w:tcW w:w="352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775D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Writes numerals and letters correctly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2775D2" w:rsidRPr="005D66AA" w:rsidTr="00877826">
        <w:trPr>
          <w:trHeight w:val="288"/>
        </w:trPr>
        <w:tc>
          <w:tcPr>
            <w:tcW w:w="352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775D2">
              <w:rPr>
                <w:rFonts w:ascii="Times New Roman" w:eastAsia="Times New Roman" w:hAnsi="Times New Roman" w:cs="Times New Roman"/>
                <w:color w:val="000000"/>
                <w:sz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ses correct letter placement/</w:t>
            </w:r>
            <w:r w:rsidRPr="002775D2">
              <w:rPr>
                <w:rFonts w:ascii="Times New Roman" w:eastAsia="Times New Roman" w:hAnsi="Times New Roman" w:cs="Times New Roman"/>
                <w:color w:val="000000"/>
                <w:sz w:val="20"/>
              </w:rPr>
              <w:t>spacing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2775D2" w:rsidRPr="005D66AA" w:rsidTr="00877826">
        <w:trPr>
          <w:trHeight w:val="288"/>
        </w:trPr>
        <w:tc>
          <w:tcPr>
            <w:tcW w:w="3520" w:type="dxa"/>
            <w:shd w:val="clear" w:color="auto" w:fill="auto"/>
            <w:noWrap/>
            <w:vAlign w:val="bottom"/>
          </w:tcPr>
          <w:p w:rsidR="002775D2" w:rsidRPr="002775D2" w:rsidRDefault="002775D2" w:rsidP="002775D2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775D2">
              <w:rPr>
                <w:rFonts w:ascii="Times New Roman" w:eastAsia="Times New Roman" w:hAnsi="Times New Roman" w:cs="Times New Roman"/>
                <w:color w:val="000000"/>
                <w:sz w:val="20"/>
              </w:rPr>
              <w:t>Prints neatly</w:t>
            </w:r>
            <w:r w:rsidR="00EB21A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in everyday work</w:t>
            </w:r>
          </w:p>
        </w:tc>
        <w:tc>
          <w:tcPr>
            <w:tcW w:w="490" w:type="dxa"/>
            <w:shd w:val="clear" w:color="auto" w:fill="auto"/>
            <w:noWrap/>
            <w:vAlign w:val="bottom"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</w:tbl>
    <w:p w:rsidR="002775D2" w:rsidRDefault="002775D2"/>
    <w:tbl>
      <w:tblPr>
        <w:tblW w:w="548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0"/>
        <w:gridCol w:w="490"/>
        <w:gridCol w:w="490"/>
        <w:gridCol w:w="490"/>
        <w:gridCol w:w="490"/>
      </w:tblGrid>
      <w:tr w:rsidR="002775D2" w:rsidRPr="00CF68FA" w:rsidTr="00FF0B1C">
        <w:trPr>
          <w:trHeight w:val="288"/>
        </w:trPr>
        <w:tc>
          <w:tcPr>
            <w:tcW w:w="3520" w:type="dxa"/>
            <w:shd w:val="clear" w:color="auto" w:fill="auto"/>
            <w:noWrap/>
            <w:vAlign w:val="bottom"/>
            <w:hideMark/>
          </w:tcPr>
          <w:p w:rsid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60" w:type="dxa"/>
            <w:gridSpan w:val="4"/>
            <w:shd w:val="clear" w:color="auto" w:fill="auto"/>
            <w:noWrap/>
            <w:vAlign w:val="bottom"/>
            <w:hideMark/>
          </w:tcPr>
          <w:p w:rsidR="002775D2" w:rsidRPr="00CF68FA" w:rsidRDefault="002775D2" w:rsidP="002775D2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68FA">
              <w:rPr>
                <w:rFonts w:ascii="Times New Roman" w:eastAsia="Times New Roman" w:hAnsi="Times New Roman" w:cs="Times New Roman"/>
                <w:b/>
                <w:color w:val="000000"/>
              </w:rPr>
              <w:t>9 Weeks:</w:t>
            </w:r>
          </w:p>
        </w:tc>
      </w:tr>
      <w:tr w:rsidR="002775D2" w:rsidRPr="005D66AA" w:rsidTr="00FF0B1C">
        <w:trPr>
          <w:trHeight w:val="288"/>
        </w:trPr>
        <w:tc>
          <w:tcPr>
            <w:tcW w:w="3520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Writing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66A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66A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66AA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2775D2" w:rsidRPr="005D66AA" w:rsidTr="00FF0B1C">
        <w:trPr>
          <w:trHeight w:val="288"/>
        </w:trPr>
        <w:tc>
          <w:tcPr>
            <w:tcW w:w="3520" w:type="dxa"/>
            <w:shd w:val="clear" w:color="auto" w:fill="auto"/>
            <w:noWrap/>
            <w:vAlign w:val="bottom"/>
            <w:hideMark/>
          </w:tcPr>
          <w:p w:rsidR="002775D2" w:rsidRPr="002775D2" w:rsidRDefault="00EB21A6" w:rsidP="002775D2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Uses correct punctuation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2775D2" w:rsidRPr="005D66AA" w:rsidTr="00EB21A6">
        <w:trPr>
          <w:trHeight w:val="288"/>
        </w:trPr>
        <w:tc>
          <w:tcPr>
            <w:tcW w:w="3520" w:type="dxa"/>
            <w:shd w:val="clear" w:color="auto" w:fill="auto"/>
            <w:noWrap/>
            <w:vAlign w:val="bottom"/>
            <w:hideMark/>
          </w:tcPr>
          <w:p w:rsidR="002775D2" w:rsidRPr="002775D2" w:rsidRDefault="00EB21A6" w:rsidP="002775D2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Uses correct sentence structure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2775D2" w:rsidRPr="005D66AA" w:rsidTr="00EB21A6">
        <w:trPr>
          <w:trHeight w:val="288"/>
        </w:trPr>
        <w:tc>
          <w:tcPr>
            <w:tcW w:w="3520" w:type="dxa"/>
            <w:shd w:val="clear" w:color="auto" w:fill="auto"/>
            <w:noWrap/>
            <w:vAlign w:val="bottom"/>
          </w:tcPr>
          <w:p w:rsidR="002775D2" w:rsidRPr="002775D2" w:rsidRDefault="00EB21A6" w:rsidP="002775D2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Uses correct capitalization</w:t>
            </w:r>
          </w:p>
        </w:tc>
        <w:tc>
          <w:tcPr>
            <w:tcW w:w="490" w:type="dxa"/>
            <w:shd w:val="clear" w:color="auto" w:fill="auto"/>
            <w:noWrap/>
            <w:vAlign w:val="bottom"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EB21A6" w:rsidRPr="005D66AA" w:rsidTr="00EB21A6">
        <w:trPr>
          <w:trHeight w:val="288"/>
        </w:trPr>
        <w:tc>
          <w:tcPr>
            <w:tcW w:w="3520" w:type="dxa"/>
            <w:shd w:val="clear" w:color="auto" w:fill="auto"/>
            <w:noWrap/>
            <w:vAlign w:val="bottom"/>
          </w:tcPr>
          <w:p w:rsidR="00EB21A6" w:rsidRDefault="00EB21A6" w:rsidP="002775D2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Writes related sentences</w:t>
            </w:r>
          </w:p>
        </w:tc>
        <w:tc>
          <w:tcPr>
            <w:tcW w:w="490" w:type="dxa"/>
            <w:shd w:val="clear" w:color="auto" w:fill="auto"/>
            <w:noWrap/>
            <w:vAlign w:val="bottom"/>
          </w:tcPr>
          <w:p w:rsidR="00EB21A6" w:rsidRPr="002775D2" w:rsidRDefault="00EB21A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</w:tcPr>
          <w:p w:rsidR="00EB21A6" w:rsidRPr="002775D2" w:rsidRDefault="00EB21A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</w:tcPr>
          <w:p w:rsidR="00EB21A6" w:rsidRPr="002775D2" w:rsidRDefault="00EB21A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</w:tcPr>
          <w:p w:rsidR="00EB21A6" w:rsidRPr="002775D2" w:rsidRDefault="00EB21A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</w:tbl>
    <w:p w:rsidR="002775D2" w:rsidRDefault="002775D2"/>
    <w:tbl>
      <w:tblPr>
        <w:tblW w:w="548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0"/>
        <w:gridCol w:w="490"/>
        <w:gridCol w:w="490"/>
        <w:gridCol w:w="490"/>
        <w:gridCol w:w="490"/>
      </w:tblGrid>
      <w:tr w:rsidR="002775D2" w:rsidRPr="005D66AA" w:rsidTr="00FF0B1C">
        <w:trPr>
          <w:trHeight w:val="288"/>
        </w:trPr>
        <w:tc>
          <w:tcPr>
            <w:tcW w:w="3520" w:type="dxa"/>
            <w:shd w:val="clear" w:color="auto" w:fill="auto"/>
            <w:noWrap/>
            <w:vAlign w:val="bottom"/>
            <w:hideMark/>
          </w:tcPr>
          <w:p w:rsid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60" w:type="dxa"/>
            <w:gridSpan w:val="4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68FA">
              <w:rPr>
                <w:rFonts w:ascii="Times New Roman" w:eastAsia="Times New Roman" w:hAnsi="Times New Roman" w:cs="Times New Roman"/>
                <w:b/>
                <w:color w:val="000000"/>
              </w:rPr>
              <w:t>9 Weeks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  <w:tr w:rsidR="002775D2" w:rsidRPr="005D66AA" w:rsidTr="00FF0B1C">
        <w:trPr>
          <w:trHeight w:val="288"/>
        </w:trPr>
        <w:tc>
          <w:tcPr>
            <w:tcW w:w="3520" w:type="dxa"/>
            <w:shd w:val="clear" w:color="auto" w:fill="auto"/>
            <w:noWrap/>
            <w:vAlign w:val="bottom"/>
            <w:hideMark/>
          </w:tcPr>
          <w:p w:rsidR="002775D2" w:rsidRPr="005D66AA" w:rsidRDefault="00EB21A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Math Facts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66A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66A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66AA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5D66AA" w:rsidRDefault="002775D2" w:rsidP="002775D2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66AA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2775D2" w:rsidRPr="002775D2" w:rsidTr="00EB21A6">
        <w:trPr>
          <w:trHeight w:val="288"/>
        </w:trPr>
        <w:tc>
          <w:tcPr>
            <w:tcW w:w="3520" w:type="dxa"/>
            <w:shd w:val="clear" w:color="auto" w:fill="auto"/>
            <w:noWrap/>
            <w:vAlign w:val="bottom"/>
            <w:hideMark/>
          </w:tcPr>
          <w:p w:rsidR="002775D2" w:rsidRPr="002775D2" w:rsidRDefault="00EB21A6" w:rsidP="002775D2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Quick recall of addition facts to 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775D2" w:rsidRPr="002775D2" w:rsidRDefault="002775D2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B21A6" w:rsidRPr="002775D2" w:rsidTr="00EB21A6">
        <w:trPr>
          <w:trHeight w:val="288"/>
        </w:trPr>
        <w:tc>
          <w:tcPr>
            <w:tcW w:w="3520" w:type="dxa"/>
            <w:shd w:val="clear" w:color="auto" w:fill="auto"/>
            <w:noWrap/>
            <w:vAlign w:val="bottom"/>
            <w:hideMark/>
          </w:tcPr>
          <w:p w:rsidR="00EB21A6" w:rsidRPr="002775D2" w:rsidRDefault="00EB21A6" w:rsidP="00EB21A6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Quick recall of addition facts to 18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EB21A6" w:rsidRPr="002775D2" w:rsidRDefault="00EB21A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EB21A6" w:rsidRPr="002775D2" w:rsidRDefault="00EB21A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EB21A6" w:rsidRPr="002775D2" w:rsidRDefault="00EB21A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EB21A6" w:rsidRPr="002775D2" w:rsidRDefault="00EB21A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B21A6" w:rsidRPr="002775D2" w:rsidTr="00EB21A6">
        <w:trPr>
          <w:trHeight w:val="288"/>
        </w:trPr>
        <w:tc>
          <w:tcPr>
            <w:tcW w:w="3520" w:type="dxa"/>
            <w:shd w:val="clear" w:color="auto" w:fill="auto"/>
            <w:noWrap/>
            <w:vAlign w:val="bottom"/>
            <w:hideMark/>
          </w:tcPr>
          <w:p w:rsidR="00EB21A6" w:rsidRPr="002775D2" w:rsidRDefault="00EB21A6" w:rsidP="00EB21A6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Quick recall of subtraction facts to 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EB21A6" w:rsidRPr="002775D2" w:rsidRDefault="00EB21A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EB21A6" w:rsidRPr="002775D2" w:rsidRDefault="00EB21A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EB21A6" w:rsidRPr="002775D2" w:rsidRDefault="00EB21A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EB21A6" w:rsidRPr="002775D2" w:rsidRDefault="00EB21A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B21A6" w:rsidRPr="002775D2" w:rsidTr="00EB21A6">
        <w:trPr>
          <w:trHeight w:val="288"/>
        </w:trPr>
        <w:tc>
          <w:tcPr>
            <w:tcW w:w="3520" w:type="dxa"/>
            <w:shd w:val="clear" w:color="auto" w:fill="auto"/>
            <w:noWrap/>
            <w:vAlign w:val="bottom"/>
            <w:hideMark/>
          </w:tcPr>
          <w:p w:rsidR="00EB21A6" w:rsidRPr="002775D2" w:rsidRDefault="00EB21A6" w:rsidP="00EB21A6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Quick recall of subtraction facts to 18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EB21A6" w:rsidRPr="002775D2" w:rsidRDefault="00EB21A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EB21A6" w:rsidRPr="002775D2" w:rsidRDefault="00EB21A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EB21A6" w:rsidRPr="002775D2" w:rsidRDefault="00EB21A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EB21A6" w:rsidRPr="002775D2" w:rsidRDefault="00EB21A6" w:rsidP="002775D2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877826" w:rsidRDefault="00877826">
      <w:pPr>
        <w:sectPr w:rsidR="00877826" w:rsidSect="00877826">
          <w:type w:val="continuous"/>
          <w:pgSz w:w="12240" w:h="15840"/>
          <w:pgMar w:top="720" w:right="720" w:bottom="720" w:left="720" w:header="720" w:footer="720" w:gutter="0"/>
          <w:cols w:num="2" w:space="288" w:equalWidth="0">
            <w:col w:w="5040" w:space="288"/>
            <w:col w:w="5472"/>
          </w:cols>
          <w:docGrid w:linePitch="360"/>
        </w:sectPr>
      </w:pPr>
    </w:p>
    <w:p w:rsidR="00C33DCA" w:rsidRDefault="00C33DCA" w:rsidP="00391209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558"/>
        <w:gridCol w:w="2496"/>
        <w:gridCol w:w="2454"/>
      </w:tblGrid>
      <w:tr w:rsidR="00B6209D" w:rsidRPr="00B6209D" w:rsidTr="00B6209D">
        <w:trPr>
          <w:jc w:val="center"/>
        </w:trPr>
        <w:tc>
          <w:tcPr>
            <w:tcW w:w="8508" w:type="dxa"/>
            <w:gridSpan w:val="3"/>
          </w:tcPr>
          <w:p w:rsidR="00B6209D" w:rsidRPr="00B6209D" w:rsidRDefault="00C33DCA" w:rsidP="00B6209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br w:type="page"/>
            </w:r>
            <w:r w:rsidR="00B6209D" w:rsidRPr="00B6209D">
              <w:rPr>
                <w:rFonts w:ascii="Times New Roman" w:hAnsi="Times New Roman" w:cs="Times New Roman"/>
                <w:b/>
                <w:sz w:val="28"/>
              </w:rPr>
              <w:t>Key for Work Skills/Attitudes</w:t>
            </w:r>
          </w:p>
        </w:tc>
      </w:tr>
      <w:tr w:rsidR="0028757C" w:rsidRPr="00B6209D" w:rsidTr="00B6209D">
        <w:trPr>
          <w:jc w:val="center"/>
        </w:trPr>
        <w:tc>
          <w:tcPr>
            <w:tcW w:w="3558" w:type="dxa"/>
          </w:tcPr>
          <w:p w:rsidR="0028757C" w:rsidRPr="00B6209D" w:rsidRDefault="00B6209D" w:rsidP="0028757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No Mark</w:t>
            </w:r>
            <w:r w:rsidR="0028757C" w:rsidRPr="00B6209D">
              <w:rPr>
                <w:rFonts w:ascii="Times New Roman" w:hAnsi="Times New Roman" w:cs="Times New Roman"/>
                <w:sz w:val="24"/>
              </w:rPr>
              <w:t xml:space="preserve"> = Satisfactory Progress</w:t>
            </w:r>
          </w:p>
        </w:tc>
        <w:tc>
          <w:tcPr>
            <w:tcW w:w="2496" w:type="dxa"/>
          </w:tcPr>
          <w:p w:rsidR="0028757C" w:rsidRPr="00B6209D" w:rsidRDefault="0028757C" w:rsidP="0028757C">
            <w:pPr>
              <w:rPr>
                <w:rFonts w:ascii="Times New Roman" w:hAnsi="Times New Roman" w:cs="Times New Roman"/>
                <w:sz w:val="24"/>
              </w:rPr>
            </w:pPr>
            <w:r w:rsidRPr="00B6209D">
              <w:rPr>
                <w:rFonts w:ascii="Times New Roman" w:hAnsi="Times New Roman" w:cs="Times New Roman"/>
                <w:b/>
                <w:sz w:val="24"/>
              </w:rPr>
              <w:t>E</w:t>
            </w:r>
            <w:r w:rsidRPr="00B6209D">
              <w:rPr>
                <w:rFonts w:ascii="Times New Roman" w:hAnsi="Times New Roman" w:cs="Times New Roman"/>
                <w:sz w:val="24"/>
              </w:rPr>
              <w:t xml:space="preserve"> = Excellent</w:t>
            </w:r>
          </w:p>
        </w:tc>
        <w:tc>
          <w:tcPr>
            <w:tcW w:w="2454" w:type="dxa"/>
          </w:tcPr>
          <w:p w:rsidR="0028757C" w:rsidRPr="00B6209D" w:rsidRDefault="0028757C" w:rsidP="0028757C">
            <w:pPr>
              <w:rPr>
                <w:rFonts w:ascii="Times New Roman" w:hAnsi="Times New Roman" w:cs="Times New Roman"/>
                <w:sz w:val="24"/>
              </w:rPr>
            </w:pPr>
            <w:r w:rsidRPr="00B6209D">
              <w:rPr>
                <w:rFonts w:ascii="Times New Roman" w:hAnsi="Times New Roman" w:cs="Times New Roman"/>
                <w:b/>
                <w:sz w:val="24"/>
              </w:rPr>
              <w:t>S</w:t>
            </w:r>
            <w:r w:rsidRPr="00B6209D">
              <w:rPr>
                <w:rFonts w:ascii="Times New Roman" w:hAnsi="Times New Roman" w:cs="Times New Roman"/>
                <w:sz w:val="24"/>
              </w:rPr>
              <w:t xml:space="preserve"> = Satisfactory</w:t>
            </w:r>
          </w:p>
        </w:tc>
      </w:tr>
      <w:tr w:rsidR="0028757C" w:rsidRPr="00B6209D" w:rsidTr="00B6209D">
        <w:trPr>
          <w:jc w:val="center"/>
        </w:trPr>
        <w:tc>
          <w:tcPr>
            <w:tcW w:w="3558" w:type="dxa"/>
          </w:tcPr>
          <w:p w:rsidR="0028757C" w:rsidRPr="00B6209D" w:rsidRDefault="0028757C" w:rsidP="0028757C">
            <w:pPr>
              <w:rPr>
                <w:rFonts w:ascii="Times New Roman" w:hAnsi="Times New Roman" w:cs="Times New Roman"/>
                <w:sz w:val="24"/>
              </w:rPr>
            </w:pPr>
            <w:r w:rsidRPr="00B6209D">
              <w:rPr>
                <w:rFonts w:ascii="Times New Roman" w:hAnsi="Times New Roman" w:cs="Times New Roman"/>
                <w:b/>
                <w:sz w:val="24"/>
              </w:rPr>
              <w:t>I</w:t>
            </w:r>
            <w:r w:rsidRPr="00B6209D">
              <w:rPr>
                <w:rFonts w:ascii="Times New Roman" w:hAnsi="Times New Roman" w:cs="Times New Roman"/>
                <w:sz w:val="24"/>
              </w:rPr>
              <w:t xml:space="preserve"> = Needs Improvement</w:t>
            </w:r>
          </w:p>
        </w:tc>
        <w:tc>
          <w:tcPr>
            <w:tcW w:w="2496" w:type="dxa"/>
          </w:tcPr>
          <w:p w:rsidR="0028757C" w:rsidRPr="00B6209D" w:rsidRDefault="0028757C" w:rsidP="0028757C">
            <w:pPr>
              <w:rPr>
                <w:rFonts w:ascii="Times New Roman" w:hAnsi="Times New Roman" w:cs="Times New Roman"/>
                <w:sz w:val="24"/>
              </w:rPr>
            </w:pPr>
            <w:r w:rsidRPr="00B6209D">
              <w:rPr>
                <w:rFonts w:ascii="Times New Roman" w:hAnsi="Times New Roman" w:cs="Times New Roman"/>
                <w:b/>
                <w:sz w:val="24"/>
              </w:rPr>
              <w:t>N</w:t>
            </w:r>
            <w:r w:rsidRPr="00B6209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6209D">
              <w:rPr>
                <w:rFonts w:ascii="Times New Roman" w:hAnsi="Times New Roman" w:cs="Times New Roman"/>
                <w:sz w:val="24"/>
              </w:rPr>
              <w:t>=</w:t>
            </w:r>
            <w:r w:rsidRPr="00B6209D">
              <w:rPr>
                <w:rFonts w:ascii="Times New Roman" w:hAnsi="Times New Roman" w:cs="Times New Roman"/>
                <w:sz w:val="24"/>
              </w:rPr>
              <w:t xml:space="preserve"> Needs to Improve</w:t>
            </w:r>
          </w:p>
        </w:tc>
        <w:tc>
          <w:tcPr>
            <w:tcW w:w="2454" w:type="dxa"/>
          </w:tcPr>
          <w:p w:rsidR="0028757C" w:rsidRPr="00B6209D" w:rsidRDefault="0028757C" w:rsidP="0028757C">
            <w:pPr>
              <w:rPr>
                <w:rFonts w:ascii="Times New Roman" w:hAnsi="Times New Roman" w:cs="Times New Roman"/>
                <w:sz w:val="24"/>
              </w:rPr>
            </w:pPr>
            <w:r w:rsidRPr="00B6209D">
              <w:rPr>
                <w:rFonts w:ascii="Times New Roman" w:hAnsi="Times New Roman" w:cs="Times New Roman"/>
                <w:b/>
                <w:sz w:val="24"/>
              </w:rPr>
              <w:t>U</w:t>
            </w:r>
            <w:r w:rsidR="00B6209D">
              <w:rPr>
                <w:rFonts w:ascii="Times New Roman" w:hAnsi="Times New Roman" w:cs="Times New Roman"/>
                <w:sz w:val="24"/>
              </w:rPr>
              <w:t xml:space="preserve"> =</w:t>
            </w:r>
            <w:r w:rsidRPr="00B6209D">
              <w:rPr>
                <w:rFonts w:ascii="Times New Roman" w:hAnsi="Times New Roman" w:cs="Times New Roman"/>
                <w:sz w:val="24"/>
              </w:rPr>
              <w:t xml:space="preserve"> Unsatisfactory</w:t>
            </w:r>
          </w:p>
        </w:tc>
      </w:tr>
    </w:tbl>
    <w:p w:rsidR="0024371A" w:rsidRDefault="0024371A" w:rsidP="0024371A">
      <w:pPr>
        <w:spacing w:line="240" w:lineRule="auto"/>
        <w:rPr>
          <w:rFonts w:ascii="Times New Roman" w:hAnsi="Times New Roman" w:cs="Times New Roman"/>
        </w:rPr>
      </w:pPr>
    </w:p>
    <w:p w:rsidR="00D402A5" w:rsidRDefault="00D402A5" w:rsidP="00D402A5">
      <w:pPr>
        <w:spacing w:after="0" w:line="240" w:lineRule="auto"/>
        <w:ind w:left="172" w:hanging="172"/>
        <w:rPr>
          <w:rFonts w:ascii="Times New Roman" w:eastAsia="Times New Roman" w:hAnsi="Times New Roman" w:cs="Times New Roman"/>
          <w:b/>
          <w:bCs/>
          <w:color w:val="000000"/>
        </w:rPr>
        <w:sectPr w:rsidR="00D402A5" w:rsidSect="009C65D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W w:w="587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475"/>
        <w:gridCol w:w="475"/>
        <w:gridCol w:w="475"/>
        <w:gridCol w:w="475"/>
      </w:tblGrid>
      <w:tr w:rsidR="00D402A5" w:rsidRPr="005D66AA" w:rsidTr="00F41CC4">
        <w:trPr>
          <w:trHeight w:val="288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D402A5" w:rsidRDefault="00D402A5" w:rsidP="00D402A5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00" w:type="dxa"/>
            <w:gridSpan w:val="4"/>
            <w:shd w:val="clear" w:color="auto" w:fill="auto"/>
            <w:noWrap/>
            <w:vAlign w:val="bottom"/>
            <w:hideMark/>
          </w:tcPr>
          <w:p w:rsidR="00D402A5" w:rsidRPr="005D66AA" w:rsidRDefault="00D402A5" w:rsidP="00D402A5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68FA">
              <w:rPr>
                <w:rFonts w:ascii="Times New Roman" w:eastAsia="Times New Roman" w:hAnsi="Times New Roman" w:cs="Times New Roman"/>
                <w:b/>
                <w:color w:val="000000"/>
              </w:rPr>
              <w:t>9 Weeks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  <w:tr w:rsidR="00D402A5" w:rsidRPr="005D66AA" w:rsidTr="00F41CC4">
        <w:trPr>
          <w:trHeight w:val="288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D402A5" w:rsidRPr="005D66AA" w:rsidRDefault="00D402A5" w:rsidP="00D402A5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Work Skills and Habits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D402A5" w:rsidRPr="005D66AA" w:rsidRDefault="00D402A5" w:rsidP="00D402A5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66A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D402A5" w:rsidRPr="005D66AA" w:rsidRDefault="00D402A5" w:rsidP="00D402A5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66A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D402A5" w:rsidRPr="005D66AA" w:rsidRDefault="00D402A5" w:rsidP="00D402A5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66AA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D402A5" w:rsidRPr="005D66AA" w:rsidRDefault="00D402A5" w:rsidP="00D402A5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66AA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D402A5" w:rsidRPr="002775D2" w:rsidTr="00F41CC4">
        <w:trPr>
          <w:trHeight w:val="288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D402A5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Follows directions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D402A5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D402A5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D402A5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D402A5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02A5" w:rsidRPr="002775D2" w:rsidTr="00F41CC4">
        <w:trPr>
          <w:trHeight w:val="288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D402A5" w:rsidRPr="002775D2" w:rsidRDefault="000F0FB7" w:rsidP="00D402A5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Listens attentively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D402A5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D402A5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D402A5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D402A5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02A5" w:rsidRPr="002775D2" w:rsidTr="00F41CC4">
        <w:trPr>
          <w:trHeight w:val="288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D402A5" w:rsidRPr="002775D2" w:rsidRDefault="000F0FB7" w:rsidP="00685C09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Works well with others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02A5" w:rsidRPr="002775D2" w:rsidTr="00F41CC4">
        <w:trPr>
          <w:trHeight w:val="288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D402A5" w:rsidRPr="002775D2" w:rsidRDefault="000F0FB7" w:rsidP="00685C09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Works independently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02A5" w:rsidRPr="002775D2" w:rsidTr="00F41CC4">
        <w:trPr>
          <w:trHeight w:val="288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D402A5" w:rsidRPr="002775D2" w:rsidRDefault="000F0FB7" w:rsidP="00685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Stays on task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02A5" w:rsidRPr="002775D2" w:rsidTr="00F41CC4">
        <w:trPr>
          <w:trHeight w:val="288"/>
        </w:trPr>
        <w:tc>
          <w:tcPr>
            <w:tcW w:w="3970" w:type="dxa"/>
            <w:shd w:val="clear" w:color="auto" w:fill="auto"/>
            <w:noWrap/>
            <w:vAlign w:val="bottom"/>
          </w:tcPr>
          <w:p w:rsidR="00D402A5" w:rsidRPr="002775D2" w:rsidRDefault="000F0FB7" w:rsidP="00685C09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Starts and finishes on time</w:t>
            </w:r>
          </w:p>
        </w:tc>
        <w:tc>
          <w:tcPr>
            <w:tcW w:w="475" w:type="dxa"/>
            <w:shd w:val="clear" w:color="auto" w:fill="auto"/>
            <w:noWrap/>
            <w:vAlign w:val="bottom"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02A5" w:rsidRPr="002775D2" w:rsidTr="00F41CC4">
        <w:trPr>
          <w:trHeight w:val="288"/>
        </w:trPr>
        <w:tc>
          <w:tcPr>
            <w:tcW w:w="3970" w:type="dxa"/>
            <w:shd w:val="clear" w:color="auto" w:fill="auto"/>
            <w:noWrap/>
            <w:vAlign w:val="bottom"/>
          </w:tcPr>
          <w:p w:rsidR="00D402A5" w:rsidRPr="002775D2" w:rsidRDefault="000F0FB7" w:rsidP="00685C09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Talks at appropriate time</w:t>
            </w:r>
          </w:p>
        </w:tc>
        <w:tc>
          <w:tcPr>
            <w:tcW w:w="475" w:type="dxa"/>
            <w:shd w:val="clear" w:color="auto" w:fill="auto"/>
            <w:noWrap/>
            <w:vAlign w:val="bottom"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02A5" w:rsidRPr="002775D2" w:rsidTr="00F41CC4">
        <w:trPr>
          <w:trHeight w:val="288"/>
        </w:trPr>
        <w:tc>
          <w:tcPr>
            <w:tcW w:w="3970" w:type="dxa"/>
            <w:shd w:val="clear" w:color="auto" w:fill="auto"/>
            <w:noWrap/>
            <w:vAlign w:val="bottom"/>
          </w:tcPr>
          <w:p w:rsidR="00D402A5" w:rsidRPr="002775D2" w:rsidRDefault="00D402A5" w:rsidP="000F0FB7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Works </w:t>
            </w:r>
            <w:r w:rsidR="000F0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accurately</w:t>
            </w:r>
          </w:p>
        </w:tc>
        <w:tc>
          <w:tcPr>
            <w:tcW w:w="475" w:type="dxa"/>
            <w:shd w:val="clear" w:color="auto" w:fill="auto"/>
            <w:noWrap/>
            <w:vAlign w:val="bottom"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02A5" w:rsidRPr="002775D2" w:rsidTr="00F41CC4">
        <w:trPr>
          <w:trHeight w:val="288"/>
        </w:trPr>
        <w:tc>
          <w:tcPr>
            <w:tcW w:w="3970" w:type="dxa"/>
            <w:shd w:val="clear" w:color="auto" w:fill="auto"/>
            <w:noWrap/>
            <w:vAlign w:val="bottom"/>
          </w:tcPr>
          <w:p w:rsidR="00D402A5" w:rsidRPr="002775D2" w:rsidRDefault="000F0FB7" w:rsidP="000F0FB7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Assumes</w:t>
            </w:r>
            <w:r w:rsidR="00D40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responsib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ility</w:t>
            </w:r>
            <w:r w:rsidR="00D40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for work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and </w:t>
            </w:r>
            <w:r w:rsidR="00D40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materials</w:t>
            </w:r>
          </w:p>
        </w:tc>
        <w:tc>
          <w:tcPr>
            <w:tcW w:w="475" w:type="dxa"/>
            <w:shd w:val="clear" w:color="auto" w:fill="auto"/>
            <w:noWrap/>
            <w:vAlign w:val="bottom"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0F0FB7" w:rsidRDefault="000F0FB7" w:rsidP="00685C09">
      <w:pPr>
        <w:spacing w:after="0" w:line="240" w:lineRule="auto"/>
      </w:pPr>
    </w:p>
    <w:tbl>
      <w:tblPr>
        <w:tblW w:w="4986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0"/>
        <w:gridCol w:w="450"/>
        <w:gridCol w:w="540"/>
        <w:gridCol w:w="540"/>
        <w:gridCol w:w="476"/>
      </w:tblGrid>
      <w:tr w:rsidR="00D402A5" w:rsidRPr="005D66AA" w:rsidTr="00F41CC4">
        <w:trPr>
          <w:trHeight w:val="288"/>
        </w:trPr>
        <w:tc>
          <w:tcPr>
            <w:tcW w:w="2980" w:type="dxa"/>
            <w:shd w:val="clear" w:color="auto" w:fill="auto"/>
            <w:noWrap/>
            <w:vAlign w:val="bottom"/>
            <w:hideMark/>
          </w:tcPr>
          <w:p w:rsidR="00D402A5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006" w:type="dxa"/>
            <w:gridSpan w:val="4"/>
            <w:shd w:val="clear" w:color="auto" w:fill="auto"/>
            <w:noWrap/>
            <w:vAlign w:val="bottom"/>
            <w:hideMark/>
          </w:tcPr>
          <w:p w:rsidR="00D402A5" w:rsidRPr="005D66AA" w:rsidRDefault="00D402A5" w:rsidP="00685C09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68FA">
              <w:rPr>
                <w:rFonts w:ascii="Times New Roman" w:eastAsia="Times New Roman" w:hAnsi="Times New Roman" w:cs="Times New Roman"/>
                <w:b/>
                <w:color w:val="000000"/>
              </w:rPr>
              <w:t>9 Weeks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  <w:tr w:rsidR="00D402A5" w:rsidRPr="005D66AA" w:rsidTr="00692209">
        <w:trPr>
          <w:trHeight w:val="288"/>
        </w:trPr>
        <w:tc>
          <w:tcPr>
            <w:tcW w:w="2980" w:type="dxa"/>
            <w:shd w:val="clear" w:color="auto" w:fill="auto"/>
            <w:noWrap/>
            <w:vAlign w:val="bottom"/>
            <w:hideMark/>
          </w:tcPr>
          <w:p w:rsidR="00D402A5" w:rsidRPr="005D66AA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Personal and Social Attitudes</w:t>
            </w:r>
          </w:p>
        </w:tc>
        <w:tc>
          <w:tcPr>
            <w:tcW w:w="450" w:type="dxa"/>
            <w:shd w:val="clear" w:color="auto" w:fill="auto"/>
            <w:noWrap/>
            <w:vAlign w:val="bottom"/>
            <w:hideMark/>
          </w:tcPr>
          <w:p w:rsidR="00D402A5" w:rsidRPr="005D66AA" w:rsidRDefault="00D402A5" w:rsidP="00685C09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66A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402A5" w:rsidRPr="005D66AA" w:rsidRDefault="00D402A5" w:rsidP="00685C09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66A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402A5" w:rsidRPr="005D66AA" w:rsidRDefault="00D402A5" w:rsidP="00685C09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66AA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402A5" w:rsidRPr="005D66AA" w:rsidRDefault="00D402A5" w:rsidP="00685C09">
            <w:pPr>
              <w:spacing w:after="0" w:line="240" w:lineRule="auto"/>
              <w:ind w:left="172" w:hanging="1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66AA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D402A5" w:rsidRPr="002775D2" w:rsidTr="00692209">
        <w:trPr>
          <w:trHeight w:val="288"/>
        </w:trPr>
        <w:tc>
          <w:tcPr>
            <w:tcW w:w="2980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Works and plays well with others</w:t>
            </w:r>
          </w:p>
        </w:tc>
        <w:tc>
          <w:tcPr>
            <w:tcW w:w="450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02A5" w:rsidRPr="002775D2" w:rsidTr="00692209">
        <w:trPr>
          <w:trHeight w:val="288"/>
        </w:trPr>
        <w:tc>
          <w:tcPr>
            <w:tcW w:w="2980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Accepts correction courteously</w:t>
            </w:r>
          </w:p>
        </w:tc>
        <w:tc>
          <w:tcPr>
            <w:tcW w:w="450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02A5" w:rsidRPr="002775D2" w:rsidTr="00692209">
        <w:trPr>
          <w:trHeight w:val="288"/>
        </w:trPr>
        <w:tc>
          <w:tcPr>
            <w:tcW w:w="2980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Shows respect for the rights of others</w:t>
            </w:r>
          </w:p>
        </w:tc>
        <w:tc>
          <w:tcPr>
            <w:tcW w:w="450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02A5" w:rsidRPr="002775D2" w:rsidTr="00692209">
        <w:trPr>
          <w:trHeight w:val="288"/>
        </w:trPr>
        <w:tc>
          <w:tcPr>
            <w:tcW w:w="2980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Uses good health habits</w:t>
            </w:r>
          </w:p>
        </w:tc>
        <w:tc>
          <w:tcPr>
            <w:tcW w:w="450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02A5" w:rsidRPr="002775D2" w:rsidTr="00692209">
        <w:trPr>
          <w:trHeight w:val="288"/>
        </w:trPr>
        <w:tc>
          <w:tcPr>
            <w:tcW w:w="2980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Observes safety rules</w:t>
            </w:r>
          </w:p>
        </w:tc>
        <w:tc>
          <w:tcPr>
            <w:tcW w:w="450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02A5" w:rsidRPr="002775D2" w:rsidTr="00692209">
        <w:trPr>
          <w:trHeight w:val="288"/>
        </w:trPr>
        <w:tc>
          <w:tcPr>
            <w:tcW w:w="2980" w:type="dxa"/>
            <w:shd w:val="clear" w:color="auto" w:fill="auto"/>
            <w:noWrap/>
            <w:vAlign w:val="bottom"/>
          </w:tcPr>
          <w:p w:rsidR="00D402A5" w:rsidRPr="002775D2" w:rsidRDefault="00D402A5" w:rsidP="00685C09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Assumes responsibility for actions</w:t>
            </w:r>
          </w:p>
        </w:tc>
        <w:tc>
          <w:tcPr>
            <w:tcW w:w="450" w:type="dxa"/>
            <w:shd w:val="clear" w:color="auto" w:fill="auto"/>
            <w:noWrap/>
            <w:vAlign w:val="bottom"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noWrap/>
            <w:vAlign w:val="bottom"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noWrap/>
            <w:vAlign w:val="bottom"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noWrap/>
            <w:vAlign w:val="bottom"/>
          </w:tcPr>
          <w:p w:rsidR="00D402A5" w:rsidRPr="002775D2" w:rsidRDefault="00D402A5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5C09" w:rsidRPr="002775D2" w:rsidTr="00692209">
        <w:trPr>
          <w:trHeight w:val="288"/>
        </w:trPr>
        <w:tc>
          <w:tcPr>
            <w:tcW w:w="2980" w:type="dxa"/>
            <w:shd w:val="clear" w:color="auto" w:fill="auto"/>
            <w:noWrap/>
            <w:vAlign w:val="bottom"/>
          </w:tcPr>
          <w:p w:rsidR="00685C09" w:rsidRDefault="00685C09" w:rsidP="00685C09">
            <w:pPr>
              <w:spacing w:after="0" w:line="240" w:lineRule="auto"/>
              <w:ind w:left="352" w:hanging="3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noWrap/>
            <w:vAlign w:val="bottom"/>
          </w:tcPr>
          <w:p w:rsidR="00685C09" w:rsidRPr="002775D2" w:rsidRDefault="00685C09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noWrap/>
            <w:vAlign w:val="bottom"/>
          </w:tcPr>
          <w:p w:rsidR="00685C09" w:rsidRPr="002775D2" w:rsidRDefault="00685C09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noWrap/>
            <w:vAlign w:val="bottom"/>
          </w:tcPr>
          <w:p w:rsidR="00685C09" w:rsidRPr="002775D2" w:rsidRDefault="00685C09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noWrap/>
            <w:vAlign w:val="bottom"/>
          </w:tcPr>
          <w:p w:rsidR="00685C09" w:rsidRPr="002775D2" w:rsidRDefault="00685C09" w:rsidP="00685C09">
            <w:pPr>
              <w:spacing w:after="0" w:line="240" w:lineRule="auto"/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F41CC4" w:rsidRDefault="00F41CC4" w:rsidP="00685C09">
      <w:pPr>
        <w:spacing w:after="0" w:line="240" w:lineRule="auto"/>
        <w:ind w:left="352" w:hanging="352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F41CC4" w:rsidSect="00F41CC4">
          <w:type w:val="continuous"/>
          <w:pgSz w:w="12240" w:h="15840"/>
          <w:pgMar w:top="720" w:right="720" w:bottom="720" w:left="720" w:header="720" w:footer="720" w:gutter="0"/>
          <w:cols w:num="2" w:space="288" w:equalWidth="0">
            <w:col w:w="5760" w:space="288"/>
            <w:col w:w="4752"/>
          </w:cols>
          <w:docGrid w:linePitch="360"/>
        </w:sectPr>
      </w:pPr>
    </w:p>
    <w:p w:rsidR="00F548E2" w:rsidRDefault="00F548E2" w:rsidP="00F548E2">
      <w:pPr>
        <w:pStyle w:val="NoSpacing"/>
      </w:pPr>
    </w:p>
    <w:p w:rsidR="00685C09" w:rsidRDefault="00F548E2" w:rsidP="00F548E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548E2">
        <w:rPr>
          <w:rFonts w:ascii="Times New Roman" w:hAnsi="Times New Roman" w:cs="Times New Roman"/>
          <w:sz w:val="24"/>
          <w:szCs w:val="24"/>
        </w:rPr>
        <w:t xml:space="preserve">Second Grade </w:t>
      </w:r>
      <w:r w:rsidRPr="00F548E2">
        <w:rPr>
          <w:rFonts w:ascii="Times New Roman" w:hAnsi="Times New Roman" w:cs="Times New Roman"/>
          <w:i/>
          <w:sz w:val="24"/>
          <w:szCs w:val="24"/>
        </w:rPr>
        <w:t>Everyday Mathematics</w:t>
      </w:r>
      <w:r w:rsidRPr="00F548E2">
        <w:rPr>
          <w:rFonts w:ascii="Times New Roman" w:hAnsi="Times New Roman" w:cs="Times New Roman"/>
          <w:i/>
          <w:sz w:val="24"/>
          <w:szCs w:val="24"/>
        </w:rPr>
        <w:br/>
      </w:r>
      <w:r w:rsidRPr="00F548E2">
        <w:rPr>
          <w:rFonts w:ascii="Times New Roman" w:hAnsi="Times New Roman" w:cs="Times New Roman"/>
          <w:sz w:val="24"/>
          <w:szCs w:val="24"/>
        </w:rPr>
        <w:t>Learning Goals – Units 1 through 12</w:t>
      </w:r>
    </w:p>
    <w:p w:rsidR="001E0B8D" w:rsidRDefault="001E0B8D" w:rsidP="00F548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D07C1C" w:rsidTr="00D07C1C">
        <w:tc>
          <w:tcPr>
            <w:tcW w:w="11016" w:type="dxa"/>
            <w:shd w:val="clear" w:color="auto" w:fill="D9D9D9" w:themeFill="background1" w:themeFillShade="D9"/>
          </w:tcPr>
          <w:p w:rsidR="00D07C1C" w:rsidRPr="00F548E2" w:rsidRDefault="00D07C1C" w:rsidP="00D07C1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8E2">
              <w:rPr>
                <w:rFonts w:ascii="Times New Roman" w:hAnsi="Times New Roman" w:cs="Times New Roman"/>
                <w:b/>
                <w:sz w:val="24"/>
                <w:szCs w:val="24"/>
              </w:rPr>
              <w:t>Learning Goals By Assessment Rubric Indicators</w:t>
            </w:r>
          </w:p>
        </w:tc>
      </w:tr>
    </w:tbl>
    <w:p w:rsidR="00433E48" w:rsidRPr="00856896" w:rsidRDefault="00433E48" w:rsidP="00856896">
      <w:pPr>
        <w:pStyle w:val="NoSpacing"/>
      </w:pPr>
    </w:p>
    <w:p w:rsidR="00D07C1C" w:rsidRPr="00856896" w:rsidRDefault="00D07C1C" w:rsidP="00856896">
      <w:pPr>
        <w:pStyle w:val="NoSpacing"/>
        <w:sectPr w:rsidR="00D07C1C" w:rsidRPr="00856896" w:rsidSect="009C65D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30"/>
        <w:gridCol w:w="665"/>
        <w:gridCol w:w="761"/>
      </w:tblGrid>
      <w:tr w:rsidR="00371A4B" w:rsidRPr="00F548E2" w:rsidTr="00B15298">
        <w:tc>
          <w:tcPr>
            <w:tcW w:w="3830" w:type="dxa"/>
            <w:vAlign w:val="center"/>
          </w:tcPr>
          <w:p w:rsidR="00371A4B" w:rsidRPr="00F548E2" w:rsidRDefault="00371A4B" w:rsidP="00CE209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8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Secure</w:t>
            </w:r>
          </w:p>
        </w:tc>
        <w:tc>
          <w:tcPr>
            <w:tcW w:w="665" w:type="dxa"/>
            <w:vAlign w:val="center"/>
          </w:tcPr>
          <w:p w:rsidR="00371A4B" w:rsidRPr="00371A4B" w:rsidRDefault="00371A4B" w:rsidP="00CE209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1A4B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761" w:type="dxa"/>
            <w:vAlign w:val="center"/>
          </w:tcPr>
          <w:p w:rsidR="00371A4B" w:rsidRPr="00371A4B" w:rsidRDefault="00371A4B" w:rsidP="00CE209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1A4B">
              <w:rPr>
                <w:rFonts w:ascii="Times New Roman" w:hAnsi="Times New Roman" w:cs="Times New Roman"/>
                <w:b/>
                <w:sz w:val="20"/>
                <w:szCs w:val="20"/>
              </w:rPr>
              <w:t>Check</w:t>
            </w:r>
          </w:p>
        </w:tc>
      </w:tr>
      <w:tr w:rsidR="00371A4B" w:rsidRPr="00320E6C" w:rsidTr="00B15298">
        <w:tc>
          <w:tcPr>
            <w:tcW w:w="3830" w:type="dxa"/>
          </w:tcPr>
          <w:p w:rsidR="00371A4B" w:rsidRPr="00320E6C" w:rsidRDefault="00371A4B" w:rsidP="00F548E2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Count by 2s, 5s and 10s</w:t>
            </w:r>
          </w:p>
        </w:tc>
        <w:tc>
          <w:tcPr>
            <w:tcW w:w="665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1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A4B" w:rsidRPr="00320E6C" w:rsidTr="00B15298">
        <w:tc>
          <w:tcPr>
            <w:tcW w:w="3830" w:type="dxa"/>
          </w:tcPr>
          <w:p w:rsidR="00371A4B" w:rsidRPr="00320E6C" w:rsidRDefault="00371A4B" w:rsidP="00F548E2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Make tallies and give the total</w:t>
            </w:r>
          </w:p>
        </w:tc>
        <w:tc>
          <w:tcPr>
            <w:tcW w:w="665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1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A4B" w:rsidRPr="00320E6C" w:rsidTr="00B15298">
        <w:tc>
          <w:tcPr>
            <w:tcW w:w="3830" w:type="dxa"/>
          </w:tcPr>
          <w:p w:rsidR="00371A4B" w:rsidRDefault="00371A4B" w:rsidP="00F548E2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Construc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 fact families for addition</w:t>
            </w:r>
          </w:p>
          <w:p w:rsidR="00371A4B" w:rsidRPr="00320E6C" w:rsidRDefault="00F76B60" w:rsidP="00F548E2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and</w:t>
            </w:r>
            <w:r w:rsidR="00371A4B" w:rsidRPr="00320E6C">
              <w:rPr>
                <w:rFonts w:ascii="Times New Roman" w:hAnsi="Times New Roman" w:cs="Times New Roman"/>
                <w:sz w:val="20"/>
                <w:szCs w:val="20"/>
              </w:rPr>
              <w:t xml:space="preserve"> subtraction</w:t>
            </w:r>
          </w:p>
        </w:tc>
        <w:tc>
          <w:tcPr>
            <w:tcW w:w="665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1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A4B" w:rsidRPr="00320E6C" w:rsidTr="00B15298">
        <w:tc>
          <w:tcPr>
            <w:tcW w:w="3830" w:type="dxa"/>
          </w:tcPr>
          <w:p w:rsidR="00371A4B" w:rsidRPr="00320E6C" w:rsidRDefault="00532C4F" w:rsidP="00532C4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Complete S</w:t>
            </w:r>
            <w:r w:rsidR="00371A4B" w:rsidRPr="00320E6C">
              <w:rPr>
                <w:rFonts w:ascii="Times New Roman" w:hAnsi="Times New Roman" w:cs="Times New Roman"/>
                <w:sz w:val="20"/>
                <w:szCs w:val="20"/>
              </w:rPr>
              <w:t>imple Frames-</w:t>
            </w:r>
            <w:r w:rsidR="00371A4B">
              <w:rPr>
                <w:rFonts w:ascii="Times New Roman" w:hAnsi="Times New Roman" w:cs="Times New Roman"/>
                <w:sz w:val="20"/>
                <w:szCs w:val="20"/>
              </w:rPr>
              <w:t>&amp;</w:t>
            </w:r>
            <w:r w:rsidR="00371A4B" w:rsidRPr="00320E6C">
              <w:rPr>
                <w:rFonts w:ascii="Times New Roman" w:hAnsi="Times New Roman" w:cs="Times New Roman"/>
                <w:sz w:val="20"/>
                <w:szCs w:val="20"/>
              </w:rPr>
              <w:t xml:space="preserve">-Arrows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371A4B" w:rsidRPr="00320E6C">
              <w:rPr>
                <w:rFonts w:ascii="Times New Roman" w:hAnsi="Times New Roman" w:cs="Times New Roman"/>
                <w:sz w:val="20"/>
                <w:szCs w:val="20"/>
              </w:rPr>
              <w:t>iagrams</w:t>
            </w:r>
          </w:p>
        </w:tc>
        <w:tc>
          <w:tcPr>
            <w:tcW w:w="665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1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A4B" w:rsidRPr="00320E6C" w:rsidTr="00B15298">
        <w:tc>
          <w:tcPr>
            <w:tcW w:w="3830" w:type="dxa"/>
          </w:tcPr>
          <w:p w:rsidR="00371A4B" w:rsidRPr="00320E6C" w:rsidRDefault="00532C4F" w:rsidP="00F548E2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Solve Simple A</w:t>
            </w:r>
            <w:r w:rsidR="00371A4B" w:rsidRPr="00320E6C">
              <w:rPr>
                <w:rFonts w:ascii="Times New Roman" w:hAnsi="Times New Roman" w:cs="Times New Roman"/>
                <w:sz w:val="20"/>
                <w:szCs w:val="20"/>
              </w:rPr>
              <w:t>dditio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 Number S</w:t>
            </w:r>
            <w:r w:rsidR="00371A4B" w:rsidRPr="00320E6C">
              <w:rPr>
                <w:rFonts w:ascii="Times New Roman" w:hAnsi="Times New Roman" w:cs="Times New Roman"/>
                <w:sz w:val="20"/>
                <w:szCs w:val="20"/>
              </w:rPr>
              <w:t>tories</w:t>
            </w:r>
          </w:p>
        </w:tc>
        <w:tc>
          <w:tcPr>
            <w:tcW w:w="665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1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A4B" w:rsidRPr="00320E6C" w:rsidTr="00B15298">
        <w:tc>
          <w:tcPr>
            <w:tcW w:w="3830" w:type="dxa"/>
          </w:tcPr>
          <w:p w:rsidR="00371A4B" w:rsidRPr="00320E6C" w:rsidRDefault="00532C4F" w:rsidP="00F548E2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Find Equivalent Names for N</w:t>
            </w:r>
            <w:r w:rsidR="00371A4B" w:rsidRPr="00320E6C">
              <w:rPr>
                <w:rFonts w:ascii="Times New Roman" w:hAnsi="Times New Roman" w:cs="Times New Roman"/>
                <w:sz w:val="20"/>
                <w:szCs w:val="20"/>
              </w:rPr>
              <w:t>umbers</w:t>
            </w:r>
          </w:p>
        </w:tc>
        <w:tc>
          <w:tcPr>
            <w:tcW w:w="665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1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A4B" w:rsidRPr="00320E6C" w:rsidTr="00B15298">
        <w:tc>
          <w:tcPr>
            <w:tcW w:w="3830" w:type="dxa"/>
          </w:tcPr>
          <w:p w:rsidR="00371A4B" w:rsidRPr="00320E6C" w:rsidRDefault="00532C4F" w:rsidP="00A62AC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Identify Place Value</w:t>
            </w:r>
            <w:r w:rsidR="00371A4B">
              <w:rPr>
                <w:rFonts w:ascii="Times New Roman" w:hAnsi="Times New Roman" w:cs="Times New Roman"/>
                <w:sz w:val="20"/>
                <w:szCs w:val="20"/>
              </w:rPr>
              <w:t xml:space="preserve"> 2 &amp;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3-Digit N</w:t>
            </w:r>
            <w:r w:rsidR="00371A4B" w:rsidRPr="00320E6C">
              <w:rPr>
                <w:rFonts w:ascii="Times New Roman" w:hAnsi="Times New Roman" w:cs="Times New Roman"/>
                <w:sz w:val="20"/>
                <w:szCs w:val="20"/>
              </w:rPr>
              <w:t>umbers</w:t>
            </w:r>
          </w:p>
        </w:tc>
        <w:tc>
          <w:tcPr>
            <w:tcW w:w="665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1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A4B" w:rsidRPr="00320E6C" w:rsidTr="00B15298">
        <w:tc>
          <w:tcPr>
            <w:tcW w:w="3830" w:type="dxa"/>
          </w:tcPr>
          <w:p w:rsidR="00371A4B" w:rsidRPr="00320E6C" w:rsidRDefault="00371A4B" w:rsidP="00532C4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 xml:space="preserve">Add </w:t>
            </w:r>
            <w:r w:rsidR="00532C4F">
              <w:rPr>
                <w:rFonts w:ascii="Times New Roman" w:hAnsi="Times New Roman" w:cs="Times New Roman"/>
                <w:sz w:val="20"/>
                <w:szCs w:val="20"/>
              </w:rPr>
              <w:t>&amp; Subtract M</w:t>
            </w: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ultiples of 10</w:t>
            </w:r>
          </w:p>
        </w:tc>
        <w:tc>
          <w:tcPr>
            <w:tcW w:w="665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1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A4B" w:rsidRPr="00320E6C" w:rsidTr="00B15298">
        <w:tc>
          <w:tcPr>
            <w:tcW w:w="3830" w:type="dxa"/>
          </w:tcPr>
          <w:p w:rsidR="00371A4B" w:rsidRPr="00320E6C" w:rsidRDefault="00532C4F" w:rsidP="00F548E2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Identify 2-Dimensional S</w:t>
            </w:r>
            <w:r w:rsidR="00371A4B" w:rsidRPr="00320E6C">
              <w:rPr>
                <w:rFonts w:ascii="Times New Roman" w:hAnsi="Times New Roman" w:cs="Times New Roman"/>
                <w:sz w:val="20"/>
                <w:szCs w:val="20"/>
              </w:rPr>
              <w:t>hapes</w:t>
            </w:r>
          </w:p>
        </w:tc>
        <w:tc>
          <w:tcPr>
            <w:tcW w:w="665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1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A4B" w:rsidRPr="00320E6C" w:rsidTr="00B15298">
        <w:tc>
          <w:tcPr>
            <w:tcW w:w="3830" w:type="dxa"/>
          </w:tcPr>
          <w:p w:rsidR="00371A4B" w:rsidRPr="00320E6C" w:rsidRDefault="00532C4F" w:rsidP="00F548E2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Add Three 1-Digit Numbers M</w:t>
            </w:r>
            <w:r w:rsidR="00371A4B" w:rsidRPr="00320E6C">
              <w:rPr>
                <w:rFonts w:ascii="Times New Roman" w:hAnsi="Times New Roman" w:cs="Times New Roman"/>
                <w:sz w:val="20"/>
                <w:szCs w:val="20"/>
              </w:rPr>
              <w:t>entally</w:t>
            </w:r>
          </w:p>
        </w:tc>
        <w:tc>
          <w:tcPr>
            <w:tcW w:w="665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61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A4B" w:rsidRPr="00320E6C" w:rsidTr="00B15298">
        <w:tc>
          <w:tcPr>
            <w:tcW w:w="3830" w:type="dxa"/>
          </w:tcPr>
          <w:p w:rsidR="00371A4B" w:rsidRPr="00320E6C" w:rsidRDefault="00532C4F" w:rsidP="00F548E2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Know C</w:t>
            </w:r>
            <w:r w:rsidR="00371A4B" w:rsidRPr="00320E6C">
              <w:rPr>
                <w:rFonts w:ascii="Times New Roman" w:hAnsi="Times New Roman" w:cs="Times New Roman"/>
                <w:sz w:val="20"/>
                <w:szCs w:val="20"/>
              </w:rPr>
              <w:t>omplements of 10</w:t>
            </w:r>
          </w:p>
        </w:tc>
        <w:tc>
          <w:tcPr>
            <w:tcW w:w="665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61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A4B" w:rsidRPr="00320E6C" w:rsidTr="00B15298">
        <w:tc>
          <w:tcPr>
            <w:tcW w:w="3830" w:type="dxa"/>
          </w:tcPr>
          <w:p w:rsidR="00371A4B" w:rsidRPr="00320E6C" w:rsidRDefault="00532C4F" w:rsidP="00433E48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Find M</w:t>
            </w:r>
            <w:r w:rsidR="00371A4B" w:rsidRPr="00320E6C">
              <w:rPr>
                <w:rFonts w:ascii="Times New Roman" w:hAnsi="Times New Roman" w:cs="Times New Roman"/>
                <w:sz w:val="20"/>
                <w:szCs w:val="20"/>
              </w:rPr>
              <w:t>issing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Addends for  M</w:t>
            </w:r>
            <w:r w:rsidR="00371A4B" w:rsidRPr="00320E6C">
              <w:rPr>
                <w:rFonts w:ascii="Times New Roman" w:hAnsi="Times New Roman" w:cs="Times New Roman"/>
                <w:sz w:val="20"/>
                <w:szCs w:val="20"/>
              </w:rPr>
              <w:t>ultiple of 10</w:t>
            </w:r>
          </w:p>
        </w:tc>
        <w:tc>
          <w:tcPr>
            <w:tcW w:w="665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61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A4B" w:rsidRPr="00320E6C" w:rsidTr="00B15298">
        <w:tc>
          <w:tcPr>
            <w:tcW w:w="3830" w:type="dxa"/>
          </w:tcPr>
          <w:p w:rsidR="00371A4B" w:rsidRPr="00320E6C" w:rsidRDefault="00532C4F" w:rsidP="00F548E2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Solve Number-Grid P</w:t>
            </w:r>
            <w:r w:rsidR="00371A4B" w:rsidRPr="00320E6C">
              <w:rPr>
                <w:rFonts w:ascii="Times New Roman" w:hAnsi="Times New Roman" w:cs="Times New Roman"/>
                <w:sz w:val="20"/>
                <w:szCs w:val="20"/>
              </w:rPr>
              <w:t>uzzles</w:t>
            </w:r>
          </w:p>
        </w:tc>
        <w:tc>
          <w:tcPr>
            <w:tcW w:w="665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61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A4B" w:rsidRPr="00320E6C" w:rsidTr="00B15298">
        <w:tc>
          <w:tcPr>
            <w:tcW w:w="3830" w:type="dxa"/>
          </w:tcPr>
          <w:p w:rsidR="00371A4B" w:rsidRPr="00320E6C" w:rsidRDefault="00532C4F" w:rsidP="00532C4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Read/Plot Data on a B</w:t>
            </w:r>
            <w:r w:rsidR="00371A4B" w:rsidRPr="00320E6C">
              <w:rPr>
                <w:rFonts w:ascii="Times New Roman" w:hAnsi="Times New Roman" w:cs="Times New Roman"/>
                <w:sz w:val="20"/>
                <w:szCs w:val="20"/>
              </w:rPr>
              <w:t xml:space="preserve">ar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371A4B" w:rsidRPr="00320E6C">
              <w:rPr>
                <w:rFonts w:ascii="Times New Roman" w:hAnsi="Times New Roman" w:cs="Times New Roman"/>
                <w:sz w:val="20"/>
                <w:szCs w:val="20"/>
              </w:rPr>
              <w:t>raph</w:t>
            </w:r>
          </w:p>
        </w:tc>
        <w:tc>
          <w:tcPr>
            <w:tcW w:w="665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61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A4B" w:rsidRPr="00320E6C" w:rsidTr="00B15298">
        <w:tc>
          <w:tcPr>
            <w:tcW w:w="3830" w:type="dxa"/>
          </w:tcPr>
          <w:p w:rsidR="00371A4B" w:rsidRPr="00320E6C" w:rsidRDefault="00532C4F" w:rsidP="00F548E2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Shade Specified Fractional Part of a R</w:t>
            </w:r>
            <w:r w:rsidR="00371A4B" w:rsidRPr="00320E6C">
              <w:rPr>
                <w:rFonts w:ascii="Times New Roman" w:hAnsi="Times New Roman" w:cs="Times New Roman"/>
                <w:sz w:val="20"/>
                <w:szCs w:val="20"/>
              </w:rPr>
              <w:t>egion</w:t>
            </w:r>
          </w:p>
        </w:tc>
        <w:tc>
          <w:tcPr>
            <w:tcW w:w="665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61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A4B" w:rsidRPr="00320E6C" w:rsidTr="00B15298">
        <w:tc>
          <w:tcPr>
            <w:tcW w:w="3830" w:type="dxa"/>
          </w:tcPr>
          <w:p w:rsidR="00371A4B" w:rsidRPr="00320E6C" w:rsidRDefault="00532C4F" w:rsidP="00433E48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Give Fraction N</w:t>
            </w:r>
            <w:r w:rsidR="00371A4B" w:rsidRPr="00320E6C">
              <w:rPr>
                <w:rFonts w:ascii="Times New Roman" w:hAnsi="Times New Roman" w:cs="Times New Roman"/>
                <w:sz w:val="20"/>
                <w:szCs w:val="20"/>
              </w:rPr>
              <w:t xml:space="preserve">ame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Shaded P</w:t>
            </w:r>
            <w:r w:rsidR="00371A4B">
              <w:rPr>
                <w:rFonts w:ascii="Times New Roman" w:hAnsi="Times New Roman" w:cs="Times New Roman"/>
                <w:sz w:val="20"/>
                <w:szCs w:val="20"/>
              </w:rPr>
              <w:t>art</w:t>
            </w:r>
            <w:r w:rsidR="00433E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 R</w:t>
            </w:r>
            <w:r w:rsidR="00371A4B" w:rsidRPr="00320E6C">
              <w:rPr>
                <w:rFonts w:ascii="Times New Roman" w:hAnsi="Times New Roman" w:cs="Times New Roman"/>
                <w:sz w:val="20"/>
                <w:szCs w:val="20"/>
              </w:rPr>
              <w:t>egion</w:t>
            </w:r>
          </w:p>
        </w:tc>
        <w:tc>
          <w:tcPr>
            <w:tcW w:w="665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61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A4B" w:rsidRPr="00320E6C" w:rsidTr="00B15298">
        <w:tc>
          <w:tcPr>
            <w:tcW w:w="3830" w:type="dxa"/>
          </w:tcPr>
          <w:p w:rsidR="00371A4B" w:rsidRDefault="00532C4F" w:rsidP="00371A4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Use Ruler, Tape M</w:t>
            </w:r>
            <w:r w:rsidR="00371A4B">
              <w:rPr>
                <w:rFonts w:ascii="Times New Roman" w:hAnsi="Times New Roman" w:cs="Times New Roman"/>
                <w:sz w:val="20"/>
                <w:szCs w:val="20"/>
              </w:rPr>
              <w:t>easure,</w:t>
            </w:r>
          </w:p>
          <w:p w:rsidR="00371A4B" w:rsidRPr="00320E6C" w:rsidRDefault="00F76B60" w:rsidP="00371A4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and</w:t>
            </w:r>
            <w:r w:rsidR="00532C4F">
              <w:rPr>
                <w:rFonts w:ascii="Times New Roman" w:hAnsi="Times New Roman" w:cs="Times New Roman"/>
                <w:sz w:val="20"/>
                <w:szCs w:val="20"/>
              </w:rPr>
              <w:t xml:space="preserve"> Meter/Yardstick C</w:t>
            </w:r>
            <w:r w:rsidR="00371A4B" w:rsidRPr="00320E6C">
              <w:rPr>
                <w:rFonts w:ascii="Times New Roman" w:hAnsi="Times New Roman" w:cs="Times New Roman"/>
                <w:sz w:val="20"/>
                <w:szCs w:val="20"/>
              </w:rPr>
              <w:t>orrectly</w:t>
            </w:r>
          </w:p>
        </w:tc>
        <w:tc>
          <w:tcPr>
            <w:tcW w:w="665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61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A4B" w:rsidRPr="00320E6C" w:rsidTr="00B15298">
        <w:tc>
          <w:tcPr>
            <w:tcW w:w="3830" w:type="dxa"/>
          </w:tcPr>
          <w:p w:rsidR="00371A4B" w:rsidRPr="00320E6C" w:rsidRDefault="00371A4B" w:rsidP="00433E48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 xml:space="preserve">Read </w:t>
            </w:r>
            <w:r w:rsidR="00532C4F">
              <w:rPr>
                <w:rFonts w:ascii="Times New Roman" w:hAnsi="Times New Roman" w:cs="Times New Roman"/>
                <w:sz w:val="20"/>
                <w:szCs w:val="20"/>
              </w:rPr>
              <w:t>&amp; Write 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oney </w:t>
            </w:r>
            <w:r w:rsidR="00532C4F">
              <w:rPr>
                <w:rFonts w:ascii="Times New Roman" w:hAnsi="Times New Roman" w:cs="Times New Roman"/>
                <w:sz w:val="20"/>
                <w:szCs w:val="20"/>
              </w:rPr>
              <w:t>in Decimal N</w:t>
            </w: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otation</w:t>
            </w:r>
          </w:p>
        </w:tc>
        <w:tc>
          <w:tcPr>
            <w:tcW w:w="665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61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A4B" w:rsidRPr="00320E6C" w:rsidTr="00B15298">
        <w:tc>
          <w:tcPr>
            <w:tcW w:w="3830" w:type="dxa"/>
          </w:tcPr>
          <w:p w:rsidR="00371A4B" w:rsidRDefault="00371A4B" w:rsidP="00F548E2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Use</w:t>
            </w:r>
            <w:r w:rsidR="00532C4F">
              <w:rPr>
                <w:rFonts w:ascii="Times New Roman" w:hAnsi="Times New Roman" w:cs="Times New Roman"/>
                <w:sz w:val="20"/>
                <w:szCs w:val="20"/>
              </w:rPr>
              <w:t xml:space="preserve"> Equivalent Coins to Show 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oney</w:t>
            </w:r>
          </w:p>
          <w:p w:rsidR="00371A4B" w:rsidRPr="00320E6C" w:rsidRDefault="00532C4F" w:rsidP="00F548E2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Amounts in Different W</w:t>
            </w:r>
            <w:r w:rsidR="00371A4B" w:rsidRPr="00320E6C">
              <w:rPr>
                <w:rFonts w:ascii="Times New Roman" w:hAnsi="Times New Roman" w:cs="Times New Roman"/>
                <w:sz w:val="20"/>
                <w:szCs w:val="20"/>
              </w:rPr>
              <w:t>ays</w:t>
            </w:r>
          </w:p>
        </w:tc>
        <w:tc>
          <w:tcPr>
            <w:tcW w:w="665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61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A4B" w:rsidRPr="00320E6C" w:rsidTr="00B15298">
        <w:tc>
          <w:tcPr>
            <w:tcW w:w="3830" w:type="dxa"/>
          </w:tcPr>
          <w:p w:rsidR="00371A4B" w:rsidRPr="00320E6C" w:rsidRDefault="00532C4F" w:rsidP="00532C4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Know Exchange Values of U.S. C</w:t>
            </w:r>
            <w:r w:rsidR="00371A4B" w:rsidRPr="00320E6C">
              <w:rPr>
                <w:rFonts w:ascii="Times New Roman" w:hAnsi="Times New Roman" w:cs="Times New Roman"/>
                <w:sz w:val="20"/>
                <w:szCs w:val="20"/>
              </w:rPr>
              <w:t>oins</w:t>
            </w:r>
          </w:p>
        </w:tc>
        <w:tc>
          <w:tcPr>
            <w:tcW w:w="665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61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A4B" w:rsidRPr="00320E6C" w:rsidTr="00B15298">
        <w:tc>
          <w:tcPr>
            <w:tcW w:w="3830" w:type="dxa"/>
          </w:tcPr>
          <w:p w:rsidR="00371A4B" w:rsidRDefault="00371A4B" w:rsidP="00371A4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 xml:space="preserve">Know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&amp;</w:t>
            </w:r>
            <w:r w:rsidR="00532C4F">
              <w:rPr>
                <w:rFonts w:ascii="Times New Roman" w:hAnsi="Times New Roman" w:cs="Times New Roman"/>
                <w:sz w:val="20"/>
                <w:szCs w:val="20"/>
              </w:rPr>
              <w:t xml:space="preserve"> Express Automatically the V</w:t>
            </w: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 xml:space="preserve">alues </w:t>
            </w:r>
          </w:p>
          <w:p w:rsidR="00371A4B" w:rsidRPr="00320E6C" w:rsidRDefault="00532C4F" w:rsidP="00371A4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of Digits in 2-, 3-, and 4-Digit N</w:t>
            </w:r>
            <w:r w:rsidR="00371A4B" w:rsidRPr="00320E6C">
              <w:rPr>
                <w:rFonts w:ascii="Times New Roman" w:hAnsi="Times New Roman" w:cs="Times New Roman"/>
                <w:sz w:val="20"/>
                <w:szCs w:val="20"/>
              </w:rPr>
              <w:t>umbers</w:t>
            </w:r>
          </w:p>
        </w:tc>
        <w:tc>
          <w:tcPr>
            <w:tcW w:w="665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61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A4B" w:rsidRPr="00320E6C" w:rsidTr="00B15298">
        <w:tc>
          <w:tcPr>
            <w:tcW w:w="3830" w:type="dxa"/>
          </w:tcPr>
          <w:p w:rsidR="00371A4B" w:rsidRPr="00320E6C" w:rsidRDefault="00532C4F" w:rsidP="00F548E2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Tell Time to 5-M</w:t>
            </w:r>
            <w:r w:rsidR="00371A4B" w:rsidRPr="00320E6C">
              <w:rPr>
                <w:rFonts w:ascii="Times New Roman" w:hAnsi="Times New Roman" w:cs="Times New Roman"/>
                <w:sz w:val="20"/>
                <w:szCs w:val="20"/>
              </w:rPr>
              <w:t xml:space="preserve">inute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71A4B" w:rsidRPr="00320E6C">
              <w:rPr>
                <w:rFonts w:ascii="Times New Roman" w:hAnsi="Times New Roman" w:cs="Times New Roman"/>
                <w:sz w:val="20"/>
                <w:szCs w:val="20"/>
              </w:rPr>
              <w:t>ntervals</w:t>
            </w:r>
          </w:p>
        </w:tc>
        <w:tc>
          <w:tcPr>
            <w:tcW w:w="665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61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A4B" w:rsidRPr="00320E6C" w:rsidTr="00B15298">
        <w:tc>
          <w:tcPr>
            <w:tcW w:w="3830" w:type="dxa"/>
          </w:tcPr>
          <w:p w:rsidR="00371A4B" w:rsidRPr="00320E6C" w:rsidRDefault="00532C4F" w:rsidP="00F548E2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Demonstrate Calendar Concepts and S</w:t>
            </w:r>
            <w:r w:rsidR="00371A4B" w:rsidRPr="00320E6C">
              <w:rPr>
                <w:rFonts w:ascii="Times New Roman" w:hAnsi="Times New Roman" w:cs="Times New Roman"/>
                <w:sz w:val="20"/>
                <w:szCs w:val="20"/>
              </w:rPr>
              <w:t>kills</w:t>
            </w:r>
          </w:p>
        </w:tc>
        <w:tc>
          <w:tcPr>
            <w:tcW w:w="665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61" w:type="dxa"/>
          </w:tcPr>
          <w:p w:rsidR="00371A4B" w:rsidRPr="00320E6C" w:rsidRDefault="00371A4B" w:rsidP="00050E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-10"/>
        <w:tblW w:w="0" w:type="auto"/>
        <w:tblLook w:val="04A0" w:firstRow="1" w:lastRow="0" w:firstColumn="1" w:lastColumn="0" w:noHBand="0" w:noVBand="1"/>
      </w:tblPr>
      <w:tblGrid>
        <w:gridCol w:w="3816"/>
        <w:gridCol w:w="679"/>
        <w:gridCol w:w="761"/>
      </w:tblGrid>
      <w:tr w:rsidR="00433E48" w:rsidRPr="00320E6C" w:rsidTr="00E12DF6">
        <w:tc>
          <w:tcPr>
            <w:tcW w:w="3816" w:type="dxa"/>
            <w:vAlign w:val="center"/>
          </w:tcPr>
          <w:p w:rsidR="00433E48" w:rsidRPr="00320E6C" w:rsidRDefault="00433E48" w:rsidP="00E12D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b/>
                <w:sz w:val="20"/>
                <w:szCs w:val="20"/>
              </w:rPr>
              <w:t>Developing/Secure</w:t>
            </w:r>
          </w:p>
        </w:tc>
        <w:tc>
          <w:tcPr>
            <w:tcW w:w="679" w:type="dxa"/>
            <w:vAlign w:val="center"/>
          </w:tcPr>
          <w:p w:rsidR="00433E48" w:rsidRPr="00320E6C" w:rsidRDefault="00433E48" w:rsidP="00E12D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761" w:type="dxa"/>
            <w:vAlign w:val="center"/>
          </w:tcPr>
          <w:p w:rsidR="00433E48" w:rsidRPr="00320E6C" w:rsidRDefault="00433E48" w:rsidP="00E12D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Check</w:t>
            </w:r>
          </w:p>
        </w:tc>
      </w:tr>
      <w:tr w:rsidR="00433E48" w:rsidRPr="00320E6C" w:rsidTr="00E12DF6">
        <w:tc>
          <w:tcPr>
            <w:tcW w:w="3816" w:type="dxa"/>
          </w:tcPr>
          <w:p w:rsidR="00433E48" w:rsidRPr="00320E6C" w:rsidRDefault="001C0DD1" w:rsidP="00E12D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Know “Harder” Addition F</w:t>
            </w:r>
            <w:r w:rsidR="00433E48" w:rsidRPr="00320E6C">
              <w:rPr>
                <w:rFonts w:ascii="Times New Roman" w:hAnsi="Times New Roman" w:cs="Times New Roman"/>
                <w:sz w:val="20"/>
                <w:szCs w:val="20"/>
              </w:rPr>
              <w:t>acts</w:t>
            </w:r>
          </w:p>
        </w:tc>
        <w:tc>
          <w:tcPr>
            <w:tcW w:w="679" w:type="dxa"/>
          </w:tcPr>
          <w:p w:rsidR="00433E48" w:rsidRPr="00320E6C" w:rsidRDefault="00433E48" w:rsidP="00E12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1" w:type="dxa"/>
          </w:tcPr>
          <w:p w:rsidR="00433E48" w:rsidRPr="00320E6C" w:rsidRDefault="00433E48" w:rsidP="00E12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3E48" w:rsidRPr="00320E6C" w:rsidTr="00E12DF6">
        <w:tc>
          <w:tcPr>
            <w:tcW w:w="3816" w:type="dxa"/>
          </w:tcPr>
          <w:p w:rsidR="00433E48" w:rsidRPr="00320E6C" w:rsidRDefault="001C0DD1" w:rsidP="00E12D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Know “Easier” Subtraction F</w:t>
            </w:r>
            <w:r w:rsidR="00433E48" w:rsidRPr="00320E6C">
              <w:rPr>
                <w:rFonts w:ascii="Times New Roman" w:hAnsi="Times New Roman" w:cs="Times New Roman"/>
                <w:sz w:val="20"/>
                <w:szCs w:val="20"/>
              </w:rPr>
              <w:t>acts</w:t>
            </w:r>
          </w:p>
        </w:tc>
        <w:tc>
          <w:tcPr>
            <w:tcW w:w="679" w:type="dxa"/>
          </w:tcPr>
          <w:p w:rsidR="00433E48" w:rsidRPr="00320E6C" w:rsidRDefault="00433E48" w:rsidP="00E12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1" w:type="dxa"/>
          </w:tcPr>
          <w:p w:rsidR="00433E48" w:rsidRPr="00320E6C" w:rsidRDefault="00433E48" w:rsidP="00E12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3E48" w:rsidRPr="00320E6C" w:rsidTr="00E12DF6">
        <w:tc>
          <w:tcPr>
            <w:tcW w:w="3816" w:type="dxa"/>
          </w:tcPr>
          <w:p w:rsidR="00433E48" w:rsidRPr="00320E6C" w:rsidRDefault="001C0DD1" w:rsidP="00E12D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Complete “What’s My Rule?” T</w:t>
            </w:r>
            <w:r w:rsidR="00433E48" w:rsidRPr="00320E6C">
              <w:rPr>
                <w:rFonts w:ascii="Times New Roman" w:hAnsi="Times New Roman" w:cs="Times New Roman"/>
                <w:sz w:val="20"/>
                <w:szCs w:val="20"/>
              </w:rPr>
              <w:t>ables</w:t>
            </w:r>
          </w:p>
        </w:tc>
        <w:tc>
          <w:tcPr>
            <w:tcW w:w="679" w:type="dxa"/>
          </w:tcPr>
          <w:p w:rsidR="00433E48" w:rsidRPr="00320E6C" w:rsidRDefault="00433E48" w:rsidP="00E12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1" w:type="dxa"/>
          </w:tcPr>
          <w:p w:rsidR="00433E48" w:rsidRPr="00320E6C" w:rsidRDefault="00433E48" w:rsidP="00E12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3E48" w:rsidRPr="00320E6C" w:rsidTr="00E12DF6">
        <w:tc>
          <w:tcPr>
            <w:tcW w:w="3816" w:type="dxa"/>
          </w:tcPr>
          <w:p w:rsidR="00433E48" w:rsidRPr="00320E6C" w:rsidRDefault="005E11B3" w:rsidP="00E12D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Solve Simple Subtraction Number S</w:t>
            </w:r>
            <w:r w:rsidR="00433E48" w:rsidRPr="00320E6C">
              <w:rPr>
                <w:rFonts w:ascii="Times New Roman" w:hAnsi="Times New Roman" w:cs="Times New Roman"/>
                <w:sz w:val="20"/>
                <w:szCs w:val="20"/>
              </w:rPr>
              <w:t>tories</w:t>
            </w:r>
          </w:p>
        </w:tc>
        <w:tc>
          <w:tcPr>
            <w:tcW w:w="679" w:type="dxa"/>
          </w:tcPr>
          <w:p w:rsidR="00433E48" w:rsidRPr="00320E6C" w:rsidRDefault="00433E48" w:rsidP="00E12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1" w:type="dxa"/>
          </w:tcPr>
          <w:p w:rsidR="00433E48" w:rsidRPr="00320E6C" w:rsidRDefault="00433E48" w:rsidP="00E12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3E48" w:rsidRPr="00320E6C" w:rsidTr="00E12DF6">
        <w:tc>
          <w:tcPr>
            <w:tcW w:w="3816" w:type="dxa"/>
          </w:tcPr>
          <w:p w:rsidR="00433E48" w:rsidRPr="00320E6C" w:rsidRDefault="005E11B3" w:rsidP="005E1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Tell T</w:t>
            </w:r>
            <w:r w:rsidR="00433E48" w:rsidRPr="00320E6C">
              <w:rPr>
                <w:rFonts w:ascii="Times New Roman" w:hAnsi="Times New Roman" w:cs="Times New Roman"/>
                <w:sz w:val="20"/>
                <w:szCs w:val="20"/>
              </w:rPr>
              <w:t>ime to 5-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Minute I</w:t>
            </w:r>
            <w:r w:rsidR="00433E48" w:rsidRPr="00320E6C">
              <w:rPr>
                <w:rFonts w:ascii="Times New Roman" w:hAnsi="Times New Roman" w:cs="Times New Roman"/>
                <w:sz w:val="20"/>
                <w:szCs w:val="20"/>
              </w:rPr>
              <w:t>ntervals</w:t>
            </w:r>
          </w:p>
        </w:tc>
        <w:tc>
          <w:tcPr>
            <w:tcW w:w="679" w:type="dxa"/>
          </w:tcPr>
          <w:p w:rsidR="00433E48" w:rsidRPr="00320E6C" w:rsidRDefault="00433E48" w:rsidP="00E12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1" w:type="dxa"/>
          </w:tcPr>
          <w:p w:rsidR="00433E48" w:rsidRPr="00320E6C" w:rsidRDefault="00433E48" w:rsidP="00E12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3E48" w:rsidRPr="00320E6C" w:rsidTr="00E12DF6">
        <w:tc>
          <w:tcPr>
            <w:tcW w:w="3816" w:type="dxa"/>
          </w:tcPr>
          <w:p w:rsidR="00433E48" w:rsidRPr="00320E6C" w:rsidRDefault="005E11B3" w:rsidP="00E12D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Draw Line S</w:t>
            </w:r>
            <w:r w:rsidR="00433E48" w:rsidRPr="00320E6C">
              <w:rPr>
                <w:rFonts w:ascii="Times New Roman" w:hAnsi="Times New Roman" w:cs="Times New Roman"/>
                <w:sz w:val="20"/>
                <w:szCs w:val="20"/>
              </w:rPr>
              <w:t>egments</w:t>
            </w:r>
          </w:p>
        </w:tc>
        <w:tc>
          <w:tcPr>
            <w:tcW w:w="679" w:type="dxa"/>
          </w:tcPr>
          <w:p w:rsidR="00433E48" w:rsidRPr="00320E6C" w:rsidRDefault="00433E48" w:rsidP="00E12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1" w:type="dxa"/>
          </w:tcPr>
          <w:p w:rsidR="00433E48" w:rsidRPr="00320E6C" w:rsidRDefault="00433E48" w:rsidP="00E12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3E48" w:rsidRPr="00320E6C" w:rsidTr="00E12DF6">
        <w:tc>
          <w:tcPr>
            <w:tcW w:w="3816" w:type="dxa"/>
          </w:tcPr>
          <w:p w:rsidR="00433E48" w:rsidRPr="00320E6C" w:rsidRDefault="005E11B3" w:rsidP="00E12D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Add and Subtract with M</w:t>
            </w:r>
            <w:r w:rsidR="00433E48" w:rsidRPr="00320E6C">
              <w:rPr>
                <w:rFonts w:ascii="Times New Roman" w:hAnsi="Times New Roman" w:cs="Times New Roman"/>
                <w:sz w:val="20"/>
                <w:szCs w:val="20"/>
              </w:rPr>
              <w:t>ultiples of 10</w:t>
            </w:r>
          </w:p>
        </w:tc>
        <w:tc>
          <w:tcPr>
            <w:tcW w:w="679" w:type="dxa"/>
          </w:tcPr>
          <w:p w:rsidR="00433E48" w:rsidRPr="00320E6C" w:rsidRDefault="00433E48" w:rsidP="00E12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61" w:type="dxa"/>
          </w:tcPr>
          <w:p w:rsidR="00433E48" w:rsidRPr="00320E6C" w:rsidRDefault="00433E48" w:rsidP="00E12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3E48" w:rsidRPr="00320E6C" w:rsidTr="00E12DF6">
        <w:tc>
          <w:tcPr>
            <w:tcW w:w="3816" w:type="dxa"/>
          </w:tcPr>
          <w:p w:rsidR="00433E48" w:rsidRPr="00320E6C" w:rsidRDefault="005E11B3" w:rsidP="005E1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Solve A</w:t>
            </w:r>
            <w:r w:rsidR="00433E48" w:rsidRPr="00320E6C">
              <w:rPr>
                <w:rFonts w:ascii="Times New Roman" w:hAnsi="Times New Roman" w:cs="Times New Roman"/>
                <w:sz w:val="20"/>
                <w:szCs w:val="20"/>
              </w:rPr>
              <w:t xml:space="preserve">ddition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&amp; Subtraction Number S</w:t>
            </w:r>
            <w:r w:rsidR="00433E48" w:rsidRPr="00320E6C">
              <w:rPr>
                <w:rFonts w:ascii="Times New Roman" w:hAnsi="Times New Roman" w:cs="Times New Roman"/>
                <w:sz w:val="20"/>
                <w:szCs w:val="20"/>
              </w:rPr>
              <w:t>tories</w:t>
            </w:r>
          </w:p>
        </w:tc>
        <w:tc>
          <w:tcPr>
            <w:tcW w:w="679" w:type="dxa"/>
          </w:tcPr>
          <w:p w:rsidR="00433E48" w:rsidRPr="00320E6C" w:rsidRDefault="00433E48" w:rsidP="00E12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61" w:type="dxa"/>
          </w:tcPr>
          <w:p w:rsidR="00433E48" w:rsidRPr="00320E6C" w:rsidRDefault="00433E48" w:rsidP="00E12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3E48" w:rsidRPr="00320E6C" w:rsidTr="00E12DF6">
        <w:tc>
          <w:tcPr>
            <w:tcW w:w="3816" w:type="dxa"/>
          </w:tcPr>
          <w:p w:rsidR="00433E48" w:rsidRPr="00320E6C" w:rsidRDefault="005E11B3" w:rsidP="00E12D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Measure to the Nearest I</w:t>
            </w:r>
            <w:r w:rsidR="00433E48" w:rsidRPr="00320E6C">
              <w:rPr>
                <w:rFonts w:ascii="Times New Roman" w:hAnsi="Times New Roman" w:cs="Times New Roman"/>
                <w:sz w:val="20"/>
                <w:szCs w:val="20"/>
              </w:rPr>
              <w:t>nch</w:t>
            </w:r>
          </w:p>
        </w:tc>
        <w:tc>
          <w:tcPr>
            <w:tcW w:w="679" w:type="dxa"/>
          </w:tcPr>
          <w:p w:rsidR="00433E48" w:rsidRPr="00320E6C" w:rsidRDefault="00433E48" w:rsidP="00E12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61" w:type="dxa"/>
          </w:tcPr>
          <w:p w:rsidR="00433E48" w:rsidRPr="00320E6C" w:rsidRDefault="00433E48" w:rsidP="00E12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3E48" w:rsidRPr="00320E6C" w:rsidTr="00E12DF6">
        <w:tc>
          <w:tcPr>
            <w:tcW w:w="3816" w:type="dxa"/>
          </w:tcPr>
          <w:p w:rsidR="00433E48" w:rsidRPr="00320E6C" w:rsidRDefault="005E11B3" w:rsidP="00E12D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Measure to the Nearest C</w:t>
            </w:r>
            <w:r w:rsidR="00433E48" w:rsidRPr="00320E6C">
              <w:rPr>
                <w:rFonts w:ascii="Times New Roman" w:hAnsi="Times New Roman" w:cs="Times New Roman"/>
                <w:sz w:val="20"/>
                <w:szCs w:val="20"/>
              </w:rPr>
              <w:t>entimeter</w:t>
            </w:r>
          </w:p>
        </w:tc>
        <w:tc>
          <w:tcPr>
            <w:tcW w:w="679" w:type="dxa"/>
          </w:tcPr>
          <w:p w:rsidR="00433E48" w:rsidRPr="00320E6C" w:rsidRDefault="00433E48" w:rsidP="00E12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61" w:type="dxa"/>
          </w:tcPr>
          <w:p w:rsidR="00433E48" w:rsidRPr="00320E6C" w:rsidRDefault="00433E48" w:rsidP="00E12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3E48" w:rsidRPr="00320E6C" w:rsidTr="00E12DF6">
        <w:tc>
          <w:tcPr>
            <w:tcW w:w="3816" w:type="dxa"/>
          </w:tcPr>
          <w:p w:rsidR="00433E48" w:rsidRPr="00320E6C" w:rsidRDefault="005E11B3" w:rsidP="00F7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Identify Equivalencies for Inches, F</w:t>
            </w:r>
            <w:r w:rsidR="00F76B60">
              <w:rPr>
                <w:rFonts w:ascii="Times New Roman" w:hAnsi="Times New Roman" w:cs="Times New Roman"/>
                <w:sz w:val="20"/>
                <w:szCs w:val="20"/>
              </w:rPr>
              <w:t>eet</w:t>
            </w:r>
            <w:r w:rsidR="00F76B60">
              <w:rPr>
                <w:rFonts w:ascii="Times New Roman" w:hAnsi="Times New Roman" w:cs="Times New Roman"/>
                <w:sz w:val="20"/>
                <w:szCs w:val="20"/>
              </w:rPr>
              <w:br/>
              <w:t>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</w:t>
            </w:r>
            <w:r w:rsidR="00433E48" w:rsidRPr="00320E6C">
              <w:rPr>
                <w:rFonts w:ascii="Times New Roman" w:hAnsi="Times New Roman" w:cs="Times New Roman"/>
                <w:sz w:val="20"/>
                <w:szCs w:val="20"/>
              </w:rPr>
              <w:t>ards</w:t>
            </w:r>
          </w:p>
        </w:tc>
        <w:tc>
          <w:tcPr>
            <w:tcW w:w="679" w:type="dxa"/>
          </w:tcPr>
          <w:p w:rsidR="00433E48" w:rsidRPr="00320E6C" w:rsidRDefault="00433E48" w:rsidP="00E12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61" w:type="dxa"/>
          </w:tcPr>
          <w:p w:rsidR="00433E48" w:rsidRPr="00320E6C" w:rsidRDefault="00433E48" w:rsidP="00E12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3E48" w:rsidRPr="00320E6C" w:rsidTr="00E12DF6">
        <w:tc>
          <w:tcPr>
            <w:tcW w:w="3816" w:type="dxa"/>
          </w:tcPr>
          <w:p w:rsidR="00433E48" w:rsidRPr="00320E6C" w:rsidRDefault="00433E48" w:rsidP="00E12D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Construct multiplication/division fact families</w:t>
            </w:r>
          </w:p>
        </w:tc>
        <w:tc>
          <w:tcPr>
            <w:tcW w:w="679" w:type="dxa"/>
          </w:tcPr>
          <w:p w:rsidR="00433E48" w:rsidRPr="00320E6C" w:rsidRDefault="00433E48" w:rsidP="00E12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61" w:type="dxa"/>
          </w:tcPr>
          <w:p w:rsidR="00433E48" w:rsidRPr="00320E6C" w:rsidRDefault="00433E48" w:rsidP="00E12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3E48" w:rsidRPr="00320E6C" w:rsidTr="00E12DF6">
        <w:tc>
          <w:tcPr>
            <w:tcW w:w="3816" w:type="dxa"/>
          </w:tcPr>
          <w:p w:rsidR="00433E48" w:rsidRPr="00320E6C" w:rsidRDefault="005E11B3" w:rsidP="005E1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Multiply N</w:t>
            </w:r>
            <w:r w:rsidR="00433E48" w:rsidRPr="00320E6C">
              <w:rPr>
                <w:rFonts w:ascii="Times New Roman" w:hAnsi="Times New Roman" w:cs="Times New Roman"/>
                <w:sz w:val="20"/>
                <w:szCs w:val="20"/>
              </w:rPr>
              <w:t xml:space="preserve">umbers with 2, 5, </w:t>
            </w:r>
            <w:r w:rsidR="00433E48">
              <w:rPr>
                <w:rFonts w:ascii="Times New Roman" w:hAnsi="Times New Roman" w:cs="Times New Roman"/>
                <w:sz w:val="20"/>
                <w:szCs w:val="20"/>
              </w:rPr>
              <w:t>&amp;</w:t>
            </w:r>
            <w:r w:rsidR="00433E48" w:rsidRPr="00320E6C">
              <w:rPr>
                <w:rFonts w:ascii="Times New Roman" w:hAnsi="Times New Roman" w:cs="Times New Roman"/>
                <w:sz w:val="20"/>
                <w:szCs w:val="20"/>
              </w:rPr>
              <w:t xml:space="preserve"> 10 as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433E48" w:rsidRPr="00320E6C">
              <w:rPr>
                <w:rFonts w:ascii="Times New Roman" w:hAnsi="Times New Roman" w:cs="Times New Roman"/>
                <w:sz w:val="20"/>
                <w:szCs w:val="20"/>
              </w:rPr>
              <w:t>actor</w:t>
            </w:r>
          </w:p>
        </w:tc>
        <w:tc>
          <w:tcPr>
            <w:tcW w:w="679" w:type="dxa"/>
          </w:tcPr>
          <w:p w:rsidR="00433E48" w:rsidRPr="00320E6C" w:rsidRDefault="00433E48" w:rsidP="00E12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E6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61" w:type="dxa"/>
          </w:tcPr>
          <w:p w:rsidR="00433E48" w:rsidRPr="00320E6C" w:rsidRDefault="00433E48" w:rsidP="00E12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548E2" w:rsidRPr="00320E6C" w:rsidRDefault="00F548E2" w:rsidP="00F41CC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D07C1C" w:rsidRDefault="00D07C1C" w:rsidP="00F41CC4">
      <w:pPr>
        <w:spacing w:line="240" w:lineRule="auto"/>
        <w:rPr>
          <w:rFonts w:ascii="Times New Roman" w:hAnsi="Times New Roman" w:cs="Times New Roman"/>
        </w:rPr>
      </w:pPr>
    </w:p>
    <w:p w:rsidR="00320E6C" w:rsidRDefault="00320E6C" w:rsidP="00F41CC4">
      <w:pPr>
        <w:spacing w:line="240" w:lineRule="auto"/>
        <w:rPr>
          <w:rFonts w:ascii="Times New Roman" w:hAnsi="Times New Roman" w:cs="Times New Roman"/>
        </w:rPr>
      </w:pPr>
    </w:p>
    <w:p w:rsidR="00692209" w:rsidRDefault="00692209" w:rsidP="00F41CC4">
      <w:pPr>
        <w:spacing w:line="240" w:lineRule="auto"/>
        <w:rPr>
          <w:rFonts w:ascii="Times New Roman" w:hAnsi="Times New Roman" w:cs="Times New Roman"/>
        </w:rPr>
      </w:pPr>
    </w:p>
    <w:p w:rsidR="00692209" w:rsidRDefault="00692209" w:rsidP="00F41CC4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896"/>
      </w:tblGrid>
      <w:tr w:rsidR="00320E6C" w:rsidTr="00A62AC4">
        <w:trPr>
          <w:trHeight w:val="475"/>
          <w:jc w:val="center"/>
        </w:trPr>
        <w:tc>
          <w:tcPr>
            <w:tcW w:w="4896" w:type="dxa"/>
            <w:vAlign w:val="center"/>
          </w:tcPr>
          <w:p w:rsidR="00320E6C" w:rsidRDefault="00320E6C" w:rsidP="00A62AC4">
            <w:pPr>
              <w:rPr>
                <w:rFonts w:ascii="Times New Roman" w:hAnsi="Times New Roman" w:cs="Times New Roman"/>
              </w:rPr>
            </w:pPr>
            <w:r w:rsidRPr="00E10BEB">
              <w:rPr>
                <w:rFonts w:ascii="Times New Roman" w:hAnsi="Times New Roman" w:cs="Times New Roman"/>
              </w:rPr>
              <w:t>Grade Assignment for Next Year</w:t>
            </w:r>
            <w:r>
              <w:rPr>
                <w:rFonts w:ascii="Times New Roman" w:hAnsi="Times New Roman" w:cs="Times New Roman"/>
              </w:rPr>
              <w:t>:_______________</w:t>
            </w:r>
          </w:p>
        </w:tc>
      </w:tr>
    </w:tbl>
    <w:p w:rsidR="00320E6C" w:rsidRDefault="00320E6C" w:rsidP="00F41CC4">
      <w:pPr>
        <w:spacing w:line="240" w:lineRule="auto"/>
        <w:rPr>
          <w:rFonts w:ascii="Times New Roman" w:hAnsi="Times New Roman" w:cs="Times New Roman"/>
        </w:rPr>
        <w:sectPr w:rsidR="00320E6C" w:rsidSect="00D07C1C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391209" w:rsidRPr="00C068A8" w:rsidRDefault="00391209" w:rsidP="00856896">
      <w:pPr>
        <w:rPr>
          <w:rFonts w:ascii="Times New Roman" w:hAnsi="Times New Roman" w:cs="Times New Roman"/>
        </w:rPr>
      </w:pPr>
    </w:p>
    <w:sectPr w:rsidR="00391209" w:rsidRPr="00C068A8" w:rsidSect="009C65DA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B24E5"/>
    <w:multiLevelType w:val="hybridMultilevel"/>
    <w:tmpl w:val="327AED16"/>
    <w:lvl w:ilvl="0" w:tplc="3B20CC04">
      <w:start w:val="1"/>
      <w:numFmt w:val="bullet"/>
      <w:lvlText w:val=" "/>
      <w:lvlJc w:val="left"/>
      <w:pPr>
        <w:ind w:left="1080" w:hanging="360"/>
      </w:pPr>
      <w:rPr>
        <w:rFonts w:ascii="Impact" w:hAnsi="Impac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802730"/>
    <w:multiLevelType w:val="hybridMultilevel"/>
    <w:tmpl w:val="B0821B54"/>
    <w:lvl w:ilvl="0" w:tplc="934C3F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A1735F"/>
    <w:multiLevelType w:val="hybridMultilevel"/>
    <w:tmpl w:val="B51450B4"/>
    <w:lvl w:ilvl="0" w:tplc="F7A41142">
      <w:start w:val="1"/>
      <w:numFmt w:val="bullet"/>
      <w:lvlText w:val="+"/>
      <w:lvlJc w:val="left"/>
      <w:pPr>
        <w:ind w:left="1080" w:hanging="360"/>
      </w:pPr>
      <w:rPr>
        <w:rFonts w:ascii="Impact" w:hAnsi="Impac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CD2EA5"/>
    <w:multiLevelType w:val="hybridMultilevel"/>
    <w:tmpl w:val="687E0A2A"/>
    <w:lvl w:ilvl="0" w:tplc="6220EC94">
      <w:start w:val="1"/>
      <w:numFmt w:val="bullet"/>
      <w:lvlText w:val="–"/>
      <w:lvlJc w:val="left"/>
      <w:pPr>
        <w:ind w:left="1080" w:hanging="360"/>
      </w:pPr>
      <w:rPr>
        <w:rFonts w:ascii="Impact" w:hAnsi="Impac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E80AF5"/>
    <w:multiLevelType w:val="hybridMultilevel"/>
    <w:tmpl w:val="8CA042F2"/>
    <w:lvl w:ilvl="0" w:tplc="38F6809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9C1E0A"/>
    <w:multiLevelType w:val="hybridMultilevel"/>
    <w:tmpl w:val="52CA6756"/>
    <w:lvl w:ilvl="0" w:tplc="0409000D">
      <w:start w:val="1"/>
      <w:numFmt w:val="bullet"/>
      <w:lvlText w:val="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>
    <w:nsid w:val="5D5677D1"/>
    <w:multiLevelType w:val="hybridMultilevel"/>
    <w:tmpl w:val="C65C6AFA"/>
    <w:lvl w:ilvl="0" w:tplc="38F6809E">
      <w:numFmt w:val="bullet"/>
      <w:lvlText w:val=""/>
      <w:lvlJc w:val="left"/>
      <w:pPr>
        <w:ind w:left="7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7">
    <w:nsid w:val="7CF4713B"/>
    <w:multiLevelType w:val="hybridMultilevel"/>
    <w:tmpl w:val="FF646894"/>
    <w:lvl w:ilvl="0" w:tplc="9D5A1E3A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631466"/>
    <w:multiLevelType w:val="hybridMultilevel"/>
    <w:tmpl w:val="9E6615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8"/>
  </w:num>
  <w:num w:numId="6">
    <w:abstractNumId w:val="7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5E6"/>
    <w:rsid w:val="00050EC8"/>
    <w:rsid w:val="00052BC6"/>
    <w:rsid w:val="00055F79"/>
    <w:rsid w:val="00057D76"/>
    <w:rsid w:val="000C341B"/>
    <w:rsid w:val="000F0FB7"/>
    <w:rsid w:val="00105882"/>
    <w:rsid w:val="00106484"/>
    <w:rsid w:val="00114F64"/>
    <w:rsid w:val="001C0DD1"/>
    <w:rsid w:val="001C4883"/>
    <w:rsid w:val="001E0B8D"/>
    <w:rsid w:val="001E3730"/>
    <w:rsid w:val="0024371A"/>
    <w:rsid w:val="00247449"/>
    <w:rsid w:val="002775D2"/>
    <w:rsid w:val="0028757C"/>
    <w:rsid w:val="002A7E9A"/>
    <w:rsid w:val="002E06E5"/>
    <w:rsid w:val="002E37FC"/>
    <w:rsid w:val="002E7E8F"/>
    <w:rsid w:val="002F4CCB"/>
    <w:rsid w:val="00320E6C"/>
    <w:rsid w:val="00370F90"/>
    <w:rsid w:val="00371A4B"/>
    <w:rsid w:val="00391209"/>
    <w:rsid w:val="003A1D2A"/>
    <w:rsid w:val="003E14C7"/>
    <w:rsid w:val="003F6396"/>
    <w:rsid w:val="00405E69"/>
    <w:rsid w:val="00433E48"/>
    <w:rsid w:val="00495C98"/>
    <w:rsid w:val="00532C4F"/>
    <w:rsid w:val="005334B9"/>
    <w:rsid w:val="005D66AA"/>
    <w:rsid w:val="005E11B3"/>
    <w:rsid w:val="005F5E78"/>
    <w:rsid w:val="00685C09"/>
    <w:rsid w:val="00692209"/>
    <w:rsid w:val="006B4169"/>
    <w:rsid w:val="006B5238"/>
    <w:rsid w:val="006D091E"/>
    <w:rsid w:val="006F701D"/>
    <w:rsid w:val="007310F7"/>
    <w:rsid w:val="007558EF"/>
    <w:rsid w:val="007A7408"/>
    <w:rsid w:val="007B4183"/>
    <w:rsid w:val="00814EAC"/>
    <w:rsid w:val="00833042"/>
    <w:rsid w:val="00856896"/>
    <w:rsid w:val="00877826"/>
    <w:rsid w:val="00905A6B"/>
    <w:rsid w:val="00907EA2"/>
    <w:rsid w:val="00944F9A"/>
    <w:rsid w:val="00984F06"/>
    <w:rsid w:val="009C65DA"/>
    <w:rsid w:val="009E50CD"/>
    <w:rsid w:val="00A4342B"/>
    <w:rsid w:val="00A62AC4"/>
    <w:rsid w:val="00B15298"/>
    <w:rsid w:val="00B6209D"/>
    <w:rsid w:val="00B83663"/>
    <w:rsid w:val="00C068A8"/>
    <w:rsid w:val="00C33DCA"/>
    <w:rsid w:val="00C55655"/>
    <w:rsid w:val="00C91B9F"/>
    <w:rsid w:val="00CE2097"/>
    <w:rsid w:val="00D02634"/>
    <w:rsid w:val="00D07C1C"/>
    <w:rsid w:val="00D16107"/>
    <w:rsid w:val="00D402A5"/>
    <w:rsid w:val="00DF0FBF"/>
    <w:rsid w:val="00E10BEB"/>
    <w:rsid w:val="00E12DF6"/>
    <w:rsid w:val="00E51852"/>
    <w:rsid w:val="00E80017"/>
    <w:rsid w:val="00EB21A6"/>
    <w:rsid w:val="00EB4ECC"/>
    <w:rsid w:val="00F41CC4"/>
    <w:rsid w:val="00F548E2"/>
    <w:rsid w:val="00F76B60"/>
    <w:rsid w:val="00F945A0"/>
    <w:rsid w:val="00F96B11"/>
    <w:rsid w:val="00FB0B2F"/>
    <w:rsid w:val="00FC65E6"/>
    <w:rsid w:val="00FF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30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6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39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F63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068A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30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6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39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F63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068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el\Downloads\School-Report-Template-doc-3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714C3-112D-49B2-921D-2C647D7260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3A20BB-5A55-4180-B778-4E37E5663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School-Report-Template-doc-34</Template>
  <TotalTime>0</TotalTime>
  <Pages>2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1</cp:revision>
  <cp:lastPrinted>2008-03-04T22:54:00Z</cp:lastPrinted>
  <dcterms:created xsi:type="dcterms:W3CDTF">2022-05-22T19:55:00Z</dcterms:created>
  <dcterms:modified xsi:type="dcterms:W3CDTF">2022-05-22T19:55:00Z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TC300021549990</vt:lpwstr>
  </property>
</Properties>
</file>