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9D" w:rsidRPr="003D706E" w:rsidRDefault="00E37FC8" w:rsidP="003D220F">
      <w:pPr>
        <w:outlineLvl w:val="0"/>
        <w:rPr>
          <w:rFonts w:ascii="Century Gothic" w:hAnsi="Century Gothic"/>
          <w:b/>
          <w:color w:val="808080" w:themeColor="background1" w:themeShade="80"/>
          <w:sz w:val="36"/>
          <w:szCs w:val="44"/>
        </w:rPr>
      </w:pPr>
      <w:bookmarkStart w:id="0" w:name="_GoBack"/>
      <w:bookmarkEnd w:id="0"/>
      <w:r>
        <w:rPr>
          <w:rFonts w:ascii="Century Gothic" w:hAnsi="Century Gothic"/>
          <w:b/>
          <w:color w:val="808080" w:themeColor="background1" w:themeShade="80"/>
          <w:sz w:val="36"/>
          <w:szCs w:val="44"/>
        </w:rPr>
        <w:t xml:space="preserve">PROJECT </w:t>
      </w:r>
      <w:r w:rsidR="00357719">
        <w:rPr>
          <w:rFonts w:ascii="Century Gothic" w:hAnsi="Century Gothic"/>
          <w:b/>
          <w:color w:val="808080" w:themeColor="background1" w:themeShade="80"/>
          <w:sz w:val="36"/>
          <w:szCs w:val="44"/>
        </w:rPr>
        <w:t xml:space="preserve">SUMMARY </w:t>
      </w:r>
      <w:r>
        <w:rPr>
          <w:rFonts w:ascii="Century Gothic" w:hAnsi="Century Gothic"/>
          <w:b/>
          <w:color w:val="808080" w:themeColor="background1" w:themeShade="80"/>
          <w:sz w:val="36"/>
          <w:szCs w:val="44"/>
        </w:rPr>
        <w:t>REPORT</w:t>
      </w:r>
    </w:p>
    <w:p w:rsidR="00E37FC8" w:rsidRDefault="00E37FC8" w:rsidP="00303C60">
      <w:pPr>
        <w:outlineLvl w:val="0"/>
        <w:rPr>
          <w:rFonts w:ascii="Century Gothic" w:hAnsi="Century Gothic"/>
          <w:b/>
          <w:color w:val="000000" w:themeColor="text1"/>
          <w:sz w:val="15"/>
          <w:szCs w:val="44"/>
        </w:rPr>
      </w:pPr>
    </w:p>
    <w:tbl>
      <w:tblPr>
        <w:tblW w:w="10732" w:type="dxa"/>
        <w:tblLook w:val="04A0" w:firstRow="1" w:lastRow="0" w:firstColumn="1" w:lastColumn="0" w:noHBand="0" w:noVBand="1"/>
      </w:tblPr>
      <w:tblGrid>
        <w:gridCol w:w="7155"/>
        <w:gridCol w:w="3577"/>
      </w:tblGrid>
      <w:tr w:rsidR="00F14F57" w:rsidRPr="00F14F57" w:rsidTr="00FC28FE">
        <w:trPr>
          <w:trHeight w:val="286"/>
        </w:trPr>
        <w:tc>
          <w:tcPr>
            <w:tcW w:w="7155" w:type="dxa"/>
            <w:tcBorders>
              <w:top w:val="nil"/>
              <w:left w:val="nil"/>
              <w:bottom w:val="single" w:sz="4" w:space="0" w:color="BFBFBF"/>
              <w:right w:val="nil"/>
            </w:tcBorders>
            <w:shd w:val="clear" w:color="auto" w:fill="auto"/>
            <w:vAlign w:val="center"/>
            <w:hideMark/>
          </w:tcPr>
          <w:p w:rsidR="00F14F57" w:rsidRPr="00F14F57" w:rsidRDefault="00F14F57" w:rsidP="00F14F57">
            <w:pPr>
              <w:ind w:left="-109"/>
              <w:rPr>
                <w:rFonts w:ascii="Century Gothic" w:hAnsi="Century Gothic" w:cs="Calibri"/>
                <w:color w:val="000000"/>
                <w:sz w:val="18"/>
                <w:szCs w:val="18"/>
              </w:rPr>
            </w:pPr>
            <w:r w:rsidRPr="00F14F57">
              <w:rPr>
                <w:rFonts w:ascii="Century Gothic" w:hAnsi="Century Gothic" w:cs="Calibri"/>
                <w:color w:val="000000"/>
                <w:sz w:val="18"/>
                <w:szCs w:val="18"/>
              </w:rPr>
              <w:t>PROJECT NAME</w:t>
            </w:r>
          </w:p>
        </w:tc>
        <w:tc>
          <w:tcPr>
            <w:tcW w:w="3577" w:type="dxa"/>
            <w:tcBorders>
              <w:top w:val="nil"/>
              <w:left w:val="nil"/>
              <w:bottom w:val="single" w:sz="4" w:space="0" w:color="BFBFBF"/>
              <w:right w:val="nil"/>
            </w:tcBorders>
            <w:shd w:val="clear" w:color="auto" w:fill="auto"/>
            <w:vAlign w:val="center"/>
            <w:hideMark/>
          </w:tcPr>
          <w:p w:rsidR="00F14F57" w:rsidRPr="00F14F57" w:rsidRDefault="00433D29" w:rsidP="00F14F57">
            <w:pPr>
              <w:ind w:left="-55"/>
              <w:rPr>
                <w:rFonts w:ascii="Century Gothic" w:hAnsi="Century Gothic" w:cs="Calibri"/>
                <w:color w:val="000000"/>
                <w:sz w:val="18"/>
                <w:szCs w:val="18"/>
              </w:rPr>
            </w:pPr>
            <w:r>
              <w:rPr>
                <w:rFonts w:ascii="Century Gothic" w:hAnsi="Century Gothic" w:cs="Calibri"/>
                <w:color w:val="000000"/>
                <w:sz w:val="18"/>
                <w:szCs w:val="18"/>
              </w:rPr>
              <w:t>REPORT DATE</w:t>
            </w:r>
          </w:p>
        </w:tc>
      </w:tr>
      <w:tr w:rsidR="00F14F57" w:rsidRPr="00F14F57" w:rsidTr="00FC28FE">
        <w:trPr>
          <w:trHeight w:val="557"/>
        </w:trPr>
        <w:tc>
          <w:tcPr>
            <w:tcW w:w="7155"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F14F57" w:rsidRPr="00F14F57" w:rsidRDefault="00F14F57" w:rsidP="00F14F57">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661312" behindDoc="0" locked="0" layoutInCell="1" allowOverlap="1" wp14:anchorId="5365E875" wp14:editId="0793C579">
                      <wp:simplePos x="0" y="0"/>
                      <wp:positionH relativeFrom="column">
                        <wp:posOffset>1320800</wp:posOffset>
                      </wp:positionH>
                      <wp:positionV relativeFrom="paragraph">
                        <wp:posOffset>431800</wp:posOffset>
                      </wp:positionV>
                      <wp:extent cx="1003300" cy="698500"/>
                      <wp:effectExtent l="0" t="0" r="0" b="0"/>
                      <wp:wrapNone/>
                      <wp:docPr id="409" name="Rectangle 40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79FF5B7-8512-BA43-976F-5618DD3F37DD}"/>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9" o:spid="_x0000_s1026" style="position:absolute;margin-left:104pt;margin-top:34pt;width:79pt;height:55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2336" behindDoc="0" locked="0" layoutInCell="1" allowOverlap="1" wp14:anchorId="4B0B54D3" wp14:editId="0CC20064">
                      <wp:simplePos x="0" y="0"/>
                      <wp:positionH relativeFrom="column">
                        <wp:posOffset>1320800</wp:posOffset>
                      </wp:positionH>
                      <wp:positionV relativeFrom="paragraph">
                        <wp:posOffset>431800</wp:posOffset>
                      </wp:positionV>
                      <wp:extent cx="1003300" cy="698500"/>
                      <wp:effectExtent l="0" t="0" r="0" b="0"/>
                      <wp:wrapNone/>
                      <wp:docPr id="410" name="Rectangle 4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3E132F-6026-354D-B39F-D10E0527827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0" o:spid="_x0000_s1027" style="position:absolute;margin-left:104pt;margin-top:34pt;width:79pt;height:55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0Su2Oj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3360" behindDoc="0" locked="0" layoutInCell="1" allowOverlap="1" wp14:anchorId="0995B8B9" wp14:editId="4FDC541E">
                      <wp:simplePos x="0" y="0"/>
                      <wp:positionH relativeFrom="column">
                        <wp:posOffset>1320800</wp:posOffset>
                      </wp:positionH>
                      <wp:positionV relativeFrom="paragraph">
                        <wp:posOffset>431800</wp:posOffset>
                      </wp:positionV>
                      <wp:extent cx="1003300" cy="698500"/>
                      <wp:effectExtent l="0" t="0" r="0" b="0"/>
                      <wp:wrapNone/>
                      <wp:docPr id="411" name="Rectangle 4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AB34BD0-1D26-D544-84CA-892A4F97BAD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1" o:spid="_x0000_s1028" style="position:absolute;margin-left:104pt;margin-top:34pt;width:79pt;height:55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1BAOQIAAD4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DD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oY2aDWshf1GboK&#10;a2nu4Wh6MRaY9p3EaIRRL7D+fiSKYdR/5DBL0TKJI9gNp4SraAU7q5wCkPdvrYTTVsD2UKMwOkrV&#10;HVpAGzoyNjEMqavgZaHsFrzVHfTXtd/8B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DKjUEA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4384" behindDoc="0" locked="0" layoutInCell="1" allowOverlap="1" wp14:anchorId="5293E49B" wp14:editId="0EB5E2C2">
                      <wp:simplePos x="0" y="0"/>
                      <wp:positionH relativeFrom="column">
                        <wp:posOffset>1320800</wp:posOffset>
                      </wp:positionH>
                      <wp:positionV relativeFrom="paragraph">
                        <wp:posOffset>431800</wp:posOffset>
                      </wp:positionV>
                      <wp:extent cx="1003300" cy="698500"/>
                      <wp:effectExtent l="0" t="0" r="0" b="0"/>
                      <wp:wrapNone/>
                      <wp:docPr id="412" name="Rectangle 41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ACD4C6-87E2-C842-872F-0604DD1E6DE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2" o:spid="_x0000_s1029" style="position:absolute;margin-left:104pt;margin-top:34pt;width:79pt;height:55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qIf4ZT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5408" behindDoc="0" locked="0" layoutInCell="1" allowOverlap="1" wp14:anchorId="72C8D4C9" wp14:editId="1D981896">
                      <wp:simplePos x="0" y="0"/>
                      <wp:positionH relativeFrom="column">
                        <wp:posOffset>1320800</wp:posOffset>
                      </wp:positionH>
                      <wp:positionV relativeFrom="paragraph">
                        <wp:posOffset>431800</wp:posOffset>
                      </wp:positionV>
                      <wp:extent cx="1003300" cy="698500"/>
                      <wp:effectExtent l="0" t="0" r="0" b="0"/>
                      <wp:wrapNone/>
                      <wp:docPr id="413" name="Rectangle 4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3A7427B-5100-784B-A6ED-098C161E4F4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3" o:spid="_x0000_s1030" style="position:absolute;margin-left:104pt;margin-top:34pt;width:79pt;height:55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p21OQIAAD4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jD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NHfQBrWWvajP0FVY&#10;S3MPR9OLscC07yRGI4x6gfX3I1EMo/4jh1mKlkkcwW44JVxFK9hZ5RSAvH9rJZy2AraHGoXRUaru&#10;0ALa0JGxiWFIXQUvC2W34K3uoL+u/eYnA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PSynbU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6432" behindDoc="0" locked="0" layoutInCell="1" allowOverlap="1" wp14:anchorId="6EF3E5D1" wp14:editId="1DC46D07">
                      <wp:simplePos x="0" y="0"/>
                      <wp:positionH relativeFrom="column">
                        <wp:posOffset>1320800</wp:posOffset>
                      </wp:positionH>
                      <wp:positionV relativeFrom="paragraph">
                        <wp:posOffset>431800</wp:posOffset>
                      </wp:positionV>
                      <wp:extent cx="1003300" cy="698500"/>
                      <wp:effectExtent l="0" t="0" r="0" b="0"/>
                      <wp:wrapNone/>
                      <wp:docPr id="414" name="Rectangle 4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3C1EB1-C648-2241-ACB6-08DB1CD1B2E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4" o:spid="_x0000_s1031" style="position:absolute;margin-left:104pt;margin-top:34pt;width:79pt;height:55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DUuVymOgIAAD4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7456" behindDoc="0" locked="0" layoutInCell="1" allowOverlap="1" wp14:anchorId="139760D0" wp14:editId="3169D90A">
                      <wp:simplePos x="0" y="0"/>
                      <wp:positionH relativeFrom="column">
                        <wp:posOffset>1320800</wp:posOffset>
                      </wp:positionH>
                      <wp:positionV relativeFrom="paragraph">
                        <wp:posOffset>431800</wp:posOffset>
                      </wp:positionV>
                      <wp:extent cx="1003300" cy="698500"/>
                      <wp:effectExtent l="0" t="0" r="0" b="0"/>
                      <wp:wrapNone/>
                      <wp:docPr id="415" name="Rectangle 41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4F58EC-E39C-B145-AC1E-A01CCCE44C05}"/>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5" o:spid="_x0000_s1032" style="position:absolute;margin-left:104pt;margin-top:34pt;width:79pt;height:55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zkgOAIAAD4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bFc5ID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8480" behindDoc="0" locked="0" layoutInCell="1" allowOverlap="1" wp14:anchorId="44B8276E" wp14:editId="67CD75C9">
                      <wp:simplePos x="0" y="0"/>
                      <wp:positionH relativeFrom="column">
                        <wp:posOffset>1320800</wp:posOffset>
                      </wp:positionH>
                      <wp:positionV relativeFrom="paragraph">
                        <wp:posOffset>431800</wp:posOffset>
                      </wp:positionV>
                      <wp:extent cx="1003300" cy="698500"/>
                      <wp:effectExtent l="0" t="0" r="0" b="0"/>
                      <wp:wrapNone/>
                      <wp:docPr id="416" name="Rectangle 4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BC65AC-477D-A74C-824F-AFCE05329A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6" o:spid="_x0000_s1033" style="position:absolute;margin-left:104pt;margin-top:34pt;width:79pt;height:55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5EFOQIAAD4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TD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q4tEGtZS/qM3QV&#10;1tLcw9H0Yiww7TuJ0QijXmD9/UgUw6j/yGGWomUSR7AbTglX0Qp2VjkFIO/fWgmnrYDtoUZhdJSq&#10;O7SANnRkbGIYUlfBy0LZLXirO+iva7/5CQ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PZzkQU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9504" behindDoc="0" locked="0" layoutInCell="1" allowOverlap="1" wp14:anchorId="502C7D28" wp14:editId="55CA38E7">
                      <wp:simplePos x="0" y="0"/>
                      <wp:positionH relativeFrom="column">
                        <wp:posOffset>1320800</wp:posOffset>
                      </wp:positionH>
                      <wp:positionV relativeFrom="paragraph">
                        <wp:posOffset>431800</wp:posOffset>
                      </wp:positionV>
                      <wp:extent cx="1003300" cy="698500"/>
                      <wp:effectExtent l="0" t="0" r="0" b="0"/>
                      <wp:wrapNone/>
                      <wp:docPr id="417" name="Rectangle 4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DC0437-42A7-C646-A076-124FC95174F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7" o:spid="_x0000_s1034" style="position:absolute;margin-left:104pt;margin-top:34pt;width:79pt;height:55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3aFOQIAAD4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DmXdoU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0528" behindDoc="0" locked="0" layoutInCell="1" allowOverlap="1" wp14:anchorId="49F5D9CC" wp14:editId="77B145D1">
                      <wp:simplePos x="0" y="0"/>
                      <wp:positionH relativeFrom="column">
                        <wp:posOffset>1320800</wp:posOffset>
                      </wp:positionH>
                      <wp:positionV relativeFrom="paragraph">
                        <wp:posOffset>431800</wp:posOffset>
                      </wp:positionV>
                      <wp:extent cx="1003300" cy="698500"/>
                      <wp:effectExtent l="0" t="0" r="0" b="0"/>
                      <wp:wrapNone/>
                      <wp:docPr id="418" name="Rectangle 41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2721FCA-C978-BC4F-97C5-9C9BD5A05C5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8" o:spid="_x0000_s1035" style="position:absolute;margin-left:104pt;margin-top:34pt;width:79pt;height:55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1552" behindDoc="0" locked="0" layoutInCell="1" allowOverlap="1" wp14:anchorId="66D0538A" wp14:editId="6121D5A2">
                      <wp:simplePos x="0" y="0"/>
                      <wp:positionH relativeFrom="column">
                        <wp:posOffset>1320800</wp:posOffset>
                      </wp:positionH>
                      <wp:positionV relativeFrom="paragraph">
                        <wp:posOffset>431800</wp:posOffset>
                      </wp:positionV>
                      <wp:extent cx="1003300" cy="698500"/>
                      <wp:effectExtent l="0" t="0" r="0" b="0"/>
                      <wp:wrapNone/>
                      <wp:docPr id="419" name="Rectangle 4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19EE4F-95A9-BD43-90D4-CBE989A473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9" o:spid="_x0000_s1036" style="position:absolute;margin-left:104pt;margin-top:34pt;width:79pt;height:55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h6rOQIAAD8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zDD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oYuqjWtBf1GdoK&#10;e2nu4Wh6MRaY9p3EaIRZL7D+fiSKYdR/5DBM0TKJI1gOp4SraAVLq5wCmPdvrYTTVsD6UKMwOkrV&#10;HVqAGzo2NjFMqSvhZaPsGrzVHfbXvd/8B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PNGHqs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2576" behindDoc="0" locked="0" layoutInCell="1" allowOverlap="1" wp14:anchorId="6A0D9565" wp14:editId="262932F6">
                      <wp:simplePos x="0" y="0"/>
                      <wp:positionH relativeFrom="column">
                        <wp:posOffset>1320800</wp:posOffset>
                      </wp:positionH>
                      <wp:positionV relativeFrom="paragraph">
                        <wp:posOffset>431800</wp:posOffset>
                      </wp:positionV>
                      <wp:extent cx="1003300" cy="698500"/>
                      <wp:effectExtent l="0" t="0" r="0" b="0"/>
                      <wp:wrapNone/>
                      <wp:docPr id="420" name="Rectangle 4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7EBE609-03EE-D947-A31C-43DF6029FEC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0" o:spid="_x0000_s1037" style="position:absolute;margin-left:104pt;margin-top:34pt;width:79pt;height:55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OnOAyQ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3600" behindDoc="0" locked="0" layoutInCell="1" allowOverlap="1" wp14:anchorId="1594D718" wp14:editId="0A0C7163">
                      <wp:simplePos x="0" y="0"/>
                      <wp:positionH relativeFrom="column">
                        <wp:posOffset>1320800</wp:posOffset>
                      </wp:positionH>
                      <wp:positionV relativeFrom="paragraph">
                        <wp:posOffset>431800</wp:posOffset>
                      </wp:positionV>
                      <wp:extent cx="1003300" cy="698500"/>
                      <wp:effectExtent l="0" t="0" r="0" b="0"/>
                      <wp:wrapNone/>
                      <wp:docPr id="421" name="Rectangle 42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C695C0-E30A-7245-9127-85507EED54B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1" o:spid="_x0000_s1038" style="position:absolute;margin-left:104pt;margin-top:34pt;width:79pt;height:55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GGSU0g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4624" behindDoc="0" locked="0" layoutInCell="1" allowOverlap="1" wp14:anchorId="1A66A940" wp14:editId="6F77BE42">
                      <wp:simplePos x="0" y="0"/>
                      <wp:positionH relativeFrom="column">
                        <wp:posOffset>1320800</wp:posOffset>
                      </wp:positionH>
                      <wp:positionV relativeFrom="paragraph">
                        <wp:posOffset>431800</wp:posOffset>
                      </wp:positionV>
                      <wp:extent cx="1003300" cy="698500"/>
                      <wp:effectExtent l="0" t="0" r="0" b="0"/>
                      <wp:wrapNone/>
                      <wp:docPr id="422" name="Rectangle 4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0C32445-06B8-D24D-9A7F-9CC02E0D7F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2" o:spid="_x0000_s1039" style="position:absolute;margin-left:104pt;margin-top:34pt;width:79pt;height:55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ovFiJ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5648" behindDoc="0" locked="0" layoutInCell="1" allowOverlap="1" wp14:anchorId="5FCAEB27" wp14:editId="06AC16B5">
                      <wp:simplePos x="0" y="0"/>
                      <wp:positionH relativeFrom="column">
                        <wp:posOffset>1320800</wp:posOffset>
                      </wp:positionH>
                      <wp:positionV relativeFrom="paragraph">
                        <wp:posOffset>431800</wp:posOffset>
                      </wp:positionV>
                      <wp:extent cx="1003300" cy="698500"/>
                      <wp:effectExtent l="0" t="0" r="0" b="0"/>
                      <wp:wrapNone/>
                      <wp:docPr id="423" name="Rectangle 4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0E4861-B412-FD4B-A92D-3B87C7EEA71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3" o:spid="_x0000_s1040" style="position:absolute;margin-left:104pt;margin-top:34pt;width:79pt;height:55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eME1P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6672" behindDoc="0" locked="0" layoutInCell="1" allowOverlap="1" wp14:anchorId="12EFC193" wp14:editId="12E1D123">
                      <wp:simplePos x="0" y="0"/>
                      <wp:positionH relativeFrom="column">
                        <wp:posOffset>1320800</wp:posOffset>
                      </wp:positionH>
                      <wp:positionV relativeFrom="paragraph">
                        <wp:posOffset>431800</wp:posOffset>
                      </wp:positionV>
                      <wp:extent cx="1003300" cy="698500"/>
                      <wp:effectExtent l="0" t="0" r="0" b="0"/>
                      <wp:wrapNone/>
                      <wp:docPr id="424" name="Rectangle 42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4F3D692-FA07-614D-BFE7-FF5B90654F1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4" o:spid="_x0000_s1041" style="position:absolute;margin-left:104pt;margin-top:34pt;width:79pt;height:55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FZOQIAAD8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LAmgVk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7696" behindDoc="0" locked="0" layoutInCell="1" allowOverlap="1" wp14:anchorId="7C20F00C" wp14:editId="16A5EF61">
                      <wp:simplePos x="0" y="0"/>
                      <wp:positionH relativeFrom="column">
                        <wp:posOffset>1320800</wp:posOffset>
                      </wp:positionH>
                      <wp:positionV relativeFrom="paragraph">
                        <wp:posOffset>431800</wp:posOffset>
                      </wp:positionV>
                      <wp:extent cx="1003300" cy="698500"/>
                      <wp:effectExtent l="0" t="0" r="0" b="0"/>
                      <wp:wrapNone/>
                      <wp:docPr id="425" name="Rectangle 4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212DEB-4CDA-FB43-913E-93E9FAC8BBB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5" o:spid="_x0000_s1042" style="position:absolute;margin-left:104pt;margin-top:34pt;width:79pt;height:55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E1OgIAAD8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4etE1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8720" behindDoc="0" locked="0" layoutInCell="1" allowOverlap="1" wp14:anchorId="76DD08D1" wp14:editId="18A83D0E">
                      <wp:simplePos x="0" y="0"/>
                      <wp:positionH relativeFrom="column">
                        <wp:posOffset>1320800</wp:posOffset>
                      </wp:positionH>
                      <wp:positionV relativeFrom="paragraph">
                        <wp:posOffset>431800</wp:posOffset>
                      </wp:positionV>
                      <wp:extent cx="1003300" cy="698500"/>
                      <wp:effectExtent l="0" t="0" r="0" b="0"/>
                      <wp:wrapNone/>
                      <wp:docPr id="426" name="Rectangle 4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F0FF2C-8A9F-9B4D-88BF-293FDADBF6D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6" o:spid="_x0000_s1043" style="position:absolute;margin-left:104pt;margin-top:34pt;width:79pt;height:55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58IOgIAAD8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Sj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oYLm1Ua9qL+gxt&#10;hb0093A0vRgLTPtOYjTCrBdYfz8SxTDqP3IYpmiZxBEsh1PCVbSCpVVOAcz7t1bCaStgfahRGB2l&#10;6g4twA0dG5sYptSV8LJRdg3e6g77695vfg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rX58I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9744" behindDoc="0" locked="0" layoutInCell="1" allowOverlap="1" wp14:anchorId="093AF0C5" wp14:editId="35336F43">
                      <wp:simplePos x="0" y="0"/>
                      <wp:positionH relativeFrom="column">
                        <wp:posOffset>1320800</wp:posOffset>
                      </wp:positionH>
                      <wp:positionV relativeFrom="paragraph">
                        <wp:posOffset>431800</wp:posOffset>
                      </wp:positionV>
                      <wp:extent cx="1003300" cy="698500"/>
                      <wp:effectExtent l="0" t="0" r="0" b="0"/>
                      <wp:wrapNone/>
                      <wp:docPr id="427" name="Rectangle 42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A0071AC-1D77-B448-8A16-CEBDAC6AB1A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7" o:spid="_x0000_s1044" style="position:absolute;margin-left:104pt;margin-top:34pt;width:79pt;height:55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I9vzp4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0768" behindDoc="0" locked="0" layoutInCell="1" allowOverlap="1" wp14:anchorId="114031F0" wp14:editId="66C87A6F">
                      <wp:simplePos x="0" y="0"/>
                      <wp:positionH relativeFrom="column">
                        <wp:posOffset>1320800</wp:posOffset>
                      </wp:positionH>
                      <wp:positionV relativeFrom="paragraph">
                        <wp:posOffset>431800</wp:posOffset>
                      </wp:positionV>
                      <wp:extent cx="1003300" cy="698500"/>
                      <wp:effectExtent l="0" t="0" r="0" b="0"/>
                      <wp:wrapNone/>
                      <wp:docPr id="428" name="Rectangle 4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20E877E-F076-E347-B07E-04107C1E829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8" o:spid="_x0000_s1045" style="position:absolute;margin-left:104pt;margin-top:34pt;width:79pt;height:55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uDv38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1792" behindDoc="0" locked="0" layoutInCell="1" allowOverlap="1" wp14:anchorId="340DE1A5" wp14:editId="1396514F">
                      <wp:simplePos x="0" y="0"/>
                      <wp:positionH relativeFrom="column">
                        <wp:posOffset>1320800</wp:posOffset>
                      </wp:positionH>
                      <wp:positionV relativeFrom="paragraph">
                        <wp:posOffset>431800</wp:posOffset>
                      </wp:positionV>
                      <wp:extent cx="1003300" cy="698500"/>
                      <wp:effectExtent l="0" t="0" r="0" b="0"/>
                      <wp:wrapNone/>
                      <wp:docPr id="429" name="Rectangle 4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274D7C1-1054-5444-A05E-48AF6E2167D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9" o:spid="_x0000_s1046" style="position:absolute;margin-left:104pt;margin-top:34pt;width:79pt;height:55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FXaBXw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2816" behindDoc="0" locked="0" layoutInCell="1" allowOverlap="1" wp14:anchorId="08B9F96D" wp14:editId="61A28723">
                      <wp:simplePos x="0" y="0"/>
                      <wp:positionH relativeFrom="column">
                        <wp:posOffset>1320800</wp:posOffset>
                      </wp:positionH>
                      <wp:positionV relativeFrom="paragraph">
                        <wp:posOffset>431800</wp:posOffset>
                      </wp:positionV>
                      <wp:extent cx="1003300" cy="698500"/>
                      <wp:effectExtent l="0" t="0" r="0" b="0"/>
                      <wp:wrapNone/>
                      <wp:docPr id="430" name="Rectangle 43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264A58-D5F7-574A-BCD7-410BF669F84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0" o:spid="_x0000_s1047" style="position:absolute;margin-left:104pt;margin-top:34pt;width:79pt;height:55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zCLXxj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3840" behindDoc="0" locked="0" layoutInCell="1" allowOverlap="1" wp14:anchorId="332740ED" wp14:editId="03F29D91">
                      <wp:simplePos x="0" y="0"/>
                      <wp:positionH relativeFrom="column">
                        <wp:posOffset>1320800</wp:posOffset>
                      </wp:positionH>
                      <wp:positionV relativeFrom="paragraph">
                        <wp:posOffset>431800</wp:posOffset>
                      </wp:positionV>
                      <wp:extent cx="1003300" cy="698500"/>
                      <wp:effectExtent l="0" t="0" r="0" b="0"/>
                      <wp:wrapNone/>
                      <wp:docPr id="431" name="Rectangle 4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F30F5C6-6398-2243-BAE5-1272EC8009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1" o:spid="_x0000_s1048" style="position:absolute;margin-left:104pt;margin-top:34pt;width:79pt;height:55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Efoeq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4864" behindDoc="0" locked="0" layoutInCell="1" allowOverlap="1" wp14:anchorId="0D937282" wp14:editId="6C9CACDB">
                      <wp:simplePos x="0" y="0"/>
                      <wp:positionH relativeFrom="column">
                        <wp:posOffset>1320800</wp:posOffset>
                      </wp:positionH>
                      <wp:positionV relativeFrom="paragraph">
                        <wp:posOffset>431800</wp:posOffset>
                      </wp:positionV>
                      <wp:extent cx="1003300" cy="698500"/>
                      <wp:effectExtent l="0" t="0" r="0" b="0"/>
                      <wp:wrapNone/>
                      <wp:docPr id="432" name="Rectangle 4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E0FCAAE-D2DE-3C4A-8CFB-C7B5C16943A4}"/>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2" o:spid="_x0000_s1049" style="position:absolute;margin-left:104pt;margin-top:34pt;width:79pt;height:55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8mXOAIAAD8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V1vJlz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5888" behindDoc="0" locked="0" layoutInCell="1" allowOverlap="1" wp14:anchorId="51A04046" wp14:editId="0BCE9ADE">
                      <wp:simplePos x="0" y="0"/>
                      <wp:positionH relativeFrom="column">
                        <wp:posOffset>1295400</wp:posOffset>
                      </wp:positionH>
                      <wp:positionV relativeFrom="paragraph">
                        <wp:posOffset>431800</wp:posOffset>
                      </wp:positionV>
                      <wp:extent cx="1003300" cy="698500"/>
                      <wp:effectExtent l="0" t="0" r="0" b="0"/>
                      <wp:wrapNone/>
                      <wp:docPr id="808" name="Rectangle 80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5D17BBB-7A29-854A-9FB4-823ED797679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8" o:spid="_x0000_s1050" style="position:absolute;margin-left:102pt;margin-top:34pt;width:79pt;height:55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UcOAIAAD8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K8StRw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6912" behindDoc="0" locked="0" layoutInCell="1" allowOverlap="1" wp14:anchorId="1017FD89" wp14:editId="03661DCE">
                      <wp:simplePos x="0" y="0"/>
                      <wp:positionH relativeFrom="column">
                        <wp:posOffset>1295400</wp:posOffset>
                      </wp:positionH>
                      <wp:positionV relativeFrom="paragraph">
                        <wp:posOffset>431800</wp:posOffset>
                      </wp:positionV>
                      <wp:extent cx="1003300" cy="698500"/>
                      <wp:effectExtent l="0" t="0" r="0" b="0"/>
                      <wp:wrapNone/>
                      <wp:docPr id="809" name="Rectangle 8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B1DCE8E-51E9-9E42-9817-F760E194E13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9" o:spid="_x0000_s1051" style="position:absolute;margin-left:102pt;margin-top:34pt;width:79pt;height:55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VbOgIAAD8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1SPlWzoCAAA/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7936" behindDoc="0" locked="0" layoutInCell="1" allowOverlap="1" wp14:anchorId="7F9221AD" wp14:editId="2422F2BE">
                      <wp:simplePos x="0" y="0"/>
                      <wp:positionH relativeFrom="column">
                        <wp:posOffset>1295400</wp:posOffset>
                      </wp:positionH>
                      <wp:positionV relativeFrom="paragraph">
                        <wp:posOffset>431800</wp:posOffset>
                      </wp:positionV>
                      <wp:extent cx="1003300" cy="698500"/>
                      <wp:effectExtent l="0" t="0" r="0" b="0"/>
                      <wp:wrapNone/>
                      <wp:docPr id="810" name="Rectangle 8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E0B302B-329F-704B-8F92-D1B9F7ABFF08}"/>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0" o:spid="_x0000_s1052" style="position:absolute;margin-left:102pt;margin-top:34pt;width:79pt;height:55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kvXI2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8960" behindDoc="0" locked="0" layoutInCell="1" allowOverlap="1" wp14:anchorId="6BC73777" wp14:editId="54A7C544">
                      <wp:simplePos x="0" y="0"/>
                      <wp:positionH relativeFrom="column">
                        <wp:posOffset>1295400</wp:posOffset>
                      </wp:positionH>
                      <wp:positionV relativeFrom="paragraph">
                        <wp:posOffset>431800</wp:posOffset>
                      </wp:positionV>
                      <wp:extent cx="1003300" cy="698500"/>
                      <wp:effectExtent l="0" t="0" r="0" b="0"/>
                      <wp:wrapNone/>
                      <wp:docPr id="811" name="Rectangle 81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6D67B6-DC46-654D-A875-2DBC5C407F9A}"/>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1" o:spid="_x0000_s1053" style="position:absolute;margin-left:102pt;margin-top:34pt;width:79pt;height:55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ejCJx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9984" behindDoc="0" locked="0" layoutInCell="1" allowOverlap="1" wp14:anchorId="4347B76A" wp14:editId="3154450F">
                      <wp:simplePos x="0" y="0"/>
                      <wp:positionH relativeFrom="column">
                        <wp:posOffset>1295400</wp:posOffset>
                      </wp:positionH>
                      <wp:positionV relativeFrom="paragraph">
                        <wp:posOffset>431800</wp:posOffset>
                      </wp:positionV>
                      <wp:extent cx="1003300" cy="698500"/>
                      <wp:effectExtent l="0" t="0" r="0" b="0"/>
                      <wp:wrapNone/>
                      <wp:docPr id="812" name="Rectangle 8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F1C1EDA-158B-154D-ACE4-AF6D57EAF98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2" o:spid="_x0000_s1054" style="position:absolute;margin-left:102pt;margin-top:34pt;width:79pt;height:55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Joyhh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1008" behindDoc="0" locked="0" layoutInCell="1" allowOverlap="1" wp14:anchorId="08EA2B57" wp14:editId="1A8D68BF">
                      <wp:simplePos x="0" y="0"/>
                      <wp:positionH relativeFrom="column">
                        <wp:posOffset>1295400</wp:posOffset>
                      </wp:positionH>
                      <wp:positionV relativeFrom="paragraph">
                        <wp:posOffset>431800</wp:posOffset>
                      </wp:positionV>
                      <wp:extent cx="1003300" cy="698500"/>
                      <wp:effectExtent l="0" t="0" r="0" b="0"/>
                      <wp:wrapNone/>
                      <wp:docPr id="813" name="Rectangle 8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A78C19-E92A-E146-B1AB-A03516C1BFF8}"/>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3" o:spid="_x0000_s1055" style="position:absolute;margin-left:102pt;margin-top:34pt;width:79pt;height:55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T3a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xh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ej3Ea1pr2oz9BW&#10;2EtzD0fTi7HEtO8kRiPMeon19yNRDKP+I4dhipZJHMFyOCXMogyWVjkFMO/fWgmnrYD1oUZhdJSq&#10;O7QAN3RsbGKYUlfCy0bZNXirO+yve7/+C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pmT3a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2032" behindDoc="0" locked="0" layoutInCell="1" allowOverlap="1" wp14:anchorId="3DF82D72" wp14:editId="74F441E2">
                      <wp:simplePos x="0" y="0"/>
                      <wp:positionH relativeFrom="column">
                        <wp:posOffset>1295400</wp:posOffset>
                      </wp:positionH>
                      <wp:positionV relativeFrom="paragraph">
                        <wp:posOffset>431800</wp:posOffset>
                      </wp:positionV>
                      <wp:extent cx="1003300" cy="698500"/>
                      <wp:effectExtent l="0" t="0" r="0" b="0"/>
                      <wp:wrapNone/>
                      <wp:docPr id="814" name="Rectangle 81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BA47120-C8D3-FF4E-871B-DD85F339725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4" o:spid="_x0000_s1056" style="position:absolute;margin-left:102pt;margin-top:34pt;width:79pt;height:55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IHyhKQ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3056" behindDoc="0" locked="0" layoutInCell="1" allowOverlap="1" wp14:anchorId="59906247" wp14:editId="13171C48">
                      <wp:simplePos x="0" y="0"/>
                      <wp:positionH relativeFrom="column">
                        <wp:posOffset>1295400</wp:posOffset>
                      </wp:positionH>
                      <wp:positionV relativeFrom="paragraph">
                        <wp:posOffset>431800</wp:posOffset>
                      </wp:positionV>
                      <wp:extent cx="1003300" cy="698500"/>
                      <wp:effectExtent l="0" t="0" r="0" b="0"/>
                      <wp:wrapNone/>
                      <wp:docPr id="815" name="Rectangle 8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E754C08-E5E5-9E4F-8340-1B2A0DC06EC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5" o:spid="_x0000_s1057" style="position:absolute;margin-left:102pt;margin-top:34pt;width:79pt;height:55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9TjOQIAAD8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7w9Tj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4080" behindDoc="0" locked="0" layoutInCell="1" allowOverlap="1" wp14:anchorId="78A4AB81" wp14:editId="60545A4A">
                      <wp:simplePos x="0" y="0"/>
                      <wp:positionH relativeFrom="column">
                        <wp:posOffset>1295400</wp:posOffset>
                      </wp:positionH>
                      <wp:positionV relativeFrom="paragraph">
                        <wp:posOffset>431800</wp:posOffset>
                      </wp:positionV>
                      <wp:extent cx="1003300" cy="698500"/>
                      <wp:effectExtent l="0" t="0" r="0" b="0"/>
                      <wp:wrapNone/>
                      <wp:docPr id="816" name="Rectangle 8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B272C9D-376D-4645-834F-8C7FA319980F}"/>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6" o:spid="_x0000_s1058" style="position:absolute;margin-left:102pt;margin-top:34pt;width:79pt;height:55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r1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ph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fjyEa1pr2oz9BW&#10;2EtzD0fTi7HEtO8kRiPMeon19yNRDKP+I4dhipYJ+CLjlDCLMlha5RTAvH9rJZy2AtaHGoXRUaru&#10;0ALc0LGxiWFKXQkvG2XX4K3usL/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ai5r1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5104" behindDoc="0" locked="0" layoutInCell="1" allowOverlap="1" wp14:anchorId="1F18AE6A" wp14:editId="10E7D0B5">
                      <wp:simplePos x="0" y="0"/>
                      <wp:positionH relativeFrom="column">
                        <wp:posOffset>1295400</wp:posOffset>
                      </wp:positionH>
                      <wp:positionV relativeFrom="paragraph">
                        <wp:posOffset>431800</wp:posOffset>
                      </wp:positionV>
                      <wp:extent cx="1003300" cy="698500"/>
                      <wp:effectExtent l="0" t="0" r="0" b="0"/>
                      <wp:wrapNone/>
                      <wp:docPr id="817" name="Rectangle 81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B28B464-F589-3A4D-8AA1-BEDBA14FDEF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7" o:spid="_x0000_s1059" style="position:absolute;margin-left:102pt;margin-top:34pt;width:79pt;height:55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gusqy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6128" behindDoc="0" locked="0" layoutInCell="1" allowOverlap="1" wp14:anchorId="283E6C13" wp14:editId="7DC4D0D7">
                      <wp:simplePos x="0" y="0"/>
                      <wp:positionH relativeFrom="column">
                        <wp:posOffset>1295400</wp:posOffset>
                      </wp:positionH>
                      <wp:positionV relativeFrom="paragraph">
                        <wp:posOffset>431800</wp:posOffset>
                      </wp:positionV>
                      <wp:extent cx="1003300" cy="698500"/>
                      <wp:effectExtent l="0" t="0" r="0" b="0"/>
                      <wp:wrapNone/>
                      <wp:docPr id="818" name="Rectangle 8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202C1F5-AF1E-3248-BAD6-2B0A652FC278}"/>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8" o:spid="_x0000_s1060" style="position:absolute;margin-left:102pt;margin-top:34pt;width:79pt;height:55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Xbfmt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7152" behindDoc="0" locked="0" layoutInCell="1" allowOverlap="1" wp14:anchorId="028CD44D" wp14:editId="6FB93BC0">
                      <wp:simplePos x="0" y="0"/>
                      <wp:positionH relativeFrom="column">
                        <wp:posOffset>1295400</wp:posOffset>
                      </wp:positionH>
                      <wp:positionV relativeFrom="paragraph">
                        <wp:posOffset>431800</wp:posOffset>
                      </wp:positionV>
                      <wp:extent cx="1003300" cy="698500"/>
                      <wp:effectExtent l="0" t="0" r="0" b="0"/>
                      <wp:wrapNone/>
                      <wp:docPr id="819" name="Rectangle 8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2E4CF3-CA56-724C-BE53-6A31BEB6953E}"/>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9" o:spid="_x0000_s1061" style="position:absolute;margin-left:102pt;margin-top:34pt;width:79pt;height:55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wWOgIAAD8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t1fsFjoCAAA/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8176" behindDoc="0" locked="0" layoutInCell="1" allowOverlap="1" wp14:anchorId="30363448" wp14:editId="2A807E8E">
                      <wp:simplePos x="0" y="0"/>
                      <wp:positionH relativeFrom="column">
                        <wp:posOffset>1295400</wp:posOffset>
                      </wp:positionH>
                      <wp:positionV relativeFrom="paragraph">
                        <wp:posOffset>431800</wp:posOffset>
                      </wp:positionV>
                      <wp:extent cx="1003300" cy="698500"/>
                      <wp:effectExtent l="0" t="0" r="0" b="0"/>
                      <wp:wrapNone/>
                      <wp:docPr id="820" name="Rectangle 82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33E0BE7-5B1E-4645-8D63-93D8976FE6B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0" o:spid="_x0000_s1062" style="position:absolute;margin-left:102pt;margin-top:34pt;width:79pt;height:55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EW5tE4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9200" behindDoc="0" locked="0" layoutInCell="1" allowOverlap="1" wp14:anchorId="1E83E39B" wp14:editId="44BF78DD">
                      <wp:simplePos x="0" y="0"/>
                      <wp:positionH relativeFrom="column">
                        <wp:posOffset>1295400</wp:posOffset>
                      </wp:positionH>
                      <wp:positionV relativeFrom="paragraph">
                        <wp:posOffset>431800</wp:posOffset>
                      </wp:positionV>
                      <wp:extent cx="1003300" cy="698500"/>
                      <wp:effectExtent l="0" t="0" r="0" b="0"/>
                      <wp:wrapNone/>
                      <wp:docPr id="821" name="Rectangle 8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8BF7C56-2D71-794F-A6AA-CAD5D0E15FED}"/>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1" o:spid="_x0000_s1063" style="position:absolute;margin-left:102pt;margin-top:34pt;width:79pt;height:55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J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hR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fjpY1qTXtRn6Gt&#10;sJfmHo6mF2OJad9JjEaY9RLr70eiGEb9Rw7DFC2TOILlcEqYRRksrXIKYN6/tRJOWwHrQ43C6ChV&#10;d2gBbujY2MQwpa6El42ya/BWd9hf9379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iOQJ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0224" behindDoc="0" locked="0" layoutInCell="1" allowOverlap="1" wp14:anchorId="008CA209" wp14:editId="2E30EE64">
                      <wp:simplePos x="0" y="0"/>
                      <wp:positionH relativeFrom="column">
                        <wp:posOffset>1295400</wp:posOffset>
                      </wp:positionH>
                      <wp:positionV relativeFrom="paragraph">
                        <wp:posOffset>431800</wp:posOffset>
                      </wp:positionV>
                      <wp:extent cx="1003300" cy="698500"/>
                      <wp:effectExtent l="0" t="0" r="0" b="0"/>
                      <wp:wrapNone/>
                      <wp:docPr id="822" name="Rectangle 8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60A937D-E75E-4045-8007-12434AC105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2" o:spid="_x0000_s1064" style="position:absolute;margin-left:102pt;margin-top:34pt;width:79pt;height:55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KvlOQIAAD8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yrKvl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1248" behindDoc="0" locked="0" layoutInCell="1" allowOverlap="1" wp14:anchorId="263631DF" wp14:editId="0823F831">
                      <wp:simplePos x="0" y="0"/>
                      <wp:positionH relativeFrom="column">
                        <wp:posOffset>1295400</wp:posOffset>
                      </wp:positionH>
                      <wp:positionV relativeFrom="paragraph">
                        <wp:posOffset>431800</wp:posOffset>
                      </wp:positionV>
                      <wp:extent cx="1003300" cy="698500"/>
                      <wp:effectExtent l="0" t="0" r="0" b="0"/>
                      <wp:wrapNone/>
                      <wp:docPr id="823" name="Rectangle 82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5A1CBD7-C5C4-A34B-8AE1-93C71CB5BD0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3" o:spid="_x0000_s1065" style="position:absolute;margin-left:102pt;margin-top:34pt;width:79pt;height:55pt;z-index:25170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uiOAIAAD8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Iid+6I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2272" behindDoc="0" locked="0" layoutInCell="1" allowOverlap="1" wp14:anchorId="66F52629" wp14:editId="65C5D77C">
                      <wp:simplePos x="0" y="0"/>
                      <wp:positionH relativeFrom="column">
                        <wp:posOffset>1295400</wp:posOffset>
                      </wp:positionH>
                      <wp:positionV relativeFrom="paragraph">
                        <wp:posOffset>431800</wp:posOffset>
                      </wp:positionV>
                      <wp:extent cx="1003300" cy="698500"/>
                      <wp:effectExtent l="0" t="0" r="0" b="0"/>
                      <wp:wrapNone/>
                      <wp:docPr id="824" name="Rectangle 8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58A4EA9-5244-5F4B-9AFA-B78470D0105F}"/>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4" o:spid="_x0000_s1066" style="position:absolute;margin-left:102pt;margin-top:34pt;width:79pt;height:55pt;z-index:25170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oOAIAAD8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IdD6yg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3296" behindDoc="0" locked="0" layoutInCell="1" allowOverlap="1" wp14:anchorId="71E89772" wp14:editId="0306E3BC">
                      <wp:simplePos x="0" y="0"/>
                      <wp:positionH relativeFrom="column">
                        <wp:posOffset>1295400</wp:posOffset>
                      </wp:positionH>
                      <wp:positionV relativeFrom="paragraph">
                        <wp:posOffset>431800</wp:posOffset>
                      </wp:positionV>
                      <wp:extent cx="1003300" cy="698500"/>
                      <wp:effectExtent l="0" t="0" r="0" b="0"/>
                      <wp:wrapNone/>
                      <wp:docPr id="825" name="Rectangle 8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A248361-5C7B-144C-B065-524A6E048CD7}"/>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5" o:spid="_x0000_s1067" style="position:absolute;margin-left:102pt;margin-top:34pt;width:79pt;height:55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f6TOQIAAD8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nef6T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4320" behindDoc="0" locked="0" layoutInCell="1" allowOverlap="1" wp14:anchorId="3A5B4564" wp14:editId="5A81D99B">
                      <wp:simplePos x="0" y="0"/>
                      <wp:positionH relativeFrom="column">
                        <wp:posOffset>1295400</wp:posOffset>
                      </wp:positionH>
                      <wp:positionV relativeFrom="paragraph">
                        <wp:posOffset>431800</wp:posOffset>
                      </wp:positionV>
                      <wp:extent cx="1003300" cy="698500"/>
                      <wp:effectExtent l="0" t="0" r="0" b="0"/>
                      <wp:wrapNone/>
                      <wp:docPr id="826" name="Rectangle 82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E674246-DC32-D049-A268-EE64A4D2E20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6" o:spid="_x0000_s1068" style="position:absolute;margin-left:102pt;margin-top:34pt;width:79pt;height:55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V5OQIAAD8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cOvV5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5344" behindDoc="0" locked="0" layoutInCell="1" allowOverlap="1" wp14:anchorId="4285FCB4" wp14:editId="293C66B9">
                      <wp:simplePos x="0" y="0"/>
                      <wp:positionH relativeFrom="column">
                        <wp:posOffset>1295400</wp:posOffset>
                      </wp:positionH>
                      <wp:positionV relativeFrom="paragraph">
                        <wp:posOffset>431800</wp:posOffset>
                      </wp:positionV>
                      <wp:extent cx="1003300" cy="698500"/>
                      <wp:effectExtent l="0" t="0" r="0" b="0"/>
                      <wp:wrapNone/>
                      <wp:docPr id="827" name="Rectangle 8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1444E8-E7C5-3F4F-883F-1AEEEB026481}"/>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7" o:spid="_x0000_s1069" style="position:absolute;margin-left:102pt;margin-top:34pt;width:79pt;height:55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6U+OgIAAD8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ZgulPjoCAAA/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6368" behindDoc="0" locked="0" layoutInCell="1" allowOverlap="1" wp14:anchorId="0D3D9F2D" wp14:editId="10103E45">
                      <wp:simplePos x="0" y="0"/>
                      <wp:positionH relativeFrom="column">
                        <wp:posOffset>1295400</wp:posOffset>
                      </wp:positionH>
                      <wp:positionV relativeFrom="paragraph">
                        <wp:posOffset>431800</wp:posOffset>
                      </wp:positionV>
                      <wp:extent cx="1003300" cy="698500"/>
                      <wp:effectExtent l="0" t="0" r="0" b="0"/>
                      <wp:wrapNone/>
                      <wp:docPr id="828" name="Rectangle 8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D1E3A1F-51CA-A141-A4CB-FED21D310CD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8" o:spid="_x0000_s1070" style="position:absolute;margin-left:102pt;margin-top:34pt;width:79pt;height:55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L19Pd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7392" behindDoc="0" locked="0" layoutInCell="1" allowOverlap="1" wp14:anchorId="5A318407" wp14:editId="38A2EBC4">
                      <wp:simplePos x="0" y="0"/>
                      <wp:positionH relativeFrom="column">
                        <wp:posOffset>1295400</wp:posOffset>
                      </wp:positionH>
                      <wp:positionV relativeFrom="paragraph">
                        <wp:posOffset>431800</wp:posOffset>
                      </wp:positionV>
                      <wp:extent cx="1003300" cy="698500"/>
                      <wp:effectExtent l="0" t="0" r="0" b="0"/>
                      <wp:wrapNone/>
                      <wp:docPr id="829" name="Rectangle 82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723C7EB-032F-3A4A-AFE9-946EAD261501}"/>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9" o:spid="_x0000_s1071" style="position:absolute;margin-left:102pt;margin-top:34pt;width:79pt;height:55pt;z-index:25170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oOaOAIAAD8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LHmg5o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8416" behindDoc="0" locked="0" layoutInCell="1" allowOverlap="1" wp14:anchorId="5D3B9545" wp14:editId="51DA5474">
                      <wp:simplePos x="0" y="0"/>
                      <wp:positionH relativeFrom="column">
                        <wp:posOffset>1295400</wp:posOffset>
                      </wp:positionH>
                      <wp:positionV relativeFrom="paragraph">
                        <wp:posOffset>431800</wp:posOffset>
                      </wp:positionV>
                      <wp:extent cx="1003300" cy="698500"/>
                      <wp:effectExtent l="0" t="0" r="0" b="0"/>
                      <wp:wrapNone/>
                      <wp:docPr id="830" name="Rectangle 8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5ADCD84-F53B-554C-A2F3-57879C37461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30" o:spid="_x0000_s1072" style="position:absolute;margin-left:102pt;margin-top:34pt;width:79pt;height:55pt;z-index:25170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ac1EL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9440" behindDoc="0" locked="0" layoutInCell="1" allowOverlap="1" wp14:anchorId="3FE6BE8E" wp14:editId="12293451">
                      <wp:simplePos x="0" y="0"/>
                      <wp:positionH relativeFrom="column">
                        <wp:posOffset>1295400</wp:posOffset>
                      </wp:positionH>
                      <wp:positionV relativeFrom="paragraph">
                        <wp:posOffset>431800</wp:posOffset>
                      </wp:positionV>
                      <wp:extent cx="1003300" cy="698500"/>
                      <wp:effectExtent l="0" t="0" r="0" b="0"/>
                      <wp:wrapNone/>
                      <wp:docPr id="831" name="Rectangle 8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3C811FF-1A7A-974B-A5E8-7D53363DBF2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31" o:spid="_x0000_s1073" style="position:absolute;margin-left:102pt;margin-top:34pt;width:79pt;height:55pt;z-index:25170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USw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hx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eTpY1qTXtRn6Gt&#10;sJfmHo6mF2OJad9JjEaY9RLr70eiGEb9Rw7DFC2TOILlcEqYRRksrXIKYN6/tRJOWwHrQ43C6ChV&#10;d2gBbujY2MQwpa6El42ya/BWd9hf9379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6SUSw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p>
        </w:tc>
        <w:tc>
          <w:tcPr>
            <w:tcW w:w="3577"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rsidR="00F14F57" w:rsidRPr="00F14F57" w:rsidRDefault="00F14F57" w:rsidP="00F14F57">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710464" behindDoc="0" locked="0" layoutInCell="1" allowOverlap="1" wp14:anchorId="51C8BC06" wp14:editId="1CE21FA7">
                      <wp:simplePos x="0" y="0"/>
                      <wp:positionH relativeFrom="column">
                        <wp:posOffset>1320800</wp:posOffset>
                      </wp:positionH>
                      <wp:positionV relativeFrom="paragraph">
                        <wp:posOffset>431800</wp:posOffset>
                      </wp:positionV>
                      <wp:extent cx="1003300" cy="698500"/>
                      <wp:effectExtent l="0" t="0" r="0" b="0"/>
                      <wp:wrapNone/>
                      <wp:docPr id="2319" name="Rectangle 231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C0C07F5-87C2-9E42-856B-72F4071AA0A3}"/>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9" o:spid="_x0000_s1074" style="position:absolute;margin-left:104pt;margin-top:34pt;width:79pt;height:55pt;z-index:25171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DpE7+L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1488" behindDoc="0" locked="0" layoutInCell="1" allowOverlap="1" wp14:anchorId="29E50B9B" wp14:editId="52FB0D27">
                      <wp:simplePos x="0" y="0"/>
                      <wp:positionH relativeFrom="column">
                        <wp:posOffset>1320800</wp:posOffset>
                      </wp:positionH>
                      <wp:positionV relativeFrom="paragraph">
                        <wp:posOffset>431800</wp:posOffset>
                      </wp:positionV>
                      <wp:extent cx="1003300" cy="698500"/>
                      <wp:effectExtent l="0" t="0" r="0" b="0"/>
                      <wp:wrapNone/>
                      <wp:docPr id="2320" name="Rectangle 23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ECDA485-AA90-E543-8909-16555DE9A1B2}"/>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0" o:spid="_x0000_s1075" style="position:absolute;margin-left:104pt;margin-top:34pt;width:79pt;height:55pt;z-index:25171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m2WDAj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2512" behindDoc="0" locked="0" layoutInCell="1" allowOverlap="1" wp14:anchorId="043474D4" wp14:editId="6B728C74">
                      <wp:simplePos x="0" y="0"/>
                      <wp:positionH relativeFrom="column">
                        <wp:posOffset>1320800</wp:posOffset>
                      </wp:positionH>
                      <wp:positionV relativeFrom="paragraph">
                        <wp:posOffset>431800</wp:posOffset>
                      </wp:positionV>
                      <wp:extent cx="1003300" cy="698500"/>
                      <wp:effectExtent l="0" t="0" r="0" b="0"/>
                      <wp:wrapNone/>
                      <wp:docPr id="2321" name="Rectangle 23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46A1D9-EAB4-D64F-ACD3-AE7335D6EFEC}"/>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1" o:spid="_x0000_s1076" style="position:absolute;margin-left:104pt;margin-top:34pt;width:79pt;height:55pt;z-index:25171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xZZMIT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3536" behindDoc="0" locked="0" layoutInCell="1" allowOverlap="1" wp14:anchorId="24833B1F" wp14:editId="597FED33">
                      <wp:simplePos x="0" y="0"/>
                      <wp:positionH relativeFrom="column">
                        <wp:posOffset>1320800</wp:posOffset>
                      </wp:positionH>
                      <wp:positionV relativeFrom="paragraph">
                        <wp:posOffset>431800</wp:posOffset>
                      </wp:positionV>
                      <wp:extent cx="1003300" cy="698500"/>
                      <wp:effectExtent l="0" t="0" r="0" b="0"/>
                      <wp:wrapNone/>
                      <wp:docPr id="2322" name="Rectangle 232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713B9C9-1BD5-E947-8C24-A80C7D18B9A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2" o:spid="_x0000_s1077" style="position:absolute;margin-left:104pt;margin-top:34pt;width:79pt;height:55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FYsYq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4560" behindDoc="0" locked="0" layoutInCell="1" allowOverlap="1" wp14:anchorId="1BBBAEAC" wp14:editId="0A28BA9B">
                      <wp:simplePos x="0" y="0"/>
                      <wp:positionH relativeFrom="column">
                        <wp:posOffset>1320800</wp:posOffset>
                      </wp:positionH>
                      <wp:positionV relativeFrom="paragraph">
                        <wp:posOffset>431800</wp:posOffset>
                      </wp:positionV>
                      <wp:extent cx="1003300" cy="698500"/>
                      <wp:effectExtent l="0" t="0" r="0" b="0"/>
                      <wp:wrapNone/>
                      <wp:docPr id="2323" name="Rectangle 23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9ACA700-D514-3F49-A3DE-55D0AD14D592}"/>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3" o:spid="_x0000_s1078" style="position:absolute;margin-left:104pt;margin-top:34pt;width:79pt;height:55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9Yo5tj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5584" behindDoc="0" locked="0" layoutInCell="1" allowOverlap="1" wp14:anchorId="578B6FAC" wp14:editId="1B480F80">
                      <wp:simplePos x="0" y="0"/>
                      <wp:positionH relativeFrom="column">
                        <wp:posOffset>1320800</wp:posOffset>
                      </wp:positionH>
                      <wp:positionV relativeFrom="paragraph">
                        <wp:posOffset>431800</wp:posOffset>
                      </wp:positionV>
                      <wp:extent cx="1003300" cy="698500"/>
                      <wp:effectExtent l="0" t="0" r="0" b="0"/>
                      <wp:wrapNone/>
                      <wp:docPr id="2324" name="Rectangle 23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DE8B98B-5119-B440-B681-90F54C56BD3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4" o:spid="_x0000_s1079" style="position:absolute;margin-left:104pt;margin-top:34pt;width:79pt;height:55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6pBt4j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6608" behindDoc="0" locked="0" layoutInCell="1" allowOverlap="1" wp14:anchorId="36875833" wp14:editId="014F66EF">
                      <wp:simplePos x="0" y="0"/>
                      <wp:positionH relativeFrom="column">
                        <wp:posOffset>1320800</wp:posOffset>
                      </wp:positionH>
                      <wp:positionV relativeFrom="paragraph">
                        <wp:posOffset>431800</wp:posOffset>
                      </wp:positionV>
                      <wp:extent cx="1003300" cy="698500"/>
                      <wp:effectExtent l="0" t="0" r="0" b="0"/>
                      <wp:wrapNone/>
                      <wp:docPr id="2325" name="Rectangle 232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712FF6-BBB1-4F47-A7EC-2DC180EC9C76}"/>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5" o:spid="_x0000_s1080" style="position:absolute;margin-left:104pt;margin-top:34pt;width:79pt;height:55pt;z-index:25171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IoOg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D+o5Io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7632" behindDoc="0" locked="0" layoutInCell="1" allowOverlap="1" wp14:anchorId="5E2CA076" wp14:editId="7114AD33">
                      <wp:simplePos x="0" y="0"/>
                      <wp:positionH relativeFrom="column">
                        <wp:posOffset>1320800</wp:posOffset>
                      </wp:positionH>
                      <wp:positionV relativeFrom="paragraph">
                        <wp:posOffset>431800</wp:posOffset>
                      </wp:positionV>
                      <wp:extent cx="1003300" cy="698500"/>
                      <wp:effectExtent l="0" t="0" r="0" b="0"/>
                      <wp:wrapNone/>
                      <wp:docPr id="2326" name="Rectangle 23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D404F8-7760-B542-8460-C3DCBA347FAC}"/>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6" o:spid="_x0000_s1081" style="position:absolute;margin-left:104pt;margin-top:34pt;width:79pt;height:55pt;z-index:25171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D5XGCM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8656" behindDoc="0" locked="0" layoutInCell="1" allowOverlap="1" wp14:anchorId="41457D21" wp14:editId="21DE41B8">
                      <wp:simplePos x="0" y="0"/>
                      <wp:positionH relativeFrom="column">
                        <wp:posOffset>1320800</wp:posOffset>
                      </wp:positionH>
                      <wp:positionV relativeFrom="paragraph">
                        <wp:posOffset>431800</wp:posOffset>
                      </wp:positionV>
                      <wp:extent cx="1003300" cy="698500"/>
                      <wp:effectExtent l="0" t="0" r="0" b="0"/>
                      <wp:wrapNone/>
                      <wp:docPr id="2327" name="Rectangle 23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A36C426-9A10-4842-A44B-077D75E2A3EF}"/>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7" o:spid="_x0000_s1082" style="position:absolute;margin-left:104pt;margin-top:34pt;width:79pt;height:55pt;z-index:25171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NS0okM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9680" behindDoc="0" locked="0" layoutInCell="1" allowOverlap="1" wp14:anchorId="668BE471" wp14:editId="1FC7B086">
                      <wp:simplePos x="0" y="0"/>
                      <wp:positionH relativeFrom="column">
                        <wp:posOffset>1320800</wp:posOffset>
                      </wp:positionH>
                      <wp:positionV relativeFrom="paragraph">
                        <wp:posOffset>431800</wp:posOffset>
                      </wp:positionV>
                      <wp:extent cx="1003300" cy="698500"/>
                      <wp:effectExtent l="0" t="0" r="0" b="0"/>
                      <wp:wrapNone/>
                      <wp:docPr id="2328" name="Rectangle 232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645444D-DC3B-3E44-8201-FE03C63627A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8" o:spid="_x0000_s1083" style="position:absolute;margin-left:104pt;margin-top:34pt;width:79pt;height:55pt;z-index:25171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Gmj1dz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0704" behindDoc="0" locked="0" layoutInCell="1" allowOverlap="1" wp14:anchorId="4ACBC69E" wp14:editId="068F6F3F">
                      <wp:simplePos x="0" y="0"/>
                      <wp:positionH relativeFrom="column">
                        <wp:posOffset>1320800</wp:posOffset>
                      </wp:positionH>
                      <wp:positionV relativeFrom="paragraph">
                        <wp:posOffset>431800</wp:posOffset>
                      </wp:positionV>
                      <wp:extent cx="1003300" cy="698500"/>
                      <wp:effectExtent l="0" t="0" r="0" b="0"/>
                      <wp:wrapNone/>
                      <wp:docPr id="2329" name="Rectangle 23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BE76E0D-FD8B-1642-9F2C-D4B1808DCED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9" o:spid="_x0000_s1084" style="position:absolute;margin-left:104pt;margin-top:34pt;width:79pt;height:55pt;z-index:25172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MbsCxE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1728" behindDoc="0" locked="0" layoutInCell="1" allowOverlap="1" wp14:anchorId="47AB812E" wp14:editId="19878B85">
                      <wp:simplePos x="0" y="0"/>
                      <wp:positionH relativeFrom="column">
                        <wp:posOffset>1320800</wp:posOffset>
                      </wp:positionH>
                      <wp:positionV relativeFrom="paragraph">
                        <wp:posOffset>431800</wp:posOffset>
                      </wp:positionV>
                      <wp:extent cx="1003300" cy="698500"/>
                      <wp:effectExtent l="0" t="0" r="0" b="0"/>
                      <wp:wrapNone/>
                      <wp:docPr id="2330" name="Rectangle 23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4F2347D-FB6F-1241-8F57-CA673F8B649B}"/>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0" o:spid="_x0000_s1085" style="position:absolute;margin-left:104pt;margin-top:34pt;width:79pt;height:55pt;z-index:25172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Q0ekET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2752" behindDoc="0" locked="0" layoutInCell="1" allowOverlap="1" wp14:anchorId="00001D93" wp14:editId="1F7B42FB">
                      <wp:simplePos x="0" y="0"/>
                      <wp:positionH relativeFrom="column">
                        <wp:posOffset>1320800</wp:posOffset>
                      </wp:positionH>
                      <wp:positionV relativeFrom="paragraph">
                        <wp:posOffset>431800</wp:posOffset>
                      </wp:positionV>
                      <wp:extent cx="1003300" cy="698500"/>
                      <wp:effectExtent l="0" t="0" r="0" b="0"/>
                      <wp:wrapNone/>
                      <wp:docPr id="2331" name="Rectangle 233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3E96DA0-EA67-8343-950F-43D2BCC62B95}"/>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1" o:spid="_x0000_s1086" style="position:absolute;margin-left:104pt;margin-top:34pt;width:79pt;height:55pt;z-index:25172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aLLad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3776" behindDoc="0" locked="0" layoutInCell="1" allowOverlap="1" wp14:anchorId="56C561F6" wp14:editId="6D4C0CA1">
                      <wp:simplePos x="0" y="0"/>
                      <wp:positionH relativeFrom="column">
                        <wp:posOffset>1320800</wp:posOffset>
                      </wp:positionH>
                      <wp:positionV relativeFrom="paragraph">
                        <wp:posOffset>431800</wp:posOffset>
                      </wp:positionV>
                      <wp:extent cx="1003300" cy="698500"/>
                      <wp:effectExtent l="0" t="0" r="0" b="0"/>
                      <wp:wrapNone/>
                      <wp:docPr id="2332" name="Rectangle 23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D6BBFF-E9AE-BA49-B05A-D2734E2FC4EA}"/>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2" o:spid="_x0000_s1087" style="position:absolute;margin-left:104pt;margin-top:34pt;width:79pt;height:55pt;z-index:25172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DyWOg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Ca2DyW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4800" behindDoc="0" locked="0" layoutInCell="1" allowOverlap="1" wp14:anchorId="198D7CC5" wp14:editId="63F843D7">
                      <wp:simplePos x="0" y="0"/>
                      <wp:positionH relativeFrom="column">
                        <wp:posOffset>1320800</wp:posOffset>
                      </wp:positionH>
                      <wp:positionV relativeFrom="paragraph">
                        <wp:posOffset>431800</wp:posOffset>
                      </wp:positionV>
                      <wp:extent cx="1003300" cy="698500"/>
                      <wp:effectExtent l="0" t="0" r="0" b="0"/>
                      <wp:wrapNone/>
                      <wp:docPr id="2333" name="Rectangle 23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DDA1F1-B07F-B34E-9F70-DA5AFEA5DEFB}"/>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3" o:spid="_x0000_s1088" style="position:absolute;margin-left:104pt;margin-top:34pt;width:79pt;height:55pt;z-index:25172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HA7hvY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5824" behindDoc="0" locked="0" layoutInCell="1" allowOverlap="1" wp14:anchorId="464F8ABD" wp14:editId="748A4342">
                      <wp:simplePos x="0" y="0"/>
                      <wp:positionH relativeFrom="column">
                        <wp:posOffset>1320800</wp:posOffset>
                      </wp:positionH>
                      <wp:positionV relativeFrom="paragraph">
                        <wp:posOffset>431800</wp:posOffset>
                      </wp:positionV>
                      <wp:extent cx="1003300" cy="698500"/>
                      <wp:effectExtent l="0" t="0" r="0" b="0"/>
                      <wp:wrapNone/>
                      <wp:docPr id="2334" name="Rectangle 233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6B79D75-86C1-FD45-8CE5-85B32383F095}"/>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4" o:spid="_x0000_s1089" style="position:absolute;margin-left:104pt;margin-top:34pt;width:79pt;height:55pt;z-index:25172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HUql145AgAAQQ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6848" behindDoc="0" locked="0" layoutInCell="1" allowOverlap="1" wp14:anchorId="77432991" wp14:editId="669EA3C6">
                      <wp:simplePos x="0" y="0"/>
                      <wp:positionH relativeFrom="column">
                        <wp:posOffset>1320800</wp:posOffset>
                      </wp:positionH>
                      <wp:positionV relativeFrom="paragraph">
                        <wp:posOffset>431800</wp:posOffset>
                      </wp:positionV>
                      <wp:extent cx="1003300" cy="698500"/>
                      <wp:effectExtent l="0" t="0" r="0" b="0"/>
                      <wp:wrapNone/>
                      <wp:docPr id="2335" name="Rectangle 23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AB329C3-5023-0245-B5EB-4D4B17410568}"/>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5" o:spid="_x0000_s1090" style="position:absolute;margin-left:104pt;margin-top:34pt;width:79pt;height:55pt;z-index:25172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GEZaJQ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7872" behindDoc="0" locked="0" layoutInCell="1" allowOverlap="1" wp14:anchorId="6EFDC5C2" wp14:editId="189893B9">
                      <wp:simplePos x="0" y="0"/>
                      <wp:positionH relativeFrom="column">
                        <wp:posOffset>1320800</wp:posOffset>
                      </wp:positionH>
                      <wp:positionV relativeFrom="paragraph">
                        <wp:posOffset>431800</wp:posOffset>
                      </wp:positionV>
                      <wp:extent cx="1003300" cy="698500"/>
                      <wp:effectExtent l="0" t="0" r="0" b="0"/>
                      <wp:wrapNone/>
                      <wp:docPr id="2336" name="Rectangle 23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7FFD3D0-8240-D548-A79C-8C6BC0D2574D}"/>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6" o:spid="_x0000_s1091" style="position:absolute;margin-left:104pt;margin-top:34pt;width:79pt;height:55pt;z-index:25172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Lvmp2M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8896" behindDoc="0" locked="0" layoutInCell="1" allowOverlap="1" wp14:anchorId="3067D795" wp14:editId="1AC62B86">
                      <wp:simplePos x="0" y="0"/>
                      <wp:positionH relativeFrom="column">
                        <wp:posOffset>1320800</wp:posOffset>
                      </wp:positionH>
                      <wp:positionV relativeFrom="paragraph">
                        <wp:posOffset>431800</wp:posOffset>
                      </wp:positionV>
                      <wp:extent cx="1003300" cy="698500"/>
                      <wp:effectExtent l="0" t="0" r="0" b="0"/>
                      <wp:wrapNone/>
                      <wp:docPr id="2337" name="Rectangle 233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35361DA-EDF3-3049-ABEF-D6D8570CAF5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7" o:spid="_x0000_s1092" style="position:absolute;margin-left:104pt;margin-top:34pt;width:79pt;height:55pt;z-index:25172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LDlj/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9920" behindDoc="0" locked="0" layoutInCell="1" allowOverlap="1" wp14:anchorId="3F807697" wp14:editId="3E526090">
                      <wp:simplePos x="0" y="0"/>
                      <wp:positionH relativeFrom="column">
                        <wp:posOffset>1320800</wp:posOffset>
                      </wp:positionH>
                      <wp:positionV relativeFrom="paragraph">
                        <wp:posOffset>431800</wp:posOffset>
                      </wp:positionV>
                      <wp:extent cx="1003300" cy="698500"/>
                      <wp:effectExtent l="0" t="0" r="0" b="0"/>
                      <wp:wrapNone/>
                      <wp:docPr id="2338" name="Rectangle 23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01BDA63-0C59-5C4F-A336-54F34F33478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8" o:spid="_x0000_s1093" style="position:absolute;margin-left:104pt;margin-top:34pt;width:79pt;height:55pt;z-index:25172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g/LPA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IXSD8s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0944" behindDoc="0" locked="0" layoutInCell="1" allowOverlap="1" wp14:anchorId="794F48C1" wp14:editId="71A70926">
                      <wp:simplePos x="0" y="0"/>
                      <wp:positionH relativeFrom="column">
                        <wp:posOffset>1320800</wp:posOffset>
                      </wp:positionH>
                      <wp:positionV relativeFrom="paragraph">
                        <wp:posOffset>431800</wp:posOffset>
                      </wp:positionV>
                      <wp:extent cx="1003300" cy="698500"/>
                      <wp:effectExtent l="0" t="0" r="0" b="0"/>
                      <wp:wrapNone/>
                      <wp:docPr id="2339" name="Rectangle 23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F34A2F1-1FF5-E049-8391-3E719D36C50C}"/>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9" o:spid="_x0000_s1094" style="position:absolute;margin-left:104pt;margin-top:34pt;width:79pt;height:55pt;z-index:25173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Q120UT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1968" behindDoc="0" locked="0" layoutInCell="1" allowOverlap="1" wp14:anchorId="3016EC85" wp14:editId="7A7C6B93">
                      <wp:simplePos x="0" y="0"/>
                      <wp:positionH relativeFrom="column">
                        <wp:posOffset>1320800</wp:posOffset>
                      </wp:positionH>
                      <wp:positionV relativeFrom="paragraph">
                        <wp:posOffset>431800</wp:posOffset>
                      </wp:positionV>
                      <wp:extent cx="1003300" cy="698500"/>
                      <wp:effectExtent l="0" t="0" r="0" b="0"/>
                      <wp:wrapNone/>
                      <wp:docPr id="2340" name="Rectangle 234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6C35050-0891-BC49-B8D1-7E49126BC41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0" o:spid="_x0000_s1095" style="position:absolute;margin-left:104pt;margin-top:34pt;width:79pt;height:55pt;z-index:25173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OuGJTM5AgAAQQ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2992" behindDoc="0" locked="0" layoutInCell="1" allowOverlap="1" wp14:anchorId="1237EEA0" wp14:editId="06CA2C4C">
                      <wp:simplePos x="0" y="0"/>
                      <wp:positionH relativeFrom="column">
                        <wp:posOffset>1320800</wp:posOffset>
                      </wp:positionH>
                      <wp:positionV relativeFrom="paragraph">
                        <wp:posOffset>431800</wp:posOffset>
                      </wp:positionV>
                      <wp:extent cx="1003300" cy="698500"/>
                      <wp:effectExtent l="0" t="0" r="0" b="0"/>
                      <wp:wrapNone/>
                      <wp:docPr id="2341" name="Rectangle 23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33A9D67-4708-F84A-A331-E940DDC958DD}"/>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1" o:spid="_x0000_s1096" style="position:absolute;margin-left:104pt;margin-top:34pt;width:79pt;height:55pt;z-index:25173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sOw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r36v7D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4016" behindDoc="0" locked="0" layoutInCell="1" allowOverlap="1" wp14:anchorId="15120D9E" wp14:editId="70A12E1A">
                      <wp:simplePos x="0" y="0"/>
                      <wp:positionH relativeFrom="column">
                        <wp:posOffset>1320800</wp:posOffset>
                      </wp:positionH>
                      <wp:positionV relativeFrom="paragraph">
                        <wp:posOffset>431800</wp:posOffset>
                      </wp:positionV>
                      <wp:extent cx="1003300" cy="698500"/>
                      <wp:effectExtent l="0" t="0" r="0" b="0"/>
                      <wp:wrapNone/>
                      <wp:docPr id="2342" name="Rectangle 23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E0259AA-6040-DD4B-8FC1-EB57C26CD21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2" o:spid="_x0000_s1097" style="position:absolute;margin-left:104pt;margin-top:34pt;width:79pt;height:55pt;z-index:25173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WAbOw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dYFgGz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5040" behindDoc="0" locked="0" layoutInCell="1" allowOverlap="1" wp14:anchorId="72729520" wp14:editId="30CFEC3B">
                      <wp:simplePos x="0" y="0"/>
                      <wp:positionH relativeFrom="column">
                        <wp:posOffset>1295400</wp:posOffset>
                      </wp:positionH>
                      <wp:positionV relativeFrom="paragraph">
                        <wp:posOffset>431800</wp:posOffset>
                      </wp:positionV>
                      <wp:extent cx="1003300" cy="698500"/>
                      <wp:effectExtent l="0" t="0" r="0" b="0"/>
                      <wp:wrapNone/>
                      <wp:docPr id="2343" name="Rectangle 234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AA51273-D5E0-114A-A983-E831FF3C9A06}"/>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3" o:spid="_x0000_s1098" style="position:absolute;margin-left:102pt;margin-top:34pt;width:79pt;height:55pt;z-index:25173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uR2cXj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6064" behindDoc="0" locked="0" layoutInCell="1" allowOverlap="1" wp14:anchorId="33A653CC" wp14:editId="0EE99413">
                      <wp:simplePos x="0" y="0"/>
                      <wp:positionH relativeFrom="column">
                        <wp:posOffset>1295400</wp:posOffset>
                      </wp:positionH>
                      <wp:positionV relativeFrom="paragraph">
                        <wp:posOffset>431800</wp:posOffset>
                      </wp:positionV>
                      <wp:extent cx="1003300" cy="698500"/>
                      <wp:effectExtent l="0" t="0" r="0" b="0"/>
                      <wp:wrapNone/>
                      <wp:docPr id="2344" name="Rectangle 23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9EB40A6-E5F8-3F42-B922-A257443302CE}"/>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4" o:spid="_x0000_s1099" style="position:absolute;margin-left:102pt;margin-top:34pt;width:79pt;height:55pt;z-index:25173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vAyN9j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7088" behindDoc="0" locked="0" layoutInCell="1" allowOverlap="1" wp14:anchorId="31E26403" wp14:editId="55238907">
                      <wp:simplePos x="0" y="0"/>
                      <wp:positionH relativeFrom="column">
                        <wp:posOffset>1295400</wp:posOffset>
                      </wp:positionH>
                      <wp:positionV relativeFrom="paragraph">
                        <wp:posOffset>431800</wp:posOffset>
                      </wp:positionV>
                      <wp:extent cx="1003300" cy="698500"/>
                      <wp:effectExtent l="0" t="0" r="0" b="0"/>
                      <wp:wrapNone/>
                      <wp:docPr id="2345" name="Rectangle 23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5E12AB1-DB48-2948-8E63-C94BAFA319C7}"/>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5" o:spid="_x0000_s1100" style="position:absolute;margin-left:102pt;margin-top:34pt;width:79pt;height:55pt;z-index:25173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LI0N8A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8112" behindDoc="0" locked="0" layoutInCell="1" allowOverlap="1" wp14:anchorId="4F4CA563" wp14:editId="4A71AA9F">
                      <wp:simplePos x="0" y="0"/>
                      <wp:positionH relativeFrom="column">
                        <wp:posOffset>1295400</wp:posOffset>
                      </wp:positionH>
                      <wp:positionV relativeFrom="paragraph">
                        <wp:posOffset>431800</wp:posOffset>
                      </wp:positionV>
                      <wp:extent cx="1003300" cy="698500"/>
                      <wp:effectExtent l="0" t="0" r="0" b="0"/>
                      <wp:wrapNone/>
                      <wp:docPr id="2346" name="Rectangle 234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D30FB52-7466-3C45-A40A-D19F85B7B9A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6" o:spid="_x0000_s1101" style="position:absolute;margin-left:102pt;margin-top:34pt;width:79pt;height:55pt;z-index:25173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L3LOQ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ywL3L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9136" behindDoc="0" locked="0" layoutInCell="1" allowOverlap="1" wp14:anchorId="05AB5F92" wp14:editId="1A7E144C">
                      <wp:simplePos x="0" y="0"/>
                      <wp:positionH relativeFrom="column">
                        <wp:posOffset>1295400</wp:posOffset>
                      </wp:positionH>
                      <wp:positionV relativeFrom="paragraph">
                        <wp:posOffset>431800</wp:posOffset>
                      </wp:positionV>
                      <wp:extent cx="1003300" cy="698500"/>
                      <wp:effectExtent l="0" t="0" r="0" b="0"/>
                      <wp:wrapNone/>
                      <wp:docPr id="2347" name="Rectangle 23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C792A5A-5666-B643-80E1-5CC81C99EC9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7" o:spid="_x0000_s1102" style="position:absolute;margin-left:102pt;margin-top:34pt;width:79pt;height:55pt;z-index:25173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JXOwIAAEE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IIoQlc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0160" behindDoc="0" locked="0" layoutInCell="1" allowOverlap="1" wp14:anchorId="71DD5A2F" wp14:editId="53D9AE37">
                      <wp:simplePos x="0" y="0"/>
                      <wp:positionH relativeFrom="column">
                        <wp:posOffset>1295400</wp:posOffset>
                      </wp:positionH>
                      <wp:positionV relativeFrom="paragraph">
                        <wp:posOffset>431800</wp:posOffset>
                      </wp:positionV>
                      <wp:extent cx="1003300" cy="698500"/>
                      <wp:effectExtent l="0" t="0" r="0" b="0"/>
                      <wp:wrapNone/>
                      <wp:docPr id="2348" name="Rectangle 23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7B25CED-ACCC-5643-88CF-B305D7E9FB4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8" o:spid="_x0000_s1103" style="position:absolute;margin-left:102pt;margin-top:34pt;width:79pt;height:55pt;z-index:25174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CfOgIAAEE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Vv9Qn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1184" behindDoc="0" locked="0" layoutInCell="1" allowOverlap="1" wp14:anchorId="60FD589C" wp14:editId="723D3056">
                      <wp:simplePos x="0" y="0"/>
                      <wp:positionH relativeFrom="column">
                        <wp:posOffset>1295400</wp:posOffset>
                      </wp:positionH>
                      <wp:positionV relativeFrom="paragraph">
                        <wp:posOffset>431800</wp:posOffset>
                      </wp:positionV>
                      <wp:extent cx="1003300" cy="698500"/>
                      <wp:effectExtent l="0" t="0" r="0" b="0"/>
                      <wp:wrapNone/>
                      <wp:docPr id="2349" name="Rectangle 234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05F3FE-AF56-2048-8F3A-3ECC5F215D8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9" o:spid="_x0000_s1104" style="position:absolute;margin-left:102pt;margin-top:34pt;width:79pt;height:55pt;z-index:25174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inuu+T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2208" behindDoc="0" locked="0" layoutInCell="1" allowOverlap="1" wp14:anchorId="30744103" wp14:editId="76EEEDF9">
                      <wp:simplePos x="0" y="0"/>
                      <wp:positionH relativeFrom="column">
                        <wp:posOffset>1295400</wp:posOffset>
                      </wp:positionH>
                      <wp:positionV relativeFrom="paragraph">
                        <wp:posOffset>431800</wp:posOffset>
                      </wp:positionV>
                      <wp:extent cx="1003300" cy="698500"/>
                      <wp:effectExtent l="0" t="0" r="0" b="0"/>
                      <wp:wrapNone/>
                      <wp:docPr id="2350" name="Rectangle 23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88F22BE-AE64-D94A-877B-0A886C1DD85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0" o:spid="_x0000_s1105" style="position:absolute;margin-left:102pt;margin-top:34pt;width:79pt;height:55pt;z-index:25174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FdtEBT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3232" behindDoc="0" locked="0" layoutInCell="1" allowOverlap="1" wp14:anchorId="472C5A26" wp14:editId="0B8B44D7">
                      <wp:simplePos x="0" y="0"/>
                      <wp:positionH relativeFrom="column">
                        <wp:posOffset>1295400</wp:posOffset>
                      </wp:positionH>
                      <wp:positionV relativeFrom="paragraph">
                        <wp:posOffset>431800</wp:posOffset>
                      </wp:positionV>
                      <wp:extent cx="1003300" cy="698500"/>
                      <wp:effectExtent l="0" t="0" r="0" b="0"/>
                      <wp:wrapNone/>
                      <wp:docPr id="2351" name="Rectangle 23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8CBE48-5A46-6F4E-9DD2-321D4B03D1AA}"/>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1" o:spid="_x0000_s1106" style="position:absolute;margin-left:102pt;margin-top:34pt;width:79pt;height:55pt;z-index:25174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jFHOgIAAEE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mdYxR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4256" behindDoc="0" locked="0" layoutInCell="1" allowOverlap="1" wp14:anchorId="78DCA832" wp14:editId="442D79EE">
                      <wp:simplePos x="0" y="0"/>
                      <wp:positionH relativeFrom="column">
                        <wp:posOffset>1295400</wp:posOffset>
                      </wp:positionH>
                      <wp:positionV relativeFrom="paragraph">
                        <wp:posOffset>431800</wp:posOffset>
                      </wp:positionV>
                      <wp:extent cx="1003300" cy="698500"/>
                      <wp:effectExtent l="0" t="0" r="0" b="0"/>
                      <wp:wrapNone/>
                      <wp:docPr id="2352" name="Rectangle 235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D8003C3-8926-9A4D-B361-9B8AE2861CBD}"/>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2" o:spid="_x0000_s1107" style="position:absolute;margin-left:102pt;margin-top:34pt;width:79pt;height:55pt;z-index:25174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rtMOA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Fkiu0w4AgAAQQ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5280" behindDoc="0" locked="0" layoutInCell="1" allowOverlap="1" wp14:anchorId="1FAB6B5E" wp14:editId="0E42A8B4">
                      <wp:simplePos x="0" y="0"/>
                      <wp:positionH relativeFrom="column">
                        <wp:posOffset>1295400</wp:posOffset>
                      </wp:positionH>
                      <wp:positionV relativeFrom="paragraph">
                        <wp:posOffset>431800</wp:posOffset>
                      </wp:positionV>
                      <wp:extent cx="1003300" cy="698500"/>
                      <wp:effectExtent l="0" t="0" r="0" b="0"/>
                      <wp:wrapNone/>
                      <wp:docPr id="2353" name="Rectangle 23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B4C3819-A097-3246-BC0F-A37E74BBF8F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3" o:spid="_x0000_s1108" style="position:absolute;margin-left:102pt;margin-top:34pt;width:79pt;height:55pt;z-index:25174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kTQOw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BVh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aWijWtNe1Gdo&#10;LGymuYej6cVYYNp3EqMRpr3A+vuRKIZR/5HDOIU3cRTCejhlmYYprK1yCmDev7USTlsBC0SNwugo&#10;VXdoAe7SsbGJYU5dCS87ZRfhre6wv27+5ic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KnKRNA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6304" behindDoc="0" locked="0" layoutInCell="1" allowOverlap="1" wp14:anchorId="2E4EB3AB" wp14:editId="1C4F7C64">
                      <wp:simplePos x="0" y="0"/>
                      <wp:positionH relativeFrom="column">
                        <wp:posOffset>1295400</wp:posOffset>
                      </wp:positionH>
                      <wp:positionV relativeFrom="paragraph">
                        <wp:posOffset>431800</wp:posOffset>
                      </wp:positionV>
                      <wp:extent cx="1003300" cy="698500"/>
                      <wp:effectExtent l="0" t="0" r="0" b="0"/>
                      <wp:wrapNone/>
                      <wp:docPr id="2354" name="Rectangle 23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992120F-DD90-F54D-8E00-8423E9263881}"/>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4" o:spid="_x0000_s1109" style="position:absolute;margin-left:102pt;margin-top:34pt;width:79pt;height:55pt;z-index:25174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BCEOw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BVj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aWSjWtNe1Gdo&#10;LGymuYej6cVYYNp3EqMRpr3A+vuRKIZR/5HDOIU3cRTCejhlmYYprK1yCmDev7USTlsBC0SNwugo&#10;VXdoAe7SsbGJYU5dCS87ZRfhre6wv27+5ic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LbQEIQ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7328" behindDoc="0" locked="0" layoutInCell="1" allowOverlap="1" wp14:anchorId="3063D6EE" wp14:editId="013930B2">
                      <wp:simplePos x="0" y="0"/>
                      <wp:positionH relativeFrom="column">
                        <wp:posOffset>1295400</wp:posOffset>
                      </wp:positionH>
                      <wp:positionV relativeFrom="paragraph">
                        <wp:posOffset>431800</wp:posOffset>
                      </wp:positionV>
                      <wp:extent cx="1003300" cy="698500"/>
                      <wp:effectExtent l="0" t="0" r="0" b="0"/>
                      <wp:wrapNone/>
                      <wp:docPr id="2355" name="Rectangle 235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636898-D6B8-2844-8912-F35543A17AA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5" o:spid="_x0000_s1110" style="position:absolute;margin-left:102pt;margin-top:34pt;width:79pt;height:55pt;z-index:25174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9OOQ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i4+9O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8352" behindDoc="0" locked="0" layoutInCell="1" allowOverlap="1" wp14:anchorId="0A0DD40A" wp14:editId="4F8C4007">
                      <wp:simplePos x="0" y="0"/>
                      <wp:positionH relativeFrom="column">
                        <wp:posOffset>1295400</wp:posOffset>
                      </wp:positionH>
                      <wp:positionV relativeFrom="paragraph">
                        <wp:posOffset>431800</wp:posOffset>
                      </wp:positionV>
                      <wp:extent cx="1003300" cy="698500"/>
                      <wp:effectExtent l="0" t="0" r="0" b="0"/>
                      <wp:wrapNone/>
                      <wp:docPr id="2356" name="Rectangle 23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9BB6F75-25B8-5D48-AF38-A299987C865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6" o:spid="_x0000_s1111" style="position:absolute;margin-left:102pt;margin-top:34pt;width:79pt;height:55pt;z-index:25174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2VFOw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JVg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6cpGtaa9qM/Q&#10;WNhMcw9H04uxwLTvJEYjTHuB9fcjUQyj/iOHcQpv4iiE9XDKMg1TWFvlFMC8f2slnLYCFogahdFR&#10;qu7QAtylY2MTw5y6El52yi7CW91hf938zU8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GIXZUU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9376" behindDoc="0" locked="0" layoutInCell="1" allowOverlap="1" wp14:anchorId="52811AF4" wp14:editId="3DF3F309">
                      <wp:simplePos x="0" y="0"/>
                      <wp:positionH relativeFrom="column">
                        <wp:posOffset>1295400</wp:posOffset>
                      </wp:positionH>
                      <wp:positionV relativeFrom="paragraph">
                        <wp:posOffset>431800</wp:posOffset>
                      </wp:positionV>
                      <wp:extent cx="1003300" cy="698500"/>
                      <wp:effectExtent l="0" t="0" r="0" b="0"/>
                      <wp:wrapNone/>
                      <wp:docPr id="2357" name="Rectangle 23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FFB87C5-455F-1545-8061-4B47751380F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7" o:spid="_x0000_s1112" style="position:absolute;margin-left:102pt;margin-top:34pt;width:79pt;height:55pt;z-index:25174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Ij03yU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0400" behindDoc="0" locked="0" layoutInCell="1" allowOverlap="1" wp14:anchorId="52BF656D" wp14:editId="13A2F98A">
                      <wp:simplePos x="0" y="0"/>
                      <wp:positionH relativeFrom="column">
                        <wp:posOffset>1295400</wp:posOffset>
                      </wp:positionH>
                      <wp:positionV relativeFrom="paragraph">
                        <wp:posOffset>431800</wp:posOffset>
                      </wp:positionV>
                      <wp:extent cx="1003300" cy="698500"/>
                      <wp:effectExtent l="0" t="0" r="0" b="0"/>
                      <wp:wrapNone/>
                      <wp:docPr id="2358" name="Rectangle 235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1915DF3-5D84-0342-8C66-CC4B58DC8AF6}"/>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8" o:spid="_x0000_s1113" style="position:absolute;margin-left:102pt;margin-top:34pt;width:79pt;height:55pt;z-index:25175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IgROQ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GKIgR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1424" behindDoc="0" locked="0" layoutInCell="1" allowOverlap="1" wp14:anchorId="6E4BEF08" wp14:editId="721E062E">
                      <wp:simplePos x="0" y="0"/>
                      <wp:positionH relativeFrom="column">
                        <wp:posOffset>1295400</wp:posOffset>
                      </wp:positionH>
                      <wp:positionV relativeFrom="paragraph">
                        <wp:posOffset>431800</wp:posOffset>
                      </wp:positionV>
                      <wp:extent cx="1003300" cy="698500"/>
                      <wp:effectExtent l="0" t="0" r="0" b="0"/>
                      <wp:wrapNone/>
                      <wp:docPr id="2359" name="Rectangle 23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EAC682-DE05-B043-B1B4-66FF67D459D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9" o:spid="_x0000_s1114" style="position:absolute;margin-left:102pt;margin-top:34pt;width:79pt;height:55pt;z-index:25175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HZ3Og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JVh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aWqjWtNe1Gdo&#10;LGymuYej6cVYYNp3EqMRpr3A+vuRKIZR/5HDOIU3cRTCejhlmYYQCCmnAOb9WyvhtBWwQNQojI5S&#10;dYcW4C4dG5sY5tSV8LJTdhHe6g776+ZvfgI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mqx2d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2448" behindDoc="0" locked="0" layoutInCell="1" allowOverlap="1" wp14:anchorId="04E011B8" wp14:editId="23146ED3">
                      <wp:simplePos x="0" y="0"/>
                      <wp:positionH relativeFrom="column">
                        <wp:posOffset>1295400</wp:posOffset>
                      </wp:positionH>
                      <wp:positionV relativeFrom="paragraph">
                        <wp:posOffset>431800</wp:posOffset>
                      </wp:positionV>
                      <wp:extent cx="1003300" cy="698500"/>
                      <wp:effectExtent l="0" t="0" r="0" b="0"/>
                      <wp:wrapNone/>
                      <wp:docPr id="2360" name="Rectangle 23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99D3081-5672-1647-96B1-7E8D0742446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0" o:spid="_x0000_s1115" style="position:absolute;margin-left:102pt;margin-top:34pt;width:79pt;height:55pt;z-index:25175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y0Q8C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3472" behindDoc="0" locked="0" layoutInCell="1" allowOverlap="1" wp14:anchorId="61EC6A38" wp14:editId="45B3D0D1">
                      <wp:simplePos x="0" y="0"/>
                      <wp:positionH relativeFrom="column">
                        <wp:posOffset>1295400</wp:posOffset>
                      </wp:positionH>
                      <wp:positionV relativeFrom="paragraph">
                        <wp:posOffset>431800</wp:posOffset>
                      </wp:positionV>
                      <wp:extent cx="1003300" cy="698500"/>
                      <wp:effectExtent l="0" t="0" r="0" b="0"/>
                      <wp:wrapNone/>
                      <wp:docPr id="2361" name="Rectangle 236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E67405F-CE80-624F-9372-8966BDF95B6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1" o:spid="_x0000_s1116" style="position:absolute;margin-left:102pt;margin-top:34pt;width:79pt;height:55pt;z-index:25175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LYphd04AgAAQQ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4496" behindDoc="0" locked="0" layoutInCell="1" allowOverlap="1" wp14:anchorId="1E5EC00A" wp14:editId="33F9F881">
                      <wp:simplePos x="0" y="0"/>
                      <wp:positionH relativeFrom="column">
                        <wp:posOffset>1295400</wp:posOffset>
                      </wp:positionH>
                      <wp:positionV relativeFrom="paragraph">
                        <wp:posOffset>431800</wp:posOffset>
                      </wp:positionV>
                      <wp:extent cx="1003300" cy="698500"/>
                      <wp:effectExtent l="0" t="0" r="0" b="0"/>
                      <wp:wrapNone/>
                      <wp:docPr id="2362" name="Rectangle 236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B170D86-D7B2-444E-81F7-0975D0E5485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2" o:spid="_x0000_s1117" style="position:absolute;margin-left:102pt;margin-top:34pt;width:79pt;height:55pt;z-index:25175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Q/WOQIAAEE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23Q/W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5520" behindDoc="0" locked="0" layoutInCell="1" allowOverlap="1" wp14:anchorId="17BF4189" wp14:editId="1F41E1FD">
                      <wp:simplePos x="0" y="0"/>
                      <wp:positionH relativeFrom="column">
                        <wp:posOffset>1295400</wp:posOffset>
                      </wp:positionH>
                      <wp:positionV relativeFrom="paragraph">
                        <wp:posOffset>431800</wp:posOffset>
                      </wp:positionV>
                      <wp:extent cx="1003300" cy="698500"/>
                      <wp:effectExtent l="0" t="0" r="0" b="0"/>
                      <wp:wrapNone/>
                      <wp:docPr id="2363" name="Rectangle 23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0F041BB-8965-3040-BE85-35AFBAAD351E}"/>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3" o:spid="_x0000_s1118" style="position:absolute;margin-left:102pt;margin-top:34pt;width:79pt;height:55pt;z-index:25175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rW2OgIAAEE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nD61tj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6544" behindDoc="0" locked="0" layoutInCell="1" allowOverlap="1" wp14:anchorId="3D8769BF" wp14:editId="0EF09F21">
                      <wp:simplePos x="0" y="0"/>
                      <wp:positionH relativeFrom="column">
                        <wp:posOffset>1295400</wp:posOffset>
                      </wp:positionH>
                      <wp:positionV relativeFrom="paragraph">
                        <wp:posOffset>431800</wp:posOffset>
                      </wp:positionV>
                      <wp:extent cx="1003300" cy="698500"/>
                      <wp:effectExtent l="0" t="0" r="0" b="0"/>
                      <wp:wrapNone/>
                      <wp:docPr id="2364" name="Rectangle 236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69D6072-A92C-7F44-A903-EE8AE5DCFDEC}"/>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4" o:spid="_x0000_s1119" style="position:absolute;margin-left:102pt;margin-top:34pt;width:79pt;height:55pt;z-index:25175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6QeOQIAAEE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ZL6Qe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7568" behindDoc="0" locked="0" layoutInCell="1" allowOverlap="1" wp14:anchorId="40156731" wp14:editId="1024911B">
                      <wp:simplePos x="0" y="0"/>
                      <wp:positionH relativeFrom="column">
                        <wp:posOffset>1295400</wp:posOffset>
                      </wp:positionH>
                      <wp:positionV relativeFrom="paragraph">
                        <wp:posOffset>431800</wp:posOffset>
                      </wp:positionV>
                      <wp:extent cx="1003300" cy="698500"/>
                      <wp:effectExtent l="0" t="0" r="0" b="0"/>
                      <wp:wrapNone/>
                      <wp:docPr id="2365" name="Rectangle 23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7D860F-28D4-F14F-B689-CBA9AB4360E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5" o:spid="_x0000_s1120" style="position:absolute;margin-left:102pt;margin-top:34pt;width:79pt;height:55pt;z-index:25175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FvUOg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jRxb1D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8592" behindDoc="0" locked="0" layoutInCell="1" allowOverlap="1" wp14:anchorId="65DF652A" wp14:editId="4638EA7A">
                      <wp:simplePos x="0" y="0"/>
                      <wp:positionH relativeFrom="column">
                        <wp:posOffset>1295400</wp:posOffset>
                      </wp:positionH>
                      <wp:positionV relativeFrom="paragraph">
                        <wp:posOffset>431800</wp:posOffset>
                      </wp:positionV>
                      <wp:extent cx="1003300" cy="698500"/>
                      <wp:effectExtent l="0" t="0" r="0" b="0"/>
                      <wp:wrapNone/>
                      <wp:docPr id="2366" name="Rectangle 23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912A4EE-1C59-0541-A6AB-F3EECC93B8E7}"/>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6" o:spid="_x0000_s1121" style="position:absolute;margin-left:102pt;margin-top:34pt;width:79pt;height:55pt;z-index:25175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5QjOg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V+OUI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p>
        </w:tc>
      </w:tr>
    </w:tbl>
    <w:p w:rsidR="00E37FC8" w:rsidRDefault="00E37FC8" w:rsidP="00303C60">
      <w:pPr>
        <w:outlineLvl w:val="0"/>
        <w:rPr>
          <w:rFonts w:ascii="Century Gothic" w:hAnsi="Century Gothic"/>
          <w:b/>
          <w:color w:val="000000" w:themeColor="text1"/>
          <w:sz w:val="15"/>
          <w:szCs w:val="44"/>
        </w:rPr>
      </w:pPr>
    </w:p>
    <w:p w:rsidR="00F14F57" w:rsidRPr="00433D29" w:rsidRDefault="00433D29" w:rsidP="00433D29">
      <w:pPr>
        <w:spacing w:line="360" w:lineRule="auto"/>
        <w:outlineLvl w:val="0"/>
        <w:rPr>
          <w:rFonts w:ascii="Century Gothic" w:hAnsi="Century Gothic"/>
          <w:bCs/>
          <w:color w:val="000000" w:themeColor="text1"/>
          <w:sz w:val="28"/>
          <w:szCs w:val="160"/>
        </w:rPr>
      </w:pPr>
      <w:r w:rsidRPr="00433D29">
        <w:rPr>
          <w:rFonts w:ascii="Century Gothic" w:hAnsi="Century Gothic"/>
          <w:bCs/>
          <w:color w:val="000000" w:themeColor="text1"/>
          <w:sz w:val="28"/>
          <w:szCs w:val="160"/>
        </w:rPr>
        <w:t>EXECUTIVE SUMMARY</w:t>
      </w:r>
    </w:p>
    <w:tbl>
      <w:tblPr>
        <w:tblW w:w="10732" w:type="dxa"/>
        <w:tblLook w:val="04A0" w:firstRow="1" w:lastRow="0" w:firstColumn="1" w:lastColumn="0" w:noHBand="0" w:noVBand="1"/>
      </w:tblPr>
      <w:tblGrid>
        <w:gridCol w:w="3870"/>
        <w:gridCol w:w="990"/>
        <w:gridCol w:w="2295"/>
        <w:gridCol w:w="945"/>
        <w:gridCol w:w="2632"/>
      </w:tblGrid>
      <w:tr w:rsidR="00433D29" w:rsidRPr="00F14F57" w:rsidTr="00FC28FE">
        <w:trPr>
          <w:trHeight w:val="286"/>
        </w:trPr>
        <w:tc>
          <w:tcPr>
            <w:tcW w:w="7155" w:type="dxa"/>
            <w:gridSpan w:val="3"/>
            <w:tcBorders>
              <w:top w:val="nil"/>
              <w:left w:val="nil"/>
              <w:bottom w:val="single" w:sz="8" w:space="0" w:color="BFBFBF" w:themeColor="background1" w:themeShade="BF"/>
              <w:right w:val="nil"/>
            </w:tcBorders>
            <w:shd w:val="clear" w:color="auto" w:fill="auto"/>
            <w:vAlign w:val="center"/>
            <w:hideMark/>
          </w:tcPr>
          <w:p w:rsidR="00433D29" w:rsidRPr="00F14F57" w:rsidRDefault="00433D29" w:rsidP="009372B2">
            <w:pPr>
              <w:ind w:left="-109"/>
              <w:rPr>
                <w:rFonts w:ascii="Century Gothic" w:hAnsi="Century Gothic" w:cs="Calibri"/>
                <w:color w:val="000000"/>
                <w:sz w:val="18"/>
                <w:szCs w:val="18"/>
              </w:rPr>
            </w:pPr>
            <w:r>
              <w:rPr>
                <w:rFonts w:ascii="Century Gothic" w:hAnsi="Century Gothic" w:cs="Calibri"/>
                <w:color w:val="000000"/>
                <w:sz w:val="18"/>
                <w:szCs w:val="18"/>
              </w:rPr>
              <w:t>PROJECT MANAGER</w:t>
            </w:r>
          </w:p>
        </w:tc>
        <w:tc>
          <w:tcPr>
            <w:tcW w:w="3577" w:type="dxa"/>
            <w:gridSpan w:val="2"/>
            <w:tcBorders>
              <w:top w:val="nil"/>
              <w:left w:val="nil"/>
              <w:bottom w:val="single" w:sz="8" w:space="0" w:color="BFBFBF" w:themeColor="background1" w:themeShade="BF"/>
              <w:right w:val="nil"/>
            </w:tcBorders>
            <w:shd w:val="clear" w:color="auto" w:fill="auto"/>
            <w:vAlign w:val="center"/>
            <w:hideMark/>
          </w:tcPr>
          <w:p w:rsidR="00433D29" w:rsidRPr="00F14F57" w:rsidRDefault="00433D29" w:rsidP="009372B2">
            <w:pPr>
              <w:ind w:left="-55"/>
              <w:rPr>
                <w:rFonts w:ascii="Century Gothic" w:hAnsi="Century Gothic" w:cs="Calibri"/>
                <w:color w:val="000000"/>
                <w:sz w:val="18"/>
                <w:szCs w:val="18"/>
              </w:rPr>
            </w:pPr>
            <w:r>
              <w:rPr>
                <w:rFonts w:ascii="Century Gothic" w:hAnsi="Century Gothic" w:cs="Calibri"/>
                <w:color w:val="000000"/>
                <w:sz w:val="18"/>
                <w:szCs w:val="18"/>
              </w:rPr>
              <w:t>PROJECT NO.</w:t>
            </w:r>
          </w:p>
        </w:tc>
      </w:tr>
      <w:tr w:rsidR="00433D29" w:rsidRPr="00F14F57" w:rsidTr="00FC28FE">
        <w:trPr>
          <w:trHeight w:val="557"/>
        </w:trPr>
        <w:tc>
          <w:tcPr>
            <w:tcW w:w="7155" w:type="dxa"/>
            <w:gridSpan w:val="3"/>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auto"/>
            <w:vAlign w:val="center"/>
            <w:hideMark/>
          </w:tcPr>
          <w:p w:rsidR="00433D29" w:rsidRPr="00F14F57" w:rsidRDefault="00433D29"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760640" behindDoc="0" locked="0" layoutInCell="1" allowOverlap="1" wp14:anchorId="10882B95" wp14:editId="52FC9DC3">
                      <wp:simplePos x="0" y="0"/>
                      <wp:positionH relativeFrom="column">
                        <wp:posOffset>1320800</wp:posOffset>
                      </wp:positionH>
                      <wp:positionV relativeFrom="paragraph">
                        <wp:posOffset>431800</wp:posOffset>
                      </wp:positionV>
                      <wp:extent cx="1003300" cy="698500"/>
                      <wp:effectExtent l="0" t="0" r="0" b="0"/>
                      <wp:wrapNone/>
                      <wp:docPr id="1" name="Rectangle 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 o:spid="_x0000_s1122" style="position:absolute;margin-left:104pt;margin-top:34pt;width:79pt;height:55pt;z-index:25176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nKJFwIAAAY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1664" behindDoc="0" locked="0" layoutInCell="1" allowOverlap="1" wp14:anchorId="403D293E" wp14:editId="0563FC7B">
                      <wp:simplePos x="0" y="0"/>
                      <wp:positionH relativeFrom="column">
                        <wp:posOffset>1320800</wp:posOffset>
                      </wp:positionH>
                      <wp:positionV relativeFrom="paragraph">
                        <wp:posOffset>431800</wp:posOffset>
                      </wp:positionV>
                      <wp:extent cx="1003300" cy="698500"/>
                      <wp:effectExtent l="0" t="0" r="0" b="0"/>
                      <wp:wrapNone/>
                      <wp:docPr id="2" name="Rectangle 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 o:spid="_x0000_s1123" style="position:absolute;margin-left:104pt;margin-top:34pt;width:79pt;height:55pt;z-index:25176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1wLGQIAAAY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to1wLGQIAAAY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2688" behindDoc="0" locked="0" layoutInCell="1" allowOverlap="1" wp14:anchorId="67D99CB3" wp14:editId="225D6AB4">
                      <wp:simplePos x="0" y="0"/>
                      <wp:positionH relativeFrom="column">
                        <wp:posOffset>1320800</wp:posOffset>
                      </wp:positionH>
                      <wp:positionV relativeFrom="paragraph">
                        <wp:posOffset>431800</wp:posOffset>
                      </wp:positionV>
                      <wp:extent cx="1003300" cy="698500"/>
                      <wp:effectExtent l="0" t="0" r="0" b="0"/>
                      <wp:wrapNone/>
                      <wp:docPr id="4" name="Rectangle 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 o:spid="_x0000_s1124" style="position:absolute;margin-left:104pt;margin-top:34pt;width:79pt;height:55pt;z-index:25176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BPCGgIAAAY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W1QTwhoCAAAG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3712" behindDoc="0" locked="0" layoutInCell="1" allowOverlap="1" wp14:anchorId="74D32F8A" wp14:editId="64D3AB28">
                      <wp:simplePos x="0" y="0"/>
                      <wp:positionH relativeFrom="column">
                        <wp:posOffset>1320800</wp:posOffset>
                      </wp:positionH>
                      <wp:positionV relativeFrom="paragraph">
                        <wp:posOffset>431800</wp:posOffset>
                      </wp:positionV>
                      <wp:extent cx="1003300" cy="698500"/>
                      <wp:effectExtent l="0" t="0" r="0" b="0"/>
                      <wp:wrapNone/>
                      <wp:docPr id="5" name="Rectangle 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 o:spid="_x0000_s1125" style="position:absolute;margin-left:104pt;margin-top:34pt;width:79pt;height:55pt;z-index:25176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FfyFwIAAAY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4736" behindDoc="0" locked="0" layoutInCell="1" allowOverlap="1" wp14:anchorId="2759F845" wp14:editId="419647A2">
                      <wp:simplePos x="0" y="0"/>
                      <wp:positionH relativeFrom="column">
                        <wp:posOffset>1320800</wp:posOffset>
                      </wp:positionH>
                      <wp:positionV relativeFrom="paragraph">
                        <wp:posOffset>431800</wp:posOffset>
                      </wp:positionV>
                      <wp:extent cx="1003300" cy="698500"/>
                      <wp:effectExtent l="0" t="0" r="0" b="0"/>
                      <wp:wrapNone/>
                      <wp:docPr id="6" name="Rectangle 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 o:spid="_x0000_s1126" style="position:absolute;margin-left:104pt;margin-top:34pt;width:79pt;height:55pt;z-index:25176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wd0GQIAAAc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Itwd0GQIAAAc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5760" behindDoc="0" locked="0" layoutInCell="1" allowOverlap="1" wp14:anchorId="3D46E027" wp14:editId="63120AE3">
                      <wp:simplePos x="0" y="0"/>
                      <wp:positionH relativeFrom="column">
                        <wp:posOffset>1320800</wp:posOffset>
                      </wp:positionH>
                      <wp:positionV relativeFrom="paragraph">
                        <wp:posOffset>431800</wp:posOffset>
                      </wp:positionV>
                      <wp:extent cx="1003300" cy="698500"/>
                      <wp:effectExtent l="0" t="0" r="0" b="0"/>
                      <wp:wrapNone/>
                      <wp:docPr id="7" name="Rectangle 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 o:spid="_x0000_s1127" style="position:absolute;margin-left:104pt;margin-top:34pt;width:79pt;height:55pt;z-index:25176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tbpGgIAAAc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Ce7W6RoCAAAH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6784" behindDoc="0" locked="0" layoutInCell="1" allowOverlap="1" wp14:anchorId="463894AF" wp14:editId="03ACDED6">
                      <wp:simplePos x="0" y="0"/>
                      <wp:positionH relativeFrom="column">
                        <wp:posOffset>1320800</wp:posOffset>
                      </wp:positionH>
                      <wp:positionV relativeFrom="paragraph">
                        <wp:posOffset>431800</wp:posOffset>
                      </wp:positionV>
                      <wp:extent cx="1003300" cy="698500"/>
                      <wp:effectExtent l="0" t="0" r="0" b="0"/>
                      <wp:wrapNone/>
                      <wp:docPr id="8" name="Rectangle 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 o:spid="_x0000_s1128" style="position:absolute;margin-left:104pt;margin-top:34pt;width:79pt;height:55pt;z-index:25176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wLGAIAAAc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L+LDAsYAgAABw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7808" behindDoc="0" locked="0" layoutInCell="1" allowOverlap="1" wp14:anchorId="19ED6261" wp14:editId="42E3E447">
                      <wp:simplePos x="0" y="0"/>
                      <wp:positionH relativeFrom="column">
                        <wp:posOffset>1320800</wp:posOffset>
                      </wp:positionH>
                      <wp:positionV relativeFrom="paragraph">
                        <wp:posOffset>431800</wp:posOffset>
                      </wp:positionV>
                      <wp:extent cx="1003300" cy="698500"/>
                      <wp:effectExtent l="0" t="0" r="0" b="0"/>
                      <wp:wrapNone/>
                      <wp:docPr id="9" name="Rectangle 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9" o:spid="_x0000_s1129" style="position:absolute;margin-left:104pt;margin-top:34pt;width:79pt;height:55pt;z-index:25176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n7cGgIAAAc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r4Z+3BoCAAAH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8832" behindDoc="0" locked="0" layoutInCell="1" allowOverlap="1" wp14:anchorId="3BB944BF" wp14:editId="4D8F1BC4">
                      <wp:simplePos x="0" y="0"/>
                      <wp:positionH relativeFrom="column">
                        <wp:posOffset>1320800</wp:posOffset>
                      </wp:positionH>
                      <wp:positionV relativeFrom="paragraph">
                        <wp:posOffset>431800</wp:posOffset>
                      </wp:positionV>
                      <wp:extent cx="1003300" cy="698500"/>
                      <wp:effectExtent l="0" t="0" r="0" b="0"/>
                      <wp:wrapNone/>
                      <wp:docPr id="10" name="Rectangle 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0" o:spid="_x0000_s1130" style="position:absolute;margin-left:104pt;margin-top:34pt;width:79pt;height:55pt;z-index:25176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Qk1GQ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CMQQk1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9856" behindDoc="0" locked="0" layoutInCell="1" allowOverlap="1" wp14:anchorId="062919E1" wp14:editId="71D280E3">
                      <wp:simplePos x="0" y="0"/>
                      <wp:positionH relativeFrom="column">
                        <wp:posOffset>1320800</wp:posOffset>
                      </wp:positionH>
                      <wp:positionV relativeFrom="paragraph">
                        <wp:posOffset>431800</wp:posOffset>
                      </wp:positionV>
                      <wp:extent cx="1003300" cy="698500"/>
                      <wp:effectExtent l="0" t="0" r="0" b="0"/>
                      <wp:wrapNone/>
                      <wp:docPr id="11" name="Rectangle 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1" o:spid="_x0000_s1131" style="position:absolute;margin-left:104pt;margin-top:34pt;width:79pt;height:55pt;z-index:25176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kqGAIAAAk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IxueSoYAgAACQ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0880" behindDoc="0" locked="0" layoutInCell="1" allowOverlap="1" wp14:anchorId="33A76E7D" wp14:editId="39468C26">
                      <wp:simplePos x="0" y="0"/>
                      <wp:positionH relativeFrom="column">
                        <wp:posOffset>1320800</wp:posOffset>
                      </wp:positionH>
                      <wp:positionV relativeFrom="paragraph">
                        <wp:posOffset>431800</wp:posOffset>
                      </wp:positionV>
                      <wp:extent cx="1003300" cy="698500"/>
                      <wp:effectExtent l="0" t="0" r="0" b="0"/>
                      <wp:wrapNone/>
                      <wp:docPr id="12" name="Rectangle 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2" o:spid="_x0000_s1132" style="position:absolute;margin-left:104pt;margin-top:34pt;width:79pt;height:55pt;z-index:25177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6+e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Lrevnh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1904" behindDoc="0" locked="0" layoutInCell="1" allowOverlap="1" wp14:anchorId="627B665E" wp14:editId="331318D0">
                      <wp:simplePos x="0" y="0"/>
                      <wp:positionH relativeFrom="column">
                        <wp:posOffset>1320800</wp:posOffset>
                      </wp:positionH>
                      <wp:positionV relativeFrom="paragraph">
                        <wp:posOffset>431800</wp:posOffset>
                      </wp:positionV>
                      <wp:extent cx="1003300" cy="698500"/>
                      <wp:effectExtent l="0" t="0" r="0" b="0"/>
                      <wp:wrapNone/>
                      <wp:docPr id="13" name="Rectangle 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3" o:spid="_x0000_s1133" style="position:absolute;margin-left:104pt;margin-top:34pt;width:79pt;height:55pt;z-index:25177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f8x8y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2928" behindDoc="0" locked="0" layoutInCell="1" allowOverlap="1" wp14:anchorId="7EABB648" wp14:editId="1C7CD661">
                      <wp:simplePos x="0" y="0"/>
                      <wp:positionH relativeFrom="column">
                        <wp:posOffset>1320800</wp:posOffset>
                      </wp:positionH>
                      <wp:positionV relativeFrom="paragraph">
                        <wp:posOffset>431800</wp:posOffset>
                      </wp:positionV>
                      <wp:extent cx="1003300" cy="698500"/>
                      <wp:effectExtent l="0" t="0" r="0" b="0"/>
                      <wp:wrapNone/>
                      <wp:docPr id="14" name="Rectangle 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4" o:spid="_x0000_s1134" style="position:absolute;margin-left:104pt;margin-top:34pt;width:79pt;height:55pt;z-index:25177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Zdf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BBJl18YAgAACQ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3952" behindDoc="0" locked="0" layoutInCell="1" allowOverlap="1" wp14:anchorId="7C390234" wp14:editId="32168339">
                      <wp:simplePos x="0" y="0"/>
                      <wp:positionH relativeFrom="column">
                        <wp:posOffset>1320800</wp:posOffset>
                      </wp:positionH>
                      <wp:positionV relativeFrom="paragraph">
                        <wp:posOffset>431800</wp:posOffset>
                      </wp:positionV>
                      <wp:extent cx="1003300" cy="698500"/>
                      <wp:effectExtent l="0" t="0" r="0" b="0"/>
                      <wp:wrapNone/>
                      <wp:docPr id="15" name="Rectangle 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5" o:spid="_x0000_s1135" style="position:absolute;margin-left:104pt;margin-top:34pt;width:79pt;height:55pt;z-index:25177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dAGwIAAAk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Bm50AbAgAAC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4976" behindDoc="0" locked="0" layoutInCell="1" allowOverlap="1" wp14:anchorId="24B4DEC7" wp14:editId="49D32D31">
                      <wp:simplePos x="0" y="0"/>
                      <wp:positionH relativeFrom="column">
                        <wp:posOffset>1320800</wp:posOffset>
                      </wp:positionH>
                      <wp:positionV relativeFrom="paragraph">
                        <wp:posOffset>431800</wp:posOffset>
                      </wp:positionV>
                      <wp:extent cx="1003300" cy="698500"/>
                      <wp:effectExtent l="0" t="0" r="0" b="0"/>
                      <wp:wrapNone/>
                      <wp:docPr id="16" name="Rectangle 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6" o:spid="_x0000_s1136" style="position:absolute;margin-left:104pt;margin-top:34pt;width:79pt;height:55pt;z-index:25177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9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V/vn/R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6000" behindDoc="0" locked="0" layoutInCell="1" allowOverlap="1" wp14:anchorId="457993C8" wp14:editId="64273778">
                      <wp:simplePos x="0" y="0"/>
                      <wp:positionH relativeFrom="column">
                        <wp:posOffset>1320800</wp:posOffset>
                      </wp:positionH>
                      <wp:positionV relativeFrom="paragraph">
                        <wp:posOffset>431800</wp:posOffset>
                      </wp:positionV>
                      <wp:extent cx="1003300" cy="698500"/>
                      <wp:effectExtent l="0" t="0" r="0" b="0"/>
                      <wp:wrapNone/>
                      <wp:docPr id="17" name="Rectangle 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7" o:spid="_x0000_s1137" style="position:absolute;margin-left:104pt;margin-top:34pt;width:79pt;height:55pt;z-index:25177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JfiGAIAAAk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FfUl+IYAgAACQ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7024" behindDoc="0" locked="0" layoutInCell="1" allowOverlap="1" wp14:anchorId="4F87F24D" wp14:editId="2D67498B">
                      <wp:simplePos x="0" y="0"/>
                      <wp:positionH relativeFrom="column">
                        <wp:posOffset>1320800</wp:posOffset>
                      </wp:positionH>
                      <wp:positionV relativeFrom="paragraph">
                        <wp:posOffset>431800</wp:posOffset>
                      </wp:positionV>
                      <wp:extent cx="1003300" cy="698500"/>
                      <wp:effectExtent l="0" t="0" r="0" b="0"/>
                      <wp:wrapNone/>
                      <wp:docPr id="18" name="Rectangle 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8" o:spid="_x0000_s1138" style="position:absolute;margin-left:104pt;margin-top:34pt;width:79pt;height:55pt;z-index:25177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Tj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l1p04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8048" behindDoc="0" locked="0" layoutInCell="1" allowOverlap="1" wp14:anchorId="6E7D1D9A" wp14:editId="50E5A16B">
                      <wp:simplePos x="0" y="0"/>
                      <wp:positionH relativeFrom="column">
                        <wp:posOffset>1320800</wp:posOffset>
                      </wp:positionH>
                      <wp:positionV relativeFrom="paragraph">
                        <wp:posOffset>431800</wp:posOffset>
                      </wp:positionV>
                      <wp:extent cx="1003300" cy="698500"/>
                      <wp:effectExtent l="0" t="0" r="0" b="0"/>
                      <wp:wrapNone/>
                      <wp:docPr id="19" name="Rectangle 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9" o:spid="_x0000_s1139" style="position:absolute;margin-left:104pt;margin-top:34pt;width:79pt;height:55pt;z-index:25177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ae2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xiGnth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9072" behindDoc="0" locked="0" layoutInCell="1" allowOverlap="1" wp14:anchorId="146E651C" wp14:editId="6A29917A">
                      <wp:simplePos x="0" y="0"/>
                      <wp:positionH relativeFrom="column">
                        <wp:posOffset>1320800</wp:posOffset>
                      </wp:positionH>
                      <wp:positionV relativeFrom="paragraph">
                        <wp:posOffset>431800</wp:posOffset>
                      </wp:positionV>
                      <wp:extent cx="1003300" cy="698500"/>
                      <wp:effectExtent l="0" t="0" r="0" b="0"/>
                      <wp:wrapNone/>
                      <wp:docPr id="20" name="Rectangle 2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0" o:spid="_x0000_s1140" style="position:absolute;margin-left:104pt;margin-top:34pt;width:79pt;height:55pt;z-index:25177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HgIGQIAAAk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CrUHgI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0096" behindDoc="0" locked="0" layoutInCell="1" allowOverlap="1" wp14:anchorId="57BED8E6" wp14:editId="4F93D8C1">
                      <wp:simplePos x="0" y="0"/>
                      <wp:positionH relativeFrom="column">
                        <wp:posOffset>1320800</wp:posOffset>
                      </wp:positionH>
                      <wp:positionV relativeFrom="paragraph">
                        <wp:posOffset>431800</wp:posOffset>
                      </wp:positionV>
                      <wp:extent cx="1003300" cy="698500"/>
                      <wp:effectExtent l="0" t="0" r="0" b="0"/>
                      <wp:wrapNone/>
                      <wp:docPr id="21" name="Rectangle 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1" o:spid="_x0000_s1141" style="position:absolute;margin-left:104pt;margin-top:34pt;width:79pt;height:55pt;z-index:25178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wgXHAIAAAk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rfwgX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1120" behindDoc="0" locked="0" layoutInCell="1" allowOverlap="1" wp14:anchorId="75EF3ED9" wp14:editId="764B09C2">
                      <wp:simplePos x="0" y="0"/>
                      <wp:positionH relativeFrom="column">
                        <wp:posOffset>1320800</wp:posOffset>
                      </wp:positionH>
                      <wp:positionV relativeFrom="paragraph">
                        <wp:posOffset>431800</wp:posOffset>
                      </wp:positionV>
                      <wp:extent cx="1003300" cy="698500"/>
                      <wp:effectExtent l="0" t="0" r="0" b="0"/>
                      <wp:wrapNone/>
                      <wp:docPr id="22" name="Rectangle 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2" o:spid="_x0000_s1142" style="position:absolute;margin-left:104pt;margin-top:34pt;width:79pt;height:55pt;z-index:25178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n3pGw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jyfekbAgAAC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2144" behindDoc="0" locked="0" layoutInCell="1" allowOverlap="1" wp14:anchorId="37C24C4A" wp14:editId="33F5939E">
                      <wp:simplePos x="0" y="0"/>
                      <wp:positionH relativeFrom="column">
                        <wp:posOffset>1320800</wp:posOffset>
                      </wp:positionH>
                      <wp:positionV relativeFrom="paragraph">
                        <wp:posOffset>431800</wp:posOffset>
                      </wp:positionV>
                      <wp:extent cx="1003300" cy="698500"/>
                      <wp:effectExtent l="0" t="0" r="0" b="0"/>
                      <wp:wrapNone/>
                      <wp:docPr id="23" name="Rectangle 2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 o:spid="_x0000_s1143" style="position:absolute;margin-left:104pt;margin-top:34pt;width:79pt;height:55pt;z-index:251782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Q32GQIAAAk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Y3Q32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3168" behindDoc="0" locked="0" layoutInCell="1" allowOverlap="1" wp14:anchorId="6F2CDAFA" wp14:editId="26D9AD12">
                      <wp:simplePos x="0" y="0"/>
                      <wp:positionH relativeFrom="column">
                        <wp:posOffset>1320800</wp:posOffset>
                      </wp:positionH>
                      <wp:positionV relativeFrom="paragraph">
                        <wp:posOffset>431800</wp:posOffset>
                      </wp:positionV>
                      <wp:extent cx="1003300" cy="698500"/>
                      <wp:effectExtent l="0" t="0" r="0" b="0"/>
                      <wp:wrapNone/>
                      <wp:docPr id="24" name="Rectangle 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 o:spid="_x0000_s1144" style="position:absolute;margin-left:104pt;margin-top:34pt;width:79pt;height:55pt;z-index:251783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OZi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dY5mIbAgAAC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4192" behindDoc="0" locked="0" layoutInCell="1" allowOverlap="1" wp14:anchorId="07D155F2" wp14:editId="04DAE68E">
                      <wp:simplePos x="0" y="0"/>
                      <wp:positionH relativeFrom="column">
                        <wp:posOffset>1320800</wp:posOffset>
                      </wp:positionH>
                      <wp:positionV relativeFrom="paragraph">
                        <wp:posOffset>431800</wp:posOffset>
                      </wp:positionV>
                      <wp:extent cx="1003300" cy="698500"/>
                      <wp:effectExtent l="0" t="0" r="0" b="0"/>
                      <wp:wrapNone/>
                      <wp:docPr id="25" name="Rectangle 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 o:spid="_x0000_s1145" style="position:absolute;margin-left:104pt;margin-top:34pt;width:79pt;height:55pt;z-index:251784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zU3HAIAAAk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mIzU3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5216" behindDoc="0" locked="0" layoutInCell="1" allowOverlap="1" wp14:anchorId="5CCB8D8E" wp14:editId="080274BB">
                      <wp:simplePos x="0" y="0"/>
                      <wp:positionH relativeFrom="column">
                        <wp:posOffset>1295400</wp:posOffset>
                      </wp:positionH>
                      <wp:positionV relativeFrom="paragraph">
                        <wp:posOffset>431800</wp:posOffset>
                      </wp:positionV>
                      <wp:extent cx="1003300" cy="698500"/>
                      <wp:effectExtent l="0" t="0" r="0" b="0"/>
                      <wp:wrapNone/>
                      <wp:docPr id="26" name="Rectangle 2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 o:spid="_x0000_s1146" style="position:absolute;margin-left:102pt;margin-top:34pt;width:79pt;height:55pt;z-index:251785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EYc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0sEYc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6240" behindDoc="0" locked="0" layoutInCell="1" allowOverlap="1" wp14:anchorId="6144CBE0" wp14:editId="274E3515">
                      <wp:simplePos x="0" y="0"/>
                      <wp:positionH relativeFrom="column">
                        <wp:posOffset>1295400</wp:posOffset>
                      </wp:positionH>
                      <wp:positionV relativeFrom="paragraph">
                        <wp:posOffset>431800</wp:posOffset>
                      </wp:positionV>
                      <wp:extent cx="1003300" cy="698500"/>
                      <wp:effectExtent l="0" t="0" r="0" b="0"/>
                      <wp:wrapNone/>
                      <wp:docPr id="27" name="Rectangle 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 o:spid="_x0000_s1147" style="position:absolute;margin-left:102pt;margin-top:34pt;width:79pt;height:55pt;z-index:251786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zYDGg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SfNgM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7264" behindDoc="0" locked="0" layoutInCell="1" allowOverlap="1" wp14:anchorId="7E571EE6" wp14:editId="6F494733">
                      <wp:simplePos x="0" y="0"/>
                      <wp:positionH relativeFrom="column">
                        <wp:posOffset>1295400</wp:posOffset>
                      </wp:positionH>
                      <wp:positionV relativeFrom="paragraph">
                        <wp:posOffset>431800</wp:posOffset>
                      </wp:positionV>
                      <wp:extent cx="1003300" cy="698500"/>
                      <wp:effectExtent l="0" t="0" r="0" b="0"/>
                      <wp:wrapNone/>
                      <wp:docPr id="28" name="Rectangle 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 o:spid="_x0000_s1148" style="position:absolute;margin-left:102pt;margin-top:34pt;width:79pt;height:55pt;z-index:251787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XZI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VFdkg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8288" behindDoc="0" locked="0" layoutInCell="1" allowOverlap="1" wp14:anchorId="693D7439" wp14:editId="75A0A2EB">
                      <wp:simplePos x="0" y="0"/>
                      <wp:positionH relativeFrom="column">
                        <wp:posOffset>1295400</wp:posOffset>
                      </wp:positionH>
                      <wp:positionV relativeFrom="paragraph">
                        <wp:posOffset>431800</wp:posOffset>
                      </wp:positionV>
                      <wp:extent cx="1003300" cy="698500"/>
                      <wp:effectExtent l="0" t="0" r="0" b="0"/>
                      <wp:wrapNone/>
                      <wp:docPr id="29" name="Rectangle 2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 o:spid="_x0000_s1149" style="position:absolute;margin-left:102pt;margin-top:34pt;width:79pt;height:55pt;z-index:251788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gZX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DlagZX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9312" behindDoc="0" locked="0" layoutInCell="1" allowOverlap="1" wp14:anchorId="2E970703" wp14:editId="72F4B875">
                      <wp:simplePos x="0" y="0"/>
                      <wp:positionH relativeFrom="column">
                        <wp:posOffset>1295400</wp:posOffset>
                      </wp:positionH>
                      <wp:positionV relativeFrom="paragraph">
                        <wp:posOffset>431800</wp:posOffset>
                      </wp:positionV>
                      <wp:extent cx="1003300" cy="698500"/>
                      <wp:effectExtent l="0" t="0" r="0" b="0"/>
                      <wp:wrapNone/>
                      <wp:docPr id="30" name="Rectangle 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0" o:spid="_x0000_s1150" style="position:absolute;margin-left:102pt;margin-top:34pt;width:79pt;height:55pt;z-index:251789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DKC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fsMoI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0336" behindDoc="0" locked="0" layoutInCell="1" allowOverlap="1" wp14:anchorId="31554D73" wp14:editId="308912D0">
                      <wp:simplePos x="0" y="0"/>
                      <wp:positionH relativeFrom="column">
                        <wp:posOffset>1295400</wp:posOffset>
                      </wp:positionH>
                      <wp:positionV relativeFrom="paragraph">
                        <wp:posOffset>431800</wp:posOffset>
                      </wp:positionV>
                      <wp:extent cx="1003300" cy="698500"/>
                      <wp:effectExtent l="0" t="0" r="0" b="0"/>
                      <wp:wrapNone/>
                      <wp:docPr id="31" name="Rectangle 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1" o:spid="_x0000_s1151" style="position:absolute;margin-left:102pt;margin-top:34pt;width:79pt;height:55pt;z-index:251790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HXGwIAAAk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2l+HX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1360" behindDoc="0" locked="0" layoutInCell="1" allowOverlap="1" wp14:anchorId="15A38DD5" wp14:editId="3E84D6CE">
                      <wp:simplePos x="0" y="0"/>
                      <wp:positionH relativeFrom="column">
                        <wp:posOffset>1295400</wp:posOffset>
                      </wp:positionH>
                      <wp:positionV relativeFrom="paragraph">
                        <wp:posOffset>431800</wp:posOffset>
                      </wp:positionV>
                      <wp:extent cx="1003300" cy="698500"/>
                      <wp:effectExtent l="0" t="0" r="0" b="0"/>
                      <wp:wrapNone/>
                      <wp:docPr id="32" name="Rectangle 3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2" o:spid="_x0000_s1152" style="position:absolute;margin-left:102pt;margin-top:34pt;width:79pt;height:55pt;z-index:251791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djGAIAAAk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AUTjdj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2384" behindDoc="0" locked="0" layoutInCell="1" allowOverlap="1" wp14:anchorId="0931800B" wp14:editId="4B09EC5A">
                      <wp:simplePos x="0" y="0"/>
                      <wp:positionH relativeFrom="column">
                        <wp:posOffset>1295400</wp:posOffset>
                      </wp:positionH>
                      <wp:positionV relativeFrom="paragraph">
                        <wp:posOffset>431800</wp:posOffset>
                      </wp:positionV>
                      <wp:extent cx="1003300" cy="698500"/>
                      <wp:effectExtent l="0" t="0" r="0" b="0"/>
                      <wp:wrapNone/>
                      <wp:docPr id="33" name="Rectangle 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3" o:spid="_x0000_s1153" style="position:absolute;margin-left:102pt;margin-top:34pt;width:79pt;height:55pt;z-index:251792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Ud8Gw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UYUd8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3408" behindDoc="0" locked="0" layoutInCell="1" allowOverlap="1" wp14:anchorId="56BD280A" wp14:editId="31B5DE53">
                      <wp:simplePos x="0" y="0"/>
                      <wp:positionH relativeFrom="column">
                        <wp:posOffset>1295400</wp:posOffset>
                      </wp:positionH>
                      <wp:positionV relativeFrom="paragraph">
                        <wp:posOffset>431800</wp:posOffset>
                      </wp:positionV>
                      <wp:extent cx="1003300" cy="698500"/>
                      <wp:effectExtent l="0" t="0" r="0" b="0"/>
                      <wp:wrapNone/>
                      <wp:docPr id="34" name="Rectangle 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4" o:spid="_x0000_s1154" style="position:absolute;margin-left:102pt;margin-top:34pt;width:79pt;height:55pt;z-index:251793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A+i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qsA+i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4432" behindDoc="0" locked="0" layoutInCell="1" allowOverlap="1" wp14:anchorId="291EF610" wp14:editId="23D28A79">
                      <wp:simplePos x="0" y="0"/>
                      <wp:positionH relativeFrom="column">
                        <wp:posOffset>1295400</wp:posOffset>
                      </wp:positionH>
                      <wp:positionV relativeFrom="paragraph">
                        <wp:posOffset>431800</wp:posOffset>
                      </wp:positionV>
                      <wp:extent cx="1003300" cy="698500"/>
                      <wp:effectExtent l="0" t="0" r="0" b="0"/>
                      <wp:wrapNone/>
                      <wp:docPr id="35" name="Rectangle 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5" o:spid="_x0000_s1155" style="position:absolute;margin-left:102pt;margin-top:34pt;width:79pt;height:55pt;z-index:251794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3+9GAIAAAk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Aqn3+9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5456" behindDoc="0" locked="0" layoutInCell="1" allowOverlap="1" wp14:anchorId="5F170272" wp14:editId="10C5BBFD">
                      <wp:simplePos x="0" y="0"/>
                      <wp:positionH relativeFrom="column">
                        <wp:posOffset>1295400</wp:posOffset>
                      </wp:positionH>
                      <wp:positionV relativeFrom="paragraph">
                        <wp:posOffset>431800</wp:posOffset>
                      </wp:positionV>
                      <wp:extent cx="1003300" cy="698500"/>
                      <wp:effectExtent l="0" t="0" r="0" b="0"/>
                      <wp:wrapNone/>
                      <wp:docPr id="36" name="Rectangle 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6" o:spid="_x0000_s1156" style="position:absolute;margin-left:102pt;margin-top:34pt;width:79pt;height:55pt;z-index:251795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txK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xW3Eo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6480" behindDoc="0" locked="0" layoutInCell="1" allowOverlap="1" wp14:anchorId="0CC993F5" wp14:editId="2C3DD694">
                      <wp:simplePos x="0" y="0"/>
                      <wp:positionH relativeFrom="column">
                        <wp:posOffset>1295400</wp:posOffset>
                      </wp:positionH>
                      <wp:positionV relativeFrom="paragraph">
                        <wp:posOffset>431800</wp:posOffset>
                      </wp:positionV>
                      <wp:extent cx="1003300" cy="698500"/>
                      <wp:effectExtent l="0" t="0" r="0" b="0"/>
                      <wp:wrapNone/>
                      <wp:docPr id="37" name="Rectangle 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7" o:spid="_x0000_s1157" style="position:absolute;margin-left:102pt;margin-top:34pt;width:79pt;height:55pt;z-index:251796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Q8fGg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0tDx8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7504" behindDoc="0" locked="0" layoutInCell="1" allowOverlap="1" wp14:anchorId="5B5DA48F" wp14:editId="327EF604">
                      <wp:simplePos x="0" y="0"/>
                      <wp:positionH relativeFrom="column">
                        <wp:posOffset>1295400</wp:posOffset>
                      </wp:positionH>
                      <wp:positionV relativeFrom="paragraph">
                        <wp:posOffset>431800</wp:posOffset>
                      </wp:positionV>
                      <wp:extent cx="1003300" cy="698500"/>
                      <wp:effectExtent l="0" t="0" r="0" b="0"/>
                      <wp:wrapNone/>
                      <wp:docPr id="38" name="Rectangle 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 o:spid="_x0000_s1158" style="position:absolute;margin-left:102pt;margin-top:34pt;width:79pt;height:55pt;z-index:251797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eFwIAAAk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8528" behindDoc="0" locked="0" layoutInCell="1" allowOverlap="1" wp14:anchorId="4BB0B8CA" wp14:editId="55AE0635">
                      <wp:simplePos x="0" y="0"/>
                      <wp:positionH relativeFrom="column">
                        <wp:posOffset>1295400</wp:posOffset>
                      </wp:positionH>
                      <wp:positionV relativeFrom="paragraph">
                        <wp:posOffset>431800</wp:posOffset>
                      </wp:positionV>
                      <wp:extent cx="1003300" cy="698500"/>
                      <wp:effectExtent l="0" t="0" r="0" b="0"/>
                      <wp:wrapNone/>
                      <wp:docPr id="39" name="Rectangle 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 o:spid="_x0000_s1159" style="position:absolute;margin-left:102pt;margin-top:34pt;width:79pt;height:55pt;z-index:251798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JwB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tjJwB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9552" behindDoc="0" locked="0" layoutInCell="1" allowOverlap="1" wp14:anchorId="1030FD84" wp14:editId="427A77C3">
                      <wp:simplePos x="0" y="0"/>
                      <wp:positionH relativeFrom="column">
                        <wp:posOffset>1295400</wp:posOffset>
                      </wp:positionH>
                      <wp:positionV relativeFrom="paragraph">
                        <wp:posOffset>431800</wp:posOffset>
                      </wp:positionV>
                      <wp:extent cx="1003300" cy="698500"/>
                      <wp:effectExtent l="0" t="0" r="0" b="0"/>
                      <wp:wrapNone/>
                      <wp:docPr id="40" name="Rectangle 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 o:spid="_x0000_s1160" style="position:absolute;margin-left:102pt;margin-top:34pt;width:79pt;height:55pt;z-index:251799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zciGAIAAAk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PRzci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0576" behindDoc="0" locked="0" layoutInCell="1" allowOverlap="1" wp14:anchorId="6F514044" wp14:editId="1B1B5509">
                      <wp:simplePos x="0" y="0"/>
                      <wp:positionH relativeFrom="column">
                        <wp:posOffset>1295400</wp:posOffset>
                      </wp:positionH>
                      <wp:positionV relativeFrom="paragraph">
                        <wp:posOffset>431800</wp:posOffset>
                      </wp:positionV>
                      <wp:extent cx="1003300" cy="698500"/>
                      <wp:effectExtent l="0" t="0" r="0" b="0"/>
                      <wp:wrapNone/>
                      <wp:docPr id="41" name="Rectangle 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 o:spid="_x0000_s1161" style="position:absolute;margin-left:102pt;margin-top:34pt;width:79pt;height:55pt;z-index:251800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Ec9GQIAAAk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T2hHPRkCAAAJ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1600" behindDoc="0" locked="0" layoutInCell="1" allowOverlap="1" wp14:anchorId="0299F624" wp14:editId="67847B92">
                      <wp:simplePos x="0" y="0"/>
                      <wp:positionH relativeFrom="column">
                        <wp:posOffset>1295400</wp:posOffset>
                      </wp:positionH>
                      <wp:positionV relativeFrom="paragraph">
                        <wp:posOffset>431800</wp:posOffset>
                      </wp:positionV>
                      <wp:extent cx="1003300" cy="698500"/>
                      <wp:effectExtent l="0" t="0" r="0" b="0"/>
                      <wp:wrapNone/>
                      <wp:docPr id="42" name="Rectangle 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 o:spid="_x0000_s1162" style="position:absolute;margin-left:102pt;margin-top:34pt;width:79pt;height:55pt;z-index:251801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GJ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2xkYk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2624" behindDoc="0" locked="0" layoutInCell="1" allowOverlap="1" wp14:anchorId="60858E98" wp14:editId="7EBC460A">
                      <wp:simplePos x="0" y="0"/>
                      <wp:positionH relativeFrom="column">
                        <wp:posOffset>1295400</wp:posOffset>
                      </wp:positionH>
                      <wp:positionV relativeFrom="paragraph">
                        <wp:posOffset>431800</wp:posOffset>
                      </wp:positionV>
                      <wp:extent cx="1003300" cy="698500"/>
                      <wp:effectExtent l="0" t="0" r="0" b="0"/>
                      <wp:wrapNone/>
                      <wp:docPr id="43" name="Rectangle 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 o:spid="_x0000_s1163" style="position:absolute;margin-left:102pt;margin-top:34pt;width:79pt;height:55pt;z-index:251802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kLcGw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8ykLc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3648" behindDoc="0" locked="0" layoutInCell="1" allowOverlap="1" wp14:anchorId="17D7F242" wp14:editId="527594EF">
                      <wp:simplePos x="0" y="0"/>
                      <wp:positionH relativeFrom="column">
                        <wp:posOffset>1295400</wp:posOffset>
                      </wp:positionH>
                      <wp:positionV relativeFrom="paragraph">
                        <wp:posOffset>431800</wp:posOffset>
                      </wp:positionV>
                      <wp:extent cx="1003300" cy="698500"/>
                      <wp:effectExtent l="0" t="0" r="0" b="0"/>
                      <wp:wrapNone/>
                      <wp:docPr id="44" name="Rectangle 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 o:spid="_x0000_s1164" style="position:absolute;margin-left:102pt;margin-top:34pt;width:79pt;height:55pt;z-index:251803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6lI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DTT6lI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4672" behindDoc="0" locked="0" layoutInCell="1" allowOverlap="1" wp14:anchorId="03DF6F31" wp14:editId="2DB96087">
                      <wp:simplePos x="0" y="0"/>
                      <wp:positionH relativeFrom="column">
                        <wp:posOffset>1295400</wp:posOffset>
                      </wp:positionH>
                      <wp:positionV relativeFrom="paragraph">
                        <wp:posOffset>431800</wp:posOffset>
                      </wp:positionV>
                      <wp:extent cx="1003300" cy="698500"/>
                      <wp:effectExtent l="0" t="0" r="0" b="0"/>
                      <wp:wrapNone/>
                      <wp:docPr id="45" name="Rectangle 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5" o:spid="_x0000_s1165" style="position:absolute;margin-left:102pt;margin-top:34pt;width:79pt;height:55pt;z-index:251804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lXGwIAAAk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TYNlX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5696" behindDoc="0" locked="0" layoutInCell="1" allowOverlap="1" wp14:anchorId="3BB8D796" wp14:editId="3D336657">
                      <wp:simplePos x="0" y="0"/>
                      <wp:positionH relativeFrom="column">
                        <wp:posOffset>1295400</wp:posOffset>
                      </wp:positionH>
                      <wp:positionV relativeFrom="paragraph">
                        <wp:posOffset>431800</wp:posOffset>
                      </wp:positionV>
                      <wp:extent cx="1003300" cy="698500"/>
                      <wp:effectExtent l="0" t="0" r="0" b="0"/>
                      <wp:wrapNone/>
                      <wp:docPr id="46" name="Rectangle 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6" o:spid="_x0000_s1166" style="position:absolute;margin-left:102pt;margin-top:34pt;width:79pt;height:55pt;z-index:251805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HAeGQ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c0hwHhkCAAAJ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6720" behindDoc="0" locked="0" layoutInCell="1" allowOverlap="1" wp14:anchorId="77E9F111" wp14:editId="64D214BB">
                      <wp:simplePos x="0" y="0"/>
                      <wp:positionH relativeFrom="column">
                        <wp:posOffset>1295400</wp:posOffset>
                      </wp:positionH>
                      <wp:positionV relativeFrom="paragraph">
                        <wp:posOffset>431800</wp:posOffset>
                      </wp:positionV>
                      <wp:extent cx="1003300" cy="698500"/>
                      <wp:effectExtent l="0" t="0" r="0" b="0"/>
                      <wp:wrapNone/>
                      <wp:docPr id="47" name="Rectangle 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7" o:spid="_x0000_s1167" style="position:absolute;margin-left:102pt;margin-top:34pt;width:79pt;height:55pt;z-index:251806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wABGAIAAAk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zZwAB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7744" behindDoc="0" locked="0" layoutInCell="1" allowOverlap="1" wp14:anchorId="6A723800" wp14:editId="3ADB51AF">
                      <wp:simplePos x="0" y="0"/>
                      <wp:positionH relativeFrom="column">
                        <wp:posOffset>1295400</wp:posOffset>
                      </wp:positionH>
                      <wp:positionV relativeFrom="paragraph">
                        <wp:posOffset>431800</wp:posOffset>
                      </wp:positionV>
                      <wp:extent cx="1003300" cy="698500"/>
                      <wp:effectExtent l="0" t="0" r="0" b="0"/>
                      <wp:wrapNone/>
                      <wp:docPr id="48" name="Rectangle 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8" o:spid="_x0000_s1168" style="position:absolute;margin-left:102pt;margin-top:34pt;width:79pt;height:55pt;z-index:251807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eMA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Pp4wA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8768" behindDoc="0" locked="0" layoutInCell="1" allowOverlap="1" wp14:anchorId="0AD97FD1" wp14:editId="55093537">
                      <wp:simplePos x="0" y="0"/>
                      <wp:positionH relativeFrom="column">
                        <wp:posOffset>1295400</wp:posOffset>
                      </wp:positionH>
                      <wp:positionV relativeFrom="paragraph">
                        <wp:posOffset>431800</wp:posOffset>
                      </wp:positionV>
                      <wp:extent cx="1003300" cy="698500"/>
                      <wp:effectExtent l="0" t="0" r="0" b="0"/>
                      <wp:wrapNone/>
                      <wp:docPr id="49" name="Rectangle 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9" o:spid="_x0000_s1169" style="position:absolute;margin-left:102pt;margin-top:34pt;width:79pt;height:55pt;z-index:251808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jBV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ikjBV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p>
        </w:tc>
        <w:tc>
          <w:tcPr>
            <w:tcW w:w="3577" w:type="dxa"/>
            <w:gridSpan w:val="2"/>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auto"/>
            <w:vAlign w:val="center"/>
            <w:hideMark/>
          </w:tcPr>
          <w:p w:rsidR="00433D29" w:rsidRPr="00F14F57" w:rsidRDefault="00433D29"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809792" behindDoc="0" locked="0" layoutInCell="1" allowOverlap="1" wp14:anchorId="5D4B52F9" wp14:editId="2DBB0C0D">
                      <wp:simplePos x="0" y="0"/>
                      <wp:positionH relativeFrom="column">
                        <wp:posOffset>1320800</wp:posOffset>
                      </wp:positionH>
                      <wp:positionV relativeFrom="paragraph">
                        <wp:posOffset>431800</wp:posOffset>
                      </wp:positionV>
                      <wp:extent cx="1003300" cy="698500"/>
                      <wp:effectExtent l="0" t="0" r="0" b="0"/>
                      <wp:wrapNone/>
                      <wp:docPr id="50" name="Rectangle 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0" o:spid="_x0000_s1170" style="position:absolute;margin-left:104pt;margin-top:34pt;width:79pt;height:55pt;z-index:251809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ATa7Kv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0816" behindDoc="0" locked="0" layoutInCell="1" allowOverlap="1" wp14:anchorId="7BCA1048" wp14:editId="11DF97E4">
                      <wp:simplePos x="0" y="0"/>
                      <wp:positionH relativeFrom="column">
                        <wp:posOffset>1320800</wp:posOffset>
                      </wp:positionH>
                      <wp:positionV relativeFrom="paragraph">
                        <wp:posOffset>431800</wp:posOffset>
                      </wp:positionV>
                      <wp:extent cx="1003300" cy="698500"/>
                      <wp:effectExtent l="0" t="0" r="0" b="0"/>
                      <wp:wrapNone/>
                      <wp:docPr id="51" name="Rectangle 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1" o:spid="_x0000_s1171" style="position:absolute;margin-left:104pt;margin-top:34pt;width:79pt;height:55pt;z-index:251810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MKwHQIAAAk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0TCsB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1840" behindDoc="0" locked="0" layoutInCell="1" allowOverlap="1" wp14:anchorId="49D2B183" wp14:editId="32F0C475">
                      <wp:simplePos x="0" y="0"/>
                      <wp:positionH relativeFrom="column">
                        <wp:posOffset>1320800</wp:posOffset>
                      </wp:positionH>
                      <wp:positionV relativeFrom="paragraph">
                        <wp:posOffset>431800</wp:posOffset>
                      </wp:positionV>
                      <wp:extent cx="1003300" cy="698500"/>
                      <wp:effectExtent l="0" t="0" r="0" b="0"/>
                      <wp:wrapNone/>
                      <wp:docPr id="52" name="Rectangle 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2" o:spid="_x0000_s1172" style="position:absolute;margin-left:104pt;margin-top:34pt;width:79pt;height:55pt;z-index:251811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bdOHAIAAAk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gybdO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2864" behindDoc="0" locked="0" layoutInCell="1" allowOverlap="1" wp14:anchorId="59AD9C7C" wp14:editId="74593508">
                      <wp:simplePos x="0" y="0"/>
                      <wp:positionH relativeFrom="column">
                        <wp:posOffset>1320800</wp:posOffset>
                      </wp:positionH>
                      <wp:positionV relativeFrom="paragraph">
                        <wp:posOffset>431800</wp:posOffset>
                      </wp:positionV>
                      <wp:extent cx="1003300" cy="698500"/>
                      <wp:effectExtent l="0" t="0" r="0" b="0"/>
                      <wp:wrapNone/>
                      <wp:docPr id="53" name="Rectangle 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3" o:spid="_x0000_s1173" style="position:absolute;margin-left:104pt;margin-top:34pt;width:79pt;height:55pt;z-index:251812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4ObHUR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3888" behindDoc="0" locked="0" layoutInCell="1" allowOverlap="1" wp14:anchorId="1D547B01" wp14:editId="4CFF9C05">
                      <wp:simplePos x="0" y="0"/>
                      <wp:positionH relativeFrom="column">
                        <wp:posOffset>1320800</wp:posOffset>
                      </wp:positionH>
                      <wp:positionV relativeFrom="paragraph">
                        <wp:posOffset>431800</wp:posOffset>
                      </wp:positionV>
                      <wp:extent cx="1003300" cy="698500"/>
                      <wp:effectExtent l="0" t="0" r="0" b="0"/>
                      <wp:wrapNone/>
                      <wp:docPr id="54" name="Rectangle 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4" o:spid="_x0000_s1174" style="position:absolute;margin-left:104pt;margin-top:34pt;width:79pt;height:55pt;z-index:251813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yzFHAIAAAk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PYyzF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4912" behindDoc="0" locked="0" layoutInCell="1" allowOverlap="1" wp14:anchorId="051150AC" wp14:editId="04509CB2">
                      <wp:simplePos x="0" y="0"/>
                      <wp:positionH relativeFrom="column">
                        <wp:posOffset>1320800</wp:posOffset>
                      </wp:positionH>
                      <wp:positionV relativeFrom="paragraph">
                        <wp:posOffset>431800</wp:posOffset>
                      </wp:positionV>
                      <wp:extent cx="1003300" cy="698500"/>
                      <wp:effectExtent l="0" t="0" r="0" b="0"/>
                      <wp:wrapNone/>
                      <wp:docPr id="55" name="Rectangle 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5" o:spid="_x0000_s1175" style="position:absolute;margin-left:104pt;margin-top:34pt;width:79pt;height:55pt;z-index:251814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QHQIAAAk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3hj/kB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5936" behindDoc="0" locked="0" layoutInCell="1" allowOverlap="1" wp14:anchorId="239813B6" wp14:editId="1C38E5B1">
                      <wp:simplePos x="0" y="0"/>
                      <wp:positionH relativeFrom="column">
                        <wp:posOffset>1320800</wp:posOffset>
                      </wp:positionH>
                      <wp:positionV relativeFrom="paragraph">
                        <wp:posOffset>431800</wp:posOffset>
                      </wp:positionV>
                      <wp:extent cx="1003300" cy="698500"/>
                      <wp:effectExtent l="0" t="0" r="0" b="0"/>
                      <wp:wrapNone/>
                      <wp:docPr id="56" name="Rectangle 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6" o:spid="_x0000_s1176" style="position:absolute;margin-left:104pt;margin-top:34pt;width:79pt;height:55pt;z-index:251815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NFcZ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6960" behindDoc="0" locked="0" layoutInCell="1" allowOverlap="1" wp14:anchorId="4DD07019" wp14:editId="50693CC8">
                      <wp:simplePos x="0" y="0"/>
                      <wp:positionH relativeFrom="column">
                        <wp:posOffset>1320800</wp:posOffset>
                      </wp:positionH>
                      <wp:positionV relativeFrom="paragraph">
                        <wp:posOffset>431800</wp:posOffset>
                      </wp:positionV>
                      <wp:extent cx="1003300" cy="698500"/>
                      <wp:effectExtent l="0" t="0" r="0" b="0"/>
                      <wp:wrapNone/>
                      <wp:docPr id="57" name="Rectangle 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7" o:spid="_x0000_s1177" style="position:absolute;margin-left:104pt;margin-top:34pt;width:79pt;height:55pt;z-index:251816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4HAIAAAk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I/ix4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7984" behindDoc="0" locked="0" layoutInCell="1" allowOverlap="1" wp14:anchorId="704DAC5B" wp14:editId="6EDA07E1">
                      <wp:simplePos x="0" y="0"/>
                      <wp:positionH relativeFrom="column">
                        <wp:posOffset>1320800</wp:posOffset>
                      </wp:positionH>
                      <wp:positionV relativeFrom="paragraph">
                        <wp:posOffset>431800</wp:posOffset>
                      </wp:positionV>
                      <wp:extent cx="1003300" cy="698500"/>
                      <wp:effectExtent l="0" t="0" r="0" b="0"/>
                      <wp:wrapNone/>
                      <wp:docPr id="58" name="Rectangle 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8" o:spid="_x0000_s1178" style="position:absolute;margin-left:104pt;margin-top:34pt;width:79pt;height:55pt;z-index:251817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ZJGwz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9008" behindDoc="0" locked="0" layoutInCell="1" allowOverlap="1" wp14:anchorId="3D6D4770" wp14:editId="245A618A">
                      <wp:simplePos x="0" y="0"/>
                      <wp:positionH relativeFrom="column">
                        <wp:posOffset>1320800</wp:posOffset>
                      </wp:positionH>
                      <wp:positionV relativeFrom="paragraph">
                        <wp:posOffset>431800</wp:posOffset>
                      </wp:positionV>
                      <wp:extent cx="1003300" cy="698500"/>
                      <wp:effectExtent l="0" t="0" r="0" b="0"/>
                      <wp:wrapNone/>
                      <wp:docPr id="59" name="Rectangle 5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9" o:spid="_x0000_s1179" style="position:absolute;margin-left:104pt;margin-top:34pt;width:79pt;height:55pt;z-index:251819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ZCxws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0032" behindDoc="0" locked="0" layoutInCell="1" allowOverlap="1" wp14:anchorId="3A5CBA68" wp14:editId="1268085E">
                      <wp:simplePos x="0" y="0"/>
                      <wp:positionH relativeFrom="column">
                        <wp:posOffset>1320800</wp:posOffset>
                      </wp:positionH>
                      <wp:positionV relativeFrom="paragraph">
                        <wp:posOffset>431800</wp:posOffset>
                      </wp:positionV>
                      <wp:extent cx="1003300" cy="698500"/>
                      <wp:effectExtent l="0" t="0" r="0" b="0"/>
                      <wp:wrapNone/>
                      <wp:docPr id="60" name="Rectangle 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0" o:spid="_x0000_s1180" style="position:absolute;margin-left:104pt;margin-top:34pt;width:79pt;height:55pt;z-index:251820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sOSHAIAAAk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0esOS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1056" behindDoc="0" locked="0" layoutInCell="1" allowOverlap="1" wp14:anchorId="3C15B6CB" wp14:editId="28126FE0">
                      <wp:simplePos x="0" y="0"/>
                      <wp:positionH relativeFrom="column">
                        <wp:posOffset>1320800</wp:posOffset>
                      </wp:positionH>
                      <wp:positionV relativeFrom="paragraph">
                        <wp:posOffset>431800</wp:posOffset>
                      </wp:positionV>
                      <wp:extent cx="1003300" cy="698500"/>
                      <wp:effectExtent l="0" t="0" r="0" b="0"/>
                      <wp:wrapNone/>
                      <wp:docPr id="61" name="Rectangle 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1" o:spid="_x0000_s1181" style="position:absolute;margin-left:104pt;margin-top:34pt;width:79pt;height:55pt;z-index:251821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RDHHQIAAAk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QEQxx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2080" behindDoc="0" locked="0" layoutInCell="1" allowOverlap="1" wp14:anchorId="665AADF4" wp14:editId="3FD051B7">
                      <wp:simplePos x="0" y="0"/>
                      <wp:positionH relativeFrom="column">
                        <wp:posOffset>1320800</wp:posOffset>
                      </wp:positionH>
                      <wp:positionV relativeFrom="paragraph">
                        <wp:posOffset>431800</wp:posOffset>
                      </wp:positionV>
                      <wp:extent cx="1003300" cy="698500"/>
                      <wp:effectExtent l="0" t="0" r="0" b="0"/>
                      <wp:wrapNone/>
                      <wp:docPr id="62" name="Rectangle 6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2" o:spid="_x0000_s1182" style="position:absolute;margin-left:104pt;margin-top:34pt;width:79pt;height:55pt;z-index:251822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x9jGc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3104" behindDoc="0" locked="0" layoutInCell="1" allowOverlap="1" wp14:anchorId="35DBBEC9" wp14:editId="4A32EEAC">
                      <wp:simplePos x="0" y="0"/>
                      <wp:positionH relativeFrom="column">
                        <wp:posOffset>1320800</wp:posOffset>
                      </wp:positionH>
                      <wp:positionV relativeFrom="paragraph">
                        <wp:posOffset>431800</wp:posOffset>
                      </wp:positionV>
                      <wp:extent cx="1003300" cy="698500"/>
                      <wp:effectExtent l="0" t="0" r="0" b="0"/>
                      <wp:wrapNone/>
                      <wp:docPr id="63" name="Rectangle 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3" o:spid="_x0000_s1183" style="position:absolute;margin-left:104pt;margin-top:34pt;width:79pt;height:55pt;z-index:251823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7ZsHQIAAAk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e2bB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4128" behindDoc="0" locked="0" layoutInCell="1" allowOverlap="1" wp14:anchorId="1EFB2B88" wp14:editId="24C1BB3A">
                      <wp:simplePos x="0" y="0"/>
                      <wp:positionH relativeFrom="column">
                        <wp:posOffset>1320800</wp:posOffset>
                      </wp:positionH>
                      <wp:positionV relativeFrom="paragraph">
                        <wp:posOffset>431800</wp:posOffset>
                      </wp:positionV>
                      <wp:extent cx="1003300" cy="698500"/>
                      <wp:effectExtent l="0" t="0" r="0" b="0"/>
                      <wp:wrapNone/>
                      <wp:docPr id="2304" name="Rectangle 23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4" o:spid="_x0000_s1184" style="position:absolute;margin-left:104pt;margin-top:34pt;width:79pt;height:55pt;z-index:251824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gYzHg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EKBjM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5152" behindDoc="0" locked="0" layoutInCell="1" allowOverlap="1" wp14:anchorId="37386A1A" wp14:editId="0A4B2C9C">
                      <wp:simplePos x="0" y="0"/>
                      <wp:positionH relativeFrom="column">
                        <wp:posOffset>1320800</wp:posOffset>
                      </wp:positionH>
                      <wp:positionV relativeFrom="paragraph">
                        <wp:posOffset>431800</wp:posOffset>
                      </wp:positionV>
                      <wp:extent cx="1003300" cy="698500"/>
                      <wp:effectExtent l="0" t="0" r="0" b="0"/>
                      <wp:wrapNone/>
                      <wp:docPr id="2305" name="Rectangle 230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5" o:spid="_x0000_s1185" style="position:absolute;margin-left:104pt;margin-top:34pt;width:79pt;height:55pt;z-index:251825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uu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Csq64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6176" behindDoc="0" locked="0" layoutInCell="1" allowOverlap="1" wp14:anchorId="00FB02E4" wp14:editId="38AA8A5E">
                      <wp:simplePos x="0" y="0"/>
                      <wp:positionH relativeFrom="column">
                        <wp:posOffset>1320800</wp:posOffset>
                      </wp:positionH>
                      <wp:positionV relativeFrom="paragraph">
                        <wp:posOffset>431800</wp:posOffset>
                      </wp:positionV>
                      <wp:extent cx="1003300" cy="698500"/>
                      <wp:effectExtent l="0" t="0" r="0" b="0"/>
                      <wp:wrapNone/>
                      <wp:docPr id="2306" name="Rectangle 23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6" o:spid="_x0000_s1186" style="position:absolute;margin-left:104pt;margin-top:34pt;width:79pt;height:55pt;z-index:251826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dWHQIAAA0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uWqHVh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7200" behindDoc="0" locked="0" layoutInCell="1" allowOverlap="1" wp14:anchorId="018B1211" wp14:editId="4F40D3EB">
                      <wp:simplePos x="0" y="0"/>
                      <wp:positionH relativeFrom="column">
                        <wp:posOffset>1320800</wp:posOffset>
                      </wp:positionH>
                      <wp:positionV relativeFrom="paragraph">
                        <wp:posOffset>431800</wp:posOffset>
                      </wp:positionV>
                      <wp:extent cx="1003300" cy="698500"/>
                      <wp:effectExtent l="0" t="0" r="0" b="0"/>
                      <wp:wrapNone/>
                      <wp:docPr id="2307" name="Rectangle 23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7" o:spid="_x0000_s1187" style="position:absolute;margin-left:104pt;margin-top:34pt;width:79pt;height:55pt;z-index:251827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ImBHQ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GZiJgR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8224" behindDoc="0" locked="0" layoutInCell="1" allowOverlap="1" wp14:anchorId="050EABA1" wp14:editId="1EDAE27B">
                      <wp:simplePos x="0" y="0"/>
                      <wp:positionH relativeFrom="column">
                        <wp:posOffset>1320800</wp:posOffset>
                      </wp:positionH>
                      <wp:positionV relativeFrom="paragraph">
                        <wp:posOffset>431800</wp:posOffset>
                      </wp:positionV>
                      <wp:extent cx="1003300" cy="698500"/>
                      <wp:effectExtent l="0" t="0" r="0" b="0"/>
                      <wp:wrapNone/>
                      <wp:docPr id="2308" name="Rectangle 230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8" o:spid="_x0000_s1188" style="position:absolute;margin-left:104pt;margin-top:34pt;width:79pt;height:55pt;z-index:251828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IL9Unc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9248" behindDoc="0" locked="0" layoutInCell="1" allowOverlap="1" wp14:anchorId="4E2F5BDA" wp14:editId="09E3ABDD">
                      <wp:simplePos x="0" y="0"/>
                      <wp:positionH relativeFrom="column">
                        <wp:posOffset>1320800</wp:posOffset>
                      </wp:positionH>
                      <wp:positionV relativeFrom="paragraph">
                        <wp:posOffset>431800</wp:posOffset>
                      </wp:positionV>
                      <wp:extent cx="1003300" cy="698500"/>
                      <wp:effectExtent l="0" t="0" r="0" b="0"/>
                      <wp:wrapNone/>
                      <wp:docPr id="2309" name="Rectangle 23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9" o:spid="_x0000_s1189" style="position:absolute;margin-left:104pt;margin-top:34pt;width:79pt;height:55pt;z-index:251829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qHQIAAA0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c1v/6h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0272" behindDoc="0" locked="0" layoutInCell="1" allowOverlap="1" wp14:anchorId="7E4505D0" wp14:editId="38FCF62C">
                      <wp:simplePos x="0" y="0"/>
                      <wp:positionH relativeFrom="column">
                        <wp:posOffset>1320800</wp:posOffset>
                      </wp:positionH>
                      <wp:positionV relativeFrom="paragraph">
                        <wp:posOffset>431800</wp:posOffset>
                      </wp:positionV>
                      <wp:extent cx="1003300" cy="698500"/>
                      <wp:effectExtent l="0" t="0" r="0" b="0"/>
                      <wp:wrapNone/>
                      <wp:docPr id="2310" name="Rectangle 23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0" o:spid="_x0000_s1190" style="position:absolute;margin-left:104pt;margin-top:34pt;width:79pt;height:55pt;z-index:25183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UfwHQ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3EVH8B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1296" behindDoc="0" locked="0" layoutInCell="1" allowOverlap="1" wp14:anchorId="5B7CC854" wp14:editId="5D1E3041">
                      <wp:simplePos x="0" y="0"/>
                      <wp:positionH relativeFrom="column">
                        <wp:posOffset>1320800</wp:posOffset>
                      </wp:positionH>
                      <wp:positionV relativeFrom="paragraph">
                        <wp:posOffset>431800</wp:posOffset>
                      </wp:positionV>
                      <wp:extent cx="1003300" cy="698500"/>
                      <wp:effectExtent l="0" t="0" r="0" b="0"/>
                      <wp:wrapNone/>
                      <wp:docPr id="2311" name="Rectangle 23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1" o:spid="_x0000_s1191" style="position:absolute;margin-left:104pt;margin-top:34pt;width:79pt;height:55pt;z-index:251831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pt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t4+pt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2320" behindDoc="0" locked="0" layoutInCell="1" allowOverlap="1" wp14:anchorId="6A2E2379" wp14:editId="0713CE73">
                      <wp:simplePos x="0" y="0"/>
                      <wp:positionH relativeFrom="column">
                        <wp:posOffset>1320800</wp:posOffset>
                      </wp:positionH>
                      <wp:positionV relativeFrom="paragraph">
                        <wp:posOffset>431800</wp:posOffset>
                      </wp:positionV>
                      <wp:extent cx="1003300" cy="698500"/>
                      <wp:effectExtent l="0" t="0" r="0" b="0"/>
                      <wp:wrapNone/>
                      <wp:docPr id="2312" name="Rectangle 23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2" o:spid="_x0000_s1192" style="position:absolute;margin-left:104pt;margin-top:34pt;width:79pt;height:55pt;z-index:25183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iuFHQ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3aYrhR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3344" behindDoc="0" locked="0" layoutInCell="1" allowOverlap="1" wp14:anchorId="1DE3BE10" wp14:editId="44FF2CB3">
                      <wp:simplePos x="0" y="0"/>
                      <wp:positionH relativeFrom="column">
                        <wp:posOffset>1320800</wp:posOffset>
                      </wp:positionH>
                      <wp:positionV relativeFrom="paragraph">
                        <wp:posOffset>431800</wp:posOffset>
                      </wp:positionV>
                      <wp:extent cx="1003300" cy="698500"/>
                      <wp:effectExtent l="0" t="0" r="0" b="0"/>
                      <wp:wrapNone/>
                      <wp:docPr id="2313" name="Rectangle 23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3" o:spid="_x0000_s1193" style="position:absolute;margin-left:104pt;margin-top:34pt;width:79pt;height:55pt;z-index:251833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CVSHg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1UJVI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4368" behindDoc="0" locked="0" layoutInCell="1" allowOverlap="1" wp14:anchorId="0C62B469" wp14:editId="41AFCA68">
                      <wp:simplePos x="0" y="0"/>
                      <wp:positionH relativeFrom="column">
                        <wp:posOffset>1295400</wp:posOffset>
                      </wp:positionH>
                      <wp:positionV relativeFrom="paragraph">
                        <wp:posOffset>431800</wp:posOffset>
                      </wp:positionV>
                      <wp:extent cx="1003300" cy="698500"/>
                      <wp:effectExtent l="0" t="0" r="0" b="0"/>
                      <wp:wrapNone/>
                      <wp:docPr id="2314" name="Rectangle 23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4" o:spid="_x0000_s1194" style="position:absolute;margin-left:102pt;margin-top:34pt;width:79pt;height:55pt;z-index:25183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4rT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QfitM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5392" behindDoc="0" locked="0" layoutInCell="1" allowOverlap="1" wp14:anchorId="0FF4BC58" wp14:editId="3AEA372A">
                      <wp:simplePos x="0" y="0"/>
                      <wp:positionH relativeFrom="column">
                        <wp:posOffset>1295400</wp:posOffset>
                      </wp:positionH>
                      <wp:positionV relativeFrom="paragraph">
                        <wp:posOffset>431800</wp:posOffset>
                      </wp:positionV>
                      <wp:extent cx="1003300" cy="698500"/>
                      <wp:effectExtent l="0" t="0" r="0" b="0"/>
                      <wp:wrapNone/>
                      <wp:docPr id="2315" name="Rectangle 23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5" o:spid="_x0000_s1195" style="position:absolute;margin-left:102pt;margin-top:34pt;width:79pt;height:55pt;z-index:251835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dO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S&#10;XWEkyAAqfYO6EbHvGZqjHW8a5vT1HNlkvxjr2II1s/yZJetkvc6KRZxstos0vUsWRVgUi00abrJs&#10;u82z680vdztKS2CuiL2Du7PuEHsfobP0c6l8yZFRDvvzFML3bKIw9ZIGHlq9mv8ebDAqU3q2rje8&#10;+ageNOjvPAOmIzS1enB/EAZNvktOly5xZCkEi6TIQ+glCltZfuVsyAJPvVxW2thPTA7IGRXWUExf&#10;N3IEJPPRlyNw7/V5Z9lpN3k5oqx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W5J04dAgAADQQAAA4AAAAAAAAAAAAAAAAALgIAAGRycy9lMm9Eb2MueG1sUEsBAi0A&#10;FAAGAAgAAAAhAE+++zXcAAAACgEAAA8AAAAAAAAAAAAAAAAAdw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6416" behindDoc="0" locked="0" layoutInCell="1" allowOverlap="1" wp14:anchorId="46530CC4" wp14:editId="7B1D921E">
                      <wp:simplePos x="0" y="0"/>
                      <wp:positionH relativeFrom="column">
                        <wp:posOffset>1295400</wp:posOffset>
                      </wp:positionH>
                      <wp:positionV relativeFrom="paragraph">
                        <wp:posOffset>431800</wp:posOffset>
                      </wp:positionV>
                      <wp:extent cx="1003300" cy="698500"/>
                      <wp:effectExtent l="0" t="0" r="0" b="0"/>
                      <wp:wrapNone/>
                      <wp:docPr id="2316" name="Rectangle 23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6" o:spid="_x0000_s1196" style="position:absolute;margin-left:102pt;margin-top:34pt;width:79pt;height:55pt;z-index:25183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DCv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yjASZACVvkLdiDj0DM3RjjcNc/p6jmyyn411bMGaWf7Mkk2y2WTFIk62u0Wa3iWLIiyKxTYNt1m2&#10;2+XZavvL3Y7SEpgrYu/g7qw7xP6O0EX6uVS+5Mgoh/1pCuF7MlGYekkDD61ez38PNhiVKT1b1xve&#10;fFQPGvR3ngHTEZpaPbg/CIMm3yXna5c4shSCRVLkIfQSha0s/+BsyAJPvVxW2tiPTA7IGRXWUExf&#10;N3ICJPPRlyNw7/V5Z9lpP3k5opV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Lgwrx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7440" behindDoc="0" locked="0" layoutInCell="1" allowOverlap="1" wp14:anchorId="387B7DB6" wp14:editId="74928FD9">
                      <wp:simplePos x="0" y="0"/>
                      <wp:positionH relativeFrom="column">
                        <wp:posOffset>1295400</wp:posOffset>
                      </wp:positionH>
                      <wp:positionV relativeFrom="paragraph">
                        <wp:posOffset>431800</wp:posOffset>
                      </wp:positionV>
                      <wp:extent cx="1003300" cy="698500"/>
                      <wp:effectExtent l="0" t="0" r="0" b="0"/>
                      <wp:wrapNone/>
                      <wp:docPr id="2317" name="Rectangle 23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7" o:spid="_x0000_s1197" style="position:absolute;margin-left:102pt;margin-top:34pt;width:79pt;height:55pt;z-index:251837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0y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EenTI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8464" behindDoc="0" locked="0" layoutInCell="1" allowOverlap="1" wp14:anchorId="35A564C7" wp14:editId="25180454">
                      <wp:simplePos x="0" y="0"/>
                      <wp:positionH relativeFrom="column">
                        <wp:posOffset>1295400</wp:posOffset>
                      </wp:positionH>
                      <wp:positionV relativeFrom="paragraph">
                        <wp:posOffset>431800</wp:posOffset>
                      </wp:positionV>
                      <wp:extent cx="1003300" cy="698500"/>
                      <wp:effectExtent l="0" t="0" r="0" b="0"/>
                      <wp:wrapNone/>
                      <wp:docPr id="2318" name="Rectangle 23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8" o:spid="_x0000_s1198" style="position:absolute;margin-left:102pt;margin-top:34pt;width:79pt;height:55pt;z-index:25183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0bE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Aq0EGUClr1A3Ig49Q3O0403DnL6eI5vsZ2MdW7Bmlj+zZJNsNlmxiJPtbpGmd8miCItisU3DbZbt&#10;dnm22v5yt6O0BOaK2Du4O+sOsb8jdJF+LpUvOTLKYX+aQvieTBSmXtLAQ6vX89+DDUZlSs/W9YY3&#10;H9WDBv2dZ8B0hKZWD+4PwqDJd8n52iWOLIVgkRR5CL1EYSvLPzgbssBTL5eVNvYjkwNyRoU1FNPX&#10;jZwAyXz05Qjce33eWXbaT16OaBW7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OntGxB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9488" behindDoc="0" locked="0" layoutInCell="1" allowOverlap="1" wp14:anchorId="256AE2C8" wp14:editId="108AEB73">
                      <wp:simplePos x="0" y="0"/>
                      <wp:positionH relativeFrom="column">
                        <wp:posOffset>1295400</wp:posOffset>
                      </wp:positionH>
                      <wp:positionV relativeFrom="paragraph">
                        <wp:posOffset>431800</wp:posOffset>
                      </wp:positionV>
                      <wp:extent cx="1003300" cy="698500"/>
                      <wp:effectExtent l="0" t="0" r="0" b="0"/>
                      <wp:wrapNone/>
                      <wp:docPr id="2367" name="Rectangle 23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7" o:spid="_x0000_s1199" style="position:absolute;margin-left:102pt;margin-top:34pt;width:79pt;height:55pt;z-index:25183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XQs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W2EkyAAqfYW6EXHoGZqjHW8a5vT1HNlkPxvr2II1s/yZJZtks8mKRZxsd4s0vUsWRVgUi20abrNs&#10;t8uz1faXux2lJTBXxN7B3Vl3iP0doYv0c6l8yZFRDvvTFML3ZKIw9ZIGHlq9nv8ebDAqU3q2rje8&#10;+ageNOjvPAOmIzS1enB/EAZNvkvO1y5xZCkEi6TIQ+glCltZ/sHZkAWeermstLEfmRyQMyqsoZi+&#10;buQESOajL0fg3uvzzrLTfvJyRKv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4RdCwdAgAADQQAAA4AAAAAAAAAAAAAAAAALgIAAGRycy9lMm9Eb2MueG1sUEsBAi0A&#10;FAAGAAgAAAAhAE+++zXcAAAACgEAAA8AAAAAAAAAAAAAAAAAdw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0512" behindDoc="0" locked="0" layoutInCell="1" allowOverlap="1" wp14:anchorId="3C77579F" wp14:editId="4969351E">
                      <wp:simplePos x="0" y="0"/>
                      <wp:positionH relativeFrom="column">
                        <wp:posOffset>1295400</wp:posOffset>
                      </wp:positionH>
                      <wp:positionV relativeFrom="paragraph">
                        <wp:posOffset>431800</wp:posOffset>
                      </wp:positionV>
                      <wp:extent cx="1003300" cy="698500"/>
                      <wp:effectExtent l="0" t="0" r="0" b="0"/>
                      <wp:wrapNone/>
                      <wp:docPr id="768" name="Rectangle 76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68" o:spid="_x0000_s1200" style="position:absolute;margin-left:102pt;margin-top:34pt;width:79pt;height:55pt;z-index:25184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yf2GQIAAAs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gi8n9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1536" behindDoc="0" locked="0" layoutInCell="1" allowOverlap="1" wp14:anchorId="6427AF3D" wp14:editId="617AB437">
                      <wp:simplePos x="0" y="0"/>
                      <wp:positionH relativeFrom="column">
                        <wp:posOffset>1295400</wp:posOffset>
                      </wp:positionH>
                      <wp:positionV relativeFrom="paragraph">
                        <wp:posOffset>431800</wp:posOffset>
                      </wp:positionV>
                      <wp:extent cx="1003300" cy="698500"/>
                      <wp:effectExtent l="0" t="0" r="0" b="0"/>
                      <wp:wrapNone/>
                      <wp:docPr id="769" name="Rectangle 7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69" o:spid="_x0000_s1201" style="position:absolute;margin-left:102pt;margin-top:34pt;width:79pt;height:55pt;z-index:251841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ij0HA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xBIo9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2560" behindDoc="0" locked="0" layoutInCell="1" allowOverlap="1" wp14:anchorId="3B6081E4" wp14:editId="0063CE7D">
                      <wp:simplePos x="0" y="0"/>
                      <wp:positionH relativeFrom="column">
                        <wp:posOffset>1295400</wp:posOffset>
                      </wp:positionH>
                      <wp:positionV relativeFrom="paragraph">
                        <wp:posOffset>431800</wp:posOffset>
                      </wp:positionV>
                      <wp:extent cx="1003300" cy="698500"/>
                      <wp:effectExtent l="0" t="0" r="0" b="0"/>
                      <wp:wrapNone/>
                      <wp:docPr id="770" name="Rectangle 7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0" o:spid="_x0000_s1202" style="position:absolute;margin-left:102pt;margin-top:34pt;width:79pt;height:55pt;z-index:251842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JpU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gCaV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3584" behindDoc="0" locked="0" layoutInCell="1" allowOverlap="1" wp14:anchorId="0FF54FE7" wp14:editId="51071720">
                      <wp:simplePos x="0" y="0"/>
                      <wp:positionH relativeFrom="column">
                        <wp:posOffset>1295400</wp:posOffset>
                      </wp:positionH>
                      <wp:positionV relativeFrom="paragraph">
                        <wp:posOffset>431800</wp:posOffset>
                      </wp:positionV>
                      <wp:extent cx="1003300" cy="698500"/>
                      <wp:effectExtent l="0" t="0" r="0" b="0"/>
                      <wp:wrapNone/>
                      <wp:docPr id="771" name="Rectangle 77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1" o:spid="_x0000_s1203" style="position:absolute;margin-left:102pt;margin-top:34pt;width:79pt;height:55pt;z-index:251843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9D2VV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4608" behindDoc="0" locked="0" layoutInCell="1" allowOverlap="1" wp14:anchorId="180F1667" wp14:editId="15DB2910">
                      <wp:simplePos x="0" y="0"/>
                      <wp:positionH relativeFrom="column">
                        <wp:posOffset>1295400</wp:posOffset>
                      </wp:positionH>
                      <wp:positionV relativeFrom="paragraph">
                        <wp:posOffset>431800</wp:posOffset>
                      </wp:positionV>
                      <wp:extent cx="1003300" cy="698500"/>
                      <wp:effectExtent l="0" t="0" r="0" b="0"/>
                      <wp:wrapNone/>
                      <wp:docPr id="772" name="Rectangle 7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2" o:spid="_x0000_s1204" style="position:absolute;margin-left:102pt;margin-top:34pt;width:79pt;height:55pt;z-index:251844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sM/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wvsM/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5632" behindDoc="0" locked="0" layoutInCell="1" allowOverlap="1" wp14:anchorId="13C314C5" wp14:editId="3E0087C2">
                      <wp:simplePos x="0" y="0"/>
                      <wp:positionH relativeFrom="column">
                        <wp:posOffset>1295400</wp:posOffset>
                      </wp:positionH>
                      <wp:positionV relativeFrom="paragraph">
                        <wp:posOffset>431800</wp:posOffset>
                      </wp:positionV>
                      <wp:extent cx="1003300" cy="698500"/>
                      <wp:effectExtent l="0" t="0" r="0" b="0"/>
                      <wp:wrapNone/>
                      <wp:docPr id="773" name="Rectangle 7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3" o:spid="_x0000_s1205" style="position:absolute;margin-left:102pt;margin-top:34pt;width:79pt;height:55pt;z-index:251845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293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p9dvdx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6656" behindDoc="0" locked="0" layoutInCell="1" allowOverlap="1" wp14:anchorId="3564EE2D" wp14:editId="7C11FFDF">
                      <wp:simplePos x="0" y="0"/>
                      <wp:positionH relativeFrom="column">
                        <wp:posOffset>1295400</wp:posOffset>
                      </wp:positionH>
                      <wp:positionV relativeFrom="paragraph">
                        <wp:posOffset>431800</wp:posOffset>
                      </wp:positionV>
                      <wp:extent cx="1003300" cy="698500"/>
                      <wp:effectExtent l="0" t="0" r="0" b="0"/>
                      <wp:wrapNone/>
                      <wp:docPr id="774" name="Rectangle 77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4" o:spid="_x0000_s1206" style="position:absolute;margin-left:102pt;margin-top:34pt;width:79pt;height:55pt;z-index:251846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zdpGQ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UK83aR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7680" behindDoc="0" locked="0" layoutInCell="1" allowOverlap="1" wp14:anchorId="599211CF" wp14:editId="53C21F85">
                      <wp:simplePos x="0" y="0"/>
                      <wp:positionH relativeFrom="column">
                        <wp:posOffset>1295400</wp:posOffset>
                      </wp:positionH>
                      <wp:positionV relativeFrom="paragraph">
                        <wp:posOffset>431800</wp:posOffset>
                      </wp:positionV>
                      <wp:extent cx="1003300" cy="698500"/>
                      <wp:effectExtent l="0" t="0" r="0" b="0"/>
                      <wp:wrapNone/>
                      <wp:docPr id="775" name="Rectangle 7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5" o:spid="_x0000_s1207" style="position:absolute;margin-left:102pt;margin-top:34pt;width:79pt;height:55pt;z-index:251847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hrGw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Wkjhr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8704" behindDoc="0" locked="0" layoutInCell="1" allowOverlap="1" wp14:anchorId="59400BAE" wp14:editId="090CEE4D">
                      <wp:simplePos x="0" y="0"/>
                      <wp:positionH relativeFrom="column">
                        <wp:posOffset>1295400</wp:posOffset>
                      </wp:positionH>
                      <wp:positionV relativeFrom="paragraph">
                        <wp:posOffset>431800</wp:posOffset>
                      </wp:positionV>
                      <wp:extent cx="1003300" cy="698500"/>
                      <wp:effectExtent l="0" t="0" r="0" b="0"/>
                      <wp:wrapNone/>
                      <wp:docPr id="776" name="Rectangle 7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6" o:spid="_x0000_s1208" style="position:absolute;margin-left:102pt;margin-top:34pt;width:79pt;height:55pt;z-index:251848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yy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vKcyy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9728" behindDoc="0" locked="0" layoutInCell="1" allowOverlap="1" wp14:anchorId="501EBC84" wp14:editId="4632E4CD">
                      <wp:simplePos x="0" y="0"/>
                      <wp:positionH relativeFrom="column">
                        <wp:posOffset>1295400</wp:posOffset>
                      </wp:positionH>
                      <wp:positionV relativeFrom="paragraph">
                        <wp:posOffset>431800</wp:posOffset>
                      </wp:positionV>
                      <wp:extent cx="1003300" cy="698500"/>
                      <wp:effectExtent l="0" t="0" r="0" b="0"/>
                      <wp:wrapNone/>
                      <wp:docPr id="777" name="Rectangle 77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7" o:spid="_x0000_s1209" style="position:absolute;margin-left:102pt;margin-top:34pt;width:79pt;height:55pt;z-index:251849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MOw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kUw7A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0752" behindDoc="0" locked="0" layoutInCell="1" allowOverlap="1" wp14:anchorId="298065F0" wp14:editId="3DD37D62">
                      <wp:simplePos x="0" y="0"/>
                      <wp:positionH relativeFrom="column">
                        <wp:posOffset>1295400</wp:posOffset>
                      </wp:positionH>
                      <wp:positionV relativeFrom="paragraph">
                        <wp:posOffset>431800</wp:posOffset>
                      </wp:positionV>
                      <wp:extent cx="1003300" cy="698500"/>
                      <wp:effectExtent l="0" t="0" r="0" b="0"/>
                      <wp:wrapNone/>
                      <wp:docPr id="778" name="Rectangle 7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8" o:spid="_x0000_s1210" style="position:absolute;margin-left:102pt;margin-top:34pt;width:79pt;height:55pt;z-index:251850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Ve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vrKVe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1776" behindDoc="0" locked="0" layoutInCell="1" allowOverlap="1" wp14:anchorId="757DE03B" wp14:editId="79102A25">
                      <wp:simplePos x="0" y="0"/>
                      <wp:positionH relativeFrom="column">
                        <wp:posOffset>1295400</wp:posOffset>
                      </wp:positionH>
                      <wp:positionV relativeFrom="paragraph">
                        <wp:posOffset>431800</wp:posOffset>
                      </wp:positionV>
                      <wp:extent cx="1003300" cy="698500"/>
                      <wp:effectExtent l="0" t="0" r="0" b="0"/>
                      <wp:wrapNone/>
                      <wp:docPr id="779" name="Rectangle 7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9" o:spid="_x0000_s1211" style="position:absolute;margin-left:102pt;margin-top:34pt;width:79pt;height:55pt;z-index:251851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QkWHA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MUJFh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2800" behindDoc="0" locked="0" layoutInCell="1" allowOverlap="1" wp14:anchorId="7C2DD13D" wp14:editId="04C0FE7C">
                      <wp:simplePos x="0" y="0"/>
                      <wp:positionH relativeFrom="column">
                        <wp:posOffset>1295400</wp:posOffset>
                      </wp:positionH>
                      <wp:positionV relativeFrom="paragraph">
                        <wp:posOffset>431800</wp:posOffset>
                      </wp:positionV>
                      <wp:extent cx="1003300" cy="698500"/>
                      <wp:effectExtent l="0" t="0" r="0" b="0"/>
                      <wp:wrapNone/>
                      <wp:docPr id="780" name="Rectangle 78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0" o:spid="_x0000_s1212" style="position:absolute;margin-left:102pt;margin-top:34pt;width:79pt;height:55pt;z-index:251852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OXlGQIAAAs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3dzl5R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3824" behindDoc="0" locked="0" layoutInCell="1" allowOverlap="1" wp14:anchorId="7AEF8F1E" wp14:editId="53527B51">
                      <wp:simplePos x="0" y="0"/>
                      <wp:positionH relativeFrom="column">
                        <wp:posOffset>1295400</wp:posOffset>
                      </wp:positionH>
                      <wp:positionV relativeFrom="paragraph">
                        <wp:posOffset>431800</wp:posOffset>
                      </wp:positionV>
                      <wp:extent cx="1003300" cy="698500"/>
                      <wp:effectExtent l="0" t="0" r="0" b="0"/>
                      <wp:wrapNone/>
                      <wp:docPr id="781" name="Rectangle 7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1" o:spid="_x0000_s1213" style="position:absolute;margin-left:102pt;margin-top:34pt;width:79pt;height:55pt;z-index:251853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ern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Hq5x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4848" behindDoc="0" locked="0" layoutInCell="1" allowOverlap="1" wp14:anchorId="1E51B15D" wp14:editId="3F0DF595">
                      <wp:simplePos x="0" y="0"/>
                      <wp:positionH relativeFrom="column">
                        <wp:posOffset>1295400</wp:posOffset>
                      </wp:positionH>
                      <wp:positionV relativeFrom="paragraph">
                        <wp:posOffset>431800</wp:posOffset>
                      </wp:positionV>
                      <wp:extent cx="1003300" cy="698500"/>
                      <wp:effectExtent l="0" t="0" r="0" b="0"/>
                      <wp:wrapNone/>
                      <wp:docPr id="782" name="Rectangle 7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2" o:spid="_x0000_s1214" style="position:absolute;margin-left:102pt;margin-top:34pt;width:79pt;height:55pt;z-index:251854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h/E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ONh/E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5872" behindDoc="0" locked="0" layoutInCell="1" allowOverlap="1" wp14:anchorId="159322D5" wp14:editId="48AC06B7">
                      <wp:simplePos x="0" y="0"/>
                      <wp:positionH relativeFrom="column">
                        <wp:posOffset>1295400</wp:posOffset>
                      </wp:positionH>
                      <wp:positionV relativeFrom="paragraph">
                        <wp:posOffset>431800</wp:posOffset>
                      </wp:positionV>
                      <wp:extent cx="1003300" cy="698500"/>
                      <wp:effectExtent l="0" t="0" r="0" b="0"/>
                      <wp:wrapNone/>
                      <wp:docPr id="783" name="Rectangle 78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3" o:spid="_x0000_s1215" style="position:absolute;margin-left:102pt;margin-top:34pt;width:79pt;height:55pt;z-index:251855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xDGGQ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yAsQx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6896" behindDoc="0" locked="0" layoutInCell="1" allowOverlap="1" wp14:anchorId="0A8A834F" wp14:editId="7EDC2598">
                      <wp:simplePos x="0" y="0"/>
                      <wp:positionH relativeFrom="column">
                        <wp:posOffset>1295400</wp:posOffset>
                      </wp:positionH>
                      <wp:positionV relativeFrom="paragraph">
                        <wp:posOffset>431800</wp:posOffset>
                      </wp:positionV>
                      <wp:extent cx="1003300" cy="698500"/>
                      <wp:effectExtent l="0" t="0" r="0" b="0"/>
                      <wp:wrapNone/>
                      <wp:docPr id="784" name="Rectangle 7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4" o:spid="_x0000_s1216" style="position:absolute;margin-left:102pt;margin-top:34pt;width:79pt;height:55pt;z-index:251856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fK5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tjfK5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7920" behindDoc="0" locked="0" layoutInCell="1" allowOverlap="1" wp14:anchorId="5E9B2563" wp14:editId="00F639D6">
                      <wp:simplePos x="0" y="0"/>
                      <wp:positionH relativeFrom="column">
                        <wp:posOffset>1295400</wp:posOffset>
                      </wp:positionH>
                      <wp:positionV relativeFrom="paragraph">
                        <wp:posOffset>431800</wp:posOffset>
                      </wp:positionV>
                      <wp:extent cx="1003300" cy="698500"/>
                      <wp:effectExtent l="0" t="0" r="0" b="0"/>
                      <wp:wrapNone/>
                      <wp:docPr id="785" name="Rectangle 7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5" o:spid="_x0000_s1217" style="position:absolute;margin-left:102pt;margin-top:34pt;width:79pt;height:55pt;z-index:251857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F7xGw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65F7x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p>
        </w:tc>
      </w:tr>
      <w:tr w:rsidR="00FC28FE" w:rsidRPr="00F14F57" w:rsidTr="00FC28FE">
        <w:trPr>
          <w:trHeight w:val="169"/>
        </w:trPr>
        <w:tc>
          <w:tcPr>
            <w:tcW w:w="7155" w:type="dxa"/>
            <w:gridSpan w:val="3"/>
            <w:tcBorders>
              <w:top w:val="single" w:sz="18" w:space="0" w:color="BFBFBF" w:themeColor="background1" w:themeShade="BF"/>
            </w:tcBorders>
            <w:shd w:val="clear" w:color="auto" w:fill="auto"/>
            <w:vAlign w:val="center"/>
          </w:tcPr>
          <w:p w:rsidR="00FC28FE" w:rsidRPr="00FC28FE" w:rsidRDefault="00FC28FE" w:rsidP="009372B2">
            <w:pPr>
              <w:rPr>
                <w:rFonts w:ascii="Century Gothic" w:hAnsi="Century Gothic" w:cs="Calibri"/>
                <w:noProof/>
                <w:color w:val="000000"/>
                <w:sz w:val="16"/>
                <w:szCs w:val="16"/>
              </w:rPr>
            </w:pPr>
          </w:p>
        </w:tc>
        <w:tc>
          <w:tcPr>
            <w:tcW w:w="3577" w:type="dxa"/>
            <w:gridSpan w:val="2"/>
            <w:tcBorders>
              <w:top w:val="single" w:sz="18" w:space="0" w:color="BFBFBF" w:themeColor="background1" w:themeShade="BF"/>
            </w:tcBorders>
            <w:shd w:val="clear" w:color="auto" w:fill="auto"/>
            <w:vAlign w:val="center"/>
          </w:tcPr>
          <w:p w:rsidR="00FC28FE" w:rsidRPr="00FC28FE" w:rsidRDefault="00FC28FE" w:rsidP="009372B2">
            <w:pPr>
              <w:rPr>
                <w:rFonts w:ascii="Century Gothic" w:hAnsi="Century Gothic" w:cs="Calibri"/>
                <w:noProof/>
                <w:color w:val="000000"/>
                <w:sz w:val="16"/>
                <w:szCs w:val="16"/>
              </w:rPr>
            </w:pPr>
          </w:p>
        </w:tc>
      </w:tr>
      <w:tr w:rsidR="00433D29" w:rsidRPr="00F14F57" w:rsidTr="00FC28FE">
        <w:trPr>
          <w:trHeight w:val="288"/>
        </w:trPr>
        <w:tc>
          <w:tcPr>
            <w:tcW w:w="3870" w:type="dxa"/>
            <w:tcBorders>
              <w:left w:val="nil"/>
              <w:bottom w:val="single" w:sz="4" w:space="0" w:color="BFBFBF"/>
              <w:right w:val="nil"/>
            </w:tcBorders>
            <w:shd w:val="clear" w:color="auto" w:fill="auto"/>
            <w:vAlign w:val="center"/>
            <w:hideMark/>
          </w:tcPr>
          <w:p w:rsidR="00433D29" w:rsidRPr="00F14F57" w:rsidRDefault="00433D29" w:rsidP="00FE7038">
            <w:pPr>
              <w:ind w:left="-109"/>
              <w:rPr>
                <w:rFonts w:ascii="Century Gothic" w:hAnsi="Century Gothic" w:cs="Calibri"/>
                <w:color w:val="000000"/>
                <w:sz w:val="18"/>
                <w:szCs w:val="18"/>
              </w:rPr>
            </w:pPr>
            <w:r>
              <w:rPr>
                <w:rFonts w:ascii="Century Gothic" w:hAnsi="Century Gothic" w:cs="Calibri"/>
                <w:color w:val="000000"/>
                <w:sz w:val="18"/>
                <w:szCs w:val="18"/>
              </w:rPr>
              <w:t>PHASE</w:t>
            </w:r>
          </w:p>
        </w:tc>
        <w:tc>
          <w:tcPr>
            <w:tcW w:w="6862" w:type="dxa"/>
            <w:gridSpan w:val="4"/>
            <w:tcBorders>
              <w:left w:val="nil"/>
              <w:bottom w:val="single" w:sz="4" w:space="0" w:color="BFBFBF"/>
              <w:right w:val="nil"/>
            </w:tcBorders>
            <w:shd w:val="clear" w:color="auto" w:fill="auto"/>
            <w:vAlign w:val="center"/>
            <w:hideMark/>
          </w:tcPr>
          <w:p w:rsidR="00433D29" w:rsidRPr="00F14F57" w:rsidRDefault="00433D29" w:rsidP="00FE7038">
            <w:pPr>
              <w:ind w:left="-55"/>
              <w:rPr>
                <w:rFonts w:ascii="Century Gothic" w:hAnsi="Century Gothic" w:cs="Calibri"/>
                <w:color w:val="000000"/>
                <w:sz w:val="18"/>
                <w:szCs w:val="18"/>
              </w:rPr>
            </w:pPr>
            <w:r>
              <w:rPr>
                <w:rFonts w:ascii="Century Gothic" w:hAnsi="Century Gothic" w:cs="Calibri"/>
                <w:color w:val="000000"/>
                <w:sz w:val="18"/>
                <w:szCs w:val="18"/>
              </w:rPr>
              <w:t>LAUNCH DATE</w:t>
            </w:r>
          </w:p>
        </w:tc>
      </w:tr>
      <w:tr w:rsidR="00433D29" w:rsidRPr="00F14F57" w:rsidTr="00FC28FE">
        <w:trPr>
          <w:trHeight w:val="557"/>
        </w:trPr>
        <w:tc>
          <w:tcPr>
            <w:tcW w:w="387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433D29" w:rsidRPr="00F14F57" w:rsidRDefault="00433D29"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959296" behindDoc="0" locked="0" layoutInCell="1" allowOverlap="1" wp14:anchorId="01156551" wp14:editId="2CDC8C1A">
                      <wp:simplePos x="0" y="0"/>
                      <wp:positionH relativeFrom="column">
                        <wp:posOffset>1320800</wp:posOffset>
                      </wp:positionH>
                      <wp:positionV relativeFrom="paragraph">
                        <wp:posOffset>431800</wp:posOffset>
                      </wp:positionV>
                      <wp:extent cx="1003300" cy="698500"/>
                      <wp:effectExtent l="0" t="0" r="0" b="0"/>
                      <wp:wrapNone/>
                      <wp:docPr id="786" name="Rectangle 7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6" o:spid="_x0000_s1218" style="position:absolute;margin-left:104pt;margin-top:34pt;width:79pt;height:55pt;z-index:25195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Ht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8JB7R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0320" behindDoc="0" locked="0" layoutInCell="1" allowOverlap="1" wp14:anchorId="23F77ED9" wp14:editId="68CA1B44">
                      <wp:simplePos x="0" y="0"/>
                      <wp:positionH relativeFrom="column">
                        <wp:posOffset>1320800</wp:posOffset>
                      </wp:positionH>
                      <wp:positionV relativeFrom="paragraph">
                        <wp:posOffset>431800</wp:posOffset>
                      </wp:positionV>
                      <wp:extent cx="1003300" cy="698500"/>
                      <wp:effectExtent l="0" t="0" r="0" b="0"/>
                      <wp:wrapNone/>
                      <wp:docPr id="787" name="Rectangle 7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7" o:spid="_x0000_s1219" style="position:absolute;margin-left:104pt;margin-top:34pt;width:79pt;height:55pt;z-index:25196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7v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N/07v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1344" behindDoc="0" locked="0" layoutInCell="1" allowOverlap="1" wp14:anchorId="2C84EC63" wp14:editId="026D6AAF">
                      <wp:simplePos x="0" y="0"/>
                      <wp:positionH relativeFrom="column">
                        <wp:posOffset>1320800</wp:posOffset>
                      </wp:positionH>
                      <wp:positionV relativeFrom="paragraph">
                        <wp:posOffset>431800</wp:posOffset>
                      </wp:positionV>
                      <wp:extent cx="1003300" cy="698500"/>
                      <wp:effectExtent l="0" t="0" r="0" b="0"/>
                      <wp:wrapNone/>
                      <wp:docPr id="788" name="Rectangle 7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8" o:spid="_x0000_s1220" style="position:absolute;margin-left:104pt;margin-top:34pt;width:79pt;height:55pt;z-index:25196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4tLGw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oTi0s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2368" behindDoc="0" locked="0" layoutInCell="1" allowOverlap="1" wp14:anchorId="3AA27173" wp14:editId="04E71343">
                      <wp:simplePos x="0" y="0"/>
                      <wp:positionH relativeFrom="column">
                        <wp:posOffset>1320800</wp:posOffset>
                      </wp:positionH>
                      <wp:positionV relativeFrom="paragraph">
                        <wp:posOffset>431800</wp:posOffset>
                      </wp:positionV>
                      <wp:extent cx="1003300" cy="698500"/>
                      <wp:effectExtent l="0" t="0" r="0" b="0"/>
                      <wp:wrapNone/>
                      <wp:docPr id="789" name="Rectangle 7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9" o:spid="_x0000_s1221" style="position:absolute;margin-left:104pt;margin-top:34pt;width:79pt;height:55pt;z-index:25196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XC6ESR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3392" behindDoc="0" locked="0" layoutInCell="1" allowOverlap="1" wp14:anchorId="2FDAAA96" wp14:editId="72CF0DA3">
                      <wp:simplePos x="0" y="0"/>
                      <wp:positionH relativeFrom="column">
                        <wp:posOffset>1320800</wp:posOffset>
                      </wp:positionH>
                      <wp:positionV relativeFrom="paragraph">
                        <wp:posOffset>431800</wp:posOffset>
                      </wp:positionV>
                      <wp:extent cx="1003300" cy="698500"/>
                      <wp:effectExtent l="0" t="0" r="0" b="0"/>
                      <wp:wrapNone/>
                      <wp:docPr id="790" name="Rectangle 7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0" o:spid="_x0000_s1222" style="position:absolute;margin-left:104pt;margin-top:34pt;width:79pt;height:55pt;z-index:25196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JWj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7aJWj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4416" behindDoc="0" locked="0" layoutInCell="1" allowOverlap="1" wp14:anchorId="0C4B1B8E" wp14:editId="386CDB72">
                      <wp:simplePos x="0" y="0"/>
                      <wp:positionH relativeFrom="column">
                        <wp:posOffset>1320800</wp:posOffset>
                      </wp:positionH>
                      <wp:positionV relativeFrom="paragraph">
                        <wp:posOffset>431800</wp:posOffset>
                      </wp:positionV>
                      <wp:extent cx="1003300" cy="698500"/>
                      <wp:effectExtent l="0" t="0" r="0" b="0"/>
                      <wp:wrapNone/>
                      <wp:docPr id="791" name="Rectangle 7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1" o:spid="_x0000_s1223" style="position:absolute;margin-left:104pt;margin-top:34pt;width:79pt;height:55pt;z-index:25196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nr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sATnr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5440" behindDoc="0" locked="0" layoutInCell="1" allowOverlap="1" wp14:anchorId="432B7B7B" wp14:editId="762CFA11">
                      <wp:simplePos x="0" y="0"/>
                      <wp:positionH relativeFrom="column">
                        <wp:posOffset>1320800</wp:posOffset>
                      </wp:positionH>
                      <wp:positionV relativeFrom="paragraph">
                        <wp:posOffset>431800</wp:posOffset>
                      </wp:positionV>
                      <wp:extent cx="1003300" cy="698500"/>
                      <wp:effectExtent l="0" t="0" r="0" b="0"/>
                      <wp:wrapNone/>
                      <wp:docPr id="792" name="Rectangle 7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2" o:spid="_x0000_s1224" style="position:absolute;margin-left:104pt;margin-top:34pt;width:79pt;height:55pt;z-index:25196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IJvgh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6464" behindDoc="0" locked="0" layoutInCell="1" allowOverlap="1" wp14:anchorId="36825CF5" wp14:editId="4234E35E">
                      <wp:simplePos x="0" y="0"/>
                      <wp:positionH relativeFrom="column">
                        <wp:posOffset>1320800</wp:posOffset>
                      </wp:positionH>
                      <wp:positionV relativeFrom="paragraph">
                        <wp:posOffset>431800</wp:posOffset>
                      </wp:positionV>
                      <wp:extent cx="1003300" cy="698500"/>
                      <wp:effectExtent l="0" t="0" r="0" b="0"/>
                      <wp:wrapNone/>
                      <wp:docPr id="793" name="Rectangle 7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3" o:spid="_x0000_s1225" style="position:absolute;margin-left:104pt;margin-top:34pt;width:79pt;height:55pt;z-index:25196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uv2CA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7488" behindDoc="0" locked="0" layoutInCell="1" allowOverlap="1" wp14:anchorId="0203681E" wp14:editId="57BDE7A4">
                      <wp:simplePos x="0" y="0"/>
                      <wp:positionH relativeFrom="column">
                        <wp:posOffset>1320800</wp:posOffset>
                      </wp:positionH>
                      <wp:positionV relativeFrom="paragraph">
                        <wp:posOffset>431800</wp:posOffset>
                      </wp:positionV>
                      <wp:extent cx="1003300" cy="698500"/>
                      <wp:effectExtent l="0" t="0" r="0" b="0"/>
                      <wp:wrapNone/>
                      <wp:docPr id="794" name="Rectangle 7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4" o:spid="_x0000_s1226" style="position:absolute;margin-left:104pt;margin-top:34pt;width:79pt;height:55pt;z-index:25196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YSX8/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8512" behindDoc="0" locked="0" layoutInCell="1" allowOverlap="1" wp14:anchorId="2B6C66E2" wp14:editId="78B3B095">
                      <wp:simplePos x="0" y="0"/>
                      <wp:positionH relativeFrom="column">
                        <wp:posOffset>1320800</wp:posOffset>
                      </wp:positionH>
                      <wp:positionV relativeFrom="paragraph">
                        <wp:posOffset>431800</wp:posOffset>
                      </wp:positionV>
                      <wp:extent cx="1003300" cy="698500"/>
                      <wp:effectExtent l="0" t="0" r="0" b="0"/>
                      <wp:wrapNone/>
                      <wp:docPr id="795" name="Rectangle 7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5" o:spid="_x0000_s1227" style="position:absolute;margin-left:104pt;margin-top:34pt;width:79pt;height:55pt;z-index:25196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edHA9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9536" behindDoc="0" locked="0" layoutInCell="1" allowOverlap="1" wp14:anchorId="208A4515" wp14:editId="73890154">
                      <wp:simplePos x="0" y="0"/>
                      <wp:positionH relativeFrom="column">
                        <wp:posOffset>1320800</wp:posOffset>
                      </wp:positionH>
                      <wp:positionV relativeFrom="paragraph">
                        <wp:posOffset>431800</wp:posOffset>
                      </wp:positionV>
                      <wp:extent cx="1003300" cy="698500"/>
                      <wp:effectExtent l="0" t="0" r="0" b="0"/>
                      <wp:wrapNone/>
                      <wp:docPr id="796" name="Rectangle 7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6" o:spid="_x0000_s1228" style="position:absolute;margin-left:104pt;margin-top:34pt;width:79pt;height:55pt;z-index:25196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yeu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2myeu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0560" behindDoc="0" locked="0" layoutInCell="1" allowOverlap="1" wp14:anchorId="6A04F763" wp14:editId="5B93852D">
                      <wp:simplePos x="0" y="0"/>
                      <wp:positionH relativeFrom="column">
                        <wp:posOffset>1320800</wp:posOffset>
                      </wp:positionH>
                      <wp:positionV relativeFrom="paragraph">
                        <wp:posOffset>431800</wp:posOffset>
                      </wp:positionV>
                      <wp:extent cx="1003300" cy="698500"/>
                      <wp:effectExtent l="0" t="0" r="0" b="0"/>
                      <wp:wrapNone/>
                      <wp:docPr id="797" name="Rectangle 7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7" o:spid="_x0000_s1229" style="position:absolute;margin-left:104pt;margin-top:34pt;width:79pt;height:55pt;z-index:25197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ovm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h8ovm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1584" behindDoc="0" locked="0" layoutInCell="1" allowOverlap="1" wp14:anchorId="456904FC" wp14:editId="68F11821">
                      <wp:simplePos x="0" y="0"/>
                      <wp:positionH relativeFrom="column">
                        <wp:posOffset>1320800</wp:posOffset>
                      </wp:positionH>
                      <wp:positionV relativeFrom="paragraph">
                        <wp:posOffset>431800</wp:posOffset>
                      </wp:positionV>
                      <wp:extent cx="1003300" cy="698500"/>
                      <wp:effectExtent l="0" t="0" r="0" b="0"/>
                      <wp:wrapNone/>
                      <wp:docPr id="798" name="Rectangle 7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8" o:spid="_x0000_s1230" style="position:absolute;margin-left:104pt;margin-top:34pt;width:79pt;height:55pt;z-index:25197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u0IGgIAAAs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50rtCB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2608" behindDoc="0" locked="0" layoutInCell="1" allowOverlap="1" wp14:anchorId="04378900" wp14:editId="618F84C3">
                      <wp:simplePos x="0" y="0"/>
                      <wp:positionH relativeFrom="column">
                        <wp:posOffset>1320800</wp:posOffset>
                      </wp:positionH>
                      <wp:positionV relativeFrom="paragraph">
                        <wp:posOffset>431800</wp:posOffset>
                      </wp:positionV>
                      <wp:extent cx="1003300" cy="698500"/>
                      <wp:effectExtent l="0" t="0" r="0" b="0"/>
                      <wp:wrapNone/>
                      <wp:docPr id="799" name="Rectangle 7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9" o:spid="_x0000_s1231" style="position:absolute;margin-left:104pt;margin-top:34pt;width:79pt;height:55pt;z-index:25197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IKHAIAAAs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hd+IK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3632" behindDoc="0" locked="0" layoutInCell="1" allowOverlap="1" wp14:anchorId="59E51CC8" wp14:editId="458E0CBB">
                      <wp:simplePos x="0" y="0"/>
                      <wp:positionH relativeFrom="column">
                        <wp:posOffset>1320800</wp:posOffset>
                      </wp:positionH>
                      <wp:positionV relativeFrom="paragraph">
                        <wp:posOffset>431800</wp:posOffset>
                      </wp:positionV>
                      <wp:extent cx="1003300" cy="698500"/>
                      <wp:effectExtent l="0" t="0" r="0" b="0"/>
                      <wp:wrapNone/>
                      <wp:docPr id="800" name="Rectangle 8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0" o:spid="_x0000_s1232" style="position:absolute;margin-left:104pt;margin-top:34pt;width:79pt;height:55pt;z-index:25197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NxkXls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4656" behindDoc="0" locked="0" layoutInCell="1" allowOverlap="1" wp14:anchorId="758B473C" wp14:editId="7B38B8D0">
                      <wp:simplePos x="0" y="0"/>
                      <wp:positionH relativeFrom="column">
                        <wp:posOffset>1320800</wp:posOffset>
                      </wp:positionH>
                      <wp:positionV relativeFrom="paragraph">
                        <wp:posOffset>431800</wp:posOffset>
                      </wp:positionV>
                      <wp:extent cx="1003300" cy="698500"/>
                      <wp:effectExtent l="0" t="0" r="0" b="0"/>
                      <wp:wrapNone/>
                      <wp:docPr id="801" name="Rectangle 8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1" o:spid="_x0000_s1233" style="position:absolute;margin-left:104pt;margin-top:34pt;width:79pt;height:55pt;z-index:25197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JpZUVk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5680" behindDoc="0" locked="0" layoutInCell="1" allowOverlap="1" wp14:anchorId="4A16F2AE" wp14:editId="6D68E56F">
                      <wp:simplePos x="0" y="0"/>
                      <wp:positionH relativeFrom="column">
                        <wp:posOffset>1320800</wp:posOffset>
                      </wp:positionH>
                      <wp:positionV relativeFrom="paragraph">
                        <wp:posOffset>431800</wp:posOffset>
                      </wp:positionV>
                      <wp:extent cx="1003300" cy="698500"/>
                      <wp:effectExtent l="0" t="0" r="0" b="0"/>
                      <wp:wrapNone/>
                      <wp:docPr id="802" name="Rectangle 8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2" o:spid="_x0000_s1234" style="position:absolute;margin-left:104pt;margin-top:34pt;width:79pt;height:55pt;z-index:25197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gcwHAIAAAs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e2gcw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6704" behindDoc="0" locked="0" layoutInCell="1" allowOverlap="1" wp14:anchorId="6C36C690" wp14:editId="0C6C6A3E">
                      <wp:simplePos x="0" y="0"/>
                      <wp:positionH relativeFrom="column">
                        <wp:posOffset>1320800</wp:posOffset>
                      </wp:positionH>
                      <wp:positionV relativeFrom="paragraph">
                        <wp:posOffset>431800</wp:posOffset>
                      </wp:positionV>
                      <wp:extent cx="1003300" cy="698500"/>
                      <wp:effectExtent l="0" t="0" r="0" b="0"/>
                      <wp:wrapNone/>
                      <wp:docPr id="803" name="Rectangle 8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3" o:spid="_x0000_s1235" style="position:absolute;margin-left:104pt;margin-top:34pt;width:79pt;height:55pt;z-index:25197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6t4HQIAAAs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bOreB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7728" behindDoc="0" locked="0" layoutInCell="1" allowOverlap="1" wp14:anchorId="36347D9A" wp14:editId="16C355D0">
                      <wp:simplePos x="0" y="0"/>
                      <wp:positionH relativeFrom="column">
                        <wp:posOffset>1320800</wp:posOffset>
                      </wp:positionH>
                      <wp:positionV relativeFrom="paragraph">
                        <wp:posOffset>431800</wp:posOffset>
                      </wp:positionV>
                      <wp:extent cx="1003300" cy="698500"/>
                      <wp:effectExtent l="0" t="0" r="0" b="0"/>
                      <wp:wrapNone/>
                      <wp:docPr id="804" name="Rectangle 8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4" o:spid="_x0000_s1236" style="position:absolute;margin-left:104pt;margin-top:34pt;width:79pt;height:55pt;z-index:25197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UkHGQ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sNUkH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8752" behindDoc="0" locked="0" layoutInCell="1" allowOverlap="1" wp14:anchorId="5EBFD05F" wp14:editId="7FA9B51C">
                      <wp:simplePos x="0" y="0"/>
                      <wp:positionH relativeFrom="column">
                        <wp:posOffset>1320800</wp:posOffset>
                      </wp:positionH>
                      <wp:positionV relativeFrom="paragraph">
                        <wp:posOffset>431800</wp:posOffset>
                      </wp:positionV>
                      <wp:extent cx="1003300" cy="698500"/>
                      <wp:effectExtent l="0" t="0" r="0" b="0"/>
                      <wp:wrapNone/>
                      <wp:docPr id="805" name="Rectangle 8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5" o:spid="_x0000_s1237" style="position:absolute;margin-left:104pt;margin-top:34pt;width:79pt;height:55pt;z-index:25197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oIRgU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9776" behindDoc="0" locked="0" layoutInCell="1" allowOverlap="1" wp14:anchorId="2C95E2E4" wp14:editId="0D2E1814">
                      <wp:simplePos x="0" y="0"/>
                      <wp:positionH relativeFrom="column">
                        <wp:posOffset>1320800</wp:posOffset>
                      </wp:positionH>
                      <wp:positionV relativeFrom="paragraph">
                        <wp:posOffset>431800</wp:posOffset>
                      </wp:positionV>
                      <wp:extent cx="1003300" cy="698500"/>
                      <wp:effectExtent l="0" t="0" r="0" b="0"/>
                      <wp:wrapNone/>
                      <wp:docPr id="806" name="Rectangle 8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6" o:spid="_x0000_s1238" style="position:absolute;margin-left:104pt;margin-top:34pt;width:79pt;height:55pt;z-index:25197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7LcHA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Ts7Lc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0800" behindDoc="0" locked="0" layoutInCell="1" allowOverlap="1" wp14:anchorId="3C5E632D" wp14:editId="0C0F79C3">
                      <wp:simplePos x="0" y="0"/>
                      <wp:positionH relativeFrom="column">
                        <wp:posOffset>1320800</wp:posOffset>
                      </wp:positionH>
                      <wp:positionV relativeFrom="paragraph">
                        <wp:posOffset>431800</wp:posOffset>
                      </wp:positionV>
                      <wp:extent cx="1003300" cy="698500"/>
                      <wp:effectExtent l="0" t="0" r="0" b="0"/>
                      <wp:wrapNone/>
                      <wp:docPr id="807" name="Rectangle 8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7" o:spid="_x0000_s1239" style="position:absolute;margin-left:104pt;margin-top:34pt;width:79pt;height:55pt;z-index:25198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3e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1Y693h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1824" behindDoc="0" locked="0" layoutInCell="1" allowOverlap="1" wp14:anchorId="48BEDB19" wp14:editId="5CE81CD5">
                      <wp:simplePos x="0" y="0"/>
                      <wp:positionH relativeFrom="column">
                        <wp:posOffset>1320800</wp:posOffset>
                      </wp:positionH>
                      <wp:positionV relativeFrom="paragraph">
                        <wp:posOffset>431800</wp:posOffset>
                      </wp:positionV>
                      <wp:extent cx="1003300" cy="698500"/>
                      <wp:effectExtent l="0" t="0" r="0" b="0"/>
                      <wp:wrapNone/>
                      <wp:docPr id="384" name="Rectangle 3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4" o:spid="_x0000_s1240" style="position:absolute;margin-left:104pt;margin-top:34pt;width:79pt;height:55pt;z-index:25198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MGHA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h0MG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2848" behindDoc="0" locked="0" layoutInCell="1" allowOverlap="1" wp14:anchorId="4FA6ED8C" wp14:editId="51F3E95A">
                      <wp:simplePos x="0" y="0"/>
                      <wp:positionH relativeFrom="column">
                        <wp:posOffset>1320800</wp:posOffset>
                      </wp:positionH>
                      <wp:positionV relativeFrom="paragraph">
                        <wp:posOffset>431800</wp:posOffset>
                      </wp:positionV>
                      <wp:extent cx="1003300" cy="698500"/>
                      <wp:effectExtent l="0" t="0" r="0" b="0"/>
                      <wp:wrapNone/>
                      <wp:docPr id="385" name="Rectangle 3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5" o:spid="_x0000_s1241" style="position:absolute;margin-left:104pt;margin-top:34pt;width:79pt;height:55pt;z-index:25198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u9OHAIAAAs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p7u9O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3872" behindDoc="0" locked="0" layoutInCell="1" allowOverlap="1" wp14:anchorId="154C0534" wp14:editId="207057C3">
                      <wp:simplePos x="0" y="0"/>
                      <wp:positionH relativeFrom="column">
                        <wp:posOffset>1295400</wp:posOffset>
                      </wp:positionH>
                      <wp:positionV relativeFrom="paragraph">
                        <wp:posOffset>431800</wp:posOffset>
                      </wp:positionV>
                      <wp:extent cx="1003300" cy="698500"/>
                      <wp:effectExtent l="0" t="0" r="0" b="0"/>
                      <wp:wrapNone/>
                      <wp:docPr id="386" name="Rectangle 3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6" o:spid="_x0000_s1242" style="position:absolute;margin-left:102pt;margin-top:34pt;width:79pt;height:55pt;z-index:25198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PBSGQ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2MjwU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4896" behindDoc="0" locked="0" layoutInCell="1" allowOverlap="1" wp14:anchorId="10E38C57" wp14:editId="048B9770">
                      <wp:simplePos x="0" y="0"/>
                      <wp:positionH relativeFrom="column">
                        <wp:posOffset>1295400</wp:posOffset>
                      </wp:positionH>
                      <wp:positionV relativeFrom="paragraph">
                        <wp:posOffset>431800</wp:posOffset>
                      </wp:positionV>
                      <wp:extent cx="1003300" cy="698500"/>
                      <wp:effectExtent l="0" t="0" r="0" b="0"/>
                      <wp:wrapNone/>
                      <wp:docPr id="387" name="Rectangle 3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7" o:spid="_x0000_s1243" style="position:absolute;margin-left:102pt;margin-top:34pt;width:79pt;height:55pt;z-index:25198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f9Q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vX/U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5920" behindDoc="0" locked="0" layoutInCell="1" allowOverlap="1" wp14:anchorId="7A3D4F25" wp14:editId="1D1225C5">
                      <wp:simplePos x="0" y="0"/>
                      <wp:positionH relativeFrom="column">
                        <wp:posOffset>1295400</wp:posOffset>
                      </wp:positionH>
                      <wp:positionV relativeFrom="paragraph">
                        <wp:posOffset>431800</wp:posOffset>
                      </wp:positionV>
                      <wp:extent cx="1003300" cy="698500"/>
                      <wp:effectExtent l="0" t="0" r="0" b="0"/>
                      <wp:wrapNone/>
                      <wp:docPr id="388" name="Rectangle 3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8" o:spid="_x0000_s1244" style="position:absolute;margin-left:102pt;margin-top:34pt;width:79pt;height:55pt;z-index:25198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jtYGg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MGuO1g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6944" behindDoc="0" locked="0" layoutInCell="1" allowOverlap="1" wp14:anchorId="5C3FBC9F" wp14:editId="14341999">
                      <wp:simplePos x="0" y="0"/>
                      <wp:positionH relativeFrom="column">
                        <wp:posOffset>1295400</wp:posOffset>
                      </wp:positionH>
                      <wp:positionV relativeFrom="paragraph">
                        <wp:posOffset>431800</wp:posOffset>
                      </wp:positionV>
                      <wp:extent cx="1003300" cy="698500"/>
                      <wp:effectExtent l="0" t="0" r="0" b="0"/>
                      <wp:wrapNone/>
                      <wp:docPr id="389" name="Rectangle 3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9" o:spid="_x0000_s1245" style="position:absolute;margin-left:102pt;margin-top:34pt;width:79pt;height:55pt;z-index:25198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zRaGA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CHkzRaGAIAAAs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7968" behindDoc="0" locked="0" layoutInCell="1" allowOverlap="1" wp14:anchorId="2DC6C365" wp14:editId="3D42D81A">
                      <wp:simplePos x="0" y="0"/>
                      <wp:positionH relativeFrom="column">
                        <wp:posOffset>1295400</wp:posOffset>
                      </wp:positionH>
                      <wp:positionV relativeFrom="paragraph">
                        <wp:posOffset>431800</wp:posOffset>
                      </wp:positionV>
                      <wp:extent cx="1003300" cy="698500"/>
                      <wp:effectExtent l="0" t="0" r="0" b="0"/>
                      <wp:wrapNone/>
                      <wp:docPr id="390" name="Rectangle 3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0" o:spid="_x0000_s1246" style="position:absolute;margin-left:102pt;margin-top:34pt;width:79pt;height:55pt;z-index:25198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lWyKA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8992" behindDoc="0" locked="0" layoutInCell="1" allowOverlap="1" wp14:anchorId="48693230" wp14:editId="06B745FD">
                      <wp:simplePos x="0" y="0"/>
                      <wp:positionH relativeFrom="column">
                        <wp:posOffset>1295400</wp:posOffset>
                      </wp:positionH>
                      <wp:positionV relativeFrom="paragraph">
                        <wp:posOffset>431800</wp:posOffset>
                      </wp:positionV>
                      <wp:extent cx="1003300" cy="698500"/>
                      <wp:effectExtent l="0" t="0" r="0" b="0"/>
                      <wp:wrapNone/>
                      <wp:docPr id="391" name="Rectangle 3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1" o:spid="_x0000_s1247" style="position:absolute;margin-left:102pt;margin-top:34pt;width:79pt;height:55pt;z-index:25198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eP2To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0016" behindDoc="0" locked="0" layoutInCell="1" allowOverlap="1" wp14:anchorId="4004B9A0" wp14:editId="10520A3E">
                      <wp:simplePos x="0" y="0"/>
                      <wp:positionH relativeFrom="column">
                        <wp:posOffset>1295400</wp:posOffset>
                      </wp:positionH>
                      <wp:positionV relativeFrom="paragraph">
                        <wp:posOffset>431800</wp:posOffset>
                      </wp:positionV>
                      <wp:extent cx="1003300" cy="698500"/>
                      <wp:effectExtent l="0" t="0" r="0" b="0"/>
                      <wp:wrapNone/>
                      <wp:docPr id="392" name="Rectangle 3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2" o:spid="_x0000_s1248" style="position:absolute;margin-left:102pt;margin-top:34pt;width:79pt;height:55pt;z-index:25199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DN7GQIAAAs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NtAzex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1040" behindDoc="0" locked="0" layoutInCell="1" allowOverlap="1" wp14:anchorId="365F9B34" wp14:editId="0CD1F9F4">
                      <wp:simplePos x="0" y="0"/>
                      <wp:positionH relativeFrom="column">
                        <wp:posOffset>1295400</wp:posOffset>
                      </wp:positionH>
                      <wp:positionV relativeFrom="paragraph">
                        <wp:posOffset>431800</wp:posOffset>
                      </wp:positionV>
                      <wp:extent cx="1003300" cy="698500"/>
                      <wp:effectExtent l="0" t="0" r="0" b="0"/>
                      <wp:wrapNone/>
                      <wp:docPr id="393" name="Rectangle 3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3" o:spid="_x0000_s1249" style="position:absolute;margin-left:102pt;margin-top:34pt;width:79pt;height:55pt;z-index:25199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Tx5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RI&#10;MBJkAJG+Q9mI2PcM+WDHm4Y5dT1DNtmvxjquYM0cf2XJOlmvs2IRJ5vtIk1vk0URFsVik4abLNtu&#10;8+xq89vdjtISeCtib+HurDrE/o7OWfi5UL7gyCiH/GkK4XsyUZh6QQMPrV7Nfw82GJUpPVfXGd58&#10;UPca1HeeAdMRmlo9uD/IgibfI6dLjziyFIJFUuQhdBKFrSz/5GzIAk+9XFba2M9MDsgZFdZQS183&#10;cgQk89GXI3Dv9Xln2Wk3eTHiOHF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w7Tx5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2064" behindDoc="0" locked="0" layoutInCell="1" allowOverlap="1" wp14:anchorId="6E6EB3DE" wp14:editId="27F74EA0">
                      <wp:simplePos x="0" y="0"/>
                      <wp:positionH relativeFrom="column">
                        <wp:posOffset>1295400</wp:posOffset>
                      </wp:positionH>
                      <wp:positionV relativeFrom="paragraph">
                        <wp:posOffset>431800</wp:posOffset>
                      </wp:positionV>
                      <wp:extent cx="1003300" cy="698500"/>
                      <wp:effectExtent l="0" t="0" r="0" b="0"/>
                      <wp:wrapNone/>
                      <wp:docPr id="394" name="Rectangle 3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4" o:spid="_x0000_s1250" style="position:absolute;margin-left:102pt;margin-top:34pt;width:79pt;height:55pt;z-index:25199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AhZ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RI&#10;MRJkAJG+Q9mI2PcM+WDHm4Y5dT1DNtmvxjquYM0cf2XJOlmvs2IRJ5vtIk1vk0URFsVik4abLNtu&#10;8+xq89vdjtISeCtib+HurDrE/o7OWfi5UL7gyCiH/GkK4XsyUZh6QQMPrV7Nfw82GJUpPVfXGd58&#10;UPca1HeeAdMRmlo9uD/IgibfI6dLjziyFIJFUuQhdBKFrSz/5GzIAk+9XFba2M9MDsgZFdZQS183&#10;cgQk89GXI3Dv9Xln2Wk3eTHiOHV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U9AhZ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3088" behindDoc="0" locked="0" layoutInCell="1" allowOverlap="1" wp14:anchorId="55901715" wp14:editId="13D25AFF">
                      <wp:simplePos x="0" y="0"/>
                      <wp:positionH relativeFrom="column">
                        <wp:posOffset>1295400</wp:posOffset>
                      </wp:positionH>
                      <wp:positionV relativeFrom="paragraph">
                        <wp:posOffset>431800</wp:posOffset>
                      </wp:positionV>
                      <wp:extent cx="1003300" cy="698500"/>
                      <wp:effectExtent l="0" t="0" r="0" b="0"/>
                      <wp:wrapNone/>
                      <wp:docPr id="395" name="Rectangle 3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5" o:spid="_x0000_s1251" style="position:absolute;margin-left:102pt;margin-top:34pt;width:79pt;height:55pt;z-index:25199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dbGgIAAAs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LJB1s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4112" behindDoc="0" locked="0" layoutInCell="1" allowOverlap="1" wp14:anchorId="07F99E5D" wp14:editId="0E3D1255">
                      <wp:simplePos x="0" y="0"/>
                      <wp:positionH relativeFrom="column">
                        <wp:posOffset>1295400</wp:posOffset>
                      </wp:positionH>
                      <wp:positionV relativeFrom="paragraph">
                        <wp:posOffset>431800</wp:posOffset>
                      </wp:positionV>
                      <wp:extent cx="1003300" cy="698500"/>
                      <wp:effectExtent l="0" t="0" r="0" b="0"/>
                      <wp:wrapNone/>
                      <wp:docPr id="396" name="Rectangle 3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6" o:spid="_x0000_s1252" style="position:absolute;margin-left:102pt;margin-top:34pt;width:79pt;height:55pt;z-index:25199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lDI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TI&#10;MBJkAJG+Q9mI2PcM+WDHm4Y5dT1DNtmvxjquYM0cf2XJOlmvs2IRJ5vtIk1vk0URFsVik4abLNtu&#10;8+xq89vdjtISeCtib+HurDrE/o7OWfi5UL7gyCiH/GkK4XsyUZh6QQMPrV7Nfw82GJUpPVfXGd58&#10;UPca1HeeAdMRmlo9uD/IgibfI6dLjziyFIJFUuQhdBKFrSz/5GzIAk+9XFba2M9MDsgZFdZQS183&#10;cgQk89GXI3Dv9Xln2Wk3eTHiOHN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6JlDI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5136" behindDoc="0" locked="0" layoutInCell="1" allowOverlap="1" wp14:anchorId="57F4F15D" wp14:editId="6ADC563F">
                      <wp:simplePos x="0" y="0"/>
                      <wp:positionH relativeFrom="column">
                        <wp:posOffset>1295400</wp:posOffset>
                      </wp:positionH>
                      <wp:positionV relativeFrom="paragraph">
                        <wp:posOffset>431800</wp:posOffset>
                      </wp:positionV>
                      <wp:extent cx="1003300" cy="698500"/>
                      <wp:effectExtent l="0" t="0" r="0" b="0"/>
                      <wp:wrapNone/>
                      <wp:docPr id="397" name="Rectangle 3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7" o:spid="_x0000_s1253" style="position:absolute;margin-left:102pt;margin-top:34pt;width:79pt;height:55pt;z-index:25199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A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U/8g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6160" behindDoc="0" locked="0" layoutInCell="1" allowOverlap="1" wp14:anchorId="21E5AA72" wp14:editId="02C89F20">
                      <wp:simplePos x="0" y="0"/>
                      <wp:positionH relativeFrom="column">
                        <wp:posOffset>1295400</wp:posOffset>
                      </wp:positionH>
                      <wp:positionV relativeFrom="paragraph">
                        <wp:posOffset>431800</wp:posOffset>
                      </wp:positionV>
                      <wp:extent cx="1003300" cy="698500"/>
                      <wp:effectExtent l="0" t="0" r="0" b="0"/>
                      <wp:wrapNone/>
                      <wp:docPr id="398" name="Rectangle 3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8" o:spid="_x0000_s1254" style="position:absolute;margin-left:102pt;margin-top:34pt;width:79pt;height:55pt;z-index:25199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JvCGAIAAAs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jQJvCGAIAAAs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7184" behindDoc="0" locked="0" layoutInCell="1" allowOverlap="1" wp14:anchorId="658D3B94" wp14:editId="76339C5E">
                      <wp:simplePos x="0" y="0"/>
                      <wp:positionH relativeFrom="column">
                        <wp:posOffset>1295400</wp:posOffset>
                      </wp:positionH>
                      <wp:positionV relativeFrom="paragraph">
                        <wp:posOffset>431800</wp:posOffset>
                      </wp:positionV>
                      <wp:extent cx="1003300" cy="698500"/>
                      <wp:effectExtent l="0" t="0" r="0" b="0"/>
                      <wp:wrapNone/>
                      <wp:docPr id="399" name="Rectangle 3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9" o:spid="_x0000_s1255" style="position:absolute;margin-left:102pt;margin-top:34pt;width:79pt;height:55pt;z-index:25199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ZTA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Qo&#10;MBJkAJG+Q9mI2PcM+WDHm4Y5dT1DNtmvxjquYM0cf2XJOlmvs2IRJ5vtIk1vk0URFsVik4abLNtu&#10;8+xq89vdjtISeCtib+HurDrE/o7OWfi5UL7gyCiH/GkK4XsyUZh6QQMPrV7Nfw82GJUpPVfXGd58&#10;UPca1HeeAdMRmlo9uD/IgibfI6dLjziyFIJFUuQhdBKFrSz/5GzIAk+9XFba2M9MDsgZFdZQS183&#10;cgQk89GXI3Dv9Xln2Wk3eTHiuHB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lfZTA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8208" behindDoc="0" locked="0" layoutInCell="1" allowOverlap="1" wp14:anchorId="3502BFCE" wp14:editId="45850CD7">
                      <wp:simplePos x="0" y="0"/>
                      <wp:positionH relativeFrom="column">
                        <wp:posOffset>1295400</wp:posOffset>
                      </wp:positionH>
                      <wp:positionV relativeFrom="paragraph">
                        <wp:posOffset>431800</wp:posOffset>
                      </wp:positionV>
                      <wp:extent cx="1003300" cy="698500"/>
                      <wp:effectExtent l="0" t="0" r="0" b="0"/>
                      <wp:wrapNone/>
                      <wp:docPr id="400" name="Rectangle 4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0" o:spid="_x0000_s1256" style="position:absolute;margin-left:102pt;margin-top:34pt;width:79pt;height:55pt;z-index:25199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UBYtA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9232" behindDoc="0" locked="0" layoutInCell="1" allowOverlap="1" wp14:anchorId="1C4A6721" wp14:editId="6D631A5A">
                      <wp:simplePos x="0" y="0"/>
                      <wp:positionH relativeFrom="column">
                        <wp:posOffset>1295400</wp:posOffset>
                      </wp:positionH>
                      <wp:positionV relativeFrom="paragraph">
                        <wp:posOffset>431800</wp:posOffset>
                      </wp:positionV>
                      <wp:extent cx="1003300" cy="698500"/>
                      <wp:effectExtent l="0" t="0" r="0" b="0"/>
                      <wp:wrapNone/>
                      <wp:docPr id="401" name="Rectangle 4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1" o:spid="_x0000_s1257" style="position:absolute;margin-left:102pt;margin-top:34pt;width:79pt;height:55pt;z-index:25199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3SGA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CzPG3SGAIAAAs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0256" behindDoc="0" locked="0" layoutInCell="1" allowOverlap="1" wp14:anchorId="0DF6E5D6" wp14:editId="53DBEF06">
                      <wp:simplePos x="0" y="0"/>
                      <wp:positionH relativeFrom="column">
                        <wp:posOffset>1295400</wp:posOffset>
                      </wp:positionH>
                      <wp:positionV relativeFrom="paragraph">
                        <wp:posOffset>431800</wp:posOffset>
                      </wp:positionV>
                      <wp:extent cx="1003300" cy="698500"/>
                      <wp:effectExtent l="0" t="0" r="0" b="0"/>
                      <wp:wrapNone/>
                      <wp:docPr id="402" name="Rectangle 4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2" o:spid="_x0000_s1258" style="position:absolute;margin-left:102pt;margin-top:34pt;width:79pt;height:55pt;z-index:25200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vTOkE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1280" behindDoc="0" locked="0" layoutInCell="1" allowOverlap="1" wp14:anchorId="376DA06F" wp14:editId="03B08158">
                      <wp:simplePos x="0" y="0"/>
                      <wp:positionH relativeFrom="column">
                        <wp:posOffset>1295400</wp:posOffset>
                      </wp:positionH>
                      <wp:positionV relativeFrom="paragraph">
                        <wp:posOffset>431800</wp:posOffset>
                      </wp:positionV>
                      <wp:extent cx="1003300" cy="698500"/>
                      <wp:effectExtent l="0" t="0" r="0" b="0"/>
                      <wp:wrapNone/>
                      <wp:docPr id="403" name="Rectangle 4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3" o:spid="_x0000_s1259" style="position:absolute;margin-left:102pt;margin-top:34pt;width:79pt;height:55pt;z-index:25200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pYJ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RM&#10;MBJkAJG+Q9mI2PcM+WDHm4Y5dT1DNtmvxjquYM0cf2XJOlmvs2IRJ5vtIk1vk0URFsVik4abLNtu&#10;8+xq89vdjtISeCtib+HurDrE/o7OWfi5UL7gyCiH/GkK4XsyUZh6QQMPrV7Nfw82GJUpPVfXGd58&#10;UPca1HeeAdMRmlo9uD/IgibfI6dLjziyFIJFUuQhdBKFrSz/5GzIAk+9XFba2M9MDsgZFdZQS183&#10;cgQk89GXI3Dv9Xln2Wk3eTHiJHF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MupYJ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2304" behindDoc="0" locked="0" layoutInCell="1" allowOverlap="1" wp14:anchorId="255EB73B" wp14:editId="3DA816FE">
                      <wp:simplePos x="0" y="0"/>
                      <wp:positionH relativeFrom="column">
                        <wp:posOffset>1295400</wp:posOffset>
                      </wp:positionH>
                      <wp:positionV relativeFrom="paragraph">
                        <wp:posOffset>431800</wp:posOffset>
                      </wp:positionV>
                      <wp:extent cx="1003300" cy="698500"/>
                      <wp:effectExtent l="0" t="0" r="0" b="0"/>
                      <wp:wrapNone/>
                      <wp:docPr id="404" name="Rectangle 4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4" o:spid="_x0000_s1260" style="position:absolute;margin-left:102pt;margin-top:34pt;width:79pt;height:55pt;z-index:25200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wFjGQ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ufcBYx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3328" behindDoc="0" locked="0" layoutInCell="1" allowOverlap="1" wp14:anchorId="7486EFD4" wp14:editId="77AB84E2">
                      <wp:simplePos x="0" y="0"/>
                      <wp:positionH relativeFrom="column">
                        <wp:posOffset>1295400</wp:posOffset>
                      </wp:positionH>
                      <wp:positionV relativeFrom="paragraph">
                        <wp:posOffset>431800</wp:posOffset>
                      </wp:positionV>
                      <wp:extent cx="1003300" cy="698500"/>
                      <wp:effectExtent l="0" t="0" r="0" b="0"/>
                      <wp:wrapNone/>
                      <wp:docPr id="405" name="Rectangle 4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5" o:spid="_x0000_s1261" style="position:absolute;margin-left:102pt;margin-top:34pt;width:79pt;height:55pt;z-index:25200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5hHAIAAAs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8oOYR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4352" behindDoc="0" locked="0" layoutInCell="1" allowOverlap="1" wp14:anchorId="0A15CF76" wp14:editId="01C49100">
                      <wp:simplePos x="0" y="0"/>
                      <wp:positionH relativeFrom="column">
                        <wp:posOffset>1295400</wp:posOffset>
                      </wp:positionH>
                      <wp:positionV relativeFrom="paragraph">
                        <wp:posOffset>431800</wp:posOffset>
                      </wp:positionV>
                      <wp:extent cx="1003300" cy="698500"/>
                      <wp:effectExtent l="0" t="0" r="0" b="0"/>
                      <wp:wrapNone/>
                      <wp:docPr id="406" name="Rectangle 4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6" o:spid="_x0000_s1262" style="position:absolute;margin-left:102pt;margin-top:34pt;width:79pt;height:55pt;z-index:25200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fq4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TM&#10;MBJkAJG+Q9mI2PcM+WDHm4Y5dT1DNtmvxjquYM0cf2XJOlmvs2IRJ5vtIk1vk0URFsVik4abLNtu&#10;8+xq89vdjtISeCtib+HurDrE/o7OWfi5UL7gyCiH/GkK4XsyUZh6QQMPrV7Nfw82GJUpPVfXGd58&#10;UPca1HeeAdMRmlo9uD/IgibfI6dLjziyFIJFUuQhdBKFrSz/5GzIAk+9XFba2M9MDsgZFdZQS183&#10;cgQk89GXI3Dv9Xln2Wk3eTHiJHN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Gcfq4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5376" behindDoc="0" locked="0" layoutInCell="1" allowOverlap="1" wp14:anchorId="6CFB6A24" wp14:editId="0423C951">
                      <wp:simplePos x="0" y="0"/>
                      <wp:positionH relativeFrom="column">
                        <wp:posOffset>1295400</wp:posOffset>
                      </wp:positionH>
                      <wp:positionV relativeFrom="paragraph">
                        <wp:posOffset>431800</wp:posOffset>
                      </wp:positionV>
                      <wp:extent cx="1003300" cy="698500"/>
                      <wp:effectExtent l="0" t="0" r="0" b="0"/>
                      <wp:wrapNone/>
                      <wp:docPr id="407" name="Rectangle 4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7" o:spid="_x0000_s1263" style="position:absolute;margin-left:102pt;margin-top:34pt;width:79pt;height:55pt;z-index:25200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PW6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IBM9bo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6400" behindDoc="0" locked="0" layoutInCell="1" allowOverlap="1" wp14:anchorId="6BEED18F" wp14:editId="43EA5070">
                      <wp:simplePos x="0" y="0"/>
                      <wp:positionH relativeFrom="column">
                        <wp:posOffset>1295400</wp:posOffset>
                      </wp:positionH>
                      <wp:positionV relativeFrom="paragraph">
                        <wp:posOffset>431800</wp:posOffset>
                      </wp:positionV>
                      <wp:extent cx="1003300" cy="698500"/>
                      <wp:effectExtent l="0" t="0" r="0" b="0"/>
                      <wp:wrapNone/>
                      <wp:docPr id="408" name="Rectangle 4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8" o:spid="_x0000_s1264" style="position:absolute;margin-left:102pt;margin-top:34pt;width:79pt;height:55pt;z-index:25200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5L4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OQ5L4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7424" behindDoc="0" locked="0" layoutInCell="1" allowOverlap="1" wp14:anchorId="0F1CAB56" wp14:editId="59E5C321">
                      <wp:simplePos x="0" y="0"/>
                      <wp:positionH relativeFrom="column">
                        <wp:posOffset>1295400</wp:posOffset>
                      </wp:positionH>
                      <wp:positionV relativeFrom="paragraph">
                        <wp:posOffset>431800</wp:posOffset>
                      </wp:positionV>
                      <wp:extent cx="1003300" cy="698500"/>
                      <wp:effectExtent l="0" t="0" r="0" b="0"/>
                      <wp:wrapNone/>
                      <wp:docPr id="433" name="Rectangle 4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3" o:spid="_x0000_s1265" style="position:absolute;margin-left:102pt;margin-top:34pt;width:79pt;height:55pt;z-index:25200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adG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RJ&#10;MBJkAJG+Q9mI2PcM+WDHm4Y5dT1DNtmvxjquYM0cf2XJOlmvs2IRJ5vtIk1vk0URFsVik4abLNtu&#10;8+xq89vdjtISeCtib+HurDrE/o7OWfi5UL7gyCiH/GkK4XsyUZh6QQMPrV7Nfw82GJUpPVfXGd58&#10;UPca1HeeAdMRmlo9uD/IgibfI6dLjziyFIJFUuQhdBKFrSz/5GzIAk+9XFba2M9MDsgZFdZQS183&#10;cgQk89GXI3Dv9Xln2Wk3eTHipHB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WRadG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p>
        </w:tc>
        <w:tc>
          <w:tcPr>
            <w:tcW w:w="990" w:type="dxa"/>
            <w:tcBorders>
              <w:top w:val="single" w:sz="4" w:space="0" w:color="BFBFBF"/>
              <w:left w:val="nil"/>
              <w:bottom w:val="single" w:sz="18" w:space="0" w:color="BFBFBF" w:themeColor="background1" w:themeShade="BF"/>
              <w:right w:val="single" w:sz="4" w:space="0" w:color="BFBFBF"/>
            </w:tcBorders>
            <w:shd w:val="clear" w:color="auto" w:fill="F2F2F2" w:themeFill="background1" w:themeFillShade="F2"/>
            <w:vAlign w:val="center"/>
            <w:hideMark/>
          </w:tcPr>
          <w:p w:rsidR="00433D29" w:rsidRPr="00F14F57" w:rsidRDefault="00433D29" w:rsidP="009372B2">
            <w:pPr>
              <w:rPr>
                <w:rFonts w:ascii="Century Gothic" w:hAnsi="Century Gothic" w:cs="Calibri"/>
                <w:color w:val="000000"/>
                <w:sz w:val="20"/>
                <w:szCs w:val="20"/>
              </w:rPr>
            </w:pPr>
            <w:r w:rsidRPr="00433D29">
              <w:rPr>
                <w:rFonts w:ascii="Century Gothic" w:hAnsi="Century Gothic" w:cs="Calibri"/>
                <w:noProof/>
                <w:color w:val="000000"/>
                <w:sz w:val="18"/>
                <w:szCs w:val="18"/>
              </w:rPr>
              <mc:AlternateContent>
                <mc:Choice Requires="wps">
                  <w:drawing>
                    <wp:anchor distT="0" distB="0" distL="114300" distR="114300" simplePos="0" relativeHeight="252008448" behindDoc="0" locked="0" layoutInCell="1" allowOverlap="1" wp14:anchorId="5E7BAE5D" wp14:editId="49DD1CC5">
                      <wp:simplePos x="0" y="0"/>
                      <wp:positionH relativeFrom="column">
                        <wp:posOffset>1320800</wp:posOffset>
                      </wp:positionH>
                      <wp:positionV relativeFrom="paragraph">
                        <wp:posOffset>431800</wp:posOffset>
                      </wp:positionV>
                      <wp:extent cx="1003300" cy="698500"/>
                      <wp:effectExtent l="0" t="0" r="0" b="0"/>
                      <wp:wrapNone/>
                      <wp:docPr id="434" name="Rectangle 43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4" o:spid="_x0000_s1266" style="position:absolute;margin-left:104pt;margin-top:34pt;width:79pt;height:55pt;z-index:25200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pwla4h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09472" behindDoc="0" locked="0" layoutInCell="1" allowOverlap="1" wp14:anchorId="42A59C7D" wp14:editId="667148F7">
                      <wp:simplePos x="0" y="0"/>
                      <wp:positionH relativeFrom="column">
                        <wp:posOffset>1320800</wp:posOffset>
                      </wp:positionH>
                      <wp:positionV relativeFrom="paragraph">
                        <wp:posOffset>431800</wp:posOffset>
                      </wp:positionV>
                      <wp:extent cx="1003300" cy="698500"/>
                      <wp:effectExtent l="0" t="0" r="0" b="0"/>
                      <wp:wrapNone/>
                      <wp:docPr id="435" name="Rectangle 4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5" o:spid="_x0000_s1267" style="position:absolute;margin-left:104pt;margin-top:34pt;width:79pt;height:55pt;z-index:25200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FXgHAIAAAs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hNFXg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0496" behindDoc="0" locked="0" layoutInCell="1" allowOverlap="1" wp14:anchorId="2309189A" wp14:editId="2F01A2DD">
                      <wp:simplePos x="0" y="0"/>
                      <wp:positionH relativeFrom="column">
                        <wp:posOffset>1320800</wp:posOffset>
                      </wp:positionH>
                      <wp:positionV relativeFrom="paragraph">
                        <wp:posOffset>431800</wp:posOffset>
                      </wp:positionV>
                      <wp:extent cx="1003300" cy="698500"/>
                      <wp:effectExtent l="0" t="0" r="0" b="0"/>
                      <wp:wrapNone/>
                      <wp:docPr id="436" name="Rectangle 4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6" o:spid="_x0000_s1268" style="position:absolute;margin-left:104pt;margin-top:34pt;width:79pt;height:55pt;z-index:252010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6E5HQIAAAs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2I+hOR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1520" behindDoc="0" locked="0" layoutInCell="1" allowOverlap="1" wp14:anchorId="6CD1C6BC" wp14:editId="46C1FAF4">
                      <wp:simplePos x="0" y="0"/>
                      <wp:positionH relativeFrom="column">
                        <wp:posOffset>1320800</wp:posOffset>
                      </wp:positionH>
                      <wp:positionV relativeFrom="paragraph">
                        <wp:posOffset>431800</wp:posOffset>
                      </wp:positionV>
                      <wp:extent cx="1003300" cy="698500"/>
                      <wp:effectExtent l="0" t="0" r="0" b="0"/>
                      <wp:wrapNone/>
                      <wp:docPr id="437" name="Rectangle 43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7" o:spid="_x0000_s1269" style="position:absolute;margin-left:104pt;margin-top:34pt;width:79pt;height:55pt;z-index:25201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Cesq47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2544" behindDoc="0" locked="0" layoutInCell="1" allowOverlap="1" wp14:anchorId="1AC548C5" wp14:editId="1D857726">
                      <wp:simplePos x="0" y="0"/>
                      <wp:positionH relativeFrom="column">
                        <wp:posOffset>1320800</wp:posOffset>
                      </wp:positionH>
                      <wp:positionV relativeFrom="paragraph">
                        <wp:posOffset>431800</wp:posOffset>
                      </wp:positionV>
                      <wp:extent cx="1003300" cy="698500"/>
                      <wp:effectExtent l="0" t="0" r="0" b="0"/>
                      <wp:wrapNone/>
                      <wp:docPr id="438" name="Rectangle 4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8" o:spid="_x0000_s1270" style="position:absolute;margin-left:104pt;margin-top:34pt;width:79pt;height:55pt;z-index:25201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YCsjV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3568" behindDoc="0" locked="0" layoutInCell="1" allowOverlap="1" wp14:anchorId="2438AE85" wp14:editId="2D8BE342">
                      <wp:simplePos x="0" y="0"/>
                      <wp:positionH relativeFrom="column">
                        <wp:posOffset>1320800</wp:posOffset>
                      </wp:positionH>
                      <wp:positionV relativeFrom="paragraph">
                        <wp:posOffset>431800</wp:posOffset>
                      </wp:positionV>
                      <wp:extent cx="1003300" cy="698500"/>
                      <wp:effectExtent l="0" t="0" r="0" b="0"/>
                      <wp:wrapNone/>
                      <wp:docPr id="439" name="Rectangle 4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9" o:spid="_x0000_s1271" style="position:absolute;margin-left:104pt;margin-top:34pt;width:79pt;height:55pt;z-index:25201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2SdHQIAAAs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2NknR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4592" behindDoc="0" locked="0" layoutInCell="1" allowOverlap="1" wp14:anchorId="6A9A24A1" wp14:editId="367C2388">
                      <wp:simplePos x="0" y="0"/>
                      <wp:positionH relativeFrom="column">
                        <wp:posOffset>1320800</wp:posOffset>
                      </wp:positionH>
                      <wp:positionV relativeFrom="paragraph">
                        <wp:posOffset>431800</wp:posOffset>
                      </wp:positionV>
                      <wp:extent cx="1003300" cy="698500"/>
                      <wp:effectExtent l="0" t="0" r="0" b="0"/>
                      <wp:wrapNone/>
                      <wp:docPr id="440" name="Rectangle 44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0" o:spid="_x0000_s1272" style="position:absolute;margin-left:104pt;margin-top:34pt;width:79pt;height:55pt;z-index:25201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6WlkPB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5616" behindDoc="0" locked="0" layoutInCell="1" allowOverlap="1" wp14:anchorId="536BF996" wp14:editId="7052DFE2">
                      <wp:simplePos x="0" y="0"/>
                      <wp:positionH relativeFrom="column">
                        <wp:posOffset>1320800</wp:posOffset>
                      </wp:positionH>
                      <wp:positionV relativeFrom="paragraph">
                        <wp:posOffset>431800</wp:posOffset>
                      </wp:positionV>
                      <wp:extent cx="1003300" cy="698500"/>
                      <wp:effectExtent l="0" t="0" r="0" b="0"/>
                      <wp:wrapNone/>
                      <wp:docPr id="441" name="Rectangle 4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1" o:spid="_x0000_s1273" style="position:absolute;margin-left:104pt;margin-top:34pt;width:79pt;height:55pt;z-index:25201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Gs+HQIAAAs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r1RrPh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6640" behindDoc="0" locked="0" layoutInCell="1" allowOverlap="1" wp14:anchorId="3663CCA0" wp14:editId="2DADE2C7">
                      <wp:simplePos x="0" y="0"/>
                      <wp:positionH relativeFrom="column">
                        <wp:posOffset>1320800</wp:posOffset>
                      </wp:positionH>
                      <wp:positionV relativeFrom="paragraph">
                        <wp:posOffset>431800</wp:posOffset>
                      </wp:positionV>
                      <wp:extent cx="1003300" cy="698500"/>
                      <wp:effectExtent l="0" t="0" r="0" b="0"/>
                      <wp:wrapNone/>
                      <wp:docPr id="442" name="Rectangle 4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2" o:spid="_x0000_s1274" style="position:absolute;margin-left:104pt;margin-top:34pt;width:79pt;height:55pt;z-index:25201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6g54d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7664" behindDoc="0" locked="0" layoutInCell="1" allowOverlap="1" wp14:anchorId="02E1BF2B" wp14:editId="296F840D">
                      <wp:simplePos x="0" y="0"/>
                      <wp:positionH relativeFrom="column">
                        <wp:posOffset>1320800</wp:posOffset>
                      </wp:positionH>
                      <wp:positionV relativeFrom="paragraph">
                        <wp:posOffset>431800</wp:posOffset>
                      </wp:positionV>
                      <wp:extent cx="1003300" cy="698500"/>
                      <wp:effectExtent l="0" t="0" r="0" b="0"/>
                      <wp:wrapNone/>
                      <wp:docPr id="443" name="Rectangle 44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3" o:spid="_x0000_s1275" style="position:absolute;margin-left:104pt;margin-top:34pt;width:79pt;height:55pt;z-index:25201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8vpEf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8688" behindDoc="0" locked="0" layoutInCell="1" allowOverlap="1" wp14:anchorId="3629BFBE" wp14:editId="7AAD9E68">
                      <wp:simplePos x="0" y="0"/>
                      <wp:positionH relativeFrom="column">
                        <wp:posOffset>1320800</wp:posOffset>
                      </wp:positionH>
                      <wp:positionV relativeFrom="paragraph">
                        <wp:posOffset>431800</wp:posOffset>
                      </wp:positionV>
                      <wp:extent cx="1003300" cy="698500"/>
                      <wp:effectExtent l="0" t="0" r="0" b="0"/>
                      <wp:wrapNone/>
                      <wp:docPr id="444" name="Rectangle 4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4" o:spid="_x0000_s1276" style="position:absolute;margin-left:104pt;margin-top:34pt;width:79pt;height:55pt;z-index:25201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NgHAIAAAs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ZOHNg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9712" behindDoc="0" locked="0" layoutInCell="1" allowOverlap="1" wp14:anchorId="71A2F96F" wp14:editId="144808B2">
                      <wp:simplePos x="0" y="0"/>
                      <wp:positionH relativeFrom="column">
                        <wp:posOffset>1320800</wp:posOffset>
                      </wp:positionH>
                      <wp:positionV relativeFrom="paragraph">
                        <wp:posOffset>431800</wp:posOffset>
                      </wp:positionV>
                      <wp:extent cx="1003300" cy="698500"/>
                      <wp:effectExtent l="0" t="0" r="0" b="0"/>
                      <wp:wrapNone/>
                      <wp:docPr id="445" name="Rectangle 4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5" o:spid="_x0000_s1277" style="position:absolute;margin-left:104pt;margin-top:34pt;width:79pt;height:55pt;z-index:25201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d8oHQIAAAs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lHfKB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0736" behindDoc="0" locked="0" layoutInCell="1" allowOverlap="1" wp14:anchorId="2A824166" wp14:editId="6213AA63">
                      <wp:simplePos x="0" y="0"/>
                      <wp:positionH relativeFrom="column">
                        <wp:posOffset>1320800</wp:posOffset>
                      </wp:positionH>
                      <wp:positionV relativeFrom="paragraph">
                        <wp:posOffset>431800</wp:posOffset>
                      </wp:positionV>
                      <wp:extent cx="1003300" cy="698500"/>
                      <wp:effectExtent l="0" t="0" r="0" b="0"/>
                      <wp:wrapNone/>
                      <wp:docPr id="446" name="Rectangle 44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6" o:spid="_x0000_s1278" style="position:absolute;margin-left:104pt;margin-top:34pt;width:79pt;height:55pt;z-index:25202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a+iLs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1760" behindDoc="0" locked="0" layoutInCell="1" allowOverlap="1" wp14:anchorId="277C8AFB" wp14:editId="6FEC920D">
                      <wp:simplePos x="0" y="0"/>
                      <wp:positionH relativeFrom="column">
                        <wp:posOffset>1320800</wp:posOffset>
                      </wp:positionH>
                      <wp:positionV relativeFrom="paragraph">
                        <wp:posOffset>431800</wp:posOffset>
                      </wp:positionV>
                      <wp:extent cx="1003300" cy="698500"/>
                      <wp:effectExtent l="0" t="0" r="0" b="0"/>
                      <wp:wrapNone/>
                      <wp:docPr id="447" name="Rectangle 4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7" o:spid="_x0000_s1279" style="position:absolute;margin-left:104pt;margin-top:34pt;width:79pt;height:55pt;z-index:25202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4e5HQIAAAs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4IOHuR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2784" behindDoc="0" locked="0" layoutInCell="1" allowOverlap="1" wp14:anchorId="61ABF8E1" wp14:editId="1D77A8D5">
                      <wp:simplePos x="0" y="0"/>
                      <wp:positionH relativeFrom="column">
                        <wp:posOffset>1320800</wp:posOffset>
                      </wp:positionH>
                      <wp:positionV relativeFrom="paragraph">
                        <wp:posOffset>431800</wp:posOffset>
                      </wp:positionV>
                      <wp:extent cx="1003300" cy="698500"/>
                      <wp:effectExtent l="0" t="0" r="0" b="0"/>
                      <wp:wrapNone/>
                      <wp:docPr id="2368" name="Rectangle 23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8" o:spid="_x0000_s1280" style="position:absolute;margin-left:104pt;margin-top:34pt;width:79pt;height:55pt;z-index:25202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ZeG+l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3808" behindDoc="0" locked="0" layoutInCell="1" allowOverlap="1" wp14:anchorId="1294A5BC" wp14:editId="6BA6D32B">
                      <wp:simplePos x="0" y="0"/>
                      <wp:positionH relativeFrom="column">
                        <wp:posOffset>1320800</wp:posOffset>
                      </wp:positionH>
                      <wp:positionV relativeFrom="paragraph">
                        <wp:posOffset>431800</wp:posOffset>
                      </wp:positionV>
                      <wp:extent cx="1003300" cy="698500"/>
                      <wp:effectExtent l="0" t="0" r="0" b="0"/>
                      <wp:wrapNone/>
                      <wp:docPr id="2369" name="Rectangle 236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9" o:spid="_x0000_s1281" style="position:absolute;margin-left:104pt;margin-top:34pt;width:79pt;height:55pt;z-index:25202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sI4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jewjg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4832" behindDoc="0" locked="0" layoutInCell="1" allowOverlap="1" wp14:anchorId="7A000976" wp14:editId="6E77E2FC">
                      <wp:simplePos x="0" y="0"/>
                      <wp:positionH relativeFrom="column">
                        <wp:posOffset>1320800</wp:posOffset>
                      </wp:positionH>
                      <wp:positionV relativeFrom="paragraph">
                        <wp:posOffset>431800</wp:posOffset>
                      </wp:positionV>
                      <wp:extent cx="1003300" cy="698500"/>
                      <wp:effectExtent l="0" t="0" r="0" b="0"/>
                      <wp:wrapNone/>
                      <wp:docPr id="2370" name="Rectangle 23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0" o:spid="_x0000_s1282" style="position:absolute;margin-left:104pt;margin-top:34pt;width:79pt;height:55pt;z-index:25202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k/ZPh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5856" behindDoc="0" locked="0" layoutInCell="1" allowOverlap="1" wp14:anchorId="084BC5C7" wp14:editId="5DEF09E1">
                      <wp:simplePos x="0" y="0"/>
                      <wp:positionH relativeFrom="column">
                        <wp:posOffset>1320800</wp:posOffset>
                      </wp:positionH>
                      <wp:positionV relativeFrom="paragraph">
                        <wp:posOffset>431800</wp:posOffset>
                      </wp:positionV>
                      <wp:extent cx="1003300" cy="698500"/>
                      <wp:effectExtent l="0" t="0" r="0" b="0"/>
                      <wp:wrapNone/>
                      <wp:docPr id="2371" name="Rectangle 23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1" o:spid="_x0000_s1283" style="position:absolute;margin-left:104pt;margin-top:34pt;width:79pt;height:55pt;z-index:25202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dfp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K91+k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6880" behindDoc="0" locked="0" layoutInCell="1" allowOverlap="1" wp14:anchorId="365AEB7C" wp14:editId="5908B95B">
                      <wp:simplePos x="0" y="0"/>
                      <wp:positionH relativeFrom="column">
                        <wp:posOffset>1320800</wp:posOffset>
                      </wp:positionH>
                      <wp:positionV relativeFrom="paragraph">
                        <wp:posOffset>431800</wp:posOffset>
                      </wp:positionV>
                      <wp:extent cx="1003300" cy="698500"/>
                      <wp:effectExtent l="0" t="0" r="0" b="0"/>
                      <wp:wrapNone/>
                      <wp:docPr id="2372" name="Rectangle 237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2" o:spid="_x0000_s1284" style="position:absolute;margin-left:104pt;margin-top:34pt;width:79pt;height:55pt;z-index:25202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6UF/s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7904" behindDoc="0" locked="0" layoutInCell="1" allowOverlap="1" wp14:anchorId="3EBBB293" wp14:editId="41BE7510">
                      <wp:simplePos x="0" y="0"/>
                      <wp:positionH relativeFrom="column">
                        <wp:posOffset>1320800</wp:posOffset>
                      </wp:positionH>
                      <wp:positionV relativeFrom="paragraph">
                        <wp:posOffset>431800</wp:posOffset>
                      </wp:positionV>
                      <wp:extent cx="1003300" cy="698500"/>
                      <wp:effectExtent l="0" t="0" r="0" b="0"/>
                      <wp:wrapNone/>
                      <wp:docPr id="2373" name="Rectangle 23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3" o:spid="_x0000_s1285" style="position:absolute;margin-left:104pt;margin-top:34pt;width:79pt;height:55pt;z-index:25202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pm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8yumY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8928" behindDoc="0" locked="0" layoutInCell="1" allowOverlap="1" wp14:anchorId="429DC17A" wp14:editId="391436EB">
                      <wp:simplePos x="0" y="0"/>
                      <wp:positionH relativeFrom="column">
                        <wp:posOffset>1320800</wp:posOffset>
                      </wp:positionH>
                      <wp:positionV relativeFrom="paragraph">
                        <wp:posOffset>431800</wp:posOffset>
                      </wp:positionV>
                      <wp:extent cx="1003300" cy="698500"/>
                      <wp:effectExtent l="0" t="0" r="0" b="0"/>
                      <wp:wrapNone/>
                      <wp:docPr id="2374" name="Rectangle 23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4" o:spid="_x0000_s1286" style="position:absolute;margin-left:104pt;margin-top:34pt;width:79pt;height:55pt;z-index:25202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exoHA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Rvexo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9952" behindDoc="0" locked="0" layoutInCell="1" allowOverlap="1" wp14:anchorId="578BA7CB" wp14:editId="23B0E918">
                      <wp:simplePos x="0" y="0"/>
                      <wp:positionH relativeFrom="column">
                        <wp:posOffset>1320800</wp:posOffset>
                      </wp:positionH>
                      <wp:positionV relativeFrom="paragraph">
                        <wp:posOffset>431800</wp:posOffset>
                      </wp:positionV>
                      <wp:extent cx="1003300" cy="698500"/>
                      <wp:effectExtent l="0" t="0" r="0" b="0"/>
                      <wp:wrapNone/>
                      <wp:docPr id="2375" name="Rectangle 237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5" o:spid="_x0000_s1287" style="position:absolute;margin-left:104pt;margin-top:34pt;width:79pt;height:55pt;z-index:25202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0H1Gg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BtB9RoCAAAN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0976" behindDoc="0" locked="0" layoutInCell="1" allowOverlap="1" wp14:anchorId="54EB0918" wp14:editId="57C8D394">
                      <wp:simplePos x="0" y="0"/>
                      <wp:positionH relativeFrom="column">
                        <wp:posOffset>1320800</wp:posOffset>
                      </wp:positionH>
                      <wp:positionV relativeFrom="paragraph">
                        <wp:posOffset>431800</wp:posOffset>
                      </wp:positionV>
                      <wp:extent cx="1003300" cy="698500"/>
                      <wp:effectExtent l="0" t="0" r="0" b="0"/>
                      <wp:wrapNone/>
                      <wp:docPr id="2376" name="Rectangle 23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6" o:spid="_x0000_s1288" style="position:absolute;margin-left:104pt;margin-top:34pt;width:79pt;height:55pt;z-index:25203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oAdHQ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F6AHR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2000" behindDoc="0" locked="0" layoutInCell="1" allowOverlap="1" wp14:anchorId="4E69CA41" wp14:editId="4B80F242">
                      <wp:simplePos x="0" y="0"/>
                      <wp:positionH relativeFrom="column">
                        <wp:posOffset>1320800</wp:posOffset>
                      </wp:positionH>
                      <wp:positionV relativeFrom="paragraph">
                        <wp:posOffset>431800</wp:posOffset>
                      </wp:positionV>
                      <wp:extent cx="1003300" cy="698500"/>
                      <wp:effectExtent l="0" t="0" r="0" b="0"/>
                      <wp:wrapNone/>
                      <wp:docPr id="2377" name="Rectangle 23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7" o:spid="_x0000_s1289" style="position:absolute;margin-left:104pt;margin-top:34pt;width:79pt;height:55pt;z-index:25203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I7KHA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wrI7K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3024" behindDoc="0" locked="0" layoutInCell="1" allowOverlap="1" wp14:anchorId="2CDAB53B" wp14:editId="5D675772">
                      <wp:simplePos x="0" y="0"/>
                      <wp:positionH relativeFrom="column">
                        <wp:posOffset>1295400</wp:posOffset>
                      </wp:positionH>
                      <wp:positionV relativeFrom="paragraph">
                        <wp:posOffset>431800</wp:posOffset>
                      </wp:positionV>
                      <wp:extent cx="1003300" cy="698500"/>
                      <wp:effectExtent l="0" t="0" r="0" b="0"/>
                      <wp:wrapNone/>
                      <wp:docPr id="2378" name="Rectangle 237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8" o:spid="_x0000_s1290" style="position:absolute;margin-left:102pt;margin-top:34pt;width:79pt;height:55pt;z-index:25203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eNFGQ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vG3jRR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4048" behindDoc="0" locked="0" layoutInCell="1" allowOverlap="1" wp14:anchorId="6092A766" wp14:editId="752CDEF9">
                      <wp:simplePos x="0" y="0"/>
                      <wp:positionH relativeFrom="column">
                        <wp:posOffset>1295400</wp:posOffset>
                      </wp:positionH>
                      <wp:positionV relativeFrom="paragraph">
                        <wp:posOffset>431800</wp:posOffset>
                      </wp:positionV>
                      <wp:extent cx="1003300" cy="698500"/>
                      <wp:effectExtent l="0" t="0" r="0" b="0"/>
                      <wp:wrapNone/>
                      <wp:docPr id="2379" name="Rectangle 23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9" o:spid="_x0000_s1291" style="position:absolute;margin-left:102pt;margin-top:34pt;width:79pt;height:55pt;z-index:25203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07Y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ctO2B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5072" behindDoc="0" locked="0" layoutInCell="1" allowOverlap="1" wp14:anchorId="5572FE60" wp14:editId="379595E6">
                      <wp:simplePos x="0" y="0"/>
                      <wp:positionH relativeFrom="column">
                        <wp:posOffset>1295400</wp:posOffset>
                      </wp:positionH>
                      <wp:positionV relativeFrom="paragraph">
                        <wp:posOffset>431800</wp:posOffset>
                      </wp:positionV>
                      <wp:extent cx="1003300" cy="698500"/>
                      <wp:effectExtent l="0" t="0" r="0" b="0"/>
                      <wp:wrapNone/>
                      <wp:docPr id="2380" name="Rectangle 23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0" o:spid="_x0000_s1292" style="position:absolute;margin-left:102pt;margin-top:34pt;width:79pt;height:55pt;z-index:25203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2Jq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eY2Jq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6096" behindDoc="0" locked="0" layoutInCell="1" allowOverlap="1" wp14:anchorId="00A4570D" wp14:editId="3BAC2D91">
                      <wp:simplePos x="0" y="0"/>
                      <wp:positionH relativeFrom="column">
                        <wp:posOffset>1295400</wp:posOffset>
                      </wp:positionH>
                      <wp:positionV relativeFrom="paragraph">
                        <wp:posOffset>431800</wp:posOffset>
                      </wp:positionV>
                      <wp:extent cx="1003300" cy="698500"/>
                      <wp:effectExtent l="0" t="0" r="0" b="0"/>
                      <wp:wrapNone/>
                      <wp:docPr id="2381" name="Rectangle 238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1" o:spid="_x0000_s1293" style="position:absolute;margin-left:102pt;margin-top:34pt;width:79pt;height:55pt;z-index:25203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3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Fz/c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7120" behindDoc="0" locked="0" layoutInCell="1" allowOverlap="1" wp14:anchorId="575CF515" wp14:editId="24331107">
                      <wp:simplePos x="0" y="0"/>
                      <wp:positionH relativeFrom="column">
                        <wp:posOffset>1295400</wp:posOffset>
                      </wp:positionH>
                      <wp:positionV relativeFrom="paragraph">
                        <wp:posOffset>431800</wp:posOffset>
                      </wp:positionV>
                      <wp:extent cx="1003300" cy="698500"/>
                      <wp:effectExtent l="0" t="0" r="0" b="0"/>
                      <wp:wrapNone/>
                      <wp:docPr id="2382" name="Rectangle 23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2" o:spid="_x0000_s1294" style="position:absolute;margin-left:102pt;margin-top:34pt;width:79pt;height:55pt;z-index:25203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A/l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z7A/l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8144" behindDoc="0" locked="0" layoutInCell="1" allowOverlap="1" wp14:anchorId="562110AF" wp14:editId="4D89ECEE">
                      <wp:simplePos x="0" y="0"/>
                      <wp:positionH relativeFrom="column">
                        <wp:posOffset>1295400</wp:posOffset>
                      </wp:positionH>
                      <wp:positionV relativeFrom="paragraph">
                        <wp:posOffset>431800</wp:posOffset>
                      </wp:positionV>
                      <wp:extent cx="1003300" cy="698500"/>
                      <wp:effectExtent l="0" t="0" r="0" b="0"/>
                      <wp:wrapNone/>
                      <wp:docPr id="2383" name="Rectangle 23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3" o:spid="_x0000_s1295" style="position:absolute;margin-left:102pt;margin-top:34pt;width:79pt;height:55pt;z-index:25203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Ey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x4BM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9168" behindDoc="0" locked="0" layoutInCell="1" allowOverlap="1" wp14:anchorId="3F533AC1" wp14:editId="7701E536">
                      <wp:simplePos x="0" y="0"/>
                      <wp:positionH relativeFrom="column">
                        <wp:posOffset>1295400</wp:posOffset>
                      </wp:positionH>
                      <wp:positionV relativeFrom="paragraph">
                        <wp:posOffset>431800</wp:posOffset>
                      </wp:positionV>
                      <wp:extent cx="1003300" cy="698500"/>
                      <wp:effectExtent l="0" t="0" r="0" b="0"/>
                      <wp:wrapNone/>
                      <wp:docPr id="2384" name="Rectangle 238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4" o:spid="_x0000_s1296" style="position:absolute;margin-left:102pt;margin-top:34pt;width:79pt;height:55pt;z-index:25203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mwlGQ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8VZsJR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0192" behindDoc="0" locked="0" layoutInCell="1" allowOverlap="1" wp14:anchorId="1EC3466D" wp14:editId="4471762D">
                      <wp:simplePos x="0" y="0"/>
                      <wp:positionH relativeFrom="column">
                        <wp:posOffset>1295400</wp:posOffset>
                      </wp:positionH>
                      <wp:positionV relativeFrom="paragraph">
                        <wp:posOffset>431800</wp:posOffset>
                      </wp:positionV>
                      <wp:extent cx="1003300" cy="698500"/>
                      <wp:effectExtent l="0" t="0" r="0" b="0"/>
                      <wp:wrapNone/>
                      <wp:docPr id="2385" name="Rectangle 23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5" o:spid="_x0000_s1297" style="position:absolute;margin-left:102pt;margin-top:34pt;width:79pt;height:55pt;z-index:25204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MG4Gw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A8MG4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1216" behindDoc="0" locked="0" layoutInCell="1" allowOverlap="1" wp14:anchorId="4FCF6720" wp14:editId="62B41B1A">
                      <wp:simplePos x="0" y="0"/>
                      <wp:positionH relativeFrom="column">
                        <wp:posOffset>1295400</wp:posOffset>
                      </wp:positionH>
                      <wp:positionV relativeFrom="paragraph">
                        <wp:posOffset>431800</wp:posOffset>
                      </wp:positionV>
                      <wp:extent cx="1003300" cy="698500"/>
                      <wp:effectExtent l="0" t="0" r="0" b="0"/>
                      <wp:wrapNone/>
                      <wp:docPr id="2386" name="Rectangle 23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6" o:spid="_x0000_s1298" style="position:absolute;margin-left:102pt;margin-top:34pt;width:79pt;height:55pt;z-index:25204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aMa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zzASZACVvkLdiDj0DM3RjjcNc/p6jmyyn411bMGaWf7Mkk2y2WTFIk62u0Wa3iWLIiyKxTYNt1m2&#10;2+XZavvL3Y7SEpgrYu/g7qw7xP6O0EX6uVS+5Mgoh/1pCuF7MlGYekkDD61ez38PNhiVKT1b1xve&#10;fFQPGvR3ngHTEZpaPbg/CIMm3yXna5c4shSCRVLkIfQSha0s/+BsyAJPvVxW2tiPTA7IGRXWUExf&#10;N3ICJPPRlyNw7/V5Z9lpP81yrGKX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oeGjG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2240" behindDoc="0" locked="0" layoutInCell="1" allowOverlap="1" wp14:anchorId="3280A48A" wp14:editId="0C3511C9">
                      <wp:simplePos x="0" y="0"/>
                      <wp:positionH relativeFrom="column">
                        <wp:posOffset>1295400</wp:posOffset>
                      </wp:positionH>
                      <wp:positionV relativeFrom="paragraph">
                        <wp:posOffset>431800</wp:posOffset>
                      </wp:positionV>
                      <wp:extent cx="1003300" cy="698500"/>
                      <wp:effectExtent l="0" t="0" r="0" b="0"/>
                      <wp:wrapNone/>
                      <wp:docPr id="2387" name="Rectangle 238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7" o:spid="_x0000_s1299" style="position:absolute;margin-left:102pt;margin-top:34pt;width:79pt;height:55pt;z-index:25204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w6H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BHDoc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3264" behindDoc="0" locked="0" layoutInCell="1" allowOverlap="1" wp14:anchorId="6AF802B7" wp14:editId="478D173F">
                      <wp:simplePos x="0" y="0"/>
                      <wp:positionH relativeFrom="column">
                        <wp:posOffset>1295400</wp:posOffset>
                      </wp:positionH>
                      <wp:positionV relativeFrom="paragraph">
                        <wp:posOffset>431800</wp:posOffset>
                      </wp:positionV>
                      <wp:extent cx="1003300" cy="698500"/>
                      <wp:effectExtent l="0" t="0" r="0" b="0"/>
                      <wp:wrapNone/>
                      <wp:docPr id="2388" name="Rectangle 23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8" o:spid="_x0000_s1300" style="position:absolute;margin-left:102pt;margin-top:34pt;width:79pt;height:55pt;z-index:25204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n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v+dUn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4288" behindDoc="0" locked="0" layoutInCell="1" allowOverlap="1" wp14:anchorId="0AC1B3F7" wp14:editId="4421C9AC">
                      <wp:simplePos x="0" y="0"/>
                      <wp:positionH relativeFrom="column">
                        <wp:posOffset>1295400</wp:posOffset>
                      </wp:positionH>
                      <wp:positionV relativeFrom="paragraph">
                        <wp:posOffset>431800</wp:posOffset>
                      </wp:positionV>
                      <wp:extent cx="1003300" cy="698500"/>
                      <wp:effectExtent l="0" t="0" r="0" b="0"/>
                      <wp:wrapNone/>
                      <wp:docPr id="2389" name="Rectangle 23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9" o:spid="_x0000_s1301" style="position:absolute;margin-left:102pt;margin-top:34pt;width:79pt;height:55pt;z-index:25204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vw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jwvb8B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5312" behindDoc="0" locked="0" layoutInCell="1" allowOverlap="1" wp14:anchorId="5F429523" wp14:editId="18604EC3">
                      <wp:simplePos x="0" y="0"/>
                      <wp:positionH relativeFrom="column">
                        <wp:posOffset>1295400</wp:posOffset>
                      </wp:positionH>
                      <wp:positionV relativeFrom="paragraph">
                        <wp:posOffset>431800</wp:posOffset>
                      </wp:positionV>
                      <wp:extent cx="1003300" cy="698500"/>
                      <wp:effectExtent l="0" t="0" r="0" b="0"/>
                      <wp:wrapNone/>
                      <wp:docPr id="2390" name="Rectangle 239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0" o:spid="_x0000_s1302" style="position:absolute;margin-left:102pt;margin-top:34pt;width:79pt;height:55pt;z-index:25204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D2GQ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lZrA9h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6336" behindDoc="0" locked="0" layoutInCell="1" allowOverlap="1" wp14:anchorId="41BA49A9" wp14:editId="22A8A26D">
                      <wp:simplePos x="0" y="0"/>
                      <wp:positionH relativeFrom="column">
                        <wp:posOffset>1295400</wp:posOffset>
                      </wp:positionH>
                      <wp:positionV relativeFrom="paragraph">
                        <wp:posOffset>431800</wp:posOffset>
                      </wp:positionV>
                      <wp:extent cx="1003300" cy="698500"/>
                      <wp:effectExtent l="0" t="0" r="0" b="0"/>
                      <wp:wrapNone/>
                      <wp:docPr id="2391" name="Rectangle 23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1" o:spid="_x0000_s1303" style="position:absolute;margin-left:102pt;margin-top:34pt;width:79pt;height:55pt;z-index:25204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G1r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ZDxtax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7360" behindDoc="0" locked="0" layoutInCell="1" allowOverlap="1" wp14:anchorId="3A6BF4C2" wp14:editId="5A99830D">
                      <wp:simplePos x="0" y="0"/>
                      <wp:positionH relativeFrom="column">
                        <wp:posOffset>1295400</wp:posOffset>
                      </wp:positionH>
                      <wp:positionV relativeFrom="paragraph">
                        <wp:posOffset>431800</wp:posOffset>
                      </wp:positionV>
                      <wp:extent cx="1003300" cy="698500"/>
                      <wp:effectExtent l="0" t="0" r="0" b="0"/>
                      <wp:wrapNone/>
                      <wp:docPr id="2392" name="Rectangle 23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2" o:spid="_x0000_s1304" style="position:absolute;margin-left:102pt;margin-top:34pt;width:79pt;height:55pt;z-index:25204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Q4z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pQQ4z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8384" behindDoc="0" locked="0" layoutInCell="1" allowOverlap="1" wp14:anchorId="4E457BFD" wp14:editId="5AB272D3">
                      <wp:simplePos x="0" y="0"/>
                      <wp:positionH relativeFrom="column">
                        <wp:posOffset>1295400</wp:posOffset>
                      </wp:positionH>
                      <wp:positionV relativeFrom="paragraph">
                        <wp:posOffset>431800</wp:posOffset>
                      </wp:positionV>
                      <wp:extent cx="1003300" cy="698500"/>
                      <wp:effectExtent l="0" t="0" r="0" b="0"/>
                      <wp:wrapNone/>
                      <wp:docPr id="2393" name="Rectangle 239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3" o:spid="_x0000_s1305" style="position:absolute;margin-left:102pt;margin-top:34pt;width:79pt;height:55pt;z-index:25204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6OuGQ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GOejrh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9408" behindDoc="0" locked="0" layoutInCell="1" allowOverlap="1" wp14:anchorId="0AEBE14C" wp14:editId="162ECF84">
                      <wp:simplePos x="0" y="0"/>
                      <wp:positionH relativeFrom="column">
                        <wp:posOffset>1295400</wp:posOffset>
                      </wp:positionH>
                      <wp:positionV relativeFrom="paragraph">
                        <wp:posOffset>431800</wp:posOffset>
                      </wp:positionV>
                      <wp:extent cx="1003300" cy="698500"/>
                      <wp:effectExtent l="0" t="0" r="0" b="0"/>
                      <wp:wrapNone/>
                      <wp:docPr id="2394" name="Rectangle 23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4" o:spid="_x0000_s1306" style="position:absolute;margin-left:102pt;margin-top:34pt;width:79pt;height:55pt;z-index:25204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XTY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oUXTY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0432" behindDoc="0" locked="0" layoutInCell="1" allowOverlap="1" wp14:anchorId="1CDBC98E" wp14:editId="36D014D1">
                      <wp:simplePos x="0" y="0"/>
                      <wp:positionH relativeFrom="column">
                        <wp:posOffset>1295400</wp:posOffset>
                      </wp:positionH>
                      <wp:positionV relativeFrom="paragraph">
                        <wp:posOffset>431800</wp:posOffset>
                      </wp:positionV>
                      <wp:extent cx="1003300" cy="698500"/>
                      <wp:effectExtent l="0" t="0" r="0" b="0"/>
                      <wp:wrapNone/>
                      <wp:docPr id="2395" name="Rectangle 23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5" o:spid="_x0000_s1307" style="position:absolute;margin-left:102pt;margin-top:34pt;width:79pt;height:55pt;z-index:25205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3oPGw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Io3oP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1456" behindDoc="0" locked="0" layoutInCell="1" allowOverlap="1" wp14:anchorId="67BB73A9" wp14:editId="1D50FD27">
                      <wp:simplePos x="0" y="0"/>
                      <wp:positionH relativeFrom="column">
                        <wp:posOffset>1295400</wp:posOffset>
                      </wp:positionH>
                      <wp:positionV relativeFrom="paragraph">
                        <wp:posOffset>431800</wp:posOffset>
                      </wp:positionV>
                      <wp:extent cx="1003300" cy="698500"/>
                      <wp:effectExtent l="0" t="0" r="0" b="0"/>
                      <wp:wrapNone/>
                      <wp:docPr id="2396" name="Rectangle 239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6" o:spid="_x0000_s1308" style="position:absolute;margin-left:102pt;margin-top:34pt;width:79pt;height:55pt;z-index:25205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rvn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OOa75x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2480" behindDoc="0" locked="0" layoutInCell="1" allowOverlap="1" wp14:anchorId="470C8414" wp14:editId="4633D4F9">
                      <wp:simplePos x="0" y="0"/>
                      <wp:positionH relativeFrom="column">
                        <wp:posOffset>1295400</wp:posOffset>
                      </wp:positionH>
                      <wp:positionV relativeFrom="paragraph">
                        <wp:posOffset>431800</wp:posOffset>
                      </wp:positionV>
                      <wp:extent cx="1003300" cy="698500"/>
                      <wp:effectExtent l="0" t="0" r="0" b="0"/>
                      <wp:wrapNone/>
                      <wp:docPr id="2397" name="Rectangle 23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7" o:spid="_x0000_s1309" style="position:absolute;margin-left:102pt;margin-top:34pt;width:79pt;height:55pt;z-index:25205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BZ6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k&#10;WGEkyAAqfYW6EXHoGZqjHW8a5vT1HNlkPxvr2II1s/yZJZtks8mKRZxsd4s0vUsWRVgUi20abrNs&#10;t8uz1faXux2lJTBXxN7B3Vl3iP0doYv0c6l8yZFRDvvTFML3ZKIw9ZIGHlq9nv8ebDAqU3q2rje8&#10;+ageNOjvPAOmIzS1enB/EAZNvkvO1y5xZCkEi6TIQ+glCltZ/sHZkAWeermstLEfmRyQMyqsoZi+&#10;buQESOajL0fg3uvzzrLTfprlyBOX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UAWe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3504" behindDoc="0" locked="0" layoutInCell="1" allowOverlap="1" wp14:anchorId="4D7E28E7" wp14:editId="7BF3F497">
                      <wp:simplePos x="0" y="0"/>
                      <wp:positionH relativeFrom="column">
                        <wp:posOffset>1295400</wp:posOffset>
                      </wp:positionH>
                      <wp:positionV relativeFrom="paragraph">
                        <wp:posOffset>431800</wp:posOffset>
                      </wp:positionV>
                      <wp:extent cx="1003300" cy="698500"/>
                      <wp:effectExtent l="0" t="0" r="0" b="0"/>
                      <wp:wrapNone/>
                      <wp:docPr id="2398" name="Rectangle 23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8" o:spid="_x0000_s1310" style="position:absolute;margin-left:102pt;margin-top:34pt;width:79pt;height:55pt;z-index:25205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6Q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nqm6Q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4528" behindDoc="0" locked="0" layoutInCell="1" allowOverlap="1" wp14:anchorId="58FB3A6B" wp14:editId="38FCF490">
                      <wp:simplePos x="0" y="0"/>
                      <wp:positionH relativeFrom="column">
                        <wp:posOffset>1295400</wp:posOffset>
                      </wp:positionH>
                      <wp:positionV relativeFrom="paragraph">
                        <wp:posOffset>431800</wp:posOffset>
                      </wp:positionV>
                      <wp:extent cx="1003300" cy="698500"/>
                      <wp:effectExtent l="0" t="0" r="0" b="0"/>
                      <wp:wrapNone/>
                      <wp:docPr id="2399" name="Rectangle 239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9" o:spid="_x0000_s1311" style="position:absolute;margin-left:102pt;margin-top:34pt;width:79pt;height:55pt;z-index:252054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MMN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YMww0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5552" behindDoc="0" locked="0" layoutInCell="1" allowOverlap="1" wp14:anchorId="5B3EFC0C" wp14:editId="1A5839FE">
                      <wp:simplePos x="0" y="0"/>
                      <wp:positionH relativeFrom="column">
                        <wp:posOffset>1295400</wp:posOffset>
                      </wp:positionH>
                      <wp:positionV relativeFrom="paragraph">
                        <wp:posOffset>431800</wp:posOffset>
                      </wp:positionV>
                      <wp:extent cx="1003300" cy="698500"/>
                      <wp:effectExtent l="0" t="0" r="0" b="0"/>
                      <wp:wrapNone/>
                      <wp:docPr id="2400" name="Rectangle 24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0" o:spid="_x0000_s1312" style="position:absolute;margin-left:102pt;margin-top:34pt;width:79pt;height:55pt;z-index:252055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bAx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JRbAx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6576" behindDoc="0" locked="0" layoutInCell="1" allowOverlap="1" wp14:anchorId="45B592C0" wp14:editId="61CBA28B">
                      <wp:simplePos x="0" y="0"/>
                      <wp:positionH relativeFrom="column">
                        <wp:posOffset>1295400</wp:posOffset>
                      </wp:positionH>
                      <wp:positionV relativeFrom="paragraph">
                        <wp:posOffset>431800</wp:posOffset>
                      </wp:positionV>
                      <wp:extent cx="1003300" cy="698500"/>
                      <wp:effectExtent l="0" t="0" r="0" b="0"/>
                      <wp:wrapNone/>
                      <wp:docPr id="2401" name="Rectangle 24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1" o:spid="_x0000_s1313" style="position:absolute;margin-left:102pt;margin-top:34pt;width:79pt;height:55pt;z-index:252056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77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jDASZACVvkLdiDj0DM3RjjcNc/p6jmyyn411bMGaWf7Mkk2y2WTFIk62u0Wa3iWLIiyKxTYNt1m2&#10;2+XZavvL3Y7SEpgrYu/g7qw7xP6O0EX6uVS+5Mgoh/1pCuF7MlGYekkDD61ez38PNhiVKT1b1xve&#10;fFQPGvR3ngHTEZpaPbg/CIMm3yXna5c4shSCRVLkIfQSha0s/+BsyAJPvVxW2tiPTA7IGRXWUExf&#10;N3ICJPPRlyNw7/V5Z9lpP81y5CuX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abe+5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color w:val="000000"/>
                <w:sz w:val="18"/>
                <w:szCs w:val="18"/>
              </w:rPr>
              <w:t>TARGET</w:t>
            </w:r>
          </w:p>
        </w:tc>
        <w:tc>
          <w:tcPr>
            <w:tcW w:w="2295" w:type="dxa"/>
            <w:tcBorders>
              <w:top w:val="single" w:sz="4" w:space="0" w:color="BFBFBF"/>
              <w:left w:val="nil"/>
              <w:bottom w:val="single" w:sz="18" w:space="0" w:color="BFBFBF" w:themeColor="background1" w:themeShade="BF"/>
              <w:right w:val="single" w:sz="4" w:space="0" w:color="BFBFBF"/>
            </w:tcBorders>
            <w:shd w:val="clear" w:color="auto" w:fill="auto"/>
            <w:vAlign w:val="center"/>
          </w:tcPr>
          <w:p w:rsidR="00433D29" w:rsidRPr="00F14F57" w:rsidRDefault="00433D29" w:rsidP="009372B2">
            <w:pPr>
              <w:rPr>
                <w:rFonts w:ascii="Century Gothic" w:hAnsi="Century Gothic" w:cs="Calibri"/>
                <w:color w:val="000000"/>
                <w:sz w:val="20"/>
                <w:szCs w:val="20"/>
              </w:rPr>
            </w:pPr>
          </w:p>
        </w:tc>
        <w:tc>
          <w:tcPr>
            <w:tcW w:w="945" w:type="dxa"/>
            <w:tcBorders>
              <w:top w:val="single" w:sz="4" w:space="0" w:color="BFBFBF"/>
              <w:left w:val="nil"/>
              <w:bottom w:val="single" w:sz="18" w:space="0" w:color="BFBFBF" w:themeColor="background1" w:themeShade="BF"/>
              <w:right w:val="single" w:sz="4" w:space="0" w:color="BFBFBF"/>
            </w:tcBorders>
            <w:shd w:val="clear" w:color="auto" w:fill="F2F2F2" w:themeFill="background1" w:themeFillShade="F2"/>
            <w:vAlign w:val="center"/>
          </w:tcPr>
          <w:p w:rsidR="00433D29" w:rsidRPr="00433D29" w:rsidRDefault="00433D29" w:rsidP="009372B2">
            <w:pPr>
              <w:rPr>
                <w:rFonts w:ascii="Century Gothic" w:hAnsi="Century Gothic" w:cs="Calibri"/>
                <w:color w:val="000000"/>
                <w:sz w:val="18"/>
                <w:szCs w:val="18"/>
              </w:rPr>
            </w:pPr>
            <w:r w:rsidRPr="00433D29">
              <w:rPr>
                <w:rFonts w:ascii="Century Gothic" w:hAnsi="Century Gothic" w:cs="Calibri"/>
                <w:color w:val="000000"/>
                <w:sz w:val="18"/>
                <w:szCs w:val="18"/>
              </w:rPr>
              <w:t>ACTUAL</w:t>
            </w:r>
          </w:p>
        </w:tc>
        <w:tc>
          <w:tcPr>
            <w:tcW w:w="2632" w:type="dxa"/>
            <w:tcBorders>
              <w:top w:val="single" w:sz="4" w:space="0" w:color="BFBFBF"/>
              <w:left w:val="nil"/>
              <w:bottom w:val="single" w:sz="18" w:space="0" w:color="BFBFBF" w:themeColor="background1" w:themeShade="BF"/>
              <w:right w:val="single" w:sz="4" w:space="0" w:color="BFBFBF"/>
            </w:tcBorders>
            <w:shd w:val="clear" w:color="auto" w:fill="auto"/>
            <w:vAlign w:val="center"/>
          </w:tcPr>
          <w:p w:rsidR="00433D29" w:rsidRPr="00F14F57" w:rsidRDefault="00433D29" w:rsidP="009372B2">
            <w:pPr>
              <w:rPr>
                <w:rFonts w:ascii="Century Gothic" w:hAnsi="Century Gothic" w:cs="Calibri"/>
                <w:color w:val="000000"/>
                <w:sz w:val="20"/>
                <w:szCs w:val="20"/>
              </w:rPr>
            </w:pPr>
          </w:p>
        </w:tc>
      </w:tr>
    </w:tbl>
    <w:p w:rsidR="00433D29" w:rsidRDefault="00433D29" w:rsidP="004D6AFF">
      <w:pPr>
        <w:spacing w:line="276" w:lineRule="auto"/>
        <w:outlineLvl w:val="0"/>
        <w:rPr>
          <w:rFonts w:ascii="Century Gothic" w:hAnsi="Century Gothic"/>
          <w:bCs/>
          <w:color w:val="000000" w:themeColor="text1"/>
          <w:szCs w:val="144"/>
        </w:rPr>
      </w:pPr>
    </w:p>
    <w:tbl>
      <w:tblPr>
        <w:tblW w:w="10732" w:type="dxa"/>
        <w:tblLook w:val="04A0" w:firstRow="1" w:lastRow="0" w:firstColumn="1" w:lastColumn="0" w:noHBand="0" w:noVBand="1"/>
      </w:tblPr>
      <w:tblGrid>
        <w:gridCol w:w="10732"/>
      </w:tblGrid>
      <w:tr w:rsidR="00FE7038" w:rsidRPr="00F14F57" w:rsidTr="00FC28FE">
        <w:trPr>
          <w:trHeight w:val="286"/>
        </w:trPr>
        <w:tc>
          <w:tcPr>
            <w:tcW w:w="10732" w:type="dxa"/>
            <w:tcBorders>
              <w:top w:val="nil"/>
              <w:left w:val="nil"/>
              <w:bottom w:val="single" w:sz="4" w:space="0" w:color="BFBFBF"/>
              <w:right w:val="nil"/>
            </w:tcBorders>
            <w:shd w:val="clear" w:color="auto" w:fill="auto"/>
            <w:vAlign w:val="center"/>
            <w:hideMark/>
          </w:tcPr>
          <w:p w:rsidR="00FE7038" w:rsidRPr="00F14F57" w:rsidRDefault="00FE7038" w:rsidP="009372B2">
            <w:pPr>
              <w:ind w:left="-55"/>
              <w:rPr>
                <w:rFonts w:ascii="Century Gothic" w:hAnsi="Century Gothic" w:cs="Calibri"/>
                <w:color w:val="000000"/>
                <w:sz w:val="18"/>
                <w:szCs w:val="18"/>
              </w:rPr>
            </w:pPr>
            <w:r>
              <w:rPr>
                <w:rFonts w:ascii="Century Gothic" w:hAnsi="Century Gothic" w:cs="Calibri"/>
                <w:color w:val="000000"/>
                <w:sz w:val="18"/>
                <w:szCs w:val="18"/>
              </w:rPr>
              <w:t>PROJECT SUMMARY</w:t>
            </w:r>
          </w:p>
        </w:tc>
      </w:tr>
      <w:tr w:rsidR="00FE7038" w:rsidRPr="00F14F57" w:rsidTr="00FC28FE">
        <w:trPr>
          <w:trHeight w:val="316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157952" behindDoc="0" locked="0" layoutInCell="1" allowOverlap="1" wp14:anchorId="5C27A3AF" wp14:editId="77BF4DB5">
                      <wp:simplePos x="0" y="0"/>
                      <wp:positionH relativeFrom="column">
                        <wp:posOffset>1320800</wp:posOffset>
                      </wp:positionH>
                      <wp:positionV relativeFrom="paragraph">
                        <wp:posOffset>431800</wp:posOffset>
                      </wp:positionV>
                      <wp:extent cx="1003300" cy="698500"/>
                      <wp:effectExtent l="0" t="0" r="0" b="0"/>
                      <wp:wrapNone/>
                      <wp:docPr id="2402" name="Rectangle 240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2" o:spid="_x0000_s1314" style="position:absolute;margin-left:104pt;margin-top:34pt;width:79pt;height:55pt;z-index:25215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Z7GQ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sVzZ7GQIAAA0EAAAOAAAAAAAAAAAAAAAAAC4CAABkcnMvZTJvRG9jLnhtbFBLAQItABQABgAI&#10;AAAAIQCJZGwO2wAAAAoBAAAPAAAAAAAAAAAAAAAAAHMEAABkcnMvZG93bnJldi54bWxQSwUGAAAA&#10;AAQABADzAAAAew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58976" behindDoc="0" locked="0" layoutInCell="1" allowOverlap="1" wp14:anchorId="0115107E" wp14:editId="20266F71">
                      <wp:simplePos x="0" y="0"/>
                      <wp:positionH relativeFrom="column">
                        <wp:posOffset>1320800</wp:posOffset>
                      </wp:positionH>
                      <wp:positionV relativeFrom="paragraph">
                        <wp:posOffset>431800</wp:posOffset>
                      </wp:positionV>
                      <wp:extent cx="1003300" cy="698500"/>
                      <wp:effectExtent l="0" t="0" r="0" b="0"/>
                      <wp:wrapNone/>
                      <wp:docPr id="2403" name="Rectangle 24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3" o:spid="_x0000_s1315" style="position:absolute;margin-left:104pt;margin-top:34pt;width:79pt;height:55pt;z-index:25215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Zvm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d8Zvm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0000" behindDoc="0" locked="0" layoutInCell="1" allowOverlap="1" wp14:anchorId="7D8E0855" wp14:editId="4CE298C1">
                      <wp:simplePos x="0" y="0"/>
                      <wp:positionH relativeFrom="column">
                        <wp:posOffset>1320800</wp:posOffset>
                      </wp:positionH>
                      <wp:positionV relativeFrom="paragraph">
                        <wp:posOffset>431800</wp:posOffset>
                      </wp:positionV>
                      <wp:extent cx="1003300" cy="698500"/>
                      <wp:effectExtent l="0" t="0" r="0" b="0"/>
                      <wp:wrapNone/>
                      <wp:docPr id="2404" name="Rectangle 24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4" o:spid="_x0000_s1316" style="position:absolute;margin-left:104pt;margin-top:34pt;width:79pt;height:55pt;z-index:25216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VW7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u7VW7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1024" behindDoc="0" locked="0" layoutInCell="1" allowOverlap="1" wp14:anchorId="2C0B0DB0" wp14:editId="3F18F028">
                      <wp:simplePos x="0" y="0"/>
                      <wp:positionH relativeFrom="column">
                        <wp:posOffset>1320800</wp:posOffset>
                      </wp:positionH>
                      <wp:positionV relativeFrom="paragraph">
                        <wp:posOffset>431800</wp:posOffset>
                      </wp:positionV>
                      <wp:extent cx="1003300" cy="698500"/>
                      <wp:effectExtent l="0" t="0" r="0" b="0"/>
                      <wp:wrapNone/>
                      <wp:docPr id="2405" name="Rectangle 240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5" o:spid="_x0000_s1317" style="position:absolute;margin-left:104pt;margin-top:34pt;width:79pt;height:55pt;z-index:25216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gmGg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0v4Jh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2048" behindDoc="0" locked="0" layoutInCell="1" allowOverlap="1" wp14:anchorId="3AC1F27E" wp14:editId="3D809BF2">
                      <wp:simplePos x="0" y="0"/>
                      <wp:positionH relativeFrom="column">
                        <wp:posOffset>1320800</wp:posOffset>
                      </wp:positionH>
                      <wp:positionV relativeFrom="paragraph">
                        <wp:posOffset>431800</wp:posOffset>
                      </wp:positionV>
                      <wp:extent cx="1003300" cy="698500"/>
                      <wp:effectExtent l="0" t="0" r="0" b="0"/>
                      <wp:wrapNone/>
                      <wp:docPr id="2406" name="Rectangle 24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6" o:spid="_x0000_s1318" style="position:absolute;margin-left:104pt;margin-top:34pt;width:79pt;height:55pt;z-index:25216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jnO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vDjnO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3072" behindDoc="0" locked="0" layoutInCell="1" allowOverlap="1" wp14:anchorId="09EB7A65" wp14:editId="29C32240">
                      <wp:simplePos x="0" y="0"/>
                      <wp:positionH relativeFrom="column">
                        <wp:posOffset>1320800</wp:posOffset>
                      </wp:positionH>
                      <wp:positionV relativeFrom="paragraph">
                        <wp:posOffset>431800</wp:posOffset>
                      </wp:positionV>
                      <wp:extent cx="1003300" cy="698500"/>
                      <wp:effectExtent l="0" t="0" r="0" b="0"/>
                      <wp:wrapNone/>
                      <wp:docPr id="2407" name="Rectangle 24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7" o:spid="_x0000_s1319" style="position:absolute;margin-left:104pt;margin-top:34pt;width:79pt;height:55pt;z-index:25216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Z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P/DcZ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4096" behindDoc="0" locked="0" layoutInCell="1" allowOverlap="1" wp14:anchorId="3E05B583" wp14:editId="7C112845">
                      <wp:simplePos x="0" y="0"/>
                      <wp:positionH relativeFrom="column">
                        <wp:posOffset>1320800</wp:posOffset>
                      </wp:positionH>
                      <wp:positionV relativeFrom="paragraph">
                        <wp:posOffset>431800</wp:posOffset>
                      </wp:positionV>
                      <wp:extent cx="1003300" cy="698500"/>
                      <wp:effectExtent l="0" t="0" r="0" b="0"/>
                      <wp:wrapNone/>
                      <wp:docPr id="2408" name="Rectangle 240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8" o:spid="_x0000_s1320" style="position:absolute;margin-left:104pt;margin-top:34pt;width:79pt;height:55pt;z-index:25216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uy5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MELsuR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5120" behindDoc="0" locked="0" layoutInCell="1" allowOverlap="1" wp14:anchorId="3942DC6C" wp14:editId="550EF0BA">
                      <wp:simplePos x="0" y="0"/>
                      <wp:positionH relativeFrom="column">
                        <wp:posOffset>1320800</wp:posOffset>
                      </wp:positionH>
                      <wp:positionV relativeFrom="paragraph">
                        <wp:posOffset>431800</wp:posOffset>
                      </wp:positionV>
                      <wp:extent cx="1003300" cy="698500"/>
                      <wp:effectExtent l="0" t="0" r="0" b="0"/>
                      <wp:wrapNone/>
                      <wp:docPr id="2409" name="Rectangle 24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9" o:spid="_x0000_s1321" style="position:absolute;margin-left:104pt;margin-top:34pt;width:79pt;height:55pt;z-index:25216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EEk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eRBJ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6144" behindDoc="0" locked="0" layoutInCell="1" allowOverlap="1" wp14:anchorId="3935F313" wp14:editId="65BB0222">
                      <wp:simplePos x="0" y="0"/>
                      <wp:positionH relativeFrom="column">
                        <wp:posOffset>1320800</wp:posOffset>
                      </wp:positionH>
                      <wp:positionV relativeFrom="paragraph">
                        <wp:posOffset>431800</wp:posOffset>
                      </wp:positionV>
                      <wp:extent cx="1003300" cy="698500"/>
                      <wp:effectExtent l="0" t="0" r="0" b="0"/>
                      <wp:wrapNone/>
                      <wp:docPr id="2410" name="Rectangle 24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0" o:spid="_x0000_s1322" style="position:absolute;margin-left:104pt;margin-top:34pt;width:79pt;height:55pt;z-index:25216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lo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KIflo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7168" behindDoc="0" locked="0" layoutInCell="1" allowOverlap="1" wp14:anchorId="524DB136" wp14:editId="09943CD0">
                      <wp:simplePos x="0" y="0"/>
                      <wp:positionH relativeFrom="column">
                        <wp:posOffset>1320800</wp:posOffset>
                      </wp:positionH>
                      <wp:positionV relativeFrom="paragraph">
                        <wp:posOffset>431800</wp:posOffset>
                      </wp:positionV>
                      <wp:extent cx="1003300" cy="698500"/>
                      <wp:effectExtent l="0" t="0" r="0" b="0"/>
                      <wp:wrapNone/>
                      <wp:docPr id="2411" name="Rectangle 24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1" o:spid="_x0000_s1323" style="position:absolute;margin-left:104pt;margin-top:34pt;width:79pt;height:55pt;z-index:25216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1T1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e4dU9R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8192" behindDoc="0" locked="0" layoutInCell="1" allowOverlap="1" wp14:anchorId="16EDA306" wp14:editId="3593DE25">
                      <wp:simplePos x="0" y="0"/>
                      <wp:positionH relativeFrom="column">
                        <wp:posOffset>1320800</wp:posOffset>
                      </wp:positionH>
                      <wp:positionV relativeFrom="paragraph">
                        <wp:posOffset>431800</wp:posOffset>
                      </wp:positionV>
                      <wp:extent cx="1003300" cy="698500"/>
                      <wp:effectExtent l="0" t="0" r="0" b="0"/>
                      <wp:wrapNone/>
                      <wp:docPr id="2412" name="Rectangle 24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2" o:spid="_x0000_s1324" style="position:absolute;margin-left:104pt;margin-top:34pt;width:79pt;height:55pt;z-index:25216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pTn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nrpTn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9216" behindDoc="0" locked="0" layoutInCell="1" allowOverlap="1" wp14:anchorId="04BDF76E" wp14:editId="06C9DD1A">
                      <wp:simplePos x="0" y="0"/>
                      <wp:positionH relativeFrom="column">
                        <wp:posOffset>1320800</wp:posOffset>
                      </wp:positionH>
                      <wp:positionV relativeFrom="paragraph">
                        <wp:posOffset>431800</wp:posOffset>
                      </wp:positionV>
                      <wp:extent cx="1003300" cy="698500"/>
                      <wp:effectExtent l="0" t="0" r="0" b="0"/>
                      <wp:wrapNone/>
                      <wp:docPr id="2413" name="Rectangle 24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3" o:spid="_x0000_s1325" style="position:absolute;margin-left:104pt;margin-top:34pt;width:79pt;height:55pt;z-index:25216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Jow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HXJow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0240" behindDoc="0" locked="0" layoutInCell="1" allowOverlap="1" wp14:anchorId="0933F362" wp14:editId="290CAE46">
                      <wp:simplePos x="0" y="0"/>
                      <wp:positionH relativeFrom="column">
                        <wp:posOffset>1320800</wp:posOffset>
                      </wp:positionH>
                      <wp:positionV relativeFrom="paragraph">
                        <wp:posOffset>431800</wp:posOffset>
                      </wp:positionV>
                      <wp:extent cx="1003300" cy="698500"/>
                      <wp:effectExtent l="0" t="0" r="0" b="0"/>
                      <wp:wrapNone/>
                      <wp:docPr id="2414" name="Rectangle 24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4" o:spid="_x0000_s1326" style="position:absolute;margin-left:104pt;margin-top:34pt;width:79pt;height:55pt;z-index:25217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SC4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9hSC4GQIAAA0EAAAOAAAAAAAAAAAAAAAAAC4CAABkcnMvZTJvRG9jLnhtbFBLAQItABQABgAI&#10;AAAAIQCJZGwO2wAAAAoBAAAPAAAAAAAAAAAAAAAAAHMEAABkcnMvZG93bnJldi54bWxQSwUGAAAA&#10;AAQABADzAAAAew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1264" behindDoc="0" locked="0" layoutInCell="1" allowOverlap="1" wp14:anchorId="66868BB1" wp14:editId="52AA0474">
                      <wp:simplePos x="0" y="0"/>
                      <wp:positionH relativeFrom="column">
                        <wp:posOffset>1320800</wp:posOffset>
                      </wp:positionH>
                      <wp:positionV relativeFrom="paragraph">
                        <wp:posOffset>431800</wp:posOffset>
                      </wp:positionV>
                      <wp:extent cx="1003300" cy="698500"/>
                      <wp:effectExtent l="0" t="0" r="0" b="0"/>
                      <wp:wrapNone/>
                      <wp:docPr id="2415" name="Rectangle 24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5" o:spid="_x0000_s1327" style="position:absolute;margin-left:104pt;margin-top:34pt;width:79pt;height:55pt;z-index:25217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40l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MI40l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2288" behindDoc="0" locked="0" layoutInCell="1" allowOverlap="1" wp14:anchorId="5F79B958" wp14:editId="5BC851B0">
                      <wp:simplePos x="0" y="0"/>
                      <wp:positionH relativeFrom="column">
                        <wp:posOffset>1320800</wp:posOffset>
                      </wp:positionH>
                      <wp:positionV relativeFrom="paragraph">
                        <wp:posOffset>431800</wp:posOffset>
                      </wp:positionV>
                      <wp:extent cx="1003300" cy="698500"/>
                      <wp:effectExtent l="0" t="0" r="0" b="0"/>
                      <wp:wrapNone/>
                      <wp:docPr id="2416" name="Rectangle 24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6" o:spid="_x0000_s1328" style="position:absolute;margin-left:104pt;margin-top:34pt;width:79pt;height:55pt;z-index:25217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u+HHQ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TLvh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3312" behindDoc="0" locked="0" layoutInCell="1" allowOverlap="1" wp14:anchorId="2EF2BC48" wp14:editId="312DECD9">
                      <wp:simplePos x="0" y="0"/>
                      <wp:positionH relativeFrom="column">
                        <wp:posOffset>1320800</wp:posOffset>
                      </wp:positionH>
                      <wp:positionV relativeFrom="paragraph">
                        <wp:posOffset>431800</wp:posOffset>
                      </wp:positionV>
                      <wp:extent cx="1003300" cy="698500"/>
                      <wp:effectExtent l="0" t="0" r="0" b="0"/>
                      <wp:wrapNone/>
                      <wp:docPr id="2417" name="Rectangle 24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7" o:spid="_x0000_s1329" style="position:absolute;margin-left:104pt;margin-top:34pt;width:79pt;height:55pt;z-index:25217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EIa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NyUQho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4336" behindDoc="0" locked="0" layoutInCell="1" allowOverlap="1" wp14:anchorId="49E420BD" wp14:editId="4FC8DFAE">
                      <wp:simplePos x="0" y="0"/>
                      <wp:positionH relativeFrom="column">
                        <wp:posOffset>1320800</wp:posOffset>
                      </wp:positionH>
                      <wp:positionV relativeFrom="paragraph">
                        <wp:posOffset>431800</wp:posOffset>
                      </wp:positionV>
                      <wp:extent cx="1003300" cy="698500"/>
                      <wp:effectExtent l="0" t="0" r="0" b="0"/>
                      <wp:wrapNone/>
                      <wp:docPr id="2418" name="Rectangle 24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8" o:spid="_x0000_s1330" style="position:absolute;margin-left:104pt;margin-top:34pt;width:79pt;height:55pt;z-index:25217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pm6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jKpm6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5360" behindDoc="0" locked="0" layoutInCell="1" allowOverlap="1" wp14:anchorId="6839FB10" wp14:editId="13618163">
                      <wp:simplePos x="0" y="0"/>
                      <wp:positionH relativeFrom="column">
                        <wp:posOffset>1320800</wp:posOffset>
                      </wp:positionH>
                      <wp:positionV relativeFrom="paragraph">
                        <wp:posOffset>431800</wp:posOffset>
                      </wp:positionV>
                      <wp:extent cx="1003300" cy="698500"/>
                      <wp:effectExtent l="0" t="0" r="0" b="0"/>
                      <wp:wrapNone/>
                      <wp:docPr id="2419" name="Rectangle 24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9" o:spid="_x0000_s1331" style="position:absolute;margin-left:104pt;margin-top:34pt;width:79pt;height:55pt;z-index:25217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dt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9iXb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6384" behindDoc="0" locked="0" layoutInCell="1" allowOverlap="1" wp14:anchorId="1EAD6E03" wp14:editId="7E6221A8">
                      <wp:simplePos x="0" y="0"/>
                      <wp:positionH relativeFrom="column">
                        <wp:posOffset>1320800</wp:posOffset>
                      </wp:positionH>
                      <wp:positionV relativeFrom="paragraph">
                        <wp:posOffset>431800</wp:posOffset>
                      </wp:positionV>
                      <wp:extent cx="1003300" cy="698500"/>
                      <wp:effectExtent l="0" t="0" r="0" b="0"/>
                      <wp:wrapNone/>
                      <wp:docPr id="2420" name="Rectangle 242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0" o:spid="_x0000_s1332" style="position:absolute;margin-left:104pt;margin-top:34pt;width:79pt;height:55pt;z-index:25217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mZP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MYZmTx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7408" behindDoc="0" locked="0" layoutInCell="1" allowOverlap="1" wp14:anchorId="15B22F8E" wp14:editId="6FD7286F">
                      <wp:simplePos x="0" y="0"/>
                      <wp:positionH relativeFrom="column">
                        <wp:posOffset>1320800</wp:posOffset>
                      </wp:positionH>
                      <wp:positionV relativeFrom="paragraph">
                        <wp:posOffset>431800</wp:posOffset>
                      </wp:positionV>
                      <wp:extent cx="1003300" cy="698500"/>
                      <wp:effectExtent l="0" t="0" r="0" b="0"/>
                      <wp:wrapNone/>
                      <wp:docPr id="2421" name="Rectangle 24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1" o:spid="_x0000_s1333" style="position:absolute;margin-left:104pt;margin-top:34pt;width:79pt;height:55pt;z-index:25217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MvS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CDL0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8432" behindDoc="0" locked="0" layoutInCell="1" allowOverlap="1" wp14:anchorId="2C371FF7" wp14:editId="59D20119">
                      <wp:simplePos x="0" y="0"/>
                      <wp:positionH relativeFrom="column">
                        <wp:posOffset>1320800</wp:posOffset>
                      </wp:positionH>
                      <wp:positionV relativeFrom="paragraph">
                        <wp:posOffset>431800</wp:posOffset>
                      </wp:positionV>
                      <wp:extent cx="1003300" cy="698500"/>
                      <wp:effectExtent l="0" t="0" r="0" b="0"/>
                      <wp:wrapNone/>
                      <wp:docPr id="2422" name="Rectangle 24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2" o:spid="_x0000_s1334" style="position:absolute;margin-left:104pt;margin-top:34pt;width:79pt;height:55pt;z-index:25217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iK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V2oi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9456" behindDoc="0" locked="0" layoutInCell="1" allowOverlap="1" wp14:anchorId="68810907" wp14:editId="39442F6E">
                      <wp:simplePos x="0" y="0"/>
                      <wp:positionH relativeFrom="column">
                        <wp:posOffset>1320800</wp:posOffset>
                      </wp:positionH>
                      <wp:positionV relativeFrom="paragraph">
                        <wp:posOffset>431800</wp:posOffset>
                      </wp:positionV>
                      <wp:extent cx="1003300" cy="698500"/>
                      <wp:effectExtent l="0" t="0" r="0" b="0"/>
                      <wp:wrapNone/>
                      <wp:docPr id="2423" name="Rectangle 242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3" o:spid="_x0000_s1335" style="position:absolute;margin-left:104pt;margin-top:34pt;width:79pt;height:55pt;z-index:25217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UX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vPsFFx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0480" behindDoc="0" locked="0" layoutInCell="1" allowOverlap="1" wp14:anchorId="07DC594B" wp14:editId="2B5A4CEB">
                      <wp:simplePos x="0" y="0"/>
                      <wp:positionH relativeFrom="column">
                        <wp:posOffset>1320800</wp:posOffset>
                      </wp:positionH>
                      <wp:positionV relativeFrom="paragraph">
                        <wp:posOffset>431800</wp:posOffset>
                      </wp:positionV>
                      <wp:extent cx="1003300" cy="698500"/>
                      <wp:effectExtent l="0" t="0" r="0" b="0"/>
                      <wp:wrapNone/>
                      <wp:docPr id="2424" name="Rectangle 24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4" o:spid="_x0000_s1336" style="position:absolute;margin-left:104pt;margin-top:34pt;width:79pt;height:55pt;z-index:25218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2gA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es2gA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1504" behindDoc="0" locked="0" layoutInCell="1" allowOverlap="1" wp14:anchorId="42458F77" wp14:editId="019D95A3">
                      <wp:simplePos x="0" y="0"/>
                      <wp:positionH relativeFrom="column">
                        <wp:posOffset>1320800</wp:posOffset>
                      </wp:positionH>
                      <wp:positionV relativeFrom="paragraph">
                        <wp:posOffset>431800</wp:posOffset>
                      </wp:positionV>
                      <wp:extent cx="1003300" cy="698500"/>
                      <wp:effectExtent l="0" t="0" r="0" b="0"/>
                      <wp:wrapNone/>
                      <wp:docPr id="2425" name="Rectangle 24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5" o:spid="_x0000_s1337" style="position:absolute;margin-left:104pt;margin-top:34pt;width:79pt;height:55pt;z-index:25218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bX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QWbX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2528" behindDoc="0" locked="0" layoutInCell="1" allowOverlap="1" wp14:anchorId="158233AF" wp14:editId="3F056D28">
                      <wp:simplePos x="0" y="0"/>
                      <wp:positionH relativeFrom="column">
                        <wp:posOffset>1295400</wp:posOffset>
                      </wp:positionH>
                      <wp:positionV relativeFrom="paragraph">
                        <wp:posOffset>431800</wp:posOffset>
                      </wp:positionV>
                      <wp:extent cx="1003300" cy="698500"/>
                      <wp:effectExtent l="0" t="0" r="0" b="0"/>
                      <wp:wrapNone/>
                      <wp:docPr id="2426" name="Rectangle 242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6" o:spid="_x0000_s1338" style="position:absolute;margin-left:102pt;margin-top:34pt;width:79pt;height:55pt;z-index:25218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w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fN77A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3552" behindDoc="0" locked="0" layoutInCell="1" allowOverlap="1" wp14:anchorId="4E397FCB" wp14:editId="0EE87241">
                      <wp:simplePos x="0" y="0"/>
                      <wp:positionH relativeFrom="column">
                        <wp:posOffset>1295400</wp:posOffset>
                      </wp:positionH>
                      <wp:positionV relativeFrom="paragraph">
                        <wp:posOffset>431800</wp:posOffset>
                      </wp:positionV>
                      <wp:extent cx="1003300" cy="698500"/>
                      <wp:effectExtent l="0" t="0" r="0" b="0"/>
                      <wp:wrapNone/>
                      <wp:docPr id="2427" name="Rectangle 24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7" o:spid="_x0000_s1339" style="position:absolute;margin-left:102pt;margin-top:34pt;width:79pt;height:55pt;z-index:25218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0It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XmEkyAAqfYW6EXHoGZqjHW8a5vT1HNlkPxvr2II1s/yZJZtks8mKRZxsd4s0vUsWRVgUi20abrNs&#10;t8uz1faXux2lJTBXxN7B3Vl3iP0doYv0c6l8yZFRDvvTFML3ZKIw9ZIGHlq9nv8ebDAqU3q2rje8&#10;+ageNOjvPAOmIzS1enB/EAZNvkvO1y5xZCkEi6TIQ+glCltZ/sHZkAWeermstLEfmRyQMyqsoZi+&#10;buQESOajL0fg3uvzzrLTfvJyJFH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5mtCL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4576" behindDoc="0" locked="0" layoutInCell="1" allowOverlap="1" wp14:anchorId="0673E37C" wp14:editId="26EAC48B">
                      <wp:simplePos x="0" y="0"/>
                      <wp:positionH relativeFrom="column">
                        <wp:posOffset>1295400</wp:posOffset>
                      </wp:positionH>
                      <wp:positionV relativeFrom="paragraph">
                        <wp:posOffset>431800</wp:posOffset>
                      </wp:positionV>
                      <wp:extent cx="1003300" cy="698500"/>
                      <wp:effectExtent l="0" t="0" r="0" b="0"/>
                      <wp:wrapNone/>
                      <wp:docPr id="2428" name="Rectangle 24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8" o:spid="_x0000_s1340" style="position:absolute;margin-left:102pt;margin-top:34pt;width:79pt;height:55pt;z-index:25218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TrH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IE6x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5600" behindDoc="0" locked="0" layoutInCell="1" allowOverlap="1" wp14:anchorId="1782E0B1" wp14:editId="12F291C3">
                      <wp:simplePos x="0" y="0"/>
                      <wp:positionH relativeFrom="column">
                        <wp:posOffset>1295400</wp:posOffset>
                      </wp:positionH>
                      <wp:positionV relativeFrom="paragraph">
                        <wp:posOffset>431800</wp:posOffset>
                      </wp:positionV>
                      <wp:extent cx="1003300" cy="698500"/>
                      <wp:effectExtent l="0" t="0" r="0" b="0"/>
                      <wp:wrapNone/>
                      <wp:docPr id="2429" name="Rectangle 242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9" o:spid="_x0000_s1341" style="position:absolute;margin-left:102pt;margin-top:34pt;width:79pt;height:55pt;z-index:25218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5da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knl1o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6624" behindDoc="0" locked="0" layoutInCell="1" allowOverlap="1" wp14:anchorId="7ECEA6CD" wp14:editId="58E1F2D1">
                      <wp:simplePos x="0" y="0"/>
                      <wp:positionH relativeFrom="column">
                        <wp:posOffset>1295400</wp:posOffset>
                      </wp:positionH>
                      <wp:positionV relativeFrom="paragraph">
                        <wp:posOffset>431800</wp:posOffset>
                      </wp:positionV>
                      <wp:extent cx="1003300" cy="698500"/>
                      <wp:effectExtent l="0" t="0" r="0" b="0"/>
                      <wp:wrapNone/>
                      <wp:docPr id="2430" name="Rectangle 24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0" o:spid="_x0000_s1342" style="position:absolute;margin-left:102pt;margin-top:34pt;width:79pt;height:55pt;z-index:25218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oxc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7aMX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7648" behindDoc="0" locked="0" layoutInCell="1" allowOverlap="1" wp14:anchorId="6F2D2EF0" wp14:editId="336EA66C">
                      <wp:simplePos x="0" y="0"/>
                      <wp:positionH relativeFrom="column">
                        <wp:posOffset>1295400</wp:posOffset>
                      </wp:positionH>
                      <wp:positionV relativeFrom="paragraph">
                        <wp:posOffset>431800</wp:posOffset>
                      </wp:positionV>
                      <wp:extent cx="1003300" cy="698500"/>
                      <wp:effectExtent l="0" t="0" r="0" b="0"/>
                      <wp:wrapNone/>
                      <wp:docPr id="2431" name="Rectangle 24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1" o:spid="_x0000_s1343" style="position:absolute;margin-left:102pt;margin-top:34pt;width:79pt;height:55pt;z-index:25218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IKL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iTASZACVvkLdiDj0DM3RjjcNc/p6jmyyn411bMGaWf7Mkk2y2WTFIk62u0Wa3iWLIiyKxTYNt1m2&#10;2+XZavvL3Y7SEpgrYu/g7qw7xP6O0EX6uVS+5Mgoh/1pCuF7MlGYekkDD61ez38PNhiVKT1b1xve&#10;fFQPGvR3ngHTEZpaPbg/CIMm3yXna5c4shSCRVLkIfQSha0s/+BsyAJPvVxW2tiPTA7IGRXWUExf&#10;N3ICJPPRlyNw7/V5Z9lpP3k5kmj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0SCi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8672" behindDoc="0" locked="0" layoutInCell="1" allowOverlap="1" wp14:anchorId="36F3532E" wp14:editId="2FCACC4D">
                      <wp:simplePos x="0" y="0"/>
                      <wp:positionH relativeFrom="column">
                        <wp:posOffset>1295400</wp:posOffset>
                      </wp:positionH>
                      <wp:positionV relativeFrom="paragraph">
                        <wp:posOffset>431800</wp:posOffset>
                      </wp:positionV>
                      <wp:extent cx="1003300" cy="698500"/>
                      <wp:effectExtent l="0" t="0" r="0" b="0"/>
                      <wp:wrapNone/>
                      <wp:docPr id="2432" name="Rectangle 243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2" o:spid="_x0000_s1344" style="position:absolute;margin-left:102pt;margin-top:34pt;width:79pt;height:55pt;z-index:25218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UKZGAIAAA0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fbUKZGAIAAA0EAAAOAAAAAAAAAAAAAAAAAC4CAABkcnMvZTJvRG9jLnhtbFBLAQItABQABgAI&#10;AAAAIQBPvvs13AAAAAoBAAAPAAAAAAAAAAAAAAAAAHIEAABkcnMvZG93bnJldi54bWxQSwUGAAAA&#10;AAQABADzAAAAew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9696" behindDoc="0" locked="0" layoutInCell="1" allowOverlap="1" wp14:anchorId="120C6F7B" wp14:editId="021D7C6E">
                      <wp:simplePos x="0" y="0"/>
                      <wp:positionH relativeFrom="column">
                        <wp:posOffset>1295400</wp:posOffset>
                      </wp:positionH>
                      <wp:positionV relativeFrom="paragraph">
                        <wp:posOffset>431800</wp:posOffset>
                      </wp:positionV>
                      <wp:extent cx="1003300" cy="698500"/>
                      <wp:effectExtent l="0" t="0" r="0" b="0"/>
                      <wp:wrapNone/>
                      <wp:docPr id="2433" name="Rectangle 24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3" o:spid="_x0000_s1345" style="position:absolute;margin-left:102pt;margin-top:34pt;width:79pt;height:55pt;z-index:25218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8E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EowEGUCl71A3IvY9Q3O0403DnL6eI5vsV2MdW7Bmlr+yZJ2s11mxiJPNdpGmt8miCItisUnDTZZt&#10;t3l2tfntbkdpCcwVsbdwd9YdYn9H6Cz9XCpfcmSUw/40hfA9mShMvaSBh1av5r8HG4zKlJ6t6w1v&#10;Pqh7Dfo7z4DpCE2tHtwfhEGT75LTpUscWQrBIinyEHqJwlaWf3I2ZIGnXi4rbexnJgfkjAprKKav&#10;GzkCkvnoyxG49/q8s+y0m7wcSVS4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rsvvB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0720" behindDoc="0" locked="0" layoutInCell="1" allowOverlap="1" wp14:anchorId="403B4B06" wp14:editId="3DB9EE76">
                      <wp:simplePos x="0" y="0"/>
                      <wp:positionH relativeFrom="column">
                        <wp:posOffset>1295400</wp:posOffset>
                      </wp:positionH>
                      <wp:positionV relativeFrom="paragraph">
                        <wp:posOffset>431800</wp:posOffset>
                      </wp:positionV>
                      <wp:extent cx="1003300" cy="698500"/>
                      <wp:effectExtent l="0" t="0" r="0" b="0"/>
                      <wp:wrapNone/>
                      <wp:docPr id="2434" name="Rectangle 24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4" o:spid="_x0000_s1346" style="position:absolute;margin-left:102pt;margin-top:34pt;width:79pt;height:55pt;z-index:25219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kK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AES5C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1744" behindDoc="0" locked="0" layoutInCell="1" allowOverlap="1" wp14:anchorId="20FE0813" wp14:editId="4C888742">
                      <wp:simplePos x="0" y="0"/>
                      <wp:positionH relativeFrom="column">
                        <wp:posOffset>1295400</wp:posOffset>
                      </wp:positionH>
                      <wp:positionV relativeFrom="paragraph">
                        <wp:posOffset>431800</wp:posOffset>
                      </wp:positionV>
                      <wp:extent cx="1003300" cy="698500"/>
                      <wp:effectExtent l="0" t="0" r="0" b="0"/>
                      <wp:wrapNone/>
                      <wp:docPr id="2435" name="Rectangle 24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5" o:spid="_x0000_s1347" style="position:absolute;margin-left:102pt;margin-top:34pt;width:79pt;height:55pt;z-index:25219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hSX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HiFJc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2768" behindDoc="0" locked="0" layoutInCell="1" allowOverlap="1" wp14:anchorId="2CB9DE52" wp14:editId="7192C67A">
                      <wp:simplePos x="0" y="0"/>
                      <wp:positionH relativeFrom="column">
                        <wp:posOffset>1295400</wp:posOffset>
                      </wp:positionH>
                      <wp:positionV relativeFrom="paragraph">
                        <wp:posOffset>431800</wp:posOffset>
                      </wp:positionV>
                      <wp:extent cx="1003300" cy="698500"/>
                      <wp:effectExtent l="0" t="0" r="0" b="0"/>
                      <wp:wrapNone/>
                      <wp:docPr id="2436" name="Rectangle 24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6" o:spid="_x0000_s1348" style="position:absolute;margin-left:102pt;margin-top:34pt;width:79pt;height:55pt;z-index:25219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9V/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MowEGUCl71A3IvY9Q3O0403DnL6eI5vsV2MdW7Bmlr+yZJ2s11mxiJPNdpGmt8miCItisUnDTZZt&#10;t3l2tfntbkdpCcwVsbdwd9YdYn9H6Cz9XCpfcmSUw/40hfA9mShMvaSBh1av5r8HG4zKlJ6t6w1v&#10;Pqh7Dfo7z4DpCE2tHtwfhEGT75LTpUscWQrBIinyEHqJwlaWf3I2ZIGnXi4rbexnJgfkjAprKKav&#10;GzkCkvnoyxG49/q8s+y0m7wcSRy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AafVf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3792" behindDoc="0" locked="0" layoutInCell="1" allowOverlap="1" wp14:anchorId="26D53C98" wp14:editId="5D8259E0">
                      <wp:simplePos x="0" y="0"/>
                      <wp:positionH relativeFrom="column">
                        <wp:posOffset>1295400</wp:posOffset>
                      </wp:positionH>
                      <wp:positionV relativeFrom="paragraph">
                        <wp:posOffset>431800</wp:posOffset>
                      </wp:positionV>
                      <wp:extent cx="1003300" cy="698500"/>
                      <wp:effectExtent l="0" t="0" r="0" b="0"/>
                      <wp:wrapNone/>
                      <wp:docPr id="2437" name="Rectangle 24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7" o:spid="_x0000_s1349" style="position:absolute;margin-left:102pt;margin-top:34pt;width:79pt;height:55pt;z-index:25219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uo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WWEkyAAqfYW6EXHoGZqjHW8a5vT1HNlkPxvr2II1s/yZJZtks8mKRZxsd4s0vUsWRVgUi20abrNs&#10;t8uz1faXux2lJTBXxN7B3Vl3iP0doYv0c6l8yZFRDvvTFML3ZKIw9ZIGHlq9nv8ebDAqU3q2rje8&#10;+ageNOjvPAOmIzS1enB/EAZNvkvO1y5xZCkEi6TIQ+glCltZ/sHZkAWeermstLEfmRyQMyqsoZi+&#10;buQESOajL0fg3uvzzrLTfvJyJHH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oVXbq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4816" behindDoc="0" locked="0" layoutInCell="1" allowOverlap="1" wp14:anchorId="6CBECB3A" wp14:editId="6E875CA4">
                      <wp:simplePos x="0" y="0"/>
                      <wp:positionH relativeFrom="column">
                        <wp:posOffset>1295400</wp:posOffset>
                      </wp:positionH>
                      <wp:positionV relativeFrom="paragraph">
                        <wp:posOffset>431800</wp:posOffset>
                      </wp:positionV>
                      <wp:extent cx="1003300" cy="698500"/>
                      <wp:effectExtent l="0" t="0" r="0" b="0"/>
                      <wp:wrapNone/>
                      <wp:docPr id="2438" name="Rectangle 24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8" o:spid="_x0000_s1350" style="position:absolute;margin-left:102pt;margin-top:34pt;width:79pt;height:55pt;z-index:25219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wAI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7rAAg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5840" behindDoc="0" locked="0" layoutInCell="1" allowOverlap="1" wp14:anchorId="59F9E10F" wp14:editId="623BE26D">
                      <wp:simplePos x="0" y="0"/>
                      <wp:positionH relativeFrom="column">
                        <wp:posOffset>1295400</wp:posOffset>
                      </wp:positionH>
                      <wp:positionV relativeFrom="paragraph">
                        <wp:posOffset>431800</wp:posOffset>
                      </wp:positionV>
                      <wp:extent cx="1003300" cy="698500"/>
                      <wp:effectExtent l="0" t="0" r="0" b="0"/>
                      <wp:wrapNone/>
                      <wp:docPr id="2439" name="Rectangle 24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9" o:spid="_x0000_s1351" style="position:absolute;margin-left:102pt;margin-top:34pt;width:79pt;height:55pt;z-index:25219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a2V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a&#10;FBgJMoBK36BuROx7huZox5uGOX09RzbZL8Y6tmDNLH9myTpZr7NiESeb7SJN75JFERbFYpOGmyzb&#10;bvPsevPL3Y7SEpgrYu/g7qw7xN5H6Cz9XCpfcmSUw/48hfA9myhMvaSBh1av5r8HG4zKlJ6t6w1v&#10;PqoHDfo7z4DpCE2tHtwfhEGT75LTpUscWQrBIinyEHqJwlaWXzkbssBTL5eVNvYTkwNyRoU1FNPX&#10;jRwByXz05Qjce33eWXbaTV6OJL5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C9NrZU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6864" behindDoc="0" locked="0" layoutInCell="1" allowOverlap="1" wp14:anchorId="2E6A519B" wp14:editId="3FC97143">
                      <wp:simplePos x="0" y="0"/>
                      <wp:positionH relativeFrom="column">
                        <wp:posOffset>1295400</wp:posOffset>
                      </wp:positionH>
                      <wp:positionV relativeFrom="paragraph">
                        <wp:posOffset>431800</wp:posOffset>
                      </wp:positionV>
                      <wp:extent cx="1003300" cy="698500"/>
                      <wp:effectExtent l="0" t="0" r="0" b="0"/>
                      <wp:wrapNone/>
                      <wp:docPr id="2440" name="Rectangle 24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0" o:spid="_x0000_s1352" style="position:absolute;margin-left:102pt;margin-top:34pt;width:79pt;height:55pt;z-index:25219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Sq0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hN&#10;QSBBBqjSV9CNiLZnaI52vK6Zq6/nyCb72VjHFqyZ5c8s2SSbTVYs4mS7W6TpfbIowqJYbNNwm2W7&#10;XZ7dbH+521FaAnNF7D3cnesOsb8jdC79LJWXHBnlsD9PIXzPJgqBA5Q08NAufw82GJUpPVvXG958&#10;Uo8aDjvPgOkITY0e3B8KgybfJadrlziyFIJFUuQhSEVhK8s/OHt+8nJZaWM/MjkgZ1RYg5heN3IE&#10;JPPRyxGA+Pq8s+y0n3w5kjh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zZKrQ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7888" behindDoc="0" locked="0" layoutInCell="1" allowOverlap="1" wp14:anchorId="2E0AFBE5" wp14:editId="766E50E3">
                      <wp:simplePos x="0" y="0"/>
                      <wp:positionH relativeFrom="column">
                        <wp:posOffset>1295400</wp:posOffset>
                      </wp:positionH>
                      <wp:positionV relativeFrom="paragraph">
                        <wp:posOffset>431800</wp:posOffset>
                      </wp:positionV>
                      <wp:extent cx="1003300" cy="698500"/>
                      <wp:effectExtent l="0" t="0" r="0" b="0"/>
                      <wp:wrapNone/>
                      <wp:docPr id="2441" name="Rectangle 24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1" o:spid="_x0000_s1353" style="position:absolute;margin-left:102pt;margin-top:34pt;width:79pt;height:55pt;z-index:25219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4cp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GmEkSA9d+g51I2LfMTRFW17XzPXXc2Sj/WqsYwvWxPJXlqyT9TorZnGy2c7S9C6ZFWFRzDZpuMmy&#10;7TbPFpvf7naUlsBcEXsHd6e+Q+zvCJ1bP5XKlxwZ5bA/jyF8zyYK08K1NPDQLn8PNhiUKT1bpw1v&#10;PqoHDYedZ8B0hMZG9+4PjUGjV8npqhJHlkKwSIo8BC1R2MryT86enrxcVtrYz0z2yBkV1lBMXzdy&#10;BCTT0csRgPj6vLPsuBt9O5J44d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1/hyk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8912" behindDoc="0" locked="0" layoutInCell="1" allowOverlap="1" wp14:anchorId="0122065C" wp14:editId="115AAE7F">
                      <wp:simplePos x="0" y="0"/>
                      <wp:positionH relativeFrom="column">
                        <wp:posOffset>1295400</wp:posOffset>
                      </wp:positionH>
                      <wp:positionV relativeFrom="paragraph">
                        <wp:posOffset>431800</wp:posOffset>
                      </wp:positionV>
                      <wp:extent cx="1003300" cy="698500"/>
                      <wp:effectExtent l="0" t="0" r="0" b="0"/>
                      <wp:wrapNone/>
                      <wp:docPr id="2442" name="Rectangle 24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2" o:spid="_x0000_s1354" style="position:absolute;margin-left:102pt;margin-top:34pt;width:79pt;height:55pt;z-index:25219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kc7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Y4wEGUCl71A3IvY9Q3O0403DnL6eI5vsV2MdW7Bmlr+yZJ2s11mxiJPNdpGmt8miCItisUnDTZZt&#10;t3l2tfntbkdpCcwVsbdwd9YdYn9H6Cz9XCpfcmSUw/40hfA9mShMvaSBh1av5r8HG4zKlJ6t6w1v&#10;Pqh7Dfo7z4DpCE2tHtwfhEGT75LTpUscWQrBIinyEHqJwlaWf3I2ZIGnXi4rbexnJgfkjAprKKav&#10;GzkCkvnoyxG49/q8s+y0m7wcSZy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VZHO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9936" behindDoc="0" locked="0" layoutInCell="1" allowOverlap="1" wp14:anchorId="5EE50505" wp14:editId="12FE6FB7">
                      <wp:simplePos x="0" y="0"/>
                      <wp:positionH relativeFrom="column">
                        <wp:posOffset>1295400</wp:posOffset>
                      </wp:positionH>
                      <wp:positionV relativeFrom="paragraph">
                        <wp:posOffset>431800</wp:posOffset>
                      </wp:positionV>
                      <wp:extent cx="1003300" cy="698500"/>
                      <wp:effectExtent l="0" t="0" r="0" b="0"/>
                      <wp:wrapNone/>
                      <wp:docPr id="2443" name="Rectangle 24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3" o:spid="_x0000_s1355" style="position:absolute;margin-left:102pt;margin-top:34pt;width:79pt;height:55pt;z-index:25219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Ens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E4wEGUCl71A3IvY9Q3O0403DnL6eI5vsV2MdW7Bmlr+yZJ2s11mxiJPNdpGmt8miCItisUnDTZZt&#10;t3l2tfntbkdpCcwVsbdwd9YdYn9H6Cz9XCpfcmSUw/40hfA9mShMvaSBh1av5r8HG4zKlJ6t6w1v&#10;Pqh7Dfo7z4DpCE2tHtwfhEGT75LTpUscWQrBIinyEHqJwlaWf3I2ZIGnXi4rbexnJgfkjAprKKav&#10;GzkCkvnoyxG49/q8s+y0m7wcSVy4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aRJ7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0960" behindDoc="0" locked="0" layoutInCell="1" allowOverlap="1" wp14:anchorId="46108803" wp14:editId="033EAE57">
                      <wp:simplePos x="0" y="0"/>
                      <wp:positionH relativeFrom="column">
                        <wp:posOffset>1295400</wp:posOffset>
                      </wp:positionH>
                      <wp:positionV relativeFrom="paragraph">
                        <wp:posOffset>431800</wp:posOffset>
                      </wp:positionV>
                      <wp:extent cx="1003300" cy="698500"/>
                      <wp:effectExtent l="0" t="0" r="0" b="0"/>
                      <wp:wrapNone/>
                      <wp:docPr id="2444" name="Rectangle 24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4" o:spid="_x0000_s1356" style="position:absolute;margin-left:102pt;margin-top:34pt;width:79pt;height:55pt;z-index:25220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CT7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TTESZIAufYW6EdH2DM3Rjtc1c/31HNlkPxvr2II1s/yZJZtks8mKRZxsd4s0vU8WRVgUi20abrNs&#10;t8uzm+0vdztKS2CuiL2Hu3PfIfZ3hM6tn0vlS46MctifpxC+ZxOFaeFaGnhol78HG4zKlJ6t04Y3&#10;n9SjhsPOM2A6QlOjB/eHxqDJq+R0VYkjSyFYJEUegpYobGX5B2fPT14uK23sRyYH5IwKayimrxs5&#10;ApL56OUIQHx93ll22k++HUni07r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M+wk+xkCAAANBAAADgAAAAAAAAAAAAAAAAAuAgAAZHJzL2Uyb0RvYy54bWxQSwECLQAUAAYA&#10;CAAAACEAT777NdwAAAAKAQAADwAAAAAAAAAAAAAAAABz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1984" behindDoc="0" locked="0" layoutInCell="1" allowOverlap="1" wp14:anchorId="16B2EB84" wp14:editId="6901EB5D">
                      <wp:simplePos x="0" y="0"/>
                      <wp:positionH relativeFrom="column">
                        <wp:posOffset>1295400</wp:posOffset>
                      </wp:positionH>
                      <wp:positionV relativeFrom="paragraph">
                        <wp:posOffset>431800</wp:posOffset>
                      </wp:positionV>
                      <wp:extent cx="1003300" cy="698500"/>
                      <wp:effectExtent l="0" t="0" r="0" b="0"/>
                      <wp:wrapNone/>
                      <wp:docPr id="2445" name="Rectangle 24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5" o:spid="_x0000_s1357" style="position:absolute;margin-left:102pt;margin-top:34pt;width:79pt;height:55pt;z-index:25220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ol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wkqJZ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3008" behindDoc="0" locked="0" layoutInCell="1" allowOverlap="1" wp14:anchorId="09AF3969" wp14:editId="223A36D4">
                      <wp:simplePos x="0" y="0"/>
                      <wp:positionH relativeFrom="column">
                        <wp:posOffset>1295400</wp:posOffset>
                      </wp:positionH>
                      <wp:positionV relativeFrom="paragraph">
                        <wp:posOffset>431800</wp:posOffset>
                      </wp:positionV>
                      <wp:extent cx="1003300" cy="698500"/>
                      <wp:effectExtent l="0" t="0" r="0" b="0"/>
                      <wp:wrapNone/>
                      <wp:docPr id="2446" name="Rectangle 24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6" o:spid="_x0000_s1358" style="position:absolute;margin-left:102pt;margin-top:34pt;width:79pt;height:55pt;z-index:25220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jW+vE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4032" behindDoc="0" locked="0" layoutInCell="1" allowOverlap="1" wp14:anchorId="2E563A02" wp14:editId="3CFC3425">
                      <wp:simplePos x="0" y="0"/>
                      <wp:positionH relativeFrom="column">
                        <wp:posOffset>1295400</wp:posOffset>
                      </wp:positionH>
                      <wp:positionV relativeFrom="paragraph">
                        <wp:posOffset>431800</wp:posOffset>
                      </wp:positionV>
                      <wp:extent cx="1003300" cy="698500"/>
                      <wp:effectExtent l="0" t="0" r="0" b="0"/>
                      <wp:wrapNone/>
                      <wp:docPr id="2447" name="Rectangle 24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7" o:spid="_x0000_s1359" style="position:absolute;margin-left:102pt;margin-top:34pt;width:79pt;height:55pt;z-index:25220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ZZ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usBIkB669B3qRsS+Y2iKtryumeuv58hG+9VYxxasieWvLFkn63VWzOJks52l6V0yK8KimG3ScJNl&#10;222eLTa/3e0oLYG5IvYO7k59h9jfETq3fiqVLzkyymF/HkP4nk0UpoVraeChXf4ebDAoU3q2Thve&#10;fFQPGg47z4DpCI2N7t0fGoNGr5LTVSWOLIVgkRR5CFqisJXln5w9PXm5rLSxn5nskTMqrKGYvm7k&#10;CEimo5cjAPH1eWfZcTf6diRJ4t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JL9Rlk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5056" behindDoc="0" locked="0" layoutInCell="1" allowOverlap="1" wp14:anchorId="32694BFB" wp14:editId="0C949C2D">
                      <wp:simplePos x="0" y="0"/>
                      <wp:positionH relativeFrom="column">
                        <wp:posOffset>1295400</wp:posOffset>
                      </wp:positionH>
                      <wp:positionV relativeFrom="paragraph">
                        <wp:posOffset>431800</wp:posOffset>
                      </wp:positionV>
                      <wp:extent cx="1003300" cy="698500"/>
                      <wp:effectExtent l="0" t="0" r="0" b="0"/>
                      <wp:wrapNone/>
                      <wp:docPr id="2448" name="Rectangle 24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8" o:spid="_x0000_s1360" style="position:absolute;margin-left:102pt;margin-top:34pt;width:79pt;height:55pt;z-index:25220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535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7UOd+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6080" behindDoc="0" locked="0" layoutInCell="1" allowOverlap="1" wp14:anchorId="3C382278" wp14:editId="508F314E">
                      <wp:simplePos x="0" y="0"/>
                      <wp:positionH relativeFrom="column">
                        <wp:posOffset>1295400</wp:posOffset>
                      </wp:positionH>
                      <wp:positionV relativeFrom="paragraph">
                        <wp:posOffset>431800</wp:posOffset>
                      </wp:positionV>
                      <wp:extent cx="1003300" cy="698500"/>
                      <wp:effectExtent l="0" t="0" r="0" b="0"/>
                      <wp:wrapNone/>
                      <wp:docPr id="2449" name="Rectangle 24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9" o:spid="_x0000_s1361" style="position:absolute;margin-left:102pt;margin-top:34pt;width:79pt;height:55pt;z-index:25220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ZMu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a&#10;FhgJMoBK36BuROx7huZox5uGOX09RzbZL8Y6tmDNLH9myTpZr7NiESeb7SJN75JFERbFYpOGmyzb&#10;bvPsevPL3Y7SEpgrYu/g7qw7xN5H6Cz9XCpfcmSUw/48hfA9myhMvaSBh1av5r8HG4zKlJ6t6w1v&#10;PqoHDfo7z4DpCE2tHtwfhEGT75LTpUscWQrBIinyEHqJwlaWXzkbssBTL5eVNvYTkwNyRoU1FNPX&#10;jRwByXz05Qjce33eWXbaTV6OJLl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2xky4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p>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207104" behindDoc="0" locked="0" layoutInCell="1" allowOverlap="1" wp14:anchorId="206363C4" wp14:editId="1FF7154C">
                      <wp:simplePos x="0" y="0"/>
                      <wp:positionH relativeFrom="column">
                        <wp:posOffset>1320800</wp:posOffset>
                      </wp:positionH>
                      <wp:positionV relativeFrom="paragraph">
                        <wp:posOffset>431800</wp:posOffset>
                      </wp:positionV>
                      <wp:extent cx="1003300" cy="698500"/>
                      <wp:effectExtent l="0" t="0" r="0" b="0"/>
                      <wp:wrapNone/>
                      <wp:docPr id="2450" name="Rectangle 24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0" o:spid="_x0000_s1362" style="position:absolute;margin-left:104pt;margin-top:34pt;width:79pt;height:55pt;z-index:25220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RfPgc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8128" behindDoc="0" locked="0" layoutInCell="1" allowOverlap="1" wp14:anchorId="64F8B5D6" wp14:editId="3464B98B">
                      <wp:simplePos x="0" y="0"/>
                      <wp:positionH relativeFrom="column">
                        <wp:posOffset>1320800</wp:posOffset>
                      </wp:positionH>
                      <wp:positionV relativeFrom="paragraph">
                        <wp:posOffset>431800</wp:posOffset>
                      </wp:positionV>
                      <wp:extent cx="1003300" cy="698500"/>
                      <wp:effectExtent l="0" t="0" r="0" b="0"/>
                      <wp:wrapNone/>
                      <wp:docPr id="2451" name="Rectangle 24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1" o:spid="_x0000_s1363" style="position:absolute;margin-left:104pt;margin-top:34pt;width:79pt;height:55pt;z-index:25220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Oa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fYgxkrSHLn2FulF56Diaoq2oa+77Gzjy0X22zrMFa2L5M0836WaTF7Mk3e5mWXaXzgpSFLNtRrZ5&#10;vtst88X2l78dZyUw19Tdwd2p7xD7O0KX1k+lCiVHVnvsTyOB78nGJAstjQK09Wr6B7DRoG0Z2Hpt&#10;BPNRPxjov/csmJ7Q2Jje/6ExaAwqOV9V4skyCBZpsSSgJQZbeUFImnoVwVMvl7Wx7iNXPfJGhQ0U&#10;M9SNngDJdPTlCNx7fd5bbtyPoR1puv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X5k5o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9152" behindDoc="0" locked="0" layoutInCell="1" allowOverlap="1" wp14:anchorId="172EEB6E" wp14:editId="7E0A9DF2">
                      <wp:simplePos x="0" y="0"/>
                      <wp:positionH relativeFrom="column">
                        <wp:posOffset>1320800</wp:posOffset>
                      </wp:positionH>
                      <wp:positionV relativeFrom="paragraph">
                        <wp:posOffset>431800</wp:posOffset>
                      </wp:positionV>
                      <wp:extent cx="1003300" cy="698500"/>
                      <wp:effectExtent l="0" t="0" r="0" b="0"/>
                      <wp:wrapNone/>
                      <wp:docPr id="2452" name="Rectangle 24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2" o:spid="_x0000_s1364" style="position:absolute;margin-left:104pt;margin-top:34pt;width:79pt;height:55pt;z-index:25220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DC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GS&#10;fUgwknQAlb5C3ag89BzN0U40Dff6Bo58cp+t82zBmln+zNNNutnk5SJJt7tFlt2mi5KU5WKbkW2e&#10;73ZFfrX95W/HWQXMNXW3cHfWHWJ/R+gs/VyqUHJktcf+OBH4Hm1MsiBpFKCtV/M/gI1GbavA1vdG&#10;MB/0vQH9vWfB9ISm1gz+D8KgKXTJ06VLPFkGwTItCwK9xGArLwlJU99F8NTLZW2s+8jVgLxRYwPF&#10;DHWjJ0AyH305Avden/eWm/ZTkCNNC5/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iE8MI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0176" behindDoc="0" locked="0" layoutInCell="1" allowOverlap="1" wp14:anchorId="785A3596" wp14:editId="37C6B241">
                      <wp:simplePos x="0" y="0"/>
                      <wp:positionH relativeFrom="column">
                        <wp:posOffset>1320800</wp:posOffset>
                      </wp:positionH>
                      <wp:positionV relativeFrom="paragraph">
                        <wp:posOffset>431800</wp:posOffset>
                      </wp:positionV>
                      <wp:extent cx="1003300" cy="698500"/>
                      <wp:effectExtent l="0" t="0" r="0" b="0"/>
                      <wp:wrapNone/>
                      <wp:docPr id="2453" name="Rectangle 24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3" o:spid="_x0000_s1365" style="position:absolute;margin-left:104pt;margin-top:34pt;width:79pt;height:55pt;z-index:25221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l1fGw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CkiXV8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1200" behindDoc="0" locked="0" layoutInCell="1" allowOverlap="1" wp14:anchorId="5CB13DB4" wp14:editId="16991748">
                      <wp:simplePos x="0" y="0"/>
                      <wp:positionH relativeFrom="column">
                        <wp:posOffset>1320800</wp:posOffset>
                      </wp:positionH>
                      <wp:positionV relativeFrom="paragraph">
                        <wp:posOffset>431800</wp:posOffset>
                      </wp:positionV>
                      <wp:extent cx="1003300" cy="698500"/>
                      <wp:effectExtent l="0" t="0" r="0" b="0"/>
                      <wp:wrapNone/>
                      <wp:docPr id="2454" name="Rectangle 24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4" o:spid="_x0000_s1366" style="position:absolute;margin-left:104pt;margin-top:34pt;width:79pt;height:55pt;z-index:25221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m8HQ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bN+Zv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2224" behindDoc="0" locked="0" layoutInCell="1" allowOverlap="1" wp14:anchorId="0A1EE66C" wp14:editId="5E7A78BA">
                      <wp:simplePos x="0" y="0"/>
                      <wp:positionH relativeFrom="column">
                        <wp:posOffset>1320800</wp:posOffset>
                      </wp:positionH>
                      <wp:positionV relativeFrom="paragraph">
                        <wp:posOffset>431800</wp:posOffset>
                      </wp:positionV>
                      <wp:extent cx="1003300" cy="698500"/>
                      <wp:effectExtent l="0" t="0" r="0" b="0"/>
                      <wp:wrapNone/>
                      <wp:docPr id="2455" name="Rectangle 24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5" o:spid="_x0000_s1367" style="position:absolute;margin-left:104pt;margin-top:34pt;width:79pt;height:55pt;z-index:252212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Zdr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Mwtl2s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3248" behindDoc="0" locked="0" layoutInCell="1" allowOverlap="1" wp14:anchorId="1B7659F4" wp14:editId="2665AC13">
                      <wp:simplePos x="0" y="0"/>
                      <wp:positionH relativeFrom="column">
                        <wp:posOffset>1320800</wp:posOffset>
                      </wp:positionH>
                      <wp:positionV relativeFrom="paragraph">
                        <wp:posOffset>431800</wp:posOffset>
                      </wp:positionV>
                      <wp:extent cx="1003300" cy="698500"/>
                      <wp:effectExtent l="0" t="0" r="0" b="0"/>
                      <wp:wrapNone/>
                      <wp:docPr id="2456" name="Rectangle 24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6" o:spid="_x0000_s1368" style="position:absolute;margin-left:104pt;margin-top:34pt;width:79pt;height:55pt;z-index:252213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FaD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8aFaD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4272" behindDoc="0" locked="0" layoutInCell="1" allowOverlap="1" wp14:anchorId="258724DA" wp14:editId="4C9D91C4">
                      <wp:simplePos x="0" y="0"/>
                      <wp:positionH relativeFrom="column">
                        <wp:posOffset>1320800</wp:posOffset>
                      </wp:positionH>
                      <wp:positionV relativeFrom="paragraph">
                        <wp:posOffset>431800</wp:posOffset>
                      </wp:positionV>
                      <wp:extent cx="1003300" cy="698500"/>
                      <wp:effectExtent l="0" t="0" r="0" b="0"/>
                      <wp:wrapNone/>
                      <wp:docPr id="2457" name="Rectangle 24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7" o:spid="_x0000_s1369" style="position:absolute;margin-left:104pt;margin-top:34pt;width:79pt;height:55pt;z-index:252214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vse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c77H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5296" behindDoc="0" locked="0" layoutInCell="1" allowOverlap="1" wp14:anchorId="53EDEC7C" wp14:editId="69963A8B">
                      <wp:simplePos x="0" y="0"/>
                      <wp:positionH relativeFrom="column">
                        <wp:posOffset>1320800</wp:posOffset>
                      </wp:positionH>
                      <wp:positionV relativeFrom="paragraph">
                        <wp:posOffset>431800</wp:posOffset>
                      </wp:positionV>
                      <wp:extent cx="1003300" cy="698500"/>
                      <wp:effectExtent l="0" t="0" r="0" b="0"/>
                      <wp:wrapNone/>
                      <wp:docPr id="2458" name="Rectangle 24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8" o:spid="_x0000_s1370" style="position:absolute;margin-left:104pt;margin-top:34pt;width:79pt;height:55pt;z-index:252215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4ySD9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6320" behindDoc="0" locked="0" layoutInCell="1" allowOverlap="1" wp14:anchorId="4350DD1C" wp14:editId="103F4342">
                      <wp:simplePos x="0" y="0"/>
                      <wp:positionH relativeFrom="column">
                        <wp:posOffset>1320800</wp:posOffset>
                      </wp:positionH>
                      <wp:positionV relativeFrom="paragraph">
                        <wp:posOffset>431800</wp:posOffset>
                      </wp:positionV>
                      <wp:extent cx="1003300" cy="698500"/>
                      <wp:effectExtent l="0" t="0" r="0" b="0"/>
                      <wp:wrapNone/>
                      <wp:docPr id="2459" name="Rectangle 245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9" o:spid="_x0000_s1371" style="position:absolute;margin-left:104pt;margin-top:34pt;width:79pt;height:55pt;z-index:252216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i5p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Sgi5p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7344" behindDoc="0" locked="0" layoutInCell="1" allowOverlap="1" wp14:anchorId="6603E469" wp14:editId="3E5E7B24">
                      <wp:simplePos x="0" y="0"/>
                      <wp:positionH relativeFrom="column">
                        <wp:posOffset>1320800</wp:posOffset>
                      </wp:positionH>
                      <wp:positionV relativeFrom="paragraph">
                        <wp:posOffset>431800</wp:posOffset>
                      </wp:positionV>
                      <wp:extent cx="1003300" cy="698500"/>
                      <wp:effectExtent l="0" t="0" r="0" b="0"/>
                      <wp:wrapNone/>
                      <wp:docPr id="2460" name="Rectangle 24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0" o:spid="_x0000_s1372" style="position:absolute;margin-left:104pt;margin-top:34pt;width:79pt;height:55pt;z-index:252217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9LHQ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NzfS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8368" behindDoc="0" locked="0" layoutInCell="1" allowOverlap="1" wp14:anchorId="49A6FC9A" wp14:editId="263588B2">
                      <wp:simplePos x="0" y="0"/>
                      <wp:positionH relativeFrom="column">
                        <wp:posOffset>1320800</wp:posOffset>
                      </wp:positionH>
                      <wp:positionV relativeFrom="paragraph">
                        <wp:posOffset>431800</wp:posOffset>
                      </wp:positionV>
                      <wp:extent cx="1003300" cy="698500"/>
                      <wp:effectExtent l="0" t="0" r="0" b="0"/>
                      <wp:wrapNone/>
                      <wp:docPr id="2461" name="Rectangle 24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1" o:spid="_x0000_s1373" style="position:absolute;margin-left:104pt;margin-top:34pt;width:79pt;height:55pt;z-index:252218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tGcHg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Au0Zw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9392" behindDoc="0" locked="0" layoutInCell="1" allowOverlap="1" wp14:anchorId="6EC9EBF4" wp14:editId="536DE0EE">
                      <wp:simplePos x="0" y="0"/>
                      <wp:positionH relativeFrom="column">
                        <wp:posOffset>1320800</wp:posOffset>
                      </wp:positionH>
                      <wp:positionV relativeFrom="paragraph">
                        <wp:posOffset>431800</wp:posOffset>
                      </wp:positionV>
                      <wp:extent cx="1003300" cy="698500"/>
                      <wp:effectExtent l="0" t="0" r="0" b="0"/>
                      <wp:wrapNone/>
                      <wp:docPr id="2462" name="Rectangle 246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2" o:spid="_x0000_s1374" style="position:absolute;margin-left:104pt;margin-top:34pt;width:79pt;height:55pt;z-index:252219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wHEY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0416" behindDoc="0" locked="0" layoutInCell="1" allowOverlap="1" wp14:anchorId="395AFCE1" wp14:editId="72A40539">
                      <wp:simplePos x="0" y="0"/>
                      <wp:positionH relativeFrom="column">
                        <wp:posOffset>1320800</wp:posOffset>
                      </wp:positionH>
                      <wp:positionV relativeFrom="paragraph">
                        <wp:posOffset>431800</wp:posOffset>
                      </wp:positionV>
                      <wp:extent cx="1003300" cy="698500"/>
                      <wp:effectExtent l="0" t="0" r="0" b="0"/>
                      <wp:wrapNone/>
                      <wp:docPr id="2463" name="Rectangle 24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3" o:spid="_x0000_s1375" style="position:absolute;margin-left:104pt;margin-top:34pt;width:79pt;height:55pt;z-index:252220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bwTHQIAAA0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raG8E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1440" behindDoc="0" locked="0" layoutInCell="1" allowOverlap="1" wp14:anchorId="19695279" wp14:editId="788D9BAF">
                      <wp:simplePos x="0" y="0"/>
                      <wp:positionH relativeFrom="column">
                        <wp:posOffset>1320800</wp:posOffset>
                      </wp:positionH>
                      <wp:positionV relativeFrom="paragraph">
                        <wp:posOffset>431800</wp:posOffset>
                      </wp:positionV>
                      <wp:extent cx="1003300" cy="698500"/>
                      <wp:effectExtent l="0" t="0" r="0" b="0"/>
                      <wp:wrapNone/>
                      <wp:docPr id="2464" name="Rectangle 24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4" o:spid="_x0000_s1376" style="position:absolute;margin-left:104pt;margin-top:34pt;width:79pt;height:55pt;z-index:252221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XJOHQ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r1yT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2464" behindDoc="0" locked="0" layoutInCell="1" allowOverlap="1" wp14:anchorId="6B9A7D76" wp14:editId="20CBFF7F">
                      <wp:simplePos x="0" y="0"/>
                      <wp:positionH relativeFrom="column">
                        <wp:posOffset>1320800</wp:posOffset>
                      </wp:positionH>
                      <wp:positionV relativeFrom="paragraph">
                        <wp:posOffset>431800</wp:posOffset>
                      </wp:positionV>
                      <wp:extent cx="1003300" cy="698500"/>
                      <wp:effectExtent l="0" t="0" r="0" b="0"/>
                      <wp:wrapNone/>
                      <wp:docPr id="2465" name="Rectangle 246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5" o:spid="_x0000_s1377" style="position:absolute;margin-left:104pt;margin-top:34pt;width:79pt;height:55pt;z-index:252222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9/T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8b39M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3488" behindDoc="0" locked="0" layoutInCell="1" allowOverlap="1" wp14:anchorId="4D1566B4" wp14:editId="4911F0BD">
                      <wp:simplePos x="0" y="0"/>
                      <wp:positionH relativeFrom="column">
                        <wp:posOffset>1320800</wp:posOffset>
                      </wp:positionH>
                      <wp:positionV relativeFrom="paragraph">
                        <wp:posOffset>431800</wp:posOffset>
                      </wp:positionV>
                      <wp:extent cx="1003300" cy="698500"/>
                      <wp:effectExtent l="0" t="0" r="0" b="0"/>
                      <wp:wrapNone/>
                      <wp:docPr id="2466" name="Rectangle 24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6" o:spid="_x0000_s1378" style="position:absolute;margin-left:104pt;margin-top:34pt;width:79pt;height:55pt;z-index:252223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h47Hg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9eHjs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4512" behindDoc="0" locked="0" layoutInCell="1" allowOverlap="1" wp14:anchorId="504D6B56" wp14:editId="451B9291">
                      <wp:simplePos x="0" y="0"/>
                      <wp:positionH relativeFrom="column">
                        <wp:posOffset>1320800</wp:posOffset>
                      </wp:positionH>
                      <wp:positionV relativeFrom="paragraph">
                        <wp:posOffset>431800</wp:posOffset>
                      </wp:positionV>
                      <wp:extent cx="1003300" cy="698500"/>
                      <wp:effectExtent l="0" t="0" r="0" b="0"/>
                      <wp:wrapNone/>
                      <wp:docPr id="2467" name="Rectangle 24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7" o:spid="_x0000_s1379" style="position:absolute;margin-left:104pt;margin-top:34pt;width:79pt;height:55pt;z-index:252224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s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6wQ7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5536" behindDoc="0" locked="0" layoutInCell="1" allowOverlap="1" wp14:anchorId="4DD293BA" wp14:editId="227A1240">
                      <wp:simplePos x="0" y="0"/>
                      <wp:positionH relativeFrom="column">
                        <wp:posOffset>1320800</wp:posOffset>
                      </wp:positionH>
                      <wp:positionV relativeFrom="paragraph">
                        <wp:posOffset>431800</wp:posOffset>
                      </wp:positionV>
                      <wp:extent cx="1003300" cy="698500"/>
                      <wp:effectExtent l="0" t="0" r="0" b="0"/>
                      <wp:wrapNone/>
                      <wp:docPr id="2468" name="Rectangle 246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8" o:spid="_x0000_s1380" style="position:absolute;margin-left:104pt;margin-top:34pt;width:79pt;height:55pt;z-index:252225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IASy0w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6560" behindDoc="0" locked="0" layoutInCell="1" allowOverlap="1" wp14:anchorId="401AE642" wp14:editId="630056FA">
                      <wp:simplePos x="0" y="0"/>
                      <wp:positionH relativeFrom="column">
                        <wp:posOffset>1320800</wp:posOffset>
                      </wp:positionH>
                      <wp:positionV relativeFrom="paragraph">
                        <wp:posOffset>431800</wp:posOffset>
                      </wp:positionV>
                      <wp:extent cx="1003300" cy="698500"/>
                      <wp:effectExtent l="0" t="0" r="0" b="0"/>
                      <wp:wrapNone/>
                      <wp:docPr id="2469" name="Rectangle 24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9" o:spid="_x0000_s1381" style="position:absolute;margin-left:104pt;margin-top:34pt;width:79pt;height:55pt;z-index:252226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GbR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8gIjSXvo0jeoG5X7jqMp2oq65r6/gSMf3RfrPFuwJpY/83Sdrtd5MUvSzXaWZXfprCBFMdtkZJPn&#10;2+0iv9788rfjrATmmro7uDv1HWLvI3Ru/VSqUHJktcf+PBL4nm1MstDSKEBbLad/ABsN2paBrddG&#10;MB/1g4H+e8+C6QmNjen9HxqDxqCS00UlniyDYJEWCwJaYrCVF4SkqVcRPPVyWRvrPnHVI29U2EAx&#10;Q93oEZBMR1+OwL3X573lxt0Y2pFeXfm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G0ZtE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7584" behindDoc="0" locked="0" layoutInCell="1" allowOverlap="1" wp14:anchorId="1F15AF55" wp14:editId="1DF402AF">
                      <wp:simplePos x="0" y="0"/>
                      <wp:positionH relativeFrom="column">
                        <wp:posOffset>1320800</wp:posOffset>
                      </wp:positionH>
                      <wp:positionV relativeFrom="paragraph">
                        <wp:posOffset>431800</wp:posOffset>
                      </wp:positionV>
                      <wp:extent cx="1003300" cy="698500"/>
                      <wp:effectExtent l="0" t="0" r="0" b="0"/>
                      <wp:wrapNone/>
                      <wp:docPr id="2470" name="Rectangle 24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0" o:spid="_x0000_s1382" style="position:absolute;margin-left:104pt;margin-top:34pt;width:79pt;height:55pt;z-index:252227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px3p0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8608" behindDoc="0" locked="0" layoutInCell="1" allowOverlap="1" wp14:anchorId="3517ACE5" wp14:editId="6850A54E">
                      <wp:simplePos x="0" y="0"/>
                      <wp:positionH relativeFrom="column">
                        <wp:posOffset>1320800</wp:posOffset>
                      </wp:positionH>
                      <wp:positionV relativeFrom="paragraph">
                        <wp:posOffset>431800</wp:posOffset>
                      </wp:positionV>
                      <wp:extent cx="1003300" cy="698500"/>
                      <wp:effectExtent l="0" t="0" r="0" b="0"/>
                      <wp:wrapNone/>
                      <wp:docPr id="2471" name="Rectangle 247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1" o:spid="_x0000_s1383" style="position:absolute;margin-left:104pt;margin-top:34pt;width:79pt;height:55pt;z-index:252228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L13MA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9632" behindDoc="0" locked="0" layoutInCell="1" allowOverlap="1" wp14:anchorId="78E2928D" wp14:editId="271D16AC">
                      <wp:simplePos x="0" y="0"/>
                      <wp:positionH relativeFrom="column">
                        <wp:posOffset>1320800</wp:posOffset>
                      </wp:positionH>
                      <wp:positionV relativeFrom="paragraph">
                        <wp:posOffset>431800</wp:posOffset>
                      </wp:positionV>
                      <wp:extent cx="1003300" cy="698500"/>
                      <wp:effectExtent l="0" t="0" r="0" b="0"/>
                      <wp:wrapNone/>
                      <wp:docPr id="2472" name="Rectangle 24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2" o:spid="_x0000_s1384" style="position:absolute;margin-left:104pt;margin-top:34pt;width:79pt;height:55pt;z-index:252229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f+sxI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0656" behindDoc="0" locked="0" layoutInCell="1" allowOverlap="1" wp14:anchorId="21FB8A3F" wp14:editId="49F34A7C">
                      <wp:simplePos x="0" y="0"/>
                      <wp:positionH relativeFrom="column">
                        <wp:posOffset>1320800</wp:posOffset>
                      </wp:positionH>
                      <wp:positionV relativeFrom="paragraph">
                        <wp:posOffset>431800</wp:posOffset>
                      </wp:positionV>
                      <wp:extent cx="1003300" cy="698500"/>
                      <wp:effectExtent l="0" t="0" r="0" b="0"/>
                      <wp:wrapNone/>
                      <wp:docPr id="2473" name="Rectangle 24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3" o:spid="_x0000_s1385" style="position:absolute;margin-left:104pt;margin-top:34pt;width:79pt;height:55pt;z-index:252230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L3F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LVKMJO2hS1+hblQeOo6maCvqmvv+Bo58dJ+t82zBmlj+zNNNutnkxSxJt7tZlt2ls4IUxWybkW2e&#10;73bLfLH95W/HWQnMNXV3cHfqO8T+jtCl9VOpQsmR1R7700jge7IxyUJLowBtvZr+AWw0aFsGtl4b&#10;wXzUDwb67z0Lpic0Nqb3f2gMGoNKzleVeLIMgkVaLAloicFWXhCSpl5F8NTLZW2s+8hVj7xRYQPF&#10;DHWjJ0AyHX05Avden/eWG/djaEf6of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LcMvcU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1680" behindDoc="0" locked="0" layoutInCell="1" allowOverlap="1" wp14:anchorId="157D4859" wp14:editId="024D34E2">
                      <wp:simplePos x="0" y="0"/>
                      <wp:positionH relativeFrom="column">
                        <wp:posOffset>1295400</wp:posOffset>
                      </wp:positionH>
                      <wp:positionV relativeFrom="paragraph">
                        <wp:posOffset>431800</wp:posOffset>
                      </wp:positionV>
                      <wp:extent cx="1003300" cy="698500"/>
                      <wp:effectExtent l="0" t="0" r="0" b="0"/>
                      <wp:wrapNone/>
                      <wp:docPr id="2474" name="Rectangle 247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4" o:spid="_x0000_s1386" style="position:absolute;margin-left:102pt;margin-top:34pt;width:79pt;height:55pt;z-index:252231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P6u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uo/q4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2704" behindDoc="0" locked="0" layoutInCell="1" allowOverlap="1" wp14:anchorId="66F27E91" wp14:editId="7FEE70EB">
                      <wp:simplePos x="0" y="0"/>
                      <wp:positionH relativeFrom="column">
                        <wp:posOffset>1295400</wp:posOffset>
                      </wp:positionH>
                      <wp:positionV relativeFrom="paragraph">
                        <wp:posOffset>431800</wp:posOffset>
                      </wp:positionV>
                      <wp:extent cx="1003300" cy="698500"/>
                      <wp:effectExtent l="0" t="0" r="0" b="0"/>
                      <wp:wrapNone/>
                      <wp:docPr id="2475" name="Rectangle 24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5" o:spid="_x0000_s1387" style="position:absolute;margin-left:102pt;margin-top:34pt;width:79pt;height:55pt;z-index:252232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lMz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0&#10;dYORIAOo9AXqRsShZ2iOdrxpmNPXc2ST/WSsYwvWzPJHlmySzSYrFnGy3S3S9D5ZFGFRLLZpuM2y&#10;3S7PVtuf7naUlsBcEXsPd2fdIfZ3hC7Sz6XyJUdGOezPUwjfs4nC1EsaeGj1ev57sMGoTOnZut7w&#10;5pN61KC/8wyYjtDU6sH9QRg0+S45X7vEkaUQLJIiD6GXKGxl+Y2zIQs89XJZaWM/MDkgZ1RYQzF9&#10;3cgJkMxHX47AvdfnnWWn/eTlSL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g5TM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3728" behindDoc="0" locked="0" layoutInCell="1" allowOverlap="1" wp14:anchorId="796EDBF5" wp14:editId="2CF9381F">
                      <wp:simplePos x="0" y="0"/>
                      <wp:positionH relativeFrom="column">
                        <wp:posOffset>1295400</wp:posOffset>
                      </wp:positionH>
                      <wp:positionV relativeFrom="paragraph">
                        <wp:posOffset>431800</wp:posOffset>
                      </wp:positionV>
                      <wp:extent cx="1003300" cy="698500"/>
                      <wp:effectExtent l="0" t="0" r="0" b="0"/>
                      <wp:wrapNone/>
                      <wp:docPr id="2476" name="Rectangle 24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6" o:spid="_x0000_s1388" style="position:absolute;margin-left:102pt;margin-top:34pt;width:79pt;height:55pt;z-index:252233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zGR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0&#10;lWEkyAAqfYW6EXHoGZqjHW8a5vT1HNlkPxvr2II1s/yZJZtks8mKRZxsd4s0vUsWRVgUi20abrNs&#10;t8uz1faXux2lJTBXxN7B3Vl3iP0doYv0c6l8yZFRDvvTFML3ZKIw9ZIGHlq9nv8ebDAqU3q2rje8&#10;+ageNOjvPAOmIzS1enB/EAZNvkvO1y5xZCkEi6TIQ+glCltZ/sHZkAWeermstLEfmRyQMyqsoZi+&#10;buQESOajL0fg3uvzzrLTfvJyJFn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6x8xk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4752" behindDoc="0" locked="0" layoutInCell="1" allowOverlap="1" wp14:anchorId="6FEAC950" wp14:editId="1D39E9EA">
                      <wp:simplePos x="0" y="0"/>
                      <wp:positionH relativeFrom="column">
                        <wp:posOffset>1295400</wp:posOffset>
                      </wp:positionH>
                      <wp:positionV relativeFrom="paragraph">
                        <wp:posOffset>431800</wp:posOffset>
                      </wp:positionV>
                      <wp:extent cx="1003300" cy="698500"/>
                      <wp:effectExtent l="0" t="0" r="0" b="0"/>
                      <wp:wrapNone/>
                      <wp:docPr id="2477" name="Rectangle 247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7" o:spid="_x0000_s1389" style="position:absolute;margin-left:102pt;margin-top:34pt;width:79pt;height:55pt;z-index:252234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ZwM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fp&#10;YoGRID106TvUjYh9x9AUbXldM9dfz5GN9quxji1YE8tfWbJO1uusmMXJZjtL07tkVoRFMduk4SbL&#10;tts8W2x+u9tRWgJzRewd3J36DrG/I3Ru/VQqX3JklMP+PIbwPZsoTAvX0sBDu/w92GBQpvRsnTa8&#10;+ageNBx2ngHTERob3bs/NAaNXiWnq0ocWQrBIinyELREYSvLPzl7evJyWWljPzPZI2dUWEMxfd3I&#10;EZBMRy9HAOLr886y42707UiyxK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q5nAw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5776" behindDoc="0" locked="0" layoutInCell="1" allowOverlap="1" wp14:anchorId="51CF868E" wp14:editId="2169D98B">
                      <wp:simplePos x="0" y="0"/>
                      <wp:positionH relativeFrom="column">
                        <wp:posOffset>1295400</wp:posOffset>
                      </wp:positionH>
                      <wp:positionV relativeFrom="paragraph">
                        <wp:posOffset>431800</wp:posOffset>
                      </wp:positionV>
                      <wp:extent cx="1003300" cy="698500"/>
                      <wp:effectExtent l="0" t="0" r="0" b="0"/>
                      <wp:wrapNone/>
                      <wp:docPr id="2478" name="Rectangle 24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8" o:spid="_x0000_s1390" style="position:absolute;margin-left:102pt;margin-top:34pt;width:79pt;height:55pt;z-index:252235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0e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0&#10;BVoJMoBKX6FuRBx6huZox5uGOX09RzbZz8Y6tmDNLH9mySbZbLJiESfb3SJN75JFERbFYpuG2yzb&#10;7fJstf3lbkdpCcwVsXdwd9YdYn9H6CL9XCpfcmSUw/40hfA9mShMvaSBh1av578HG4zKlJ6t6w1v&#10;PqoHDfo7z4DpCE2tHtwfhEGT75LztUscWQrBIinyEHqJwlaWf3A2ZIGnXi4rbexHJgfkjAprKKav&#10;GzkBkvnoyxG49/q8s+y0n7wcSZa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ZQdHr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6800" behindDoc="0" locked="0" layoutInCell="1" allowOverlap="1" wp14:anchorId="74CB68CF" wp14:editId="3A80B9B2">
                      <wp:simplePos x="0" y="0"/>
                      <wp:positionH relativeFrom="column">
                        <wp:posOffset>1295400</wp:posOffset>
                      </wp:positionH>
                      <wp:positionV relativeFrom="paragraph">
                        <wp:posOffset>431800</wp:posOffset>
                      </wp:positionV>
                      <wp:extent cx="1003300" cy="698500"/>
                      <wp:effectExtent l="0" t="0" r="0" b="0"/>
                      <wp:wrapNone/>
                      <wp:docPr id="2479" name="Rectangle 24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9" o:spid="_x0000_s1391" style="position:absolute;margin-left:102pt;margin-top:34pt;width:79pt;height:55pt;z-index:252236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Ul7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0&#10;VWAkyAAqfYG6EXHoGZqjHW8a5vT1HNlkPxnr2II1s/yRJZtks8mKRZxsd4s0vU8WRVgUi20abrNs&#10;t8uz1fanux2lJTBXxN7D3Vl3iP0doYv0c6l8yZFRDvvzFML3bKIw9ZIGHlq9nv8ebDAqU3q2rje8&#10;+aQeNejvPAOmIzS1enB/EAZNvkvO1y5xZCkEi6TIQ+glCltZfuNsyAJPvVxW2tgPTA7IGRXWUExf&#10;N3ICJPPRlyNw7/V5Z9lpP3k5kuzG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MX1SXs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7824" behindDoc="0" locked="0" layoutInCell="1" allowOverlap="1" wp14:anchorId="7760BC19" wp14:editId="551D1480">
                      <wp:simplePos x="0" y="0"/>
                      <wp:positionH relativeFrom="column">
                        <wp:posOffset>1295400</wp:posOffset>
                      </wp:positionH>
                      <wp:positionV relativeFrom="paragraph">
                        <wp:posOffset>431800</wp:posOffset>
                      </wp:positionV>
                      <wp:extent cx="1003300" cy="698500"/>
                      <wp:effectExtent l="0" t="0" r="0" b="0"/>
                      <wp:wrapNone/>
                      <wp:docPr id="2480" name="Rectangle 248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0" o:spid="_x0000_s1392" style="position:absolute;margin-left:102pt;margin-top:34pt;width:79pt;height:55pt;z-index:252237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caD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jN&#10;QSBBBqjSV9CNiLZnaI52vK6Zq6/nyCb72VjHFqyZ5c8s2SSbTVYs4mS7W6TpfbIowqJYbNNwm2W7&#10;XZ7dbH+521FaAnNF7D3cnesOsb8jdC79LJWXHBnlsD9PIXzPJgrTwpU08NAufw82GJUpPVvXG958&#10;Uo8aDjvPgOkITY0e3B8KgybfJadrlziyFIJFUuQhSEVhK8s/OHt+8nJZaWM/MjkgZ1RYg5heN3IE&#10;JPPRyxGA+Pq8s+y0n3w5kix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cJxoM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8848" behindDoc="0" locked="0" layoutInCell="1" allowOverlap="1" wp14:anchorId="57A8516F" wp14:editId="6F48EE7B">
                      <wp:simplePos x="0" y="0"/>
                      <wp:positionH relativeFrom="column">
                        <wp:posOffset>1295400</wp:posOffset>
                      </wp:positionH>
                      <wp:positionV relativeFrom="paragraph">
                        <wp:posOffset>431800</wp:posOffset>
                      </wp:positionV>
                      <wp:extent cx="1003300" cy="698500"/>
                      <wp:effectExtent l="0" t="0" r="0" b="0"/>
                      <wp:wrapNone/>
                      <wp:docPr id="2481" name="Rectangle 24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1" o:spid="_x0000_s1393" style="position:absolute;margin-left:102pt;margin-top:34pt;width:79pt;height:55pt;z-index:252238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2se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jzASZACVvkLdiDj0DM3RjjcNc/p6jmyyn411bMGaWf7Mkk2y2WTFIk62u0Wa3iWLIiyKxTYNt1m2&#10;2+XZavvL3Y7SEpgrYu/g7qw7xP6O0EX6uVS+5Mgoh/1pCuF7MlGYekkDD61ez38PNhiVKT1b1xve&#10;fFQPGvR3ngHTEZpaPbg/CIMm3yXna5c4shSCRVLkIfQSha0s/+BsyAJPvVxW2tiPTA7IGRXWUExf&#10;N3ICJPPRlyNw7/V5Z9lpP3k5kmz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q9rH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9872" behindDoc="0" locked="0" layoutInCell="1" allowOverlap="1" wp14:anchorId="5BF1D8BF" wp14:editId="6814FF29">
                      <wp:simplePos x="0" y="0"/>
                      <wp:positionH relativeFrom="column">
                        <wp:posOffset>1295400</wp:posOffset>
                      </wp:positionH>
                      <wp:positionV relativeFrom="paragraph">
                        <wp:posOffset>431800</wp:posOffset>
                      </wp:positionV>
                      <wp:extent cx="1003300" cy="698500"/>
                      <wp:effectExtent l="0" t="0" r="0" b="0"/>
                      <wp:wrapNone/>
                      <wp:docPr id="2482" name="Rectangle 24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2" o:spid="_x0000_s1394" style="position:absolute;margin-left:102pt;margin-top:34pt;width:79pt;height:55pt;z-index:252239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ghG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N&#10;Y4wEGUCl71A3IvY9Q3O0403DnL6eI5vsV2MdW7Bmlr+yZJ2s11mxiJPNdpGmt8miCItisUnDTZZt&#10;t3l2tfntbkdpCcwVsbdwd9YdYn9H6Cz9XCpfcmSUw/40hfA9mShMvaSBh1av5r8HG4zKlJ6t6w1v&#10;Pqh7Dfo7z4DpCE2tHtwfhEGT75LTpUscWQrBIinyEHqJwlaWf3I2ZIGnXi4rbexnJgfkjAprKKav&#10;GzkCkvnoyxG49/q8s+y0m7wcSZa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9IIR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0896" behindDoc="0" locked="0" layoutInCell="1" allowOverlap="1" wp14:anchorId="088DB7B1" wp14:editId="3FCCB514">
                      <wp:simplePos x="0" y="0"/>
                      <wp:positionH relativeFrom="column">
                        <wp:posOffset>1295400</wp:posOffset>
                      </wp:positionH>
                      <wp:positionV relativeFrom="paragraph">
                        <wp:posOffset>431800</wp:posOffset>
                      </wp:positionV>
                      <wp:extent cx="1003300" cy="698500"/>
                      <wp:effectExtent l="0" t="0" r="0" b="0"/>
                      <wp:wrapNone/>
                      <wp:docPr id="2483" name="Rectangle 248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3" o:spid="_x0000_s1395" style="position:absolute;margin-left:102pt;margin-top:34pt;width:79pt;height:55pt;z-index:252240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Xb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TzASZIAufYW6EdH2DM3Rjtc1c/31HNlkPxvr2II1s/yZJZtks8mKRZxsd4s0vU8WRVgUi20abrNs&#10;t8uzm+0vdztKS2CuiL2Hu3PfIfZ3hM6tn0vlS46MctifpxC+ZxOFaeFaGnhol78HG4zKlJ6t04Y3&#10;n9SjhsPOM2A6QlOjB/eHxqDJq+R0VYkjSyFYJEUegpYobGX5B2fPT14uK23sRyYH5IwKayimrxs5&#10;ApL56OUIQHx93ll22k++HUnmmbj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inSl2xkCAAANBAAADgAAAAAAAAAAAAAAAAAuAgAAZHJzL2Uyb0RvYy54bWxQSwECLQAUAAYA&#10;CAAAACEAT777NdwAAAAKAQAADwAAAAAAAAAAAAAAAABz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1920" behindDoc="0" locked="0" layoutInCell="1" allowOverlap="1" wp14:anchorId="2B4B8773" wp14:editId="0B980FB0">
                      <wp:simplePos x="0" y="0"/>
                      <wp:positionH relativeFrom="column">
                        <wp:posOffset>1295400</wp:posOffset>
                      </wp:positionH>
                      <wp:positionV relativeFrom="paragraph">
                        <wp:posOffset>431800</wp:posOffset>
                      </wp:positionV>
                      <wp:extent cx="1003300" cy="698500"/>
                      <wp:effectExtent l="0" t="0" r="0" b="0"/>
                      <wp:wrapNone/>
                      <wp:docPr id="2484" name="Rectangle 24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4" o:spid="_x0000_s1396" style="position:absolute;margin-left:102pt;margin-top:34pt;width:79pt;height:55pt;z-index:252241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j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TzESZACVvkLdiDj0DM3RjjcNc/p6jmyyn411bMGaWf7Mkk2y2WTFIk62u0Wa3iWLIiyKxTYNt1m2&#10;2+XZavvL3Y7SEpgrYu/g7qw7xP6O0EX6uVS+5Mgoh/1pCuF7MlGYekkDD61ez38PNhiVKT1b1xve&#10;fFQPGvR3ngHTEZpaPbg/CIMm3yXna5c4shSCRVLkIfQSha0s/+BsyAJPvVxW2tiPTA7IGRXWUExf&#10;N3ICJPPRlyNw7/V5Z9lpP3k5kpV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DzIz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2944" behindDoc="0" locked="0" layoutInCell="1" allowOverlap="1" wp14:anchorId="639E7C4C" wp14:editId="521353A3">
                      <wp:simplePos x="0" y="0"/>
                      <wp:positionH relativeFrom="column">
                        <wp:posOffset>1295400</wp:posOffset>
                      </wp:positionH>
                      <wp:positionV relativeFrom="paragraph">
                        <wp:posOffset>431800</wp:posOffset>
                      </wp:positionV>
                      <wp:extent cx="1003300" cy="698500"/>
                      <wp:effectExtent l="0" t="0" r="0" b="0"/>
                      <wp:wrapNone/>
                      <wp:docPr id="2485" name="Rectangle 24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5" o:spid="_x0000_s1397" style="position:absolute;margin-left:102pt;margin-top:34pt;width:79pt;height:55pt;z-index:252242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sYb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0&#10;v8FIkAFU+gJ1I+LQMzRHO940zOnrObLJfjLWsQVrZvkjSzbJZpMVizjZ7hZpep8sirAoFts03GbZ&#10;bpdnq+1PdztKS2CuiL2Hu7PuEPs7Qhfp51L5kiOjHPbnKYTv2URh6iUNPLR6Pf892GBUpvRsXW94&#10;80k9atDfeQZMR2hq9eD+IAyafJecr13iyFIIFkmRh9BLFLay/MbZkAWeermstLEfmByQMyqsoZi+&#10;buQESOajL0fg3uvzzrLTfvJyJKv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M7GG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3968" behindDoc="0" locked="0" layoutInCell="1" allowOverlap="1" wp14:anchorId="4A7C80DC" wp14:editId="2568604D">
                      <wp:simplePos x="0" y="0"/>
                      <wp:positionH relativeFrom="column">
                        <wp:posOffset>1295400</wp:posOffset>
                      </wp:positionH>
                      <wp:positionV relativeFrom="paragraph">
                        <wp:posOffset>431800</wp:posOffset>
                      </wp:positionV>
                      <wp:extent cx="1003300" cy="698500"/>
                      <wp:effectExtent l="0" t="0" r="0" b="0"/>
                      <wp:wrapNone/>
                      <wp:docPr id="2486" name="Rectangle 24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6" o:spid="_x0000_s1398" style="position:absolute;margin-left:102pt;margin-top:34pt;width:79pt;height:55pt;z-index:252243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wfz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nmEkSA9d+g51I2LfMTRFW17XzPXXc2Sj/WqsYwvWxPJXlqyT9TorZnGy2c7S9C6ZFWFRzDZpuMmy&#10;7TbPFpvf7naUlsBcEXsHd6e+Q+zvCJ1bP5XKlxwZ5bA/jyF8zyYK08K1NPDQLn8PNhiUKT1bpw1v&#10;PqoHDYedZ8B0hMZG9+4PjUGjV8npqhJHlkKwSIo8BC1R2MryT86enrxcVtrYz0z2yBkV1lBMXzdy&#10;BCTT0csRgPj6vLPsuBt9O5JF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iLB/M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4992" behindDoc="0" locked="0" layoutInCell="1" allowOverlap="1" wp14:anchorId="30431E6C" wp14:editId="19F2F4C5">
                      <wp:simplePos x="0" y="0"/>
                      <wp:positionH relativeFrom="column">
                        <wp:posOffset>1295400</wp:posOffset>
                      </wp:positionH>
                      <wp:positionV relativeFrom="paragraph">
                        <wp:posOffset>431800</wp:posOffset>
                      </wp:positionV>
                      <wp:extent cx="1003300" cy="698500"/>
                      <wp:effectExtent l="0" t="0" r="0" b="0"/>
                      <wp:wrapNone/>
                      <wp:docPr id="2487" name="Rectangle 24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7" o:spid="_x0000_s1399" style="position:absolute;margin-left:102pt;margin-top:34pt;width:79pt;height:55pt;z-index:252244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apu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X2EkyAAqfYW6EXHoGZqjHW8a5vT1HNlkPxvr2II1s/yZJZtks8mKRZxsd4s0vUsWRVgUi20abrNs&#10;t8uz1faXux2lJTBXxN7B3Vl3iP0doYv0c6l8yZFRDvvTFML3ZKIw9ZIGHlq9nv8ebDAqU3q2rje8&#10;+ageNOjvPAOmIzS1enB/EAZNvkvO1y5xZCkEi6TIQ+glCltZ/sHZkAWeermstLEfmRyQMyqsoZi+&#10;buQESOajL0fg3uvzzrLTfvJyJKv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ktqm4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6016" behindDoc="0" locked="0" layoutInCell="1" allowOverlap="1" wp14:anchorId="18A4F3C0" wp14:editId="0B27B97C">
                      <wp:simplePos x="0" y="0"/>
                      <wp:positionH relativeFrom="column">
                        <wp:posOffset>1295400</wp:posOffset>
                      </wp:positionH>
                      <wp:positionV relativeFrom="paragraph">
                        <wp:posOffset>431800</wp:posOffset>
                      </wp:positionV>
                      <wp:extent cx="1003300" cy="698500"/>
                      <wp:effectExtent l="0" t="0" r="0" b="0"/>
                      <wp:wrapNone/>
                      <wp:docPr id="2488" name="Rectangle 24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8" o:spid="_x0000_s1400" style="position:absolute;margin-left:102pt;margin-top:34pt;width:79pt;height:55pt;z-index:252246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9KE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nx9KE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7040" behindDoc="0" locked="0" layoutInCell="1" allowOverlap="1" wp14:anchorId="0E038E63" wp14:editId="397A1241">
                      <wp:simplePos x="0" y="0"/>
                      <wp:positionH relativeFrom="column">
                        <wp:posOffset>1295400</wp:posOffset>
                      </wp:positionH>
                      <wp:positionV relativeFrom="paragraph">
                        <wp:posOffset>431800</wp:posOffset>
                      </wp:positionV>
                      <wp:extent cx="1003300" cy="698500"/>
                      <wp:effectExtent l="0" t="0" r="0" b="0"/>
                      <wp:wrapNone/>
                      <wp:docPr id="2489" name="Rectangle 24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9" o:spid="_x0000_s1401" style="position:absolute;margin-left:102pt;margin-top:34pt;width:79pt;height:55pt;z-index:252247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X8Z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T&#10;vMBIkB669A3qRsS+Y2iKtryumeuv58hG+8VYxxasieXPLFkn63VWzOJks52l6X0yK8KimG3ScJNl&#10;222eLTa/3O0oLYG5IvYe7k59h9j7CJ1bP5XKlxwZ5bC/jCF8LyYK08K1NPDQLn8PNhiUKT1bpw1v&#10;PqlHDYedZ8B0hMZG9+4PjUGjV8npqhJHlkKwSIo8BC1R2MryG2dPT14uK23sJyZ75IwKayimrxs5&#10;ApLp6OUIQHx93ll23I2+Hcnix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WYX8Z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8064" behindDoc="0" locked="0" layoutInCell="1" allowOverlap="1" wp14:anchorId="1B1B1A7D" wp14:editId="79D3DCD6">
                      <wp:simplePos x="0" y="0"/>
                      <wp:positionH relativeFrom="column">
                        <wp:posOffset>1295400</wp:posOffset>
                      </wp:positionH>
                      <wp:positionV relativeFrom="paragraph">
                        <wp:posOffset>431800</wp:posOffset>
                      </wp:positionV>
                      <wp:extent cx="1003300" cy="698500"/>
                      <wp:effectExtent l="0" t="0" r="0" b="0"/>
                      <wp:wrapNone/>
                      <wp:docPr id="2490" name="Rectangle 24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0" o:spid="_x0000_s1402" style="position:absolute;margin-left:102pt;margin-top:34pt;width:79pt;height:55pt;z-index:252248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GQf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gAIJMoBKX6FuRBx6huZox5uGOX09RzbZz8Y6tmDNLH9mySbZbLJiESfb3SJN75JFERbFYpuG2yzb&#10;7fJstf3lbkdpCcwVsXdwd9YdYn9H6CL9XCpfcmSUw/40hfA9mShMvaSBh1av578HG4zKlJ6t6w1v&#10;PqoHDfo7z4DpCE2tHtwfhEGT75LztUscWQrBIinyEEpFYSvLPzgbssBTL5eVNvYjkwNyRoU1FNPX&#10;jZwAyXz05Qjce33eWXbaT16OZJW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PBkH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9088" behindDoc="0" locked="0" layoutInCell="1" allowOverlap="1" wp14:anchorId="4FCBFD1F" wp14:editId="5FBA6002">
                      <wp:simplePos x="0" y="0"/>
                      <wp:positionH relativeFrom="column">
                        <wp:posOffset>1295400</wp:posOffset>
                      </wp:positionH>
                      <wp:positionV relativeFrom="paragraph">
                        <wp:posOffset>431800</wp:posOffset>
                      </wp:positionV>
                      <wp:extent cx="1003300" cy="698500"/>
                      <wp:effectExtent l="0" t="0" r="0" b="0"/>
                      <wp:wrapNone/>
                      <wp:docPr id="2491" name="Rectangle 24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1" o:spid="_x0000_s1403" style="position:absolute;margin-left:102pt;margin-top:34pt;width:79pt;height:55pt;z-index:252249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mr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iDASZACVvkLdiDj0DM3RjjcNc/p6jmyyn411bMGaWf7Mkk2y2WTFIk62u0Wa3iWLIiyKxTYNt1m2&#10;2+XZavvL3Y7SEpgrYu/g7qw7xP6O0EX6uVS+5Mgoh/1pCuF7MlGYekkDD61ez38PNhiVKT1b1xve&#10;fFQPGvR3ngHTEZpaPbg/CIMm3yXna5c4shSCRVLkIfQSha0s/+BsyAJPvVxW2tiPTA7IGRXWUExf&#10;N3ICJPPRlyNw7/V5Z9lpP3k5ktX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wCasg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0112" behindDoc="0" locked="0" layoutInCell="1" allowOverlap="1" wp14:anchorId="0C020D16" wp14:editId="45BCCF19">
                      <wp:simplePos x="0" y="0"/>
                      <wp:positionH relativeFrom="column">
                        <wp:posOffset>1295400</wp:posOffset>
                      </wp:positionH>
                      <wp:positionV relativeFrom="paragraph">
                        <wp:posOffset>431800</wp:posOffset>
                      </wp:positionV>
                      <wp:extent cx="1003300" cy="698500"/>
                      <wp:effectExtent l="0" t="0" r="0" b="0"/>
                      <wp:wrapNone/>
                      <wp:docPr id="2492" name="Rectangle 24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2" o:spid="_x0000_s1404" style="position:absolute;margin-left:102pt;margin-top:34pt;width:79pt;height:55pt;z-index:252250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6ra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dp&#10;EWMkSA8qfYe6EbHvGJqiLa9r5vT1HNlovxrr2II1sfyVJetkvc6KWZxstrM0vUtmRVgUs00abrJs&#10;u82zxea3ux2lJTBXxN7B3Ul3iP0dobP0U6l8yZFRDvvzGML3bKIwLZykgYd2+XuwwaBM6dm63vDm&#10;o3rQcNh5BkxHaGx07/4gDBp9l5yuXeLIUggWSZGH0EsUtrL8k7OnJy+XlTb2M5M9ckaFNRTT140c&#10;Acl09HIEIL4+7yw77kYvR7LI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Arqto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1136" behindDoc="0" locked="0" layoutInCell="1" allowOverlap="1" wp14:anchorId="7761BE35" wp14:editId="7BCAE612">
                      <wp:simplePos x="0" y="0"/>
                      <wp:positionH relativeFrom="column">
                        <wp:posOffset>1295400</wp:posOffset>
                      </wp:positionH>
                      <wp:positionV relativeFrom="paragraph">
                        <wp:posOffset>431800</wp:posOffset>
                      </wp:positionV>
                      <wp:extent cx="1003300" cy="698500"/>
                      <wp:effectExtent l="0" t="0" r="0" b="0"/>
                      <wp:wrapNone/>
                      <wp:docPr id="2493" name="Rectangle 24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3" o:spid="_x0000_s1405" style="position:absolute;margin-left:102pt;margin-top:34pt;width:79pt;height:55pt;z-index:252251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dH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SDASZACVvkLdiDj0DM3RjjcNc/p6jmyyn411bMGaWf7Mkk2y2WTFIk62u0Wa3iWLIiyKxTYNt1m2&#10;2+XZavvL3Y7SEpgrYu/g7qw7xP6O0EX6uVS+5Mgoh/1pCuF7MlGYekkDD61ez38PNhiVKT1b1xve&#10;fFQPGvR3ngHTEZpaPbg/CIMm3yXna5c4shSCRVLkIfQSha0s/+BsyAJPvVxW2tiPTA7IGRXWUExf&#10;N3ICJPPRlyNw7/V5Z9lpP3k5klX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wY0HR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2160" behindDoc="0" locked="0" layoutInCell="1" allowOverlap="1" wp14:anchorId="31E93341" wp14:editId="5A60220C">
                      <wp:simplePos x="0" y="0"/>
                      <wp:positionH relativeFrom="column">
                        <wp:posOffset>1295400</wp:posOffset>
                      </wp:positionH>
                      <wp:positionV relativeFrom="paragraph">
                        <wp:posOffset>431800</wp:posOffset>
                      </wp:positionV>
                      <wp:extent cx="1003300" cy="698500"/>
                      <wp:effectExtent l="0" t="0" r="0" b="0"/>
                      <wp:wrapNone/>
                      <wp:docPr id="2494" name="Rectangle 24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4" o:spid="_x0000_s1406" style="position:absolute;margin-left:102pt;margin-top:34pt;width:79pt;height:55pt;z-index:252252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3N7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G9ze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3184" behindDoc="0" locked="0" layoutInCell="1" allowOverlap="1" wp14:anchorId="3507139B" wp14:editId="6B87F4B4">
                      <wp:simplePos x="0" y="0"/>
                      <wp:positionH relativeFrom="column">
                        <wp:posOffset>1295400</wp:posOffset>
                      </wp:positionH>
                      <wp:positionV relativeFrom="paragraph">
                        <wp:posOffset>431800</wp:posOffset>
                      </wp:positionV>
                      <wp:extent cx="1003300" cy="698500"/>
                      <wp:effectExtent l="0" t="0" r="0" b="0"/>
                      <wp:wrapNone/>
                      <wp:docPr id="2495" name="Rectangle 24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5" o:spid="_x0000_s1407" style="position:absolute;margin-left:102pt;margin-top:34pt;width:79pt;height:55pt;z-index:252253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d7m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HJ3uY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4208" behindDoc="0" locked="0" layoutInCell="1" allowOverlap="1" wp14:anchorId="59C37D99" wp14:editId="3BB6391D">
                      <wp:simplePos x="0" y="0"/>
                      <wp:positionH relativeFrom="column">
                        <wp:posOffset>1295400</wp:posOffset>
                      </wp:positionH>
                      <wp:positionV relativeFrom="paragraph">
                        <wp:posOffset>431800</wp:posOffset>
                      </wp:positionV>
                      <wp:extent cx="1003300" cy="698500"/>
                      <wp:effectExtent l="0" t="0" r="0" b="0"/>
                      <wp:wrapNone/>
                      <wp:docPr id="2496" name="Rectangle 24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6" o:spid="_x0000_s1408" style="position:absolute;margin-left:102pt;margin-top:34pt;width:79pt;height:55pt;z-index:252254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B8O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t&#10;MowEGUCl71A3IvY9Q3O0403DnL6eI5vsV2MdW7Bmlr+yZJ2s11mxiJPNdpGmt8miCItisUnDTZZt&#10;t3l2tfntbkdpCcwVsbdwd9YdYn9H6Cz9XCpfcmSUw/40hfA9mShMvaSBh1av5r8HG4zKlJ6t6w1v&#10;Pqh7Dfo7z4DpCE2tHtwfhEGT75LTpUscWQrBIinyEHqJwlaWf3I2ZIGnXi4rbexnJgfkjAprKKav&#10;GzkCkvnoyxG49/q8s+y0m7wcSR6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YwfD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5232" behindDoc="0" locked="0" layoutInCell="1" allowOverlap="1" wp14:anchorId="58B9E1E7" wp14:editId="6E1C48FC">
                      <wp:simplePos x="0" y="0"/>
                      <wp:positionH relativeFrom="column">
                        <wp:posOffset>1295400</wp:posOffset>
                      </wp:positionH>
                      <wp:positionV relativeFrom="paragraph">
                        <wp:posOffset>431800</wp:posOffset>
                      </wp:positionV>
                      <wp:extent cx="1003300" cy="698500"/>
                      <wp:effectExtent l="0" t="0" r="0" b="0"/>
                      <wp:wrapNone/>
                      <wp:docPr id="2497" name="Rectangle 24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7" o:spid="_x0000_s1409" style="position:absolute;margin-left:102pt;margin-top:34pt;width:79pt;height:55pt;z-index:252255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hHZ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WGEkyAAqfYW6EXHoGZqjHW8a5vT1HNlkPxvr2II1s/yZJZtks8mKRZxsd4s0vUsWRVgUi20abrNs&#10;t8uz1faXux2lJTBXxN7B3Vl3iP0doYv0c6l8yZFRDvvTFML3ZKIw9ZIGHlq9nv8ebDAqU3q2rje8&#10;+ageNOjvPAOmIzS1enB/EAZNvkvO1y5xZCkEi6TIQ+glCltZ/sHZkAWeermstLEfmRyQMyqsoZi+&#10;buQESOajL0fg3uvzzrLTfvJyJHn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X4R2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p>
        </w:tc>
      </w:tr>
    </w:tbl>
    <w:p w:rsidR="00FE7038" w:rsidRDefault="00FE7038" w:rsidP="00FE7038">
      <w:pPr>
        <w:spacing w:line="276" w:lineRule="auto"/>
        <w:outlineLvl w:val="0"/>
        <w:rPr>
          <w:rFonts w:ascii="Century Gothic" w:hAnsi="Century Gothic"/>
          <w:bCs/>
          <w:color w:val="000000" w:themeColor="text1"/>
          <w:szCs w:val="144"/>
        </w:rPr>
      </w:pPr>
    </w:p>
    <w:tbl>
      <w:tblPr>
        <w:tblW w:w="10732" w:type="dxa"/>
        <w:tblLook w:val="04A0" w:firstRow="1" w:lastRow="0" w:firstColumn="1" w:lastColumn="0" w:noHBand="0" w:noVBand="1"/>
      </w:tblPr>
      <w:tblGrid>
        <w:gridCol w:w="10732"/>
      </w:tblGrid>
      <w:tr w:rsidR="00FE7038" w:rsidRPr="00F14F57" w:rsidTr="00FC28FE">
        <w:trPr>
          <w:trHeight w:val="286"/>
        </w:trPr>
        <w:tc>
          <w:tcPr>
            <w:tcW w:w="10732" w:type="dxa"/>
            <w:tcBorders>
              <w:top w:val="nil"/>
              <w:left w:val="nil"/>
              <w:bottom w:val="single" w:sz="4" w:space="0" w:color="BFBFBF"/>
              <w:right w:val="nil"/>
            </w:tcBorders>
            <w:shd w:val="clear" w:color="auto" w:fill="auto"/>
            <w:vAlign w:val="center"/>
            <w:hideMark/>
          </w:tcPr>
          <w:p w:rsidR="00FE7038" w:rsidRPr="00F14F57" w:rsidRDefault="00FE7038" w:rsidP="009372B2">
            <w:pPr>
              <w:ind w:left="-55"/>
              <w:rPr>
                <w:rFonts w:ascii="Century Gothic" w:hAnsi="Century Gothic" w:cs="Calibri"/>
                <w:color w:val="000000"/>
                <w:sz w:val="18"/>
                <w:szCs w:val="18"/>
              </w:rPr>
            </w:pPr>
            <w:r>
              <w:rPr>
                <w:rFonts w:ascii="Century Gothic" w:hAnsi="Century Gothic" w:cs="Calibri"/>
                <w:color w:val="000000"/>
                <w:sz w:val="18"/>
                <w:szCs w:val="18"/>
              </w:rPr>
              <w:t>PROJECT DOCUMENT REPOSITORY</w:t>
            </w:r>
          </w:p>
        </w:tc>
      </w:tr>
      <w:tr w:rsidR="00FE7038" w:rsidRPr="00F14F57" w:rsidTr="00FC28FE">
        <w:trPr>
          <w:trHeight w:val="1440"/>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257280" behindDoc="0" locked="0" layoutInCell="1" allowOverlap="1" wp14:anchorId="4E28E53B" wp14:editId="11EEE1AD">
                      <wp:simplePos x="0" y="0"/>
                      <wp:positionH relativeFrom="column">
                        <wp:posOffset>1320800</wp:posOffset>
                      </wp:positionH>
                      <wp:positionV relativeFrom="paragraph">
                        <wp:posOffset>431800</wp:posOffset>
                      </wp:positionV>
                      <wp:extent cx="1003300" cy="698500"/>
                      <wp:effectExtent l="0" t="0" r="0" b="0"/>
                      <wp:wrapNone/>
                      <wp:docPr id="2498" name="Rectangle 24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8" o:spid="_x0000_s1410" style="position:absolute;margin-left:104pt;margin-top:34pt;width:79pt;height:55pt;z-index:252257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L2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ZwmC9h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8304" behindDoc="0" locked="0" layoutInCell="1" allowOverlap="1" wp14:anchorId="14546A24" wp14:editId="057894B7">
                      <wp:simplePos x="0" y="0"/>
                      <wp:positionH relativeFrom="column">
                        <wp:posOffset>1320800</wp:posOffset>
                      </wp:positionH>
                      <wp:positionV relativeFrom="paragraph">
                        <wp:posOffset>431800</wp:posOffset>
                      </wp:positionV>
                      <wp:extent cx="1003300" cy="698500"/>
                      <wp:effectExtent l="0" t="0" r="0" b="0"/>
                      <wp:wrapNone/>
                      <wp:docPr id="2499" name="Rectangle 24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9" o:spid="_x0000_s1411" style="position:absolute;margin-left:104pt;margin-top:34pt;width:79pt;height:55pt;z-index:252258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9r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q8va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9328" behindDoc="0" locked="0" layoutInCell="1" allowOverlap="1" wp14:anchorId="7DEDD557" wp14:editId="281E78E5">
                      <wp:simplePos x="0" y="0"/>
                      <wp:positionH relativeFrom="column">
                        <wp:posOffset>1320800</wp:posOffset>
                      </wp:positionH>
                      <wp:positionV relativeFrom="paragraph">
                        <wp:posOffset>431800</wp:posOffset>
                      </wp:positionV>
                      <wp:extent cx="1003300" cy="698500"/>
                      <wp:effectExtent l="0" t="0" r="0" b="0"/>
                      <wp:wrapNone/>
                      <wp:docPr id="2500" name="Rectangle 25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0" o:spid="_x0000_s1412" style="position:absolute;margin-left:104pt;margin-top:34pt;width:79pt;height:55pt;z-index:252259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xD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HdExD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0352" behindDoc="0" locked="0" layoutInCell="1" allowOverlap="1" wp14:anchorId="3410C0A2" wp14:editId="01BADFB8">
                      <wp:simplePos x="0" y="0"/>
                      <wp:positionH relativeFrom="column">
                        <wp:posOffset>1320800</wp:posOffset>
                      </wp:positionH>
                      <wp:positionV relativeFrom="paragraph">
                        <wp:posOffset>431800</wp:posOffset>
                      </wp:positionV>
                      <wp:extent cx="1003300" cy="698500"/>
                      <wp:effectExtent l="0" t="0" r="0" b="0"/>
                      <wp:wrapNone/>
                      <wp:docPr id="2501" name="Rectangle 25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1" o:spid="_x0000_s1413" style="position:absolute;margin-left:104pt;margin-top:34pt;width:79pt;height:55pt;z-index:252260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uHe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wggjQXro0jeoGxH7jqEp2vK6Zq6/niMb7RdjHVuwJpY/s2SdrNdZMYuTzXaWpvfJrAiLYrZJw02W&#10;bbd5ttj8crejtATmith7uDv1HWLvI3Ru/VQqX3JklMP+MobwvZgoTAvX0sBDu/w92GBQpvRsnTa8&#10;+aQeNRx2ngHTERob3bs/NAaNXiWnq0ocWQrBIinyELREYeumyAqwpycvl5U29hOTPXJGhTUU09eN&#10;HAHJdPRyBCC+Pu8sO+5G344kX7i0LraT9QmaBFNmH2BpOjlUmHZcYTSAcitsfhyIZhh1nwVII16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bS4d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1376" behindDoc="0" locked="0" layoutInCell="1" allowOverlap="1" wp14:anchorId="792559A7" wp14:editId="28ED4446">
                      <wp:simplePos x="0" y="0"/>
                      <wp:positionH relativeFrom="column">
                        <wp:posOffset>1320800</wp:posOffset>
                      </wp:positionH>
                      <wp:positionV relativeFrom="paragraph">
                        <wp:posOffset>431800</wp:posOffset>
                      </wp:positionV>
                      <wp:extent cx="1003300" cy="698500"/>
                      <wp:effectExtent l="0" t="0" r="0" b="0"/>
                      <wp:wrapNone/>
                      <wp:docPr id="2502" name="Rectangle 25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2" o:spid="_x0000_s1414" style="position:absolute;margin-left:104pt;margin-top:34pt;width:79pt;height:55pt;z-index:252261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H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q+yHM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2400" behindDoc="0" locked="0" layoutInCell="1" allowOverlap="1" wp14:anchorId="3160EB80" wp14:editId="6E375E92">
                      <wp:simplePos x="0" y="0"/>
                      <wp:positionH relativeFrom="column">
                        <wp:posOffset>1320800</wp:posOffset>
                      </wp:positionH>
                      <wp:positionV relativeFrom="paragraph">
                        <wp:posOffset>431800</wp:posOffset>
                      </wp:positionV>
                      <wp:extent cx="1003300" cy="698500"/>
                      <wp:effectExtent l="0" t="0" r="0" b="0"/>
                      <wp:wrapNone/>
                      <wp:docPr id="2503" name="Rectangle 25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3" o:spid="_x0000_s1415" style="position:absolute;margin-left:104pt;margin-top:34pt;width:79pt;height:55pt;z-index:252262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8b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gkvG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3424" behindDoc="0" locked="0" layoutInCell="1" allowOverlap="1" wp14:anchorId="5D33F568" wp14:editId="2D5A860D">
                      <wp:simplePos x="0" y="0"/>
                      <wp:positionH relativeFrom="column">
                        <wp:posOffset>1320800</wp:posOffset>
                      </wp:positionH>
                      <wp:positionV relativeFrom="paragraph">
                        <wp:posOffset>431800</wp:posOffset>
                      </wp:positionV>
                      <wp:extent cx="1003300" cy="698500"/>
                      <wp:effectExtent l="0" t="0" r="0" b="0"/>
                      <wp:wrapNone/>
                      <wp:docPr id="2504" name="Rectangle 25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4" o:spid="_x0000_s1416" style="position:absolute;margin-left:104pt;margin-top:34pt;width:79pt;height:55pt;z-index:252263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UIMGg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aEFCDB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4448" behindDoc="0" locked="0" layoutInCell="1" allowOverlap="1" wp14:anchorId="04D57073" wp14:editId="0B47A972">
                      <wp:simplePos x="0" y="0"/>
                      <wp:positionH relativeFrom="column">
                        <wp:posOffset>1320800</wp:posOffset>
                      </wp:positionH>
                      <wp:positionV relativeFrom="paragraph">
                        <wp:posOffset>431800</wp:posOffset>
                      </wp:positionV>
                      <wp:extent cx="1003300" cy="698500"/>
                      <wp:effectExtent l="0" t="0" r="0" b="0"/>
                      <wp:wrapNone/>
                      <wp:docPr id="2505" name="Rectangle 25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5" o:spid="_x0000_s1417" style="position:absolute;margin-left:104pt;margin-top:34pt;width:79pt;height:55pt;z-index:252264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RHQIAAA0EAAAOAAAAZHJzL2Uyb0RvYy54bWysU01v2zAMvQ/YfxB0d/wZ1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mefvk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5472" behindDoc="0" locked="0" layoutInCell="1" allowOverlap="1" wp14:anchorId="573C40B2" wp14:editId="3D8AD50A">
                      <wp:simplePos x="0" y="0"/>
                      <wp:positionH relativeFrom="column">
                        <wp:posOffset>1320800</wp:posOffset>
                      </wp:positionH>
                      <wp:positionV relativeFrom="paragraph">
                        <wp:posOffset>431800</wp:posOffset>
                      </wp:positionV>
                      <wp:extent cx="1003300" cy="698500"/>
                      <wp:effectExtent l="0" t="0" r="0" b="0"/>
                      <wp:wrapNone/>
                      <wp:docPr id="2506" name="Rectangle 25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6" o:spid="_x0000_s1418" style="position:absolute;margin-left:104pt;margin-top:34pt;width:79pt;height:55pt;z-index:252265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o0z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OPaNM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6496" behindDoc="0" locked="0" layoutInCell="1" allowOverlap="1" wp14:anchorId="121BBB73" wp14:editId="4CF2E3F2">
                      <wp:simplePos x="0" y="0"/>
                      <wp:positionH relativeFrom="column">
                        <wp:posOffset>1320800</wp:posOffset>
                      </wp:positionH>
                      <wp:positionV relativeFrom="paragraph">
                        <wp:posOffset>431800</wp:posOffset>
                      </wp:positionV>
                      <wp:extent cx="1003300" cy="698500"/>
                      <wp:effectExtent l="0" t="0" r="0" b="0"/>
                      <wp:wrapNone/>
                      <wp:docPr id="2507" name="Rectangle 25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7" o:spid="_x0000_s1419" style="position:absolute;margin-left:104pt;margin-top:34pt;width:79pt;height:55pt;z-index:252266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CCu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wgVGgvTQpW9QNyL2HUNTtOV1zVx/PUc22i/GOrZgTSx/Zsk6Wa+zYhYnm+0sTe+TWREWxWyThpss&#10;227zbLH55W5HaQnMFbH3cHfqO8TeR+jc+qlUvuTIKIf9ZQzhezFRmBaupYGHdvl7sMGgTOnZOm14&#10;80k9ajjsPAOmIzQ2und/aAwavUpOV5U4shSCRVLkIWiJwtZNkRVgT09eLitt7Ccme+SMCmsopq8b&#10;OQKS6ejlCEB8fd5ZdtyNvh1Jkbi0LraT9QmaBFNmH2BpOjlUmHZcYTSAcitsfhyIZhh1nwVII16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lQIK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7520" behindDoc="0" locked="0" layoutInCell="1" allowOverlap="1" wp14:anchorId="1D1FAB75" wp14:editId="63017A99">
                      <wp:simplePos x="0" y="0"/>
                      <wp:positionH relativeFrom="column">
                        <wp:posOffset>1320800</wp:posOffset>
                      </wp:positionH>
                      <wp:positionV relativeFrom="paragraph">
                        <wp:posOffset>431800</wp:posOffset>
                      </wp:positionV>
                      <wp:extent cx="1003300" cy="698500"/>
                      <wp:effectExtent l="0" t="0" r="0" b="0"/>
                      <wp:wrapNone/>
                      <wp:docPr id="2508" name="Rectangle 25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8" o:spid="_x0000_s1420" style="position:absolute;margin-left:104pt;margin-top:34pt;width:79pt;height:55pt;z-index:25226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vsO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u77D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8544" behindDoc="0" locked="0" layoutInCell="1" allowOverlap="1" wp14:anchorId="4AC92A48" wp14:editId="2267D8CF">
                      <wp:simplePos x="0" y="0"/>
                      <wp:positionH relativeFrom="column">
                        <wp:posOffset>1320800</wp:posOffset>
                      </wp:positionH>
                      <wp:positionV relativeFrom="paragraph">
                        <wp:posOffset>431800</wp:posOffset>
                      </wp:positionV>
                      <wp:extent cx="1003300" cy="698500"/>
                      <wp:effectExtent l="0" t="0" r="0" b="0"/>
                      <wp:wrapNone/>
                      <wp:docPr id="2509" name="Rectangle 25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9" o:spid="_x0000_s1421" style="position:absolute;margin-left:104pt;margin-top:34pt;width:79pt;height:55pt;z-index:25226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PXZHQIAAA0EAAAOAAAAZHJzL2Uyb0RvYy54bWysU01v2zAMvQ/YfxB0d/wZ1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hz12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9568" behindDoc="0" locked="0" layoutInCell="1" allowOverlap="1" wp14:anchorId="04F55013" wp14:editId="520D9855">
                      <wp:simplePos x="0" y="0"/>
                      <wp:positionH relativeFrom="column">
                        <wp:posOffset>1320800</wp:posOffset>
                      </wp:positionH>
                      <wp:positionV relativeFrom="paragraph">
                        <wp:posOffset>431800</wp:posOffset>
                      </wp:positionV>
                      <wp:extent cx="1003300" cy="698500"/>
                      <wp:effectExtent l="0" t="0" r="0" b="0"/>
                      <wp:wrapNone/>
                      <wp:docPr id="2510" name="Rectangle 251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0" o:spid="_x0000_s1422" style="position:absolute;margin-left:104pt;margin-top:34pt;width:79pt;height:55pt;z-index:25226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AyN7t8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0592" behindDoc="0" locked="0" layoutInCell="1" allowOverlap="1" wp14:anchorId="6E99CDE4" wp14:editId="1D7C9BF1">
                      <wp:simplePos x="0" y="0"/>
                      <wp:positionH relativeFrom="column">
                        <wp:posOffset>1320800</wp:posOffset>
                      </wp:positionH>
                      <wp:positionV relativeFrom="paragraph">
                        <wp:posOffset>431800</wp:posOffset>
                      </wp:positionV>
                      <wp:extent cx="1003300" cy="698500"/>
                      <wp:effectExtent l="0" t="0" r="0" b="0"/>
                      <wp:wrapNone/>
                      <wp:docPr id="2511" name="Rectangle 25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1" o:spid="_x0000_s1423" style="position:absolute;margin-left:104pt;margin-top:34pt;width:79pt;height:55pt;z-index:25227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0NC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tDQ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1616" behindDoc="0" locked="0" layoutInCell="1" allowOverlap="1" wp14:anchorId="5077269F" wp14:editId="061172D7">
                      <wp:simplePos x="0" y="0"/>
                      <wp:positionH relativeFrom="column">
                        <wp:posOffset>1320800</wp:posOffset>
                      </wp:positionH>
                      <wp:positionV relativeFrom="paragraph">
                        <wp:posOffset>431800</wp:posOffset>
                      </wp:positionV>
                      <wp:extent cx="1003300" cy="698500"/>
                      <wp:effectExtent l="0" t="0" r="0" b="0"/>
                      <wp:wrapNone/>
                      <wp:docPr id="2512" name="Rectangle 25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2" o:spid="_x0000_s1424" style="position:absolute;margin-left:104pt;margin-top:34pt;width:79pt;height:55pt;z-index:25227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wViAa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2640" behindDoc="0" locked="0" layoutInCell="1" allowOverlap="1" wp14:anchorId="666F43BF" wp14:editId="5586E594">
                      <wp:simplePos x="0" y="0"/>
                      <wp:positionH relativeFrom="column">
                        <wp:posOffset>1320800</wp:posOffset>
                      </wp:positionH>
                      <wp:positionV relativeFrom="paragraph">
                        <wp:posOffset>431800</wp:posOffset>
                      </wp:positionV>
                      <wp:extent cx="1003300" cy="698500"/>
                      <wp:effectExtent l="0" t="0" r="0" b="0"/>
                      <wp:wrapNone/>
                      <wp:docPr id="2513" name="Rectangle 251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3" o:spid="_x0000_s1425" style="position:absolute;margin-left:104pt;margin-top:34pt;width:79pt;height:55pt;z-index:25227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I2HGg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gfCNhx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3664" behindDoc="0" locked="0" layoutInCell="1" allowOverlap="1" wp14:anchorId="33224DE3" wp14:editId="4612BF40">
                      <wp:simplePos x="0" y="0"/>
                      <wp:positionH relativeFrom="column">
                        <wp:posOffset>1320800</wp:posOffset>
                      </wp:positionH>
                      <wp:positionV relativeFrom="paragraph">
                        <wp:posOffset>431800</wp:posOffset>
                      </wp:positionV>
                      <wp:extent cx="1003300" cy="698500"/>
                      <wp:effectExtent l="0" t="0" r="0" b="0"/>
                      <wp:wrapNone/>
                      <wp:docPr id="2514" name="Rectangle 25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4" o:spid="_x0000_s1426" style="position:absolute;margin-left:104pt;margin-top:34pt;width:79pt;height:55pt;z-index:25227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60x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V960x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4688" behindDoc="0" locked="0" layoutInCell="1" allowOverlap="1" wp14:anchorId="583FE685" wp14:editId="267B6837">
                      <wp:simplePos x="0" y="0"/>
                      <wp:positionH relativeFrom="column">
                        <wp:posOffset>1320800</wp:posOffset>
                      </wp:positionH>
                      <wp:positionV relativeFrom="paragraph">
                        <wp:posOffset>431800</wp:posOffset>
                      </wp:positionV>
                      <wp:extent cx="1003300" cy="698500"/>
                      <wp:effectExtent l="0" t="0" r="0" b="0"/>
                      <wp:wrapNone/>
                      <wp:docPr id="2515" name="Rectangle 25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5" o:spid="_x0000_s1427" style="position:absolute;margin-left:104pt;margin-top:34pt;width:79pt;height:55pt;z-index:25227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aPmHQIAAA0EAAAOAAAAZHJzL2Uyb0RvYy54bWysU01v2zAMvQ/YfxB0d/wZ1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NQWj5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5712" behindDoc="0" locked="0" layoutInCell="1" allowOverlap="1" wp14:anchorId="6759CF09" wp14:editId="7B6869ED">
                      <wp:simplePos x="0" y="0"/>
                      <wp:positionH relativeFrom="column">
                        <wp:posOffset>1320800</wp:posOffset>
                      </wp:positionH>
                      <wp:positionV relativeFrom="paragraph">
                        <wp:posOffset>431800</wp:posOffset>
                      </wp:positionV>
                      <wp:extent cx="1003300" cy="698500"/>
                      <wp:effectExtent l="0" t="0" r="0" b="0"/>
                      <wp:wrapNone/>
                      <wp:docPr id="2516" name="Rectangle 251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6" o:spid="_x0000_s1428" style="position:absolute;margin-left:104pt;margin-top:34pt;width:79pt;height:55pt;z-index:25227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GIOGw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VAYg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6736" behindDoc="0" locked="0" layoutInCell="1" allowOverlap="1" wp14:anchorId="6FB4AB3F" wp14:editId="011A7D5C">
                      <wp:simplePos x="0" y="0"/>
                      <wp:positionH relativeFrom="column">
                        <wp:posOffset>1320800</wp:posOffset>
                      </wp:positionH>
                      <wp:positionV relativeFrom="paragraph">
                        <wp:posOffset>431800</wp:posOffset>
                      </wp:positionV>
                      <wp:extent cx="1003300" cy="698500"/>
                      <wp:effectExtent l="0" t="0" r="0" b="0"/>
                      <wp:wrapNone/>
                      <wp:docPr id="2517" name="Rectangle 25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7" o:spid="_x0000_s1429" style="position:absolute;margin-left:104pt;margin-top:34pt;width:79pt;height:55pt;z-index:25227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s+T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NObPk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7760" behindDoc="0" locked="0" layoutInCell="1" allowOverlap="1" wp14:anchorId="7047F46E" wp14:editId="13792124">
                      <wp:simplePos x="0" y="0"/>
                      <wp:positionH relativeFrom="column">
                        <wp:posOffset>1320800</wp:posOffset>
                      </wp:positionH>
                      <wp:positionV relativeFrom="paragraph">
                        <wp:posOffset>431800</wp:posOffset>
                      </wp:positionV>
                      <wp:extent cx="1003300" cy="698500"/>
                      <wp:effectExtent l="0" t="0" r="0" b="0"/>
                      <wp:wrapNone/>
                      <wp:docPr id="2518" name="Rectangle 25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8" o:spid="_x0000_s1430" style="position:absolute;margin-left:104pt;margin-top:34pt;width:79pt;height:55pt;z-index:25227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Ld5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Ggy3e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8784" behindDoc="0" locked="0" layoutInCell="1" allowOverlap="1" wp14:anchorId="28F926CA" wp14:editId="7951DC82">
                      <wp:simplePos x="0" y="0"/>
                      <wp:positionH relativeFrom="column">
                        <wp:posOffset>1320800</wp:posOffset>
                      </wp:positionH>
                      <wp:positionV relativeFrom="paragraph">
                        <wp:posOffset>431800</wp:posOffset>
                      </wp:positionV>
                      <wp:extent cx="1003300" cy="698500"/>
                      <wp:effectExtent l="0" t="0" r="0" b="0"/>
                      <wp:wrapNone/>
                      <wp:docPr id="2519" name="Rectangle 251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9" o:spid="_x0000_s1431" style="position:absolute;margin-left:104pt;margin-top:34pt;width:79pt;height:55pt;z-index:25227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hrk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UYGRID106RvUjYh9x9AUbXldM9dfz5GN9ouxji1YE8ufWbJO1uusmMXJZjtL0/tkVoRFMduk4SbL&#10;tts8u9n8crejtATmith7uDv1HWLvI3Ru/VQqX3JklMP+MobwvZgoTAvX0sBDu/w92GBQpvRsnTa8&#10;+aQeNRx2ngHTERob3bs/NAaNXiWnq0ocWQrBIinyELREYWtRZAXY05OXy0ob+4nJHjmjwhqK6etG&#10;joBkOno5AhBfn3eWHXejb0caLlxaF9vJ+gRNgimzD7A0nRwqTDuuMBpAuRU2Pw5EM4y6zwKkEd+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OuqGuQ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9808" behindDoc="0" locked="0" layoutInCell="1" allowOverlap="1" wp14:anchorId="54857238" wp14:editId="1E7BA616">
                      <wp:simplePos x="0" y="0"/>
                      <wp:positionH relativeFrom="column">
                        <wp:posOffset>1320800</wp:posOffset>
                      </wp:positionH>
                      <wp:positionV relativeFrom="paragraph">
                        <wp:posOffset>431800</wp:posOffset>
                      </wp:positionV>
                      <wp:extent cx="1003300" cy="698500"/>
                      <wp:effectExtent l="0" t="0" r="0" b="0"/>
                      <wp:wrapNone/>
                      <wp:docPr id="2520" name="Rectangle 25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0" o:spid="_x0000_s1432" style="position:absolute;margin-left:104pt;margin-top:34pt;width:79pt;height:55pt;z-index:25227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OvG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2fTrx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0832" behindDoc="0" locked="0" layoutInCell="1" allowOverlap="1" wp14:anchorId="089F685F" wp14:editId="6673B7D6">
                      <wp:simplePos x="0" y="0"/>
                      <wp:positionH relativeFrom="column">
                        <wp:posOffset>1320800</wp:posOffset>
                      </wp:positionH>
                      <wp:positionV relativeFrom="paragraph">
                        <wp:posOffset>431800</wp:posOffset>
                      </wp:positionV>
                      <wp:extent cx="1003300" cy="698500"/>
                      <wp:effectExtent l="0" t="0" r="0" b="0"/>
                      <wp:wrapNone/>
                      <wp:docPr id="2521" name="Rectangle 25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1" o:spid="_x0000_s1433" style="position:absolute;margin-left:104pt;margin-top:34pt;width:79pt;height:55pt;z-index:25228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UR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QblE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1856" behindDoc="0" locked="0" layoutInCell="1" allowOverlap="1" wp14:anchorId="006076D8" wp14:editId="0FBBF7BE">
                      <wp:simplePos x="0" y="0"/>
                      <wp:positionH relativeFrom="column">
                        <wp:posOffset>1295400</wp:posOffset>
                      </wp:positionH>
                      <wp:positionV relativeFrom="paragraph">
                        <wp:posOffset>431800</wp:posOffset>
                      </wp:positionV>
                      <wp:extent cx="1003300" cy="698500"/>
                      <wp:effectExtent l="0" t="0" r="0" b="0"/>
                      <wp:wrapNone/>
                      <wp:docPr id="2522" name="Rectangle 252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2" o:spid="_x0000_s1434" style="position:absolute;margin-left:102pt;margin-top:34pt;width:79pt;height:55pt;z-index:25228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zmbYw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2880" behindDoc="0" locked="0" layoutInCell="1" allowOverlap="1" wp14:anchorId="391BDB23" wp14:editId="7CB2AEE0">
                      <wp:simplePos x="0" y="0"/>
                      <wp:positionH relativeFrom="column">
                        <wp:posOffset>1295400</wp:posOffset>
                      </wp:positionH>
                      <wp:positionV relativeFrom="paragraph">
                        <wp:posOffset>431800</wp:posOffset>
                      </wp:positionV>
                      <wp:extent cx="1003300" cy="698500"/>
                      <wp:effectExtent l="0" t="0" r="0" b="0"/>
                      <wp:wrapNone/>
                      <wp:docPr id="2523" name="Rectangle 25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3" o:spid="_x0000_s1435" style="position:absolute;margin-left:102pt;margin-top:34pt;width:79pt;height:55pt;z-index:25228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MAR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GAkyAAqfYO6EbHvGZqjHW8a5vT1HNlkvxjr2II1s/yZJetkvc6KRZxstos0vUsWRVgUi00abrJs&#10;u82z680vdztKS2CuiL2Du7PuEHsfobP0c6l8yZFRDvvzFML3bKIw9ZIGHlq9mv8ebDAqU3q2rje8&#10;+ageNOjvPAOmIzS1enB/EAZNvktOly5xZCkEi6TIQ+glCltZfuVsyAJPvVxW2thPTA7IGRXWUExf&#10;N3IEJPPRlyNw7/V5Z9lpN3k50rB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1AwBE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3904" behindDoc="0" locked="0" layoutInCell="1" allowOverlap="1" wp14:anchorId="6DEBBFA2" wp14:editId="0823983A">
                      <wp:simplePos x="0" y="0"/>
                      <wp:positionH relativeFrom="column">
                        <wp:posOffset>1295400</wp:posOffset>
                      </wp:positionH>
                      <wp:positionV relativeFrom="paragraph">
                        <wp:posOffset>431800</wp:posOffset>
                      </wp:positionV>
                      <wp:extent cx="1003300" cy="698500"/>
                      <wp:effectExtent l="0" t="0" r="0" b="0"/>
                      <wp:wrapNone/>
                      <wp:docPr id="2524" name="Rectangle 25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4" o:spid="_x0000_s1436" style="position:absolute;margin-left:102pt;margin-top:34pt;width:79pt;height:55pt;z-index:25228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5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GIkyAAqfYO6EbHvGZqjHW8a5vT1HNlkvxjr2II1s/yZJetkvc6KRZxstos0vUsWRVgUi00abrJs&#10;u82z680vdztKS2CuiL2Du7PuEHsfobP0c6l8yZFRDvvzFML3bKIw9ZIGHlq9mv8ebDAqU3q2rje8&#10;+ageNOjvPAOmIzS1enB/EAZNvktOly5xZCkEi6TIQ+glCltZfuVsyAJPvVxW2thPTA7IGRXWUExf&#10;N3IEJPPRlyNw7/V5Z9lpN3k50si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lwOT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4928" behindDoc="0" locked="0" layoutInCell="1" allowOverlap="1" wp14:anchorId="58938B9C" wp14:editId="2F5FD5C3">
                      <wp:simplePos x="0" y="0"/>
                      <wp:positionH relativeFrom="column">
                        <wp:posOffset>1295400</wp:posOffset>
                      </wp:positionH>
                      <wp:positionV relativeFrom="paragraph">
                        <wp:posOffset>431800</wp:posOffset>
                      </wp:positionV>
                      <wp:extent cx="1003300" cy="698500"/>
                      <wp:effectExtent l="0" t="0" r="0" b="0"/>
                      <wp:wrapNone/>
                      <wp:docPr id="2525" name="Rectangle 252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5" o:spid="_x0000_s1437" style="position:absolute;margin-left:102pt;margin-top:34pt;width:79pt;height:55pt;z-index:25228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PRGg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8QIjQXro0jeoGxH7jqEp2vK6Zq6/niMb7RdjHVuwJpY/s2SdrNdZMYuTzXaWpvfJrAiLYrZJw02W&#10;bbd5drP55W5HaQnMFbH3cHfqO8TeR+jc+qlUvuTIKIf9ZQzhezFRmBaupYGHdvl7sMGgTOnZOm14&#10;80k9ajjsPAOmIzQ2und/aAwavUpOV5U4shSCRVLkIWiJwlaWL5w9PXm5rLSxn5jskTMqrKGYvm7k&#10;CEimo5cjAPH1eWfZcTf6dqRR5NK62E7WJ2gSTJl9gKXp5FBh2nGF0QDKrbD5cSCaYdR9FiCN+CZ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6o9E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5952" behindDoc="0" locked="0" layoutInCell="1" allowOverlap="1" wp14:anchorId="0A985782" wp14:editId="1161DC83">
                      <wp:simplePos x="0" y="0"/>
                      <wp:positionH relativeFrom="column">
                        <wp:posOffset>1295400</wp:posOffset>
                      </wp:positionH>
                      <wp:positionV relativeFrom="paragraph">
                        <wp:posOffset>431800</wp:posOffset>
                      </wp:positionV>
                      <wp:extent cx="1003300" cy="698500"/>
                      <wp:effectExtent l="0" t="0" r="0" b="0"/>
                      <wp:wrapNone/>
                      <wp:docPr id="2526" name="Rectangle 25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6" o:spid="_x0000_s1438" style="position:absolute;margin-left:102pt;margin-top:34pt;width:79pt;height:55pt;z-index:25228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I5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GEkyAAqfYO6EbHvGZqjHW8a5vT1HNlkvxjr2II1s/yZJetkvc6KRZxstos0vUsWRVgUi00abrJs&#10;u82z680vdztKS2CuiL2Du7PuEHsfobP0c6l8yZFRDvvzFML3bKIw9ZIGHlq9mv8ebDAqU3q2rje8&#10;+ageNOjvPAOmIzS1enB/EAZNvktOly5xZCkEi6TIQ+glCltZfuVsyAJPvVxW2thPTA7IGRXWUExf&#10;N3IEJPPRlyNw7/V5Z9lpN3k50ih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Yjk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6976" behindDoc="0" locked="0" layoutInCell="1" allowOverlap="1" wp14:anchorId="72554F99" wp14:editId="4DDBA1C2">
                      <wp:simplePos x="0" y="0"/>
                      <wp:positionH relativeFrom="column">
                        <wp:posOffset>1295400</wp:posOffset>
                      </wp:positionH>
                      <wp:positionV relativeFrom="paragraph">
                        <wp:posOffset>431800</wp:posOffset>
                      </wp:positionV>
                      <wp:extent cx="1003300" cy="698500"/>
                      <wp:effectExtent l="0" t="0" r="0" b="0"/>
                      <wp:wrapNone/>
                      <wp:docPr id="2527" name="Rectangle 25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7" o:spid="_x0000_s1439" style="position:absolute;margin-left:102pt;margin-top:34pt;width:79pt;height:55pt;z-index:25228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zu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eIWRIAOo9AXqRsShZ2iOdrxpmNPXc2ST/WSsYwvWzPJHlmySzSYrFnGy3S3S9D5ZFGFRLLZpuM2y&#10;3S7PVtuf7naUlsBcEXsPd2fdIfZ3hC7Sz6XyJUdGOezPUwjfs4nC1EsaeGj1ev57sMGoTOnZut7w&#10;5pN61KC/8wyYjtDU6sH9QRg0+S45X7vEkaUQLJIiD6GXKGxl+Y2zIQs89XJZaWM/MDkgZ1RYQzF9&#10;3cgJkMxHX47AvdfnnWWn/eTlSKPE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9NbO4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8000" behindDoc="0" locked="0" layoutInCell="1" allowOverlap="1" wp14:anchorId="7DD96F02" wp14:editId="19849046">
                      <wp:simplePos x="0" y="0"/>
                      <wp:positionH relativeFrom="column">
                        <wp:posOffset>1295400</wp:posOffset>
                      </wp:positionH>
                      <wp:positionV relativeFrom="paragraph">
                        <wp:posOffset>431800</wp:posOffset>
                      </wp:positionV>
                      <wp:extent cx="1003300" cy="698500"/>
                      <wp:effectExtent l="0" t="0" r="0" b="0"/>
                      <wp:wrapNone/>
                      <wp:docPr id="2528" name="Rectangle 252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8" o:spid="_x0000_s1440" style="position:absolute;margin-left:102pt;margin-top:34pt;width:79pt;height:55pt;z-index:25228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Dzt04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9024" behindDoc="0" locked="0" layoutInCell="1" allowOverlap="1" wp14:anchorId="0D9F7A51" wp14:editId="3A242156">
                      <wp:simplePos x="0" y="0"/>
                      <wp:positionH relativeFrom="column">
                        <wp:posOffset>1295400</wp:posOffset>
                      </wp:positionH>
                      <wp:positionV relativeFrom="paragraph">
                        <wp:posOffset>431800</wp:posOffset>
                      </wp:positionV>
                      <wp:extent cx="1003300" cy="698500"/>
                      <wp:effectExtent l="0" t="0" r="0" b="0"/>
                      <wp:wrapNone/>
                      <wp:docPr id="2529" name="Rectangle 25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9" o:spid="_x0000_s1441" style="position:absolute;margin-left:102pt;margin-top:34pt;width:79pt;height:55pt;z-index:25228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RrT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XGAkyAAqfYG6EXHoGZqjHW8a5vT1HNlkPxnr2II1s/yRJZtks8mKRZxsd4s0vU8WRVgUi20abrNs&#10;t8uzm+1PdztKS2CuiL2Hu7PuEPs7Qhfp51L5kiOjHPbnKYTv2URh6iUNPLR6Pf892GBUpvRsXW94&#10;80k9atDfeQZMR2hq9eD+IAyafJecr13iyFIIFkmRh9BLFLayfOVsyAJPvVxW2tgPTA7IGRXWUExf&#10;N3ICJPPRlyNw7/V5Z9lpP3k50mj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FVGtM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0048" behindDoc="0" locked="0" layoutInCell="1" allowOverlap="1" wp14:anchorId="171FA4A8" wp14:editId="33FC6E4A">
                      <wp:simplePos x="0" y="0"/>
                      <wp:positionH relativeFrom="column">
                        <wp:posOffset>1295400</wp:posOffset>
                      </wp:positionH>
                      <wp:positionV relativeFrom="paragraph">
                        <wp:posOffset>431800</wp:posOffset>
                      </wp:positionV>
                      <wp:extent cx="1003300" cy="698500"/>
                      <wp:effectExtent l="0" t="0" r="0" b="0"/>
                      <wp:wrapNone/>
                      <wp:docPr id="2530" name="Rectangle 25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0" o:spid="_x0000_s1442" style="position:absolute;margin-left:102pt;margin-top:34pt;width:79pt;height:55pt;z-index:25229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Kf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pCin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1072" behindDoc="0" locked="0" layoutInCell="1" allowOverlap="1" wp14:anchorId="761FDBA1" wp14:editId="3F39AC05">
                      <wp:simplePos x="0" y="0"/>
                      <wp:positionH relativeFrom="column">
                        <wp:posOffset>1295400</wp:posOffset>
                      </wp:positionH>
                      <wp:positionV relativeFrom="paragraph">
                        <wp:posOffset>431800</wp:posOffset>
                      </wp:positionV>
                      <wp:extent cx="1003300" cy="698500"/>
                      <wp:effectExtent l="0" t="0" r="0" b="0"/>
                      <wp:wrapNone/>
                      <wp:docPr id="2531" name="Rectangle 253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1" o:spid="_x0000_s1443" style="position:absolute;margin-left:102pt;margin-top:34pt;width:79pt;height:55pt;z-index:25229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g8C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kggjQXro0jeoGxH7jqEp2vK6Zq6/niMb7RdjHVuwJpY/s2SdrNdZMYuTzXaWpvfJrAiLYrZJw02W&#10;bbd5ttj8crejtATmith7uDv1HWLvI3Ru/VQqX3JklMP+MobwvZgoTAvX0sBDu/w92GBQpvRsnTa8&#10;+aQeNRx2ngHTERob3bs/NAaNXiWnq0ocWQrBIinyELREYSvLb5w9PXm5rLSxn5jskTMqrKGYvm7k&#10;CEimo5cjAPH1eWfZcTf6dqTRw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rNg8C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2096" behindDoc="0" locked="0" layoutInCell="1" allowOverlap="1" wp14:anchorId="22891176" wp14:editId="7F6FA6F1">
                      <wp:simplePos x="0" y="0"/>
                      <wp:positionH relativeFrom="column">
                        <wp:posOffset>1295400</wp:posOffset>
                      </wp:positionH>
                      <wp:positionV relativeFrom="paragraph">
                        <wp:posOffset>431800</wp:posOffset>
                      </wp:positionV>
                      <wp:extent cx="1003300" cy="698500"/>
                      <wp:effectExtent l="0" t="0" r="0" b="0"/>
                      <wp:wrapNone/>
                      <wp:docPr id="2532" name="Rectangle 25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2" o:spid="_x0000_s1444" style="position:absolute;margin-left:102pt;margin-top:34pt;width:79pt;height:55pt;z-index:25229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88Q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x/PE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3120" behindDoc="0" locked="0" layoutInCell="1" allowOverlap="1" wp14:anchorId="79646BE6" wp14:editId="1C8C5C9B">
                      <wp:simplePos x="0" y="0"/>
                      <wp:positionH relativeFrom="column">
                        <wp:posOffset>1295400</wp:posOffset>
                      </wp:positionH>
                      <wp:positionV relativeFrom="paragraph">
                        <wp:posOffset>431800</wp:posOffset>
                      </wp:positionV>
                      <wp:extent cx="1003300" cy="698500"/>
                      <wp:effectExtent l="0" t="0" r="0" b="0"/>
                      <wp:wrapNone/>
                      <wp:docPr id="2533" name="Rectangle 25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3" o:spid="_x0000_s1445" style="position:absolute;margin-left:102pt;margin-top:34pt;width:79pt;height:55pt;z-index:25229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cHH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kmAkyAAqfYO6EbHvGZqjHW8a5vT1HNlkvxjr2II1s/yZJetkvc6KRZxstos0vUsWRVgUi00abrJs&#10;u82z680vdztKS2CuiL2Du7PuEHsfobP0c6l8yZFRDvvzFML3bKIw9ZIGHlq9mv8ebDAqU3q2rje8&#10;+ageNOjvPAOmIzS1enB/EAZNvktOly5xZCkEi6TIQ+glCltZfuVsyAJPvVxW2thPTA7IGRXWUExf&#10;N3IEJPPRlyNw7/V5Z9lpN3k50qh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ftwcc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4144" behindDoc="0" locked="0" layoutInCell="1" allowOverlap="1" wp14:anchorId="4FC95823" wp14:editId="7A470889">
                      <wp:simplePos x="0" y="0"/>
                      <wp:positionH relativeFrom="column">
                        <wp:posOffset>1295400</wp:posOffset>
                      </wp:positionH>
                      <wp:positionV relativeFrom="paragraph">
                        <wp:posOffset>431800</wp:posOffset>
                      </wp:positionV>
                      <wp:extent cx="1003300" cy="698500"/>
                      <wp:effectExtent l="0" t="0" r="0" b="0"/>
                      <wp:wrapNone/>
                      <wp:docPr id="2534" name="Rectangle 253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4" o:spid="_x0000_s1446" style="position:absolute;margin-left:102pt;margin-top:34pt;width:79pt;height:55pt;z-index:25229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jSD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b&#10;JMVIkAG69AXqRkTbMzRHO17XzPXXc2ST/WSsYwvWzPJHlmySzSYrFnGy3S3S9CFZFGFRLLZpuM2y&#10;3S7Pbrc/3e0oLYG5IvYB7s59h9jfETq3fi6VLzkyymF/mUL4XkwUpoVraeChXf4ebDAqU3q2Thve&#10;fFZPGg47z4DpCE2NHtwfGoMmr5LTVSWOLIVgkRR5CFqisJXlN86en7xcVtrYD0wOyBkV1lBMXzdy&#10;BCTz0csRgPj6vLPstJ98O9LYp3W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g2NIM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5168" behindDoc="0" locked="0" layoutInCell="1" allowOverlap="1" wp14:anchorId="121F5719" wp14:editId="575D2024">
                      <wp:simplePos x="0" y="0"/>
                      <wp:positionH relativeFrom="column">
                        <wp:posOffset>1295400</wp:posOffset>
                      </wp:positionH>
                      <wp:positionV relativeFrom="paragraph">
                        <wp:posOffset>431800</wp:posOffset>
                      </wp:positionV>
                      <wp:extent cx="1003300" cy="698500"/>
                      <wp:effectExtent l="0" t="0" r="0" b="0"/>
                      <wp:wrapNone/>
                      <wp:docPr id="2535" name="Rectangle 25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5" o:spid="_x0000_s1447" style="position:absolute;margin-left:102pt;margin-top:34pt;width:79pt;height:55pt;z-index:25229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Jke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ssJIkAFU+gJ1I+LQMzRHO940zOnrObLJfjLWsQVrZvkjSzbJZpMVizjZ7hZpep8sirAoFts03GbZ&#10;bpdnN9uf7naUlsBcEXsPd2fdIfZ3hC7Sz6XyJUdGOezPUwjfs4nC1EsaeGj1ev57sMGoTOnZut7w&#10;5pN61KC/8wyYjtDU6sH9QRg0+S45X7vEkaUQLJIiD6GXKGxl+crZkAWeermstLEfmByQMyqsoZi+&#10;buQESOajL0fg3uvzzrLTfvJypHH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ZCZH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6192" behindDoc="0" locked="0" layoutInCell="1" allowOverlap="1" wp14:anchorId="2AA6D88D" wp14:editId="5DCE5A09">
                      <wp:simplePos x="0" y="0"/>
                      <wp:positionH relativeFrom="column">
                        <wp:posOffset>1295400</wp:posOffset>
                      </wp:positionH>
                      <wp:positionV relativeFrom="paragraph">
                        <wp:posOffset>431800</wp:posOffset>
                      </wp:positionV>
                      <wp:extent cx="1003300" cy="698500"/>
                      <wp:effectExtent l="0" t="0" r="0" b="0"/>
                      <wp:wrapNone/>
                      <wp:docPr id="2536" name="Rectangle 25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6" o:spid="_x0000_s1448" style="position:absolute;margin-left:102pt;margin-top:34pt;width:79pt;height:55pt;z-index:25229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fu8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kmEkyAAqfYO6EbHvGZqjHW8a5vT1HNlkvxjr2II1s/yZJetkvc6KRZxstos0vUsWRVgUi00abrJs&#10;u82z680vdztKS2CuiL2Du7PuEHsfobP0c6l8yZFRDvvzFML3bKIw9ZIGHlq9mv8ebDAqU3q2rje8&#10;+ageNOjvPAOmIzS1enB/EAZNvktOly5xZCkEi6TIQ+glCltZfuVsyAJPvVxW2thPTA7IGRXWUExf&#10;N3IEJPPRlyNw7/V5Z9lpN3k50jh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iB+7w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7216" behindDoc="0" locked="0" layoutInCell="1" allowOverlap="1" wp14:anchorId="5060E9AE" wp14:editId="30F18CF5">
                      <wp:simplePos x="0" y="0"/>
                      <wp:positionH relativeFrom="column">
                        <wp:posOffset>1295400</wp:posOffset>
                      </wp:positionH>
                      <wp:positionV relativeFrom="paragraph">
                        <wp:posOffset>431800</wp:posOffset>
                      </wp:positionV>
                      <wp:extent cx="1003300" cy="698500"/>
                      <wp:effectExtent l="0" t="0" r="0" b="0"/>
                      <wp:wrapNone/>
                      <wp:docPr id="2537" name="Rectangle 253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7" o:spid="_x0000_s1449" style="position:absolute;margin-left:102pt;margin-top:34pt;width:79pt;height:55pt;z-index:25229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Yh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kgVGgvTQpW9QNyL2HUNTtOV1zVx/PUc22i/GOrZgTSx/Zsk6Wa+zYhYnm+0sTe+TWREWxWyThpss&#10;227zbLH55W5HaQnMFbH3cHfqO8TeR+jc+qlUvuTIKIf9ZQzhezFRmBaupYGHdvl7sMGgTOnZOm14&#10;80k9ajjsPAOmIzQ2und/aAwavUpOV5U4shSCRVLkIWiJwlaW3zh7evJyWWljPzHZI2dUWEMxfd3I&#10;EZBMRy9HAOLr886y42707Ujjx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JJ1Yh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8240" behindDoc="0" locked="0" layoutInCell="1" allowOverlap="1" wp14:anchorId="3DB95730" wp14:editId="0A52B185">
                      <wp:simplePos x="0" y="0"/>
                      <wp:positionH relativeFrom="column">
                        <wp:posOffset>1295400</wp:posOffset>
                      </wp:positionH>
                      <wp:positionV relativeFrom="paragraph">
                        <wp:posOffset>431800</wp:posOffset>
                      </wp:positionV>
                      <wp:extent cx="1003300" cy="698500"/>
                      <wp:effectExtent l="0" t="0" r="0" b="0"/>
                      <wp:wrapNone/>
                      <wp:docPr id="2538" name="Rectangle 25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8" o:spid="_x0000_s1450" style="position:absolute;margin-left:102pt;margin-top:34pt;width:79pt;height:55pt;z-index:25229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Y2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AloJMoBK36BuROx7huZox5uGOX09RzbZL8Y6tmDNLH9myTpZr7NiESeb7SJN75JFERbFYpOGmyzb&#10;bvPsevPL3Y7SEpgrYu/g7qw7xN5H6Cz9XCpfcmSUw/48hfA9myhMvaSBh1av5r8HG4zKlJ6t6w1v&#10;PqoHDfo7z4DpCE2tHtwfhEGT75LTpUscWQrBIinyEHqJwlaWXzkbssBTL5eVNvYTkwNyRoU1FNPX&#10;jRwByXz05Qjce33eWXbaTV6ONE5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pmNg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9264" behindDoc="0" locked="0" layoutInCell="1" allowOverlap="1" wp14:anchorId="2170F011" wp14:editId="04B69139">
                      <wp:simplePos x="0" y="0"/>
                      <wp:positionH relativeFrom="column">
                        <wp:posOffset>1295400</wp:posOffset>
                      </wp:positionH>
                      <wp:positionV relativeFrom="paragraph">
                        <wp:posOffset>431800</wp:posOffset>
                      </wp:positionV>
                      <wp:extent cx="1003300" cy="698500"/>
                      <wp:effectExtent l="0" t="0" r="0" b="0"/>
                      <wp:wrapNone/>
                      <wp:docPr id="2539" name="Rectangle 25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9" o:spid="_x0000_s1451" style="position:absolute;margin-left:102pt;margin-top:34pt;width:79pt;height:55pt;z-index:25229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4NW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mAkyAAqfYG6EXHoGZqjHW8a5vT1HNlkPxnr2II1s/yRJZtks8mKRZxsd4s0vU8WRVgUi20abrNs&#10;t8uzm+1PdztKS2CuiL2Hu7PuEPs7Qhfp51L5kiOjHPbnKYTv2URh6iUNPLR6Pf892GBUpvRsXW94&#10;80k9atDfeQZMR2hq9eD+IAyafJecr13iyFIIFkmRh9BLFLayfOVsyAJPvVxW2tgPTA7IGRXWUExf&#10;N3ICJPPRlyNw7/V5Z9lpP3k50nj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Zrg1Y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0288" behindDoc="0" locked="0" layoutInCell="1" allowOverlap="1" wp14:anchorId="6AEDF166" wp14:editId="4552D103">
                      <wp:simplePos x="0" y="0"/>
                      <wp:positionH relativeFrom="column">
                        <wp:posOffset>1295400</wp:posOffset>
                      </wp:positionH>
                      <wp:positionV relativeFrom="paragraph">
                        <wp:posOffset>431800</wp:posOffset>
                      </wp:positionV>
                      <wp:extent cx="1003300" cy="698500"/>
                      <wp:effectExtent l="0" t="0" r="0" b="0"/>
                      <wp:wrapNone/>
                      <wp:docPr id="2540" name="Rectangle 254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0" o:spid="_x0000_s1452" style="position:absolute;margin-left:102pt;margin-top:34pt;width:79pt;height:55pt;z-index:25230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Srpz0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1312" behindDoc="0" locked="0" layoutInCell="1" allowOverlap="1" wp14:anchorId="15293CC7" wp14:editId="6A0D6C37">
                      <wp:simplePos x="0" y="0"/>
                      <wp:positionH relativeFrom="column">
                        <wp:posOffset>1295400</wp:posOffset>
                      </wp:positionH>
                      <wp:positionV relativeFrom="paragraph">
                        <wp:posOffset>431800</wp:posOffset>
                      </wp:positionV>
                      <wp:extent cx="1003300" cy="698500"/>
                      <wp:effectExtent l="0" t="0" r="0" b="0"/>
                      <wp:wrapNone/>
                      <wp:docPr id="2541" name="Rectangle 25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1" o:spid="_x0000_s1453" style="position:absolute;margin-left:102pt;margin-top:34pt;width:79pt;height:55pt;z-index:25230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Qqg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NMJIkAFU+gJ1I+LQMzRHO940zOnrObLJfjLWsQVrZvkjSzbJZpMVizjZ7hZpep8sirAoFts03GbZ&#10;bpdnq+1PdztKS2CuiL2Hu7PuEPs7Qhfp51L5kiOjHPbnKYTv2URh6iUNPLR6Pf892GBUpvRsXW94&#10;80k9atDfeQZMR2hq9eD+IAyafJecr13iyFIIFkmRh9BLFLay/MbZkAWeermstLEfmByQMyqsoZi+&#10;buQESOajL0fg3uvzzrLTfvJypPH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UNCqA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2336" behindDoc="0" locked="0" layoutInCell="1" allowOverlap="1" wp14:anchorId="1FFD7697" wp14:editId="59BB34F4">
                      <wp:simplePos x="0" y="0"/>
                      <wp:positionH relativeFrom="column">
                        <wp:posOffset>1295400</wp:posOffset>
                      </wp:positionH>
                      <wp:positionV relativeFrom="paragraph">
                        <wp:posOffset>431800</wp:posOffset>
                      </wp:positionV>
                      <wp:extent cx="1003300" cy="698500"/>
                      <wp:effectExtent l="0" t="0" r="0" b="0"/>
                      <wp:wrapNone/>
                      <wp:docPr id="2542" name="Rectangle 25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2" o:spid="_x0000_s1454" style="position:absolute;margin-left:102pt;margin-top:34pt;width:79pt;height:55pt;z-index:25230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Gn4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HBp+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3360" behindDoc="0" locked="0" layoutInCell="1" allowOverlap="1" wp14:anchorId="7DEB5405" wp14:editId="48034CC9">
                      <wp:simplePos x="0" y="0"/>
                      <wp:positionH relativeFrom="column">
                        <wp:posOffset>1295400</wp:posOffset>
                      </wp:positionH>
                      <wp:positionV relativeFrom="paragraph">
                        <wp:posOffset>431800</wp:posOffset>
                      </wp:positionV>
                      <wp:extent cx="1003300" cy="698500"/>
                      <wp:effectExtent l="0" t="0" r="0" b="0"/>
                      <wp:wrapNone/>
                      <wp:docPr id="2543" name="Rectangle 254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3" o:spid="_x0000_s1455" style="position:absolute;margin-left:102pt;margin-top:34pt;width:79pt;height:55pt;z-index:25230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sRl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b&#10;NMFIkAG69AXqRkTbMzRHO17XzPXXc2ST/WSsYwvWzPJHlmySzSYrFnGy3S3S9CFZFGFRLLZpuM2y&#10;3S7Pbrc/3e0oLYG5IvYB7s59h9jfETq3fi6VLzkyymF/mUL4XkwUpoVraeChXf4ebDAqU3q2Thve&#10;fFZPGg47z4DpCE2NHtwfGoMmr5LTVSWOLIVgkRR5CFqisJXlN86en7xcVtrYD0wOyBkV1lBMXzdy&#10;BCTz0csRgPj6vLPstJ98O9LYM3G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nWxGU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4384" behindDoc="0" locked="0" layoutInCell="1" allowOverlap="1" wp14:anchorId="41A5965B" wp14:editId="08860B03">
                      <wp:simplePos x="0" y="0"/>
                      <wp:positionH relativeFrom="column">
                        <wp:posOffset>1295400</wp:posOffset>
                      </wp:positionH>
                      <wp:positionV relativeFrom="paragraph">
                        <wp:posOffset>431800</wp:posOffset>
                      </wp:positionV>
                      <wp:extent cx="1003300" cy="698500"/>
                      <wp:effectExtent l="0" t="0" r="0" b="0"/>
                      <wp:wrapNone/>
                      <wp:docPr id="2544" name="Rectangle 25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4" o:spid="_x0000_s1456" style="position:absolute;margin-left:102pt;margin-top:34pt;width:79pt;height:55pt;z-index:25230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ly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mmIkyAAqfYO6EbHvGZqjHW8a5vT1HNlkvxjr2II1s/yZJetkvc6KRZxstos0vUsWRVgUi00abrJs&#10;u82z680vdztKS2CuiL2Du7PuEHsfobP0c6l8yZFRDvvzFML3bKIw9ZIGHlq9mv8ebDAqU3q2rje8&#10;+ageNOjvPAOmIzS1enB/EAZNvktOly5xZCkEi6TIQ+glCltZfuVsyAJPvVxW2thPTA7IGRXWUExf&#10;N3IEJPPRlyNw7/V5Z9lpN3k50sS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256pc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5408" behindDoc="0" locked="0" layoutInCell="1" allowOverlap="1" wp14:anchorId="19611F6D" wp14:editId="3DFF47F4">
                      <wp:simplePos x="0" y="0"/>
                      <wp:positionH relativeFrom="column">
                        <wp:posOffset>1295400</wp:posOffset>
                      </wp:positionH>
                      <wp:positionV relativeFrom="paragraph">
                        <wp:posOffset>431800</wp:posOffset>
                      </wp:positionV>
                      <wp:extent cx="1003300" cy="698500"/>
                      <wp:effectExtent l="0" t="0" r="0" b="0"/>
                      <wp:wrapNone/>
                      <wp:docPr id="2545" name="Rectangle 25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5" o:spid="_x0000_s1457" style="position:absolute;margin-left:102pt;margin-top:34pt;width:79pt;height:55pt;z-index:25230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Kel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sJIkAFU+gJ1I+LQMzRHO940zOnrObLJfjLWsQVrZvkjSzbJZpMVizjZ7hZpep8sirAoFts03GbZ&#10;bpdnN9uf7naUlsBcEXsPd2fdIfZ3hC7Sz6XyJUdGOezPUwjfs4nC1EsaeGj1ev57sMGoTOnZut7w&#10;5pN61KC/8wyYjtDU6sH9QRg0+S45X7vEkaUQLJIiD6GXKGxl+crZkAWeermstLEfmByQMyqsoZi+&#10;buQESOajL0fg3uvzzrLTfvJypEn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2ynp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p>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306432" behindDoc="0" locked="0" layoutInCell="1" allowOverlap="1" wp14:anchorId="05782DB1" wp14:editId="6E7D8ECE">
                      <wp:simplePos x="0" y="0"/>
                      <wp:positionH relativeFrom="column">
                        <wp:posOffset>1320800</wp:posOffset>
                      </wp:positionH>
                      <wp:positionV relativeFrom="paragraph">
                        <wp:posOffset>431800</wp:posOffset>
                      </wp:positionV>
                      <wp:extent cx="1003300" cy="698500"/>
                      <wp:effectExtent l="0" t="0" r="0" b="0"/>
                      <wp:wrapNone/>
                      <wp:docPr id="2546" name="Rectangle 254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6" o:spid="_x0000_s1458" style="position:absolute;margin-left:104pt;margin-top:34pt;width:79pt;height:55pt;z-index:25230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eFbQYh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7456" behindDoc="0" locked="0" layoutInCell="1" allowOverlap="1" wp14:anchorId="61DC54D1" wp14:editId="5CAEC9FD">
                      <wp:simplePos x="0" y="0"/>
                      <wp:positionH relativeFrom="column">
                        <wp:posOffset>1320800</wp:posOffset>
                      </wp:positionH>
                      <wp:positionV relativeFrom="paragraph">
                        <wp:posOffset>431800</wp:posOffset>
                      </wp:positionV>
                      <wp:extent cx="1003300" cy="698500"/>
                      <wp:effectExtent l="0" t="0" r="0" b="0"/>
                      <wp:wrapNone/>
                      <wp:docPr id="2547" name="Rectangle 25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7" o:spid="_x0000_s1459" style="position:absolute;margin-left:104pt;margin-top:34pt;width:79pt;height:55pt;z-index:25230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H3/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fB9/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8480" behindDoc="0" locked="0" layoutInCell="1" allowOverlap="1" wp14:anchorId="3887D69D" wp14:editId="4E41077F">
                      <wp:simplePos x="0" y="0"/>
                      <wp:positionH relativeFrom="column">
                        <wp:posOffset>1320800</wp:posOffset>
                      </wp:positionH>
                      <wp:positionV relativeFrom="paragraph">
                        <wp:posOffset>431800</wp:posOffset>
                      </wp:positionV>
                      <wp:extent cx="1003300" cy="698500"/>
                      <wp:effectExtent l="0" t="0" r="0" b="0"/>
                      <wp:wrapNone/>
                      <wp:docPr id="2548" name="Rectangle 25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8" o:spid="_x0000_s1460" style="position:absolute;margin-left:104pt;margin-top:34pt;width:79pt;height:55pt;z-index:25230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pxoFF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9504" behindDoc="0" locked="0" layoutInCell="1" allowOverlap="1" wp14:anchorId="2FC97166" wp14:editId="5E101CDC">
                      <wp:simplePos x="0" y="0"/>
                      <wp:positionH relativeFrom="column">
                        <wp:posOffset>1320800</wp:posOffset>
                      </wp:positionH>
                      <wp:positionV relativeFrom="paragraph">
                        <wp:posOffset>431800</wp:posOffset>
                      </wp:positionV>
                      <wp:extent cx="1003300" cy="698500"/>
                      <wp:effectExtent l="0" t="0" r="0" b="0"/>
                      <wp:wrapNone/>
                      <wp:docPr id="2549" name="Rectangle 254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9" o:spid="_x0000_s1461" style="position:absolute;margin-left:104pt;margin-top:34pt;width:79pt;height:55pt;z-index:25230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KiI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WvKiI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0528" behindDoc="0" locked="0" layoutInCell="1" allowOverlap="1" wp14:anchorId="2B3016B7" wp14:editId="6EE42872">
                      <wp:simplePos x="0" y="0"/>
                      <wp:positionH relativeFrom="column">
                        <wp:posOffset>1320800</wp:posOffset>
                      </wp:positionH>
                      <wp:positionV relativeFrom="paragraph">
                        <wp:posOffset>431800</wp:posOffset>
                      </wp:positionV>
                      <wp:extent cx="1003300" cy="698500"/>
                      <wp:effectExtent l="0" t="0" r="0" b="0"/>
                      <wp:wrapNone/>
                      <wp:docPr id="2550" name="Rectangle 25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0" o:spid="_x0000_s1462" style="position:absolute;margin-left:104pt;margin-top:34pt;width:79pt;height:55pt;z-index:25231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wts44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1552" behindDoc="0" locked="0" layoutInCell="1" allowOverlap="1" wp14:anchorId="41F07F92" wp14:editId="425ADC14">
                      <wp:simplePos x="0" y="0"/>
                      <wp:positionH relativeFrom="column">
                        <wp:posOffset>1320800</wp:posOffset>
                      </wp:positionH>
                      <wp:positionV relativeFrom="paragraph">
                        <wp:posOffset>431800</wp:posOffset>
                      </wp:positionV>
                      <wp:extent cx="1003300" cy="698500"/>
                      <wp:effectExtent l="0" t="0" r="0" b="0"/>
                      <wp:wrapNone/>
                      <wp:docPr id="2551" name="Rectangle 25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1" o:spid="_x0000_s1463" style="position:absolute;margin-left:104pt;margin-top:34pt;width:79pt;height:55pt;z-index:25231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71ZHgIAAA0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zfvVk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2576" behindDoc="0" locked="0" layoutInCell="1" allowOverlap="1" wp14:anchorId="32B9D584" wp14:editId="1E40F229">
                      <wp:simplePos x="0" y="0"/>
                      <wp:positionH relativeFrom="column">
                        <wp:posOffset>1320800</wp:posOffset>
                      </wp:positionH>
                      <wp:positionV relativeFrom="paragraph">
                        <wp:posOffset>431800</wp:posOffset>
                      </wp:positionV>
                      <wp:extent cx="1003300" cy="698500"/>
                      <wp:effectExtent l="0" t="0" r="0" b="0"/>
                      <wp:wrapNone/>
                      <wp:docPr id="2552" name="Rectangle 255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2" o:spid="_x0000_s1464" style="position:absolute;margin-left:104pt;margin-top:34pt;width:79pt;height:55pt;z-index:25231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w9n1L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3600" behindDoc="0" locked="0" layoutInCell="1" allowOverlap="1" wp14:anchorId="3C96D421" wp14:editId="0154C98A">
                      <wp:simplePos x="0" y="0"/>
                      <wp:positionH relativeFrom="column">
                        <wp:posOffset>1320800</wp:posOffset>
                      </wp:positionH>
                      <wp:positionV relativeFrom="paragraph">
                        <wp:posOffset>431800</wp:posOffset>
                      </wp:positionV>
                      <wp:extent cx="1003300" cy="698500"/>
                      <wp:effectExtent l="0" t="0" r="0" b="0"/>
                      <wp:wrapNone/>
                      <wp:docPr id="2553" name="Rectangle 25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3" o:spid="_x0000_s1465" style="position:absolute;margin-left:104pt;margin-top:34pt;width:79pt;height:55pt;z-index:25231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NDW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ukoxkrSHLn2DulG57ziaoq2oa+77Gzjy0X2xzrMFa2L5M0/X6XqdF7Mk3WxnWXaXzgpSFLNNRjZ5&#10;vt0u8uvNL387zkpgrqm7g7tT3yH2PkLn1k+lCiVHVnvszyOB79nGJAstjQK01XL6B7DRoG0Z2Hpt&#10;BPNRPxjov/csmJ7Q2Jje/6ExaAwqOV1U4skyCBZpsSCgJQZbeUFImnoVwVMvl7Wx7hNXPfJGhQ0U&#10;M9SNHgHJdPTlCNx7fd5bbtyNoR1ZW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MFQ0NY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4624" behindDoc="0" locked="0" layoutInCell="1" allowOverlap="1" wp14:anchorId="2CC4548D" wp14:editId="02EC7F84">
                      <wp:simplePos x="0" y="0"/>
                      <wp:positionH relativeFrom="column">
                        <wp:posOffset>1320800</wp:posOffset>
                      </wp:positionH>
                      <wp:positionV relativeFrom="paragraph">
                        <wp:posOffset>431800</wp:posOffset>
                      </wp:positionV>
                      <wp:extent cx="1003300" cy="698500"/>
                      <wp:effectExtent l="0" t="0" r="0" b="0"/>
                      <wp:wrapNone/>
                      <wp:docPr id="2554" name="Rectangle 25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4" o:spid="_x0000_s1466" style="position:absolute;margin-left:104pt;margin-top:34pt;width:79pt;height:55pt;z-index:25231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d/HQ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1fm3f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5648" behindDoc="0" locked="0" layoutInCell="1" allowOverlap="1" wp14:anchorId="45E4A536" wp14:editId="6FA2D7EE">
                      <wp:simplePos x="0" y="0"/>
                      <wp:positionH relativeFrom="column">
                        <wp:posOffset>1320800</wp:posOffset>
                      </wp:positionH>
                      <wp:positionV relativeFrom="paragraph">
                        <wp:posOffset>431800</wp:posOffset>
                      </wp:positionV>
                      <wp:extent cx="1003300" cy="698500"/>
                      <wp:effectExtent l="0" t="0" r="0" b="0"/>
                      <wp:wrapNone/>
                      <wp:docPr id="2555" name="Rectangle 255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5" o:spid="_x0000_s1467" style="position:absolute;margin-left:104pt;margin-top:34pt;width:79pt;height:55pt;z-index:25231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CRfGuI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6672" behindDoc="0" locked="0" layoutInCell="1" allowOverlap="1" wp14:anchorId="5542AD50" wp14:editId="79FFA69B">
                      <wp:simplePos x="0" y="0"/>
                      <wp:positionH relativeFrom="column">
                        <wp:posOffset>1320800</wp:posOffset>
                      </wp:positionH>
                      <wp:positionV relativeFrom="paragraph">
                        <wp:posOffset>431800</wp:posOffset>
                      </wp:positionV>
                      <wp:extent cx="1003300" cy="698500"/>
                      <wp:effectExtent l="0" t="0" r="0" b="0"/>
                      <wp:wrapNone/>
                      <wp:docPr id="2556" name="Rectangle 25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6" o:spid="_x0000_s1468" style="position:absolute;margin-left:104pt;margin-top:34pt;width:79pt;height:55pt;z-index:25231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tsK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usoxkrSHLn2DulG57ziaoq2oa+77Gzjy0X2xzrMFa2L5M0/X6XqdF7Mk3WxnWXaXzgpSFLNNRjZ5&#10;vt0u8uvNL387zkpgrqm7g7tT3yH2PkLn1k+lCiVHVnvszyOB79nGJAstjQK01XL6B7DRoG0Z2Hpt&#10;BPNRPxjov/csmJ7Q2Jje/6ExaAwqOV1U4skyCBZpsSCgJQZbeUFImnoVwVMvl7Wx7hNXPfJGhQ0U&#10;M9SNHgHJdPTlCNx7fd5bbtyNoR1Zl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Qa2wo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7696" behindDoc="0" locked="0" layoutInCell="1" allowOverlap="1" wp14:anchorId="5FA792A0" wp14:editId="3AB0E9F4">
                      <wp:simplePos x="0" y="0"/>
                      <wp:positionH relativeFrom="column">
                        <wp:posOffset>1320800</wp:posOffset>
                      </wp:positionH>
                      <wp:positionV relativeFrom="paragraph">
                        <wp:posOffset>431800</wp:posOffset>
                      </wp:positionV>
                      <wp:extent cx="1003300" cy="698500"/>
                      <wp:effectExtent l="0" t="0" r="0" b="0"/>
                      <wp:wrapNone/>
                      <wp:docPr id="2557" name="Rectangle 25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7" o:spid="_x0000_s1469" style="position:absolute;margin-left:104pt;margin-top:34pt;width:79pt;height:55pt;z-index:25231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NXdHgIAAA0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To1d0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8720" behindDoc="0" locked="0" layoutInCell="1" allowOverlap="1" wp14:anchorId="300C09B6" wp14:editId="58DD5D50">
                      <wp:simplePos x="0" y="0"/>
                      <wp:positionH relativeFrom="column">
                        <wp:posOffset>1320800</wp:posOffset>
                      </wp:positionH>
                      <wp:positionV relativeFrom="paragraph">
                        <wp:posOffset>431800</wp:posOffset>
                      </wp:positionV>
                      <wp:extent cx="1003300" cy="698500"/>
                      <wp:effectExtent l="0" t="0" r="0" b="0"/>
                      <wp:wrapNone/>
                      <wp:docPr id="2558" name="Rectangle 255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8" o:spid="_x0000_s1470" style="position:absolute;margin-left:104pt;margin-top:34pt;width:79pt;height:55pt;z-index:25231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AtWDn0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9744" behindDoc="0" locked="0" layoutInCell="1" allowOverlap="1" wp14:anchorId="3F51A9DE" wp14:editId="3AEE8164">
                      <wp:simplePos x="0" y="0"/>
                      <wp:positionH relativeFrom="column">
                        <wp:posOffset>1320800</wp:posOffset>
                      </wp:positionH>
                      <wp:positionV relativeFrom="paragraph">
                        <wp:posOffset>431800</wp:posOffset>
                      </wp:positionV>
                      <wp:extent cx="1003300" cy="698500"/>
                      <wp:effectExtent l="0" t="0" r="0" b="0"/>
                      <wp:wrapNone/>
                      <wp:docPr id="2559" name="Rectangle 25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9" o:spid="_x0000_s1471" style="position:absolute;margin-left:104pt;margin-top:34pt;width:79pt;height:55pt;z-index:25231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KPg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Prwo+A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0768" behindDoc="0" locked="0" layoutInCell="1" allowOverlap="1" wp14:anchorId="6AE6A7B3" wp14:editId="2DBC7E15">
                      <wp:simplePos x="0" y="0"/>
                      <wp:positionH relativeFrom="column">
                        <wp:posOffset>1320800</wp:posOffset>
                      </wp:positionH>
                      <wp:positionV relativeFrom="paragraph">
                        <wp:posOffset>431800</wp:posOffset>
                      </wp:positionV>
                      <wp:extent cx="1003300" cy="698500"/>
                      <wp:effectExtent l="0" t="0" r="0" b="0"/>
                      <wp:wrapNone/>
                      <wp:docPr id="2560" name="Rectangle 25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0" o:spid="_x0000_s1472" style="position:absolute;margin-left:104pt;margin-top:34pt;width:79pt;height:55pt;z-index:25232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IHgIAAA0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n68Yg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1792" behindDoc="0" locked="0" layoutInCell="1" allowOverlap="1" wp14:anchorId="333DAF71" wp14:editId="60804449">
                      <wp:simplePos x="0" y="0"/>
                      <wp:positionH relativeFrom="column">
                        <wp:posOffset>1320800</wp:posOffset>
                      </wp:positionH>
                      <wp:positionV relativeFrom="paragraph">
                        <wp:posOffset>431800</wp:posOffset>
                      </wp:positionV>
                      <wp:extent cx="1003300" cy="698500"/>
                      <wp:effectExtent l="0" t="0" r="0" b="0"/>
                      <wp:wrapNone/>
                      <wp:docPr id="2561" name="Rectangle 256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1" o:spid="_x0000_s1473" style="position:absolute;margin-left:104pt;margin-top:34pt;width:79pt;height:55pt;z-index:25232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FwV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oXFwV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2816" behindDoc="0" locked="0" layoutInCell="1" allowOverlap="1" wp14:anchorId="33C8943D" wp14:editId="30EBBB55">
                      <wp:simplePos x="0" y="0"/>
                      <wp:positionH relativeFrom="column">
                        <wp:posOffset>1320800</wp:posOffset>
                      </wp:positionH>
                      <wp:positionV relativeFrom="paragraph">
                        <wp:posOffset>431800</wp:posOffset>
                      </wp:positionV>
                      <wp:extent cx="1003300" cy="698500"/>
                      <wp:effectExtent l="0" t="0" r="0" b="0"/>
                      <wp:wrapNone/>
                      <wp:docPr id="2562" name="Rectangle 25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2" o:spid="_x0000_s1474" style="position:absolute;margin-left:104pt;margin-top:34pt;width:79pt;height:55pt;z-index:25232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ZwH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Hy&#10;IU8wknQAlb5C3ag89BzN0U40Dff6Bo58cp+t82zBmln+zNNNutnk5SJJt7tFlt2mi5KU5WKbkW2e&#10;73ZFfrX95W/HWQXMNXW3cHfWHWJ/R+gs/VyqUHJktcf+OBH4Hm1MsiBpFKCtV/M/gI1GbavA1vdG&#10;MB/0vQH9vWfB9ISm1gz+D8KgKXTJ06VLPFkGwTItCwK9xGArLwlJU99F8NTLZW2s+8jVgLxRYwPF&#10;DHWjJ0AyH305Avden/eWm/ZTkCPLCp/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LR1nAc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3840" behindDoc="0" locked="0" layoutInCell="1" allowOverlap="1" wp14:anchorId="5E7E772E" wp14:editId="34AF0E9B">
                      <wp:simplePos x="0" y="0"/>
                      <wp:positionH relativeFrom="column">
                        <wp:posOffset>1320800</wp:posOffset>
                      </wp:positionH>
                      <wp:positionV relativeFrom="paragraph">
                        <wp:posOffset>431800</wp:posOffset>
                      </wp:positionV>
                      <wp:extent cx="1003300" cy="698500"/>
                      <wp:effectExtent l="0" t="0" r="0" b="0"/>
                      <wp:wrapNone/>
                      <wp:docPr id="2563" name="Rectangle 25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3" o:spid="_x0000_s1475" style="position:absolute;margin-left:104pt;margin-top:34pt;width:79pt;height:55pt;z-index:25232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5LQHg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SHktA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4864" behindDoc="0" locked="0" layoutInCell="1" allowOverlap="1" wp14:anchorId="3AD0238E" wp14:editId="5DF0D0DB">
                      <wp:simplePos x="0" y="0"/>
                      <wp:positionH relativeFrom="column">
                        <wp:posOffset>1320800</wp:posOffset>
                      </wp:positionH>
                      <wp:positionV relativeFrom="paragraph">
                        <wp:posOffset>431800</wp:posOffset>
                      </wp:positionV>
                      <wp:extent cx="1003300" cy="698500"/>
                      <wp:effectExtent l="0" t="0" r="0" b="0"/>
                      <wp:wrapNone/>
                      <wp:docPr id="2564" name="Rectangle 256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4" o:spid="_x0000_s1476" style="position:absolute;margin-left:104pt;margin-top:34pt;width:79pt;height:55pt;z-index:25232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H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k2cYSdpDl75A3ajcdxxN0VbUNff9DRz56D5Z59mCNbH8kafrdL3Oi1mSbrazLHtIZwUpitkmI5s8&#10;324X+e3mp78dZyUw19Q9wN2p7xD7O0Ln1k+lCiVHVnvsLyOB78XGJCt8S6MA7fIPYKNB2zKw9doI&#10;5rN+MnDYexZMT2hsTO//0Bg0BpWcrirxZBkEi7RYENASg628ICRNz09eLmtj3QeueuSNChsoZqgb&#10;PQKSCd3lCEB8fd5bbtyNoR3ZTRCn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bP/8c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5888" behindDoc="0" locked="0" layoutInCell="1" allowOverlap="1" wp14:anchorId="7A894C54" wp14:editId="00422C81">
                      <wp:simplePos x="0" y="0"/>
                      <wp:positionH relativeFrom="column">
                        <wp:posOffset>1320800</wp:posOffset>
                      </wp:positionH>
                      <wp:positionV relativeFrom="paragraph">
                        <wp:posOffset>431800</wp:posOffset>
                      </wp:positionV>
                      <wp:extent cx="1003300" cy="698500"/>
                      <wp:effectExtent l="0" t="0" r="0" b="0"/>
                      <wp:wrapNone/>
                      <wp:docPr id="2565" name="Rectangle 25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5" o:spid="_x0000_s1477" style="position:absolute;margin-left:104pt;margin-top:34pt;width:79pt;height:55pt;z-index:25232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VJa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dpUlo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6912" behindDoc="0" locked="0" layoutInCell="1" allowOverlap="1" wp14:anchorId="05B1F941" wp14:editId="17B3E26C">
                      <wp:simplePos x="0" y="0"/>
                      <wp:positionH relativeFrom="column">
                        <wp:posOffset>1320800</wp:posOffset>
                      </wp:positionH>
                      <wp:positionV relativeFrom="paragraph">
                        <wp:posOffset>431800</wp:posOffset>
                      </wp:positionV>
                      <wp:extent cx="1003300" cy="698500"/>
                      <wp:effectExtent l="0" t="0" r="0" b="0"/>
                      <wp:wrapNone/>
                      <wp:docPr id="2566" name="Rectangle 25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6" o:spid="_x0000_s1478" style="position:absolute;margin-left:104pt;margin-top:34pt;width:79pt;height:55pt;z-index:25232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DD4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ynOMJO2hS9+gblTuO46maCvqmvv+Bo58dF+s82zBmlj+zNN1ul7nxSxJN9tZlt2ls4IUxWyTkU2e&#10;b7eL/Hrzy9+OsxKYa+ru4O7Ud4i9j9C59VOpQsmR1R7780jge7YxyUJLowBttZz+AWw0aFsGtl4b&#10;wXzUDwb67z0Lpic0Nqb3f2gMGoNKTheVeLIMgkVaLAhoicFWXhCSpl5F8NTLZW2s+8RVj7xRYQPF&#10;DHWjR0AyHX05Avden/eWG3djaEd2lf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Z4MPg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7936" behindDoc="0" locked="0" layoutInCell="1" allowOverlap="1" wp14:anchorId="6B0206BC" wp14:editId="47C9487B">
                      <wp:simplePos x="0" y="0"/>
                      <wp:positionH relativeFrom="column">
                        <wp:posOffset>1320800</wp:posOffset>
                      </wp:positionH>
                      <wp:positionV relativeFrom="paragraph">
                        <wp:posOffset>431800</wp:posOffset>
                      </wp:positionV>
                      <wp:extent cx="1003300" cy="698500"/>
                      <wp:effectExtent l="0" t="0" r="0" b="0"/>
                      <wp:wrapNone/>
                      <wp:docPr id="2567" name="Rectangle 256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7" o:spid="_x0000_s1479" style="position:absolute;margin-left:104pt;margin-top:34pt;width:79pt;height:55pt;z-index:25232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p1l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k99iJGkPXfoCdaNy33E0RVtR19z3N3Dko/tknWcL1sTyR56u0/U6L2ZJutnOsuwhnRWkKGabjGzy&#10;fLtd5Lebn/52nJXAXFP3AHenvkPs7widWz+VKpQcWe2xv4wEvhcbk6zwLY0CtMs/gI0GbcvA1msj&#10;mM/6ycBh71kwPaGxMb3/Q2PQGFRyuqrEk2UQLNJiQUBLDLbygpA0PT95uayNdR+46pE3KmygmKFu&#10;9AhIJnSXIwDx9XlvuXE3hnZkNyGt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fenWU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8960" behindDoc="0" locked="0" layoutInCell="1" allowOverlap="1" wp14:anchorId="0FEE6164" wp14:editId="471AF07A">
                      <wp:simplePos x="0" y="0"/>
                      <wp:positionH relativeFrom="column">
                        <wp:posOffset>1320800</wp:posOffset>
                      </wp:positionH>
                      <wp:positionV relativeFrom="paragraph">
                        <wp:posOffset>431800</wp:posOffset>
                      </wp:positionV>
                      <wp:extent cx="1003300" cy="698500"/>
                      <wp:effectExtent l="0" t="0" r="0" b="0"/>
                      <wp:wrapNone/>
                      <wp:docPr id="2568" name="Rectangle 25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8" o:spid="_x0000_s1480" style="position:absolute;margin-left:104pt;margin-top:34pt;width:79pt;height:55pt;z-index:25232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GBGx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9984" behindDoc="0" locked="0" layoutInCell="1" allowOverlap="1" wp14:anchorId="6F88462B" wp14:editId="59F8D542">
                      <wp:simplePos x="0" y="0"/>
                      <wp:positionH relativeFrom="column">
                        <wp:posOffset>1320800</wp:posOffset>
                      </wp:positionH>
                      <wp:positionV relativeFrom="paragraph">
                        <wp:posOffset>431800</wp:posOffset>
                      </wp:positionV>
                      <wp:extent cx="1003300" cy="698500"/>
                      <wp:effectExtent l="0" t="0" r="0" b="0"/>
                      <wp:wrapNone/>
                      <wp:docPr id="2569" name="Rectangle 25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9" o:spid="_x0000_s1481" style="position:absolute;margin-left:104pt;margin-top:34pt;width:79pt;height:55pt;z-index:25232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kgS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MiSSBI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1008" behindDoc="0" locked="0" layoutInCell="1" allowOverlap="1" wp14:anchorId="3A1A25B6" wp14:editId="18257DB4">
                      <wp:simplePos x="0" y="0"/>
                      <wp:positionH relativeFrom="column">
                        <wp:posOffset>1295400</wp:posOffset>
                      </wp:positionH>
                      <wp:positionV relativeFrom="paragraph">
                        <wp:posOffset>431800</wp:posOffset>
                      </wp:positionV>
                      <wp:extent cx="1003300" cy="698500"/>
                      <wp:effectExtent l="0" t="0" r="0" b="0"/>
                      <wp:wrapNone/>
                      <wp:docPr id="2570" name="Rectangle 257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0" o:spid="_x0000_s1482" style="position:absolute;margin-left:102pt;margin-top:34pt;width:79pt;height:55pt;z-index:25233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F85Ts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2032" behindDoc="0" locked="0" layoutInCell="1" allowOverlap="1" wp14:anchorId="715419E9" wp14:editId="4272F056">
                      <wp:simplePos x="0" y="0"/>
                      <wp:positionH relativeFrom="column">
                        <wp:posOffset>1295400</wp:posOffset>
                      </wp:positionH>
                      <wp:positionV relativeFrom="paragraph">
                        <wp:posOffset>431800</wp:posOffset>
                      </wp:positionV>
                      <wp:extent cx="1003300" cy="698500"/>
                      <wp:effectExtent l="0" t="0" r="0" b="0"/>
                      <wp:wrapNone/>
                      <wp:docPr id="2571" name="Rectangle 25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1" o:spid="_x0000_s1483" style="position:absolute;margin-left:102pt;margin-top:34pt;width:79pt;height:55pt;z-index:25233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kim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DaSKY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3056" behindDoc="0" locked="0" layoutInCell="1" allowOverlap="1" wp14:anchorId="4E7AF446" wp14:editId="5DFA03E2">
                      <wp:simplePos x="0" y="0"/>
                      <wp:positionH relativeFrom="column">
                        <wp:posOffset>1295400</wp:posOffset>
                      </wp:positionH>
                      <wp:positionV relativeFrom="paragraph">
                        <wp:posOffset>431800</wp:posOffset>
                      </wp:positionV>
                      <wp:extent cx="1003300" cy="698500"/>
                      <wp:effectExtent l="0" t="0" r="0" b="0"/>
                      <wp:wrapNone/>
                      <wp:docPr id="2572" name="Rectangle 25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2" o:spid="_x0000_s1484" style="position:absolute;margin-left:102pt;margin-top:34pt;width:79pt;height:55pt;z-index:25233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yv+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2nK/4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4080" behindDoc="0" locked="0" layoutInCell="1" allowOverlap="1" wp14:anchorId="5B73E8DD" wp14:editId="08B9587B">
                      <wp:simplePos x="0" y="0"/>
                      <wp:positionH relativeFrom="column">
                        <wp:posOffset>1295400</wp:posOffset>
                      </wp:positionH>
                      <wp:positionV relativeFrom="paragraph">
                        <wp:posOffset>431800</wp:posOffset>
                      </wp:positionV>
                      <wp:extent cx="1003300" cy="698500"/>
                      <wp:effectExtent l="0" t="0" r="0" b="0"/>
                      <wp:wrapNone/>
                      <wp:docPr id="2573" name="Rectangle 257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3" o:spid="_x0000_s1485" style="position:absolute;margin-left:102pt;margin-top:34pt;width:79pt;height:55pt;z-index:25233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YZj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wBhmM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5104" behindDoc="0" locked="0" layoutInCell="1" allowOverlap="1" wp14:anchorId="49841344" wp14:editId="6AE3F476">
                      <wp:simplePos x="0" y="0"/>
                      <wp:positionH relativeFrom="column">
                        <wp:posOffset>1295400</wp:posOffset>
                      </wp:positionH>
                      <wp:positionV relativeFrom="paragraph">
                        <wp:posOffset>431800</wp:posOffset>
                      </wp:positionV>
                      <wp:extent cx="1003300" cy="698500"/>
                      <wp:effectExtent l="0" t="0" r="0" b="0"/>
                      <wp:wrapNone/>
                      <wp:docPr id="2574" name="Rectangle 25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4" o:spid="_x0000_s1486" style="position:absolute;margin-left:102pt;margin-top:34pt;width:79pt;height:55pt;z-index:25233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nMn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VYqRIAOo9AXqRsShZ2iOdrxpmNPXc2ST/WSsYwvWzPJHlmySzSYrFnGy3S3S9D5ZFGFRLLZpuM2y&#10;3S7PVtuf7naUlsBcEXsPd2fdIfZ3hC7Sz6XyJUdGOezPUwjfs4nC1EsaeGj1ev57sMGoTOnZut7w&#10;5pN61KC/8wyYjtDU6sH9QRg0+S45X7vEkaUQLJIiD6GXKGxl+Y2zIQs89XJZaWM/MDkgZ1RYQzF9&#10;3cgJkMxHX47AvdfnnWWn/eTlSDO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9pzJ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6128" behindDoc="0" locked="0" layoutInCell="1" allowOverlap="1" wp14:anchorId="46264E20" wp14:editId="468FF3D2">
                      <wp:simplePos x="0" y="0"/>
                      <wp:positionH relativeFrom="column">
                        <wp:posOffset>1295400</wp:posOffset>
                      </wp:positionH>
                      <wp:positionV relativeFrom="paragraph">
                        <wp:posOffset>431800</wp:posOffset>
                      </wp:positionV>
                      <wp:extent cx="1003300" cy="698500"/>
                      <wp:effectExtent l="0" t="0" r="0" b="0"/>
                      <wp:wrapNone/>
                      <wp:docPr id="2575" name="Rectangle 25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5" o:spid="_x0000_s1487" style="position:absolute;margin-left:102pt;margin-top:34pt;width:79pt;height:55pt;z-index:25233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3wHA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8yh98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7152" behindDoc="0" locked="0" layoutInCell="1" allowOverlap="1" wp14:anchorId="1B89A319" wp14:editId="0A42A777">
                      <wp:simplePos x="0" y="0"/>
                      <wp:positionH relativeFrom="column">
                        <wp:posOffset>1295400</wp:posOffset>
                      </wp:positionH>
                      <wp:positionV relativeFrom="paragraph">
                        <wp:posOffset>431800</wp:posOffset>
                      </wp:positionV>
                      <wp:extent cx="1003300" cy="698500"/>
                      <wp:effectExtent l="0" t="0" r="0" b="0"/>
                      <wp:wrapNone/>
                      <wp:docPr id="2576" name="Rectangle 257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6" o:spid="_x0000_s1488" style="position:absolute;margin-left:102pt;margin-top:34pt;width:79pt;height:55pt;z-index:25233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wY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FhlGgvTQpW9QNyL2HUNTtOV1zVx/PUc22i/GOrZgTSx/Zsk6Wa+zYhYnm+0sTe+TWREWxWyThpss&#10;227zbLH55W5HaQnMFbH3cHfqO8TeR+jc+qlUvuTIKIf9ZQzhezFRmBaupYGHdvl7sMGgTOnZOm14&#10;80k9ajjsPAOmIzQ2und/aAwavUpOV5U4shSCRVLkIWiJwlaW3zh7evJyWWljPzHZI2dUWEMxfd3I&#10;EZBMRy9HAOLr886y42707Uiz2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DbbwY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8176" behindDoc="0" locked="0" layoutInCell="1" allowOverlap="1" wp14:anchorId="3A1F283E" wp14:editId="5857AC36">
                      <wp:simplePos x="0" y="0"/>
                      <wp:positionH relativeFrom="column">
                        <wp:posOffset>1295400</wp:posOffset>
                      </wp:positionH>
                      <wp:positionV relativeFrom="paragraph">
                        <wp:posOffset>431800</wp:posOffset>
                      </wp:positionV>
                      <wp:extent cx="1003300" cy="698500"/>
                      <wp:effectExtent l="0" t="0" r="0" b="0"/>
                      <wp:wrapNone/>
                      <wp:docPr id="2577" name="Rectangle 25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7" o:spid="_x0000_s1489" style="position:absolute;margin-left:102pt;margin-top:34pt;width:79pt;height:55pt;z-index:25233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xGF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1QojQQZQ6QvUjYhDz9Ac7XjTMKev58gm+8lYxxasmeWPLNkkm01WLOJku1uk6X2yKMKiWGzTcJtl&#10;u12erbY/3e0oLYG5IvYe7s66Q+zvCF2kn0vlS46MctifpxC+ZxOFqZc08NDq9fz3YINRmdKzdb3h&#10;zSf1qEF/5xkwHaGp1YP7gzBo8l1yvnaJI0shWCRFHkIvUdjK8htnQxZ46uWy0sZ+YHJAzqiwhmL6&#10;upETIJmPvhyBe6/PO8tO+8nLkWa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LLEYU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9200" behindDoc="0" locked="0" layoutInCell="1" allowOverlap="1" wp14:anchorId="36767DB7" wp14:editId="7AC1B71C">
                      <wp:simplePos x="0" y="0"/>
                      <wp:positionH relativeFrom="column">
                        <wp:posOffset>1295400</wp:posOffset>
                      </wp:positionH>
                      <wp:positionV relativeFrom="paragraph">
                        <wp:posOffset>431800</wp:posOffset>
                      </wp:positionV>
                      <wp:extent cx="1003300" cy="698500"/>
                      <wp:effectExtent l="0" t="0" r="0" b="0"/>
                      <wp:wrapNone/>
                      <wp:docPr id="2578" name="Rectangle 25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8" o:spid="_x0000_s1490" style="position:absolute;margin-left:102pt;margin-top:34pt;width:79pt;height:55pt;z-index:25233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lv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3CFpb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0224" behindDoc="0" locked="0" layoutInCell="1" allowOverlap="1" wp14:anchorId="749AA102" wp14:editId="6B1FC308">
                      <wp:simplePos x="0" y="0"/>
                      <wp:positionH relativeFrom="column">
                        <wp:posOffset>1295400</wp:posOffset>
                      </wp:positionH>
                      <wp:positionV relativeFrom="paragraph">
                        <wp:posOffset>431800</wp:posOffset>
                      </wp:positionV>
                      <wp:extent cx="1003300" cy="698500"/>
                      <wp:effectExtent l="0" t="0" r="0" b="0"/>
                      <wp:wrapNone/>
                      <wp:docPr id="2579" name="Rectangle 257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9" o:spid="_x0000_s1491" style="position:absolute;margin-left:102pt;margin-top:34pt;width:79pt;height:55pt;z-index:25234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8Ty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2HxPI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1248" behindDoc="0" locked="0" layoutInCell="1" allowOverlap="1" wp14:anchorId="3C8A0D1B" wp14:editId="1725A0C0">
                      <wp:simplePos x="0" y="0"/>
                      <wp:positionH relativeFrom="column">
                        <wp:posOffset>1295400</wp:posOffset>
                      </wp:positionH>
                      <wp:positionV relativeFrom="paragraph">
                        <wp:posOffset>431800</wp:posOffset>
                      </wp:positionV>
                      <wp:extent cx="1003300" cy="698500"/>
                      <wp:effectExtent l="0" t="0" r="0" b="0"/>
                      <wp:wrapNone/>
                      <wp:docPr id="2580" name="Rectangle 25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0" o:spid="_x0000_s1492" style="position:absolute;margin-left:102pt;margin-top:34pt;width:79pt;height:55pt;z-index:25234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73tLC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2272" behindDoc="0" locked="0" layoutInCell="1" allowOverlap="1" wp14:anchorId="1994945C" wp14:editId="740C4025">
                      <wp:simplePos x="0" y="0"/>
                      <wp:positionH relativeFrom="column">
                        <wp:posOffset>1295400</wp:posOffset>
                      </wp:positionH>
                      <wp:positionV relativeFrom="paragraph">
                        <wp:posOffset>431800</wp:posOffset>
                      </wp:positionV>
                      <wp:extent cx="1003300" cy="698500"/>
                      <wp:effectExtent l="0" t="0" r="0" b="0"/>
                      <wp:wrapNone/>
                      <wp:docPr id="2581" name="Rectangle 25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1" o:spid="_x0000_s1493" style="position:absolute;margin-left:102pt;margin-top:34pt;width:79pt;height:55pt;z-index:25234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UXd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PMJIkAFU+gJ1I+LQMzRHO940zOnrObLJfjLWsQVrZvkjSzbJZpMVizjZ7hZpep8sirAoFts03GbZ&#10;bpdnq+1PdztKS2CuiL2Hu7PuEPs7Qhfp51L5kiOjHPbnKYTv2URh6iUNPLR6Pf892GBUpvRsXW94&#10;80k9atDfeQZMR2hq9eD+IAyafJecr13iyFIIFkmRh9BLFLay/MbZkAWeermstLEfmByQMyqsoZi+&#10;buQESOajL0fg3uvzzrLTfvJypNn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JRd0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3296" behindDoc="0" locked="0" layoutInCell="1" allowOverlap="1" wp14:anchorId="1505CA86" wp14:editId="1A372C8E">
                      <wp:simplePos x="0" y="0"/>
                      <wp:positionH relativeFrom="column">
                        <wp:posOffset>1295400</wp:posOffset>
                      </wp:positionH>
                      <wp:positionV relativeFrom="paragraph">
                        <wp:posOffset>431800</wp:posOffset>
                      </wp:positionV>
                      <wp:extent cx="1003300" cy="698500"/>
                      <wp:effectExtent l="0" t="0" r="0" b="0"/>
                      <wp:wrapNone/>
                      <wp:docPr id="2582" name="Rectangle 258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2" o:spid="_x0000_s1494" style="position:absolute;margin-left:102pt;margin-top:34pt;width:79pt;height:55pt;z-index:25234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JOghc8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4320" behindDoc="0" locked="0" layoutInCell="1" allowOverlap="1" wp14:anchorId="51B50E10" wp14:editId="29E96AC8">
                      <wp:simplePos x="0" y="0"/>
                      <wp:positionH relativeFrom="column">
                        <wp:posOffset>1295400</wp:posOffset>
                      </wp:positionH>
                      <wp:positionV relativeFrom="paragraph">
                        <wp:posOffset>431800</wp:posOffset>
                      </wp:positionV>
                      <wp:extent cx="1003300" cy="698500"/>
                      <wp:effectExtent l="0" t="0" r="0" b="0"/>
                      <wp:wrapNone/>
                      <wp:docPr id="2583" name="Rectangle 25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3" o:spid="_x0000_s1495" style="position:absolute;margin-left:102pt;margin-top:34pt;width:79pt;height:55pt;z-index:25234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ihS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mAkyAAqfYO6EbHvGZqjHW8a5vT1HNlkvxjr2II1s/yZJetkvc6KRZxstos0vUsWRVgUi00abrJs&#10;u82z680vdztKS2CuiL2Du7PuEHsfobP0c6l8yZFRDvvzFML3bKIw9ZIGHlq9mv8ebDAqU3q2rje8&#10;+ageNOjvPAOmIzS1enB/EAZNvktOly5xZCkEi6TIQ+glCltZfuVsyAJPvVxW2thPTA7IGRXWUExf&#10;N3IEJPPRlyNw7/V5Z9lpN3k50qx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IGKFI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5344" behindDoc="0" locked="0" layoutInCell="1" allowOverlap="1" wp14:anchorId="7AB254DE" wp14:editId="266EBD2A">
                      <wp:simplePos x="0" y="0"/>
                      <wp:positionH relativeFrom="column">
                        <wp:posOffset>1295400</wp:posOffset>
                      </wp:positionH>
                      <wp:positionV relativeFrom="paragraph">
                        <wp:posOffset>431800</wp:posOffset>
                      </wp:positionV>
                      <wp:extent cx="1003300" cy="698500"/>
                      <wp:effectExtent l="0" t="0" r="0" b="0"/>
                      <wp:wrapNone/>
                      <wp:docPr id="2584" name="Rectangle 25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4" o:spid="_x0000_s1496" style="position:absolute;margin-left:102pt;margin-top:34pt;width:79pt;height:55pt;z-index:25234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uYP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PMVIkAFU+gJ1I+LQMzRHO940zOnrObLJfjLWsQVrZvkjSzbJZpMVizjZ7hZpep8sirAoFts03GbZ&#10;bpdnq+1PdztKS2CuiL2Hu7PuEPs7Qhfp51L5kiOjHPbnKYTv2URh6iUNPLR6Pf892GBUpvRsXW94&#10;80k9atDfeQZMR2hq9eD+IAyafJecr13iyFIIFkmRh9BLFLay/MbZkAWeermstLEfmByQMyqsoZi+&#10;buQESOajL0fg3uvzzrLTfvJypCu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RrmD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6368" behindDoc="0" locked="0" layoutInCell="1" allowOverlap="1" wp14:anchorId="015BB91F" wp14:editId="36D98AF7">
                      <wp:simplePos x="0" y="0"/>
                      <wp:positionH relativeFrom="column">
                        <wp:posOffset>1295400</wp:posOffset>
                      </wp:positionH>
                      <wp:positionV relativeFrom="paragraph">
                        <wp:posOffset>431800</wp:posOffset>
                      </wp:positionV>
                      <wp:extent cx="1003300" cy="698500"/>
                      <wp:effectExtent l="0" t="0" r="0" b="0"/>
                      <wp:wrapNone/>
                      <wp:docPr id="2585" name="Rectangle 258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5" o:spid="_x0000_s1497" style="position:absolute;margin-left:102pt;margin-top:34pt;width:79pt;height:55pt;z-index:25234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EuS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C8S5I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7392" behindDoc="0" locked="0" layoutInCell="1" allowOverlap="1" wp14:anchorId="52B5021E" wp14:editId="051F1CC8">
                      <wp:simplePos x="0" y="0"/>
                      <wp:positionH relativeFrom="column">
                        <wp:posOffset>1295400</wp:posOffset>
                      </wp:positionH>
                      <wp:positionV relativeFrom="paragraph">
                        <wp:posOffset>431800</wp:posOffset>
                      </wp:positionV>
                      <wp:extent cx="1003300" cy="698500"/>
                      <wp:effectExtent l="0" t="0" r="0" b="0"/>
                      <wp:wrapNone/>
                      <wp:docPr id="2586" name="Rectangle 25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6" o:spid="_x0000_s1498" style="position:absolute;margin-left:102pt;margin-top:34pt;width:79pt;height:55pt;z-index:25234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p6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PMNIkAFU+gJ1I+LQMzRHO940zOnrObLJfjLWsQVrZvkjSzbJZpMVizjZ7hZpep8sirAoFts03GbZ&#10;bpdnq+1PdztKS2CuiL2Hu7PuEPs7Qhfp51L5kiOjHPbnKYTv2URh6iUNPLR6Pf892GBUpvRsXW94&#10;80k9atDfeQZMR2hq9eD+IAyafJecr13iyFIIFkmRh9BLFLay/MbZkAWeermstLEfmByQMyqsoZi+&#10;buQESOajL0fg3uvzzrLTfvJypK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D5ino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8416" behindDoc="0" locked="0" layoutInCell="1" allowOverlap="1" wp14:anchorId="159FDD01" wp14:editId="30EE399E">
                      <wp:simplePos x="0" y="0"/>
                      <wp:positionH relativeFrom="column">
                        <wp:posOffset>1295400</wp:posOffset>
                      </wp:positionH>
                      <wp:positionV relativeFrom="paragraph">
                        <wp:posOffset>431800</wp:posOffset>
                      </wp:positionV>
                      <wp:extent cx="1003300" cy="698500"/>
                      <wp:effectExtent l="0" t="0" r="0" b="0"/>
                      <wp:wrapNone/>
                      <wp:docPr id="2587" name="Rectangle 25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7" o:spid="_x0000_s1499" style="position:absolute;margin-left:102pt;margin-top:34pt;width:79pt;height:55pt;z-index:25234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4St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fIWRIAOo9AXqRsShZ2iOdrxpmNPXc2ST/WSsYwvWzPJHlmySzSYrFnGy3S3S9D5ZFGFRLLZpuM2y&#10;3S7PVtuf7naUlsBcEXsPd2fdIfZ3hC7Sz6XyJUdGOezPUwjfs4nC1EsaeGj1ev57sMGoTOnZut7w&#10;5pN61KC/8wyYjtDU6sH9QRg0+S45X7vEkaUQLJIiD6GXKGxl+Y2zIQs89XJZaWM/MDkgZ1RYQzF9&#10;3cgJkMxHX47AvdfnnWWn/eTlSFe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DALhK0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9440" behindDoc="0" locked="0" layoutInCell="1" allowOverlap="1" wp14:anchorId="3E253C76" wp14:editId="358D6172">
                      <wp:simplePos x="0" y="0"/>
                      <wp:positionH relativeFrom="column">
                        <wp:posOffset>1295400</wp:posOffset>
                      </wp:positionH>
                      <wp:positionV relativeFrom="paragraph">
                        <wp:posOffset>431800</wp:posOffset>
                      </wp:positionV>
                      <wp:extent cx="1003300" cy="698500"/>
                      <wp:effectExtent l="0" t="0" r="0" b="0"/>
                      <wp:wrapNone/>
                      <wp:docPr id="2588" name="Rectangle 258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8" o:spid="_x0000_s1500" style="position:absolute;margin-left:102pt;margin-top:34pt;width:79pt;height:55pt;z-index:25234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8N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1Xw0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0464" behindDoc="0" locked="0" layoutInCell="1" allowOverlap="1" wp14:anchorId="0BE01F72" wp14:editId="30230167">
                      <wp:simplePos x="0" y="0"/>
                      <wp:positionH relativeFrom="column">
                        <wp:posOffset>1295400</wp:posOffset>
                      </wp:positionH>
                      <wp:positionV relativeFrom="paragraph">
                        <wp:posOffset>431800</wp:posOffset>
                      </wp:positionV>
                      <wp:extent cx="1003300" cy="698500"/>
                      <wp:effectExtent l="0" t="0" r="0" b="0"/>
                      <wp:wrapNone/>
                      <wp:docPr id="2589" name="Rectangle 25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9" o:spid="_x0000_s1501" style="position:absolute;margin-left:102pt;margin-top:34pt;width:79pt;height:55pt;z-index:25235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Q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eYGRID2o9A3qRsShY2iKtryumdPXc2Sj/WKsYwvWxPJnlmySzSYrZnGy3c3S9C6ZFWFRzLZpuM2y&#10;3S7Plttf7naUlsBcEXsHdyfdIfY+Qhfpp1L5kiOjHPbnMYTv2URh6iUNPLT1avp7sMGgTOnZut7w&#10;5qN60KC/8wyYjtDY6N79QRg0+i45X7vEkaUQLJIiD6GXKGxl+cLZkAWeermstLGfmOyRMyqsoZi+&#10;buQESKajL0fg3uvzzrLjfvRypM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4T8pA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1488" behindDoc="0" locked="0" layoutInCell="1" allowOverlap="1" wp14:anchorId="49F98D9B" wp14:editId="05BA4E33">
                      <wp:simplePos x="0" y="0"/>
                      <wp:positionH relativeFrom="column">
                        <wp:posOffset>1295400</wp:posOffset>
                      </wp:positionH>
                      <wp:positionV relativeFrom="paragraph">
                        <wp:posOffset>431800</wp:posOffset>
                      </wp:positionV>
                      <wp:extent cx="1003300" cy="698500"/>
                      <wp:effectExtent l="0" t="0" r="0" b="0"/>
                      <wp:wrapNone/>
                      <wp:docPr id="2590" name="Rectangle 25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0" o:spid="_x0000_s1502" style="position:absolute;margin-left:102pt;margin-top:34pt;width:79pt;height:55pt;z-index:25235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krc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dZK3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2512" behindDoc="0" locked="0" layoutInCell="1" allowOverlap="1" wp14:anchorId="5756BAAA" wp14:editId="3543F82E">
                      <wp:simplePos x="0" y="0"/>
                      <wp:positionH relativeFrom="column">
                        <wp:posOffset>1295400</wp:posOffset>
                      </wp:positionH>
                      <wp:positionV relativeFrom="paragraph">
                        <wp:posOffset>431800</wp:posOffset>
                      </wp:positionV>
                      <wp:extent cx="1003300" cy="698500"/>
                      <wp:effectExtent l="0" t="0" r="0" b="0"/>
                      <wp:wrapNone/>
                      <wp:docPr id="2591" name="Rectangle 259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1" o:spid="_x0000_s1503" style="position:absolute;margin-left:102pt;margin-top:34pt;width:79pt;height:55pt;z-index:25235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OdB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iggjQXro0jeoGxH7jqEp2vK6Zq6/niMb7RdjHVuwJpY/s2SdrNdZMYuTzXaWpvfJrAiLYrZJw02W&#10;bbd5ttj8crejtATmith7uDv1HWLvI3Ru/VQqX3JklMP+MobwvZgoTAvX0sBDu/w92GBQpvRsnTa8&#10;+aQeNRx2ngHTERob3bs/NAaNXiWnq0ocWQrBIinyELREYSvLb5w9PXm5rLSxn5jskTMqrKGYvm7k&#10;CEimo5cjAPH1eWfZcTf6dqSLhUvrYjtZn6BJMGX2AZamk0OFaccVRgMot8Lmx4FohlH3WYA04kW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EcOdB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3536" behindDoc="0" locked="0" layoutInCell="1" allowOverlap="1" wp14:anchorId="0B94D02F" wp14:editId="67035BE3">
                      <wp:simplePos x="0" y="0"/>
                      <wp:positionH relativeFrom="column">
                        <wp:posOffset>1295400</wp:posOffset>
                      </wp:positionH>
                      <wp:positionV relativeFrom="paragraph">
                        <wp:posOffset>431800</wp:posOffset>
                      </wp:positionV>
                      <wp:extent cx="1003300" cy="698500"/>
                      <wp:effectExtent l="0" t="0" r="0" b="0"/>
                      <wp:wrapNone/>
                      <wp:docPr id="2592" name="Rectangle 25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2" o:spid="_x0000_s1504" style="position:absolute;margin-left:102pt;margin-top:34pt;width:79pt;height:55pt;z-index:25235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SdT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2FknU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4560" behindDoc="0" locked="0" layoutInCell="1" allowOverlap="1" wp14:anchorId="06E8F1E1" wp14:editId="3193F31F">
                      <wp:simplePos x="0" y="0"/>
                      <wp:positionH relativeFrom="column">
                        <wp:posOffset>1295400</wp:posOffset>
                      </wp:positionH>
                      <wp:positionV relativeFrom="paragraph">
                        <wp:posOffset>431800</wp:posOffset>
                      </wp:positionV>
                      <wp:extent cx="1003300" cy="698500"/>
                      <wp:effectExtent l="0" t="0" r="0" b="0"/>
                      <wp:wrapNone/>
                      <wp:docPr id="2593" name="Rectangle 25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3" o:spid="_x0000_s1505" style="position:absolute;margin-left:102pt;margin-top:34pt;width:79pt;height:55pt;z-index:25235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ymE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IsFIkAFU+gJ1I+LQMzRHO940zOnrObLJfjLWsQVrZvkjSzbJZpMVizjZ7hZpep8sirAoFts03GbZ&#10;bpdnq+1PdztKS2CuiL2Hu7PuEPs7Qhfp51L5kiOjHPbnKYTv2URh6iUNPLR6Pf892GBUpvRsXW94&#10;80k9atDfeQZMR2hq9eD+IAyafJecr13iyFIIFkmRh9BLFLay/MbZkAWeermstLEfmByQMyqsoZi+&#10;buQESOajL0fg3uvzzrLTfvJypKvC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HirKYQ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p>
        </w:tc>
      </w:tr>
    </w:tbl>
    <w:p w:rsidR="00FE7038" w:rsidRDefault="00FE7038" w:rsidP="00FE7038">
      <w:pPr>
        <w:spacing w:line="276" w:lineRule="auto"/>
        <w:outlineLvl w:val="0"/>
        <w:rPr>
          <w:rFonts w:ascii="Century Gothic" w:hAnsi="Century Gothic"/>
          <w:bCs/>
          <w:color w:val="000000" w:themeColor="text1"/>
          <w:szCs w:val="144"/>
        </w:rPr>
      </w:pPr>
    </w:p>
    <w:p w:rsidR="00433D29" w:rsidRDefault="00433D29" w:rsidP="004D6AFF">
      <w:pPr>
        <w:spacing w:line="276" w:lineRule="auto"/>
        <w:outlineLvl w:val="0"/>
        <w:rPr>
          <w:rFonts w:ascii="Century Gothic" w:hAnsi="Century Gothic"/>
          <w:bCs/>
          <w:color w:val="000000" w:themeColor="text1"/>
          <w:szCs w:val="144"/>
        </w:rPr>
      </w:pPr>
    </w:p>
    <w:p w:rsidR="00433D29" w:rsidRDefault="00433D29" w:rsidP="004D6AFF">
      <w:pPr>
        <w:spacing w:line="276" w:lineRule="auto"/>
        <w:outlineLvl w:val="0"/>
        <w:rPr>
          <w:rFonts w:ascii="Century Gothic" w:hAnsi="Century Gothic"/>
          <w:bCs/>
          <w:color w:val="000000" w:themeColor="text1"/>
          <w:szCs w:val="144"/>
        </w:rPr>
      </w:pPr>
    </w:p>
    <w:p w:rsidR="00433D29" w:rsidRDefault="00433D29" w:rsidP="004D6AFF">
      <w:pPr>
        <w:spacing w:line="276" w:lineRule="auto"/>
        <w:outlineLvl w:val="0"/>
        <w:rPr>
          <w:rFonts w:ascii="Century Gothic" w:hAnsi="Century Gothic"/>
          <w:bCs/>
          <w:color w:val="000000" w:themeColor="text1"/>
          <w:szCs w:val="144"/>
        </w:rPr>
      </w:pPr>
    </w:p>
    <w:p w:rsidR="00433D29" w:rsidRPr="004D6AFF" w:rsidRDefault="00433D29" w:rsidP="004D6AFF">
      <w:pPr>
        <w:spacing w:line="276" w:lineRule="auto"/>
        <w:outlineLvl w:val="0"/>
        <w:rPr>
          <w:rFonts w:ascii="Century Gothic" w:hAnsi="Century Gothic"/>
          <w:bCs/>
          <w:color w:val="000000" w:themeColor="text1"/>
          <w:szCs w:val="144"/>
        </w:rPr>
      </w:pPr>
    </w:p>
    <w:p w:rsidR="004D6AFF" w:rsidRDefault="004D6AFF" w:rsidP="00303C60">
      <w:pPr>
        <w:outlineLvl w:val="0"/>
        <w:rPr>
          <w:rFonts w:ascii="Century Gothic" w:hAnsi="Century Gothic"/>
          <w:b/>
          <w:color w:val="000000" w:themeColor="text1"/>
          <w:sz w:val="15"/>
          <w:szCs w:val="44"/>
        </w:rPr>
      </w:pPr>
    </w:p>
    <w:p w:rsidR="004D6AFF" w:rsidRDefault="004D6AFF" w:rsidP="00303C60">
      <w:pPr>
        <w:outlineLvl w:val="0"/>
        <w:rPr>
          <w:rFonts w:ascii="Century Gothic" w:hAnsi="Century Gothic"/>
          <w:b/>
          <w:color w:val="000000" w:themeColor="text1"/>
          <w:sz w:val="15"/>
          <w:szCs w:val="44"/>
        </w:rPr>
      </w:pPr>
    </w:p>
    <w:p w:rsidR="004D6AFF" w:rsidRDefault="004D6AFF" w:rsidP="00303C60">
      <w:pPr>
        <w:outlineLvl w:val="0"/>
        <w:rPr>
          <w:rFonts w:ascii="Century Gothic" w:hAnsi="Century Gothic"/>
          <w:b/>
          <w:color w:val="000000" w:themeColor="text1"/>
          <w:sz w:val="15"/>
          <w:szCs w:val="44"/>
        </w:rPr>
        <w:sectPr w:rsidR="004D6AFF" w:rsidSect="00BC4CD6">
          <w:headerReference w:type="even" r:id="rId12"/>
          <w:headerReference w:type="default" r:id="rId13"/>
          <w:footerReference w:type="even" r:id="rId14"/>
          <w:footerReference w:type="default" r:id="rId15"/>
          <w:headerReference w:type="first" r:id="rId16"/>
          <w:footerReference w:type="first" r:id="rId17"/>
          <w:type w:val="continuous"/>
          <w:pgSz w:w="12240" w:h="15840"/>
          <w:pgMar w:top="432" w:right="720" w:bottom="432" w:left="720" w:header="720" w:footer="518" w:gutter="0"/>
          <w:cols w:space="720"/>
          <w:titlePg/>
          <w:docGrid w:linePitch="360"/>
        </w:sectPr>
      </w:pPr>
    </w:p>
    <w:p w:rsidR="00FE7038" w:rsidRPr="00433D29" w:rsidRDefault="00FE7038" w:rsidP="00FE7038">
      <w:pPr>
        <w:spacing w:line="360"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lastRenderedPageBreak/>
        <w:t>PROJECT SCHEDULE STATUS</w:t>
      </w:r>
    </w:p>
    <w:tbl>
      <w:tblPr>
        <w:tblW w:w="14695" w:type="dxa"/>
        <w:tblLook w:val="04A0" w:firstRow="1" w:lastRow="0" w:firstColumn="1" w:lastColumn="0" w:noHBand="0" w:noVBand="1"/>
      </w:tblPr>
      <w:tblGrid>
        <w:gridCol w:w="4315"/>
        <w:gridCol w:w="2160"/>
        <w:gridCol w:w="1660"/>
        <w:gridCol w:w="1661"/>
        <w:gridCol w:w="4899"/>
      </w:tblGrid>
      <w:tr w:rsidR="002F2CEF" w:rsidTr="00141E75">
        <w:trPr>
          <w:trHeight w:val="432"/>
        </w:trPr>
        <w:tc>
          <w:tcPr>
            <w:tcW w:w="4315"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rsidR="00EF0B97" w:rsidRPr="002F2CEF" w:rsidRDefault="00FE7038" w:rsidP="00023806">
            <w:pPr>
              <w:rPr>
                <w:rFonts w:ascii="Century Gothic" w:hAnsi="Century Gothic" w:cs="Calibri"/>
                <w:b/>
                <w:bCs/>
                <w:color w:val="000000"/>
                <w:sz w:val="18"/>
                <w:szCs w:val="18"/>
              </w:rPr>
            </w:pPr>
            <w:r>
              <w:rPr>
                <w:rFonts w:ascii="Century Gothic" w:hAnsi="Century Gothic" w:cs="Calibri"/>
                <w:b/>
                <w:bCs/>
                <w:color w:val="000000"/>
                <w:sz w:val="18"/>
                <w:szCs w:val="18"/>
              </w:rPr>
              <w:t>KEY PROJECT</w:t>
            </w:r>
          </w:p>
        </w:tc>
        <w:tc>
          <w:tcPr>
            <w:tcW w:w="2160"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EF0B97" w:rsidP="00023806">
            <w:pPr>
              <w:rPr>
                <w:rFonts w:ascii="Century Gothic" w:hAnsi="Century Gothic" w:cs="Calibri"/>
                <w:b/>
                <w:bCs/>
                <w:color w:val="000000"/>
                <w:sz w:val="18"/>
                <w:szCs w:val="18"/>
              </w:rPr>
            </w:pPr>
            <w:r w:rsidRPr="002F2CEF">
              <w:rPr>
                <w:rFonts w:ascii="Century Gothic" w:hAnsi="Century Gothic" w:cs="Calibri"/>
                <w:b/>
                <w:bCs/>
                <w:color w:val="000000"/>
                <w:sz w:val="18"/>
                <w:szCs w:val="18"/>
              </w:rPr>
              <w:t>STATUS</w:t>
            </w:r>
          </w:p>
        </w:tc>
        <w:tc>
          <w:tcPr>
            <w:tcW w:w="1660"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FE7038" w:rsidP="00FE7038">
            <w:pPr>
              <w:jc w:val="center"/>
              <w:rPr>
                <w:rFonts w:ascii="Century Gothic" w:hAnsi="Century Gothic" w:cs="Calibri"/>
                <w:b/>
                <w:bCs/>
                <w:color w:val="000000"/>
                <w:sz w:val="18"/>
                <w:szCs w:val="18"/>
              </w:rPr>
            </w:pPr>
            <w:r>
              <w:rPr>
                <w:rFonts w:ascii="Century Gothic" w:hAnsi="Century Gothic" w:cs="Calibri"/>
                <w:b/>
                <w:bCs/>
                <w:color w:val="000000"/>
                <w:sz w:val="18"/>
                <w:szCs w:val="18"/>
              </w:rPr>
              <w:t>TARGET DATE</w:t>
            </w:r>
          </w:p>
        </w:tc>
        <w:tc>
          <w:tcPr>
            <w:tcW w:w="1661"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FE7038" w:rsidP="00FE7038">
            <w:pPr>
              <w:jc w:val="center"/>
              <w:rPr>
                <w:rFonts w:ascii="Century Gothic" w:hAnsi="Century Gothic" w:cs="Calibri"/>
                <w:b/>
                <w:bCs/>
                <w:color w:val="000000"/>
                <w:sz w:val="18"/>
                <w:szCs w:val="18"/>
              </w:rPr>
            </w:pPr>
            <w:r>
              <w:rPr>
                <w:rFonts w:ascii="Century Gothic" w:hAnsi="Century Gothic" w:cs="Calibri"/>
                <w:b/>
                <w:bCs/>
                <w:color w:val="000000"/>
                <w:sz w:val="18"/>
                <w:szCs w:val="18"/>
              </w:rPr>
              <w:t>ACTUAL DATE</w:t>
            </w:r>
          </w:p>
        </w:tc>
        <w:tc>
          <w:tcPr>
            <w:tcW w:w="4899"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EF0B97" w:rsidP="00023806">
            <w:pPr>
              <w:rPr>
                <w:rFonts w:ascii="Century Gothic" w:hAnsi="Century Gothic" w:cs="Calibri"/>
                <w:b/>
                <w:bCs/>
                <w:color w:val="000000"/>
                <w:sz w:val="18"/>
                <w:szCs w:val="18"/>
              </w:rPr>
            </w:pPr>
            <w:r w:rsidRPr="002F2CEF">
              <w:rPr>
                <w:rFonts w:ascii="Century Gothic" w:hAnsi="Century Gothic" w:cs="Calibri"/>
                <w:b/>
                <w:bCs/>
                <w:color w:val="000000"/>
                <w:sz w:val="18"/>
                <w:szCs w:val="18"/>
              </w:rPr>
              <w:t>COMMENTS</w:t>
            </w: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141E75"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bl>
    <w:p w:rsidR="002F2CEF" w:rsidRDefault="002F2CEF" w:rsidP="00303C60">
      <w:pPr>
        <w:outlineLvl w:val="0"/>
        <w:rPr>
          <w:rFonts w:ascii="Century Gothic" w:hAnsi="Century Gothic"/>
          <w:b/>
          <w:color w:val="000000" w:themeColor="text1"/>
          <w:sz w:val="15"/>
          <w:szCs w:val="44"/>
        </w:rPr>
      </w:pPr>
    </w:p>
    <w:p w:rsidR="00141E75" w:rsidRPr="00433D29" w:rsidRDefault="00141E75" w:rsidP="00141E75">
      <w:pPr>
        <w:spacing w:line="360"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KEY PROJECT MILESTONES</w:t>
      </w:r>
    </w:p>
    <w:tbl>
      <w:tblPr>
        <w:tblW w:w="14695" w:type="dxa"/>
        <w:tblLook w:val="04A0" w:firstRow="1" w:lastRow="0" w:firstColumn="1" w:lastColumn="0" w:noHBand="0" w:noVBand="1"/>
      </w:tblPr>
      <w:tblGrid>
        <w:gridCol w:w="4315"/>
        <w:gridCol w:w="2160"/>
        <w:gridCol w:w="1660"/>
        <w:gridCol w:w="1661"/>
        <w:gridCol w:w="4899"/>
      </w:tblGrid>
      <w:tr w:rsidR="00141E75" w:rsidTr="009372B2">
        <w:trPr>
          <w:trHeight w:val="432"/>
        </w:trPr>
        <w:tc>
          <w:tcPr>
            <w:tcW w:w="4315"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rsidR="00141E75" w:rsidRPr="002F2CEF" w:rsidRDefault="00141E75" w:rsidP="009372B2">
            <w:pPr>
              <w:rPr>
                <w:rFonts w:ascii="Century Gothic" w:hAnsi="Century Gothic" w:cs="Calibri"/>
                <w:b/>
                <w:bCs/>
                <w:color w:val="000000"/>
                <w:sz w:val="18"/>
                <w:szCs w:val="18"/>
              </w:rPr>
            </w:pPr>
            <w:r>
              <w:rPr>
                <w:rFonts w:ascii="Century Gothic" w:hAnsi="Century Gothic" w:cs="Calibri"/>
                <w:b/>
                <w:bCs/>
                <w:color w:val="000000"/>
                <w:sz w:val="18"/>
                <w:szCs w:val="18"/>
              </w:rPr>
              <w:t>MILESTONE</w:t>
            </w:r>
          </w:p>
        </w:tc>
        <w:tc>
          <w:tcPr>
            <w:tcW w:w="2160"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rPr>
                <w:rFonts w:ascii="Century Gothic" w:hAnsi="Century Gothic" w:cs="Calibri"/>
                <w:b/>
                <w:bCs/>
                <w:color w:val="000000"/>
                <w:sz w:val="18"/>
                <w:szCs w:val="18"/>
              </w:rPr>
            </w:pPr>
            <w:r w:rsidRPr="002F2CEF">
              <w:rPr>
                <w:rFonts w:ascii="Century Gothic" w:hAnsi="Century Gothic" w:cs="Calibri"/>
                <w:b/>
                <w:bCs/>
                <w:color w:val="000000"/>
                <w:sz w:val="18"/>
                <w:szCs w:val="18"/>
              </w:rPr>
              <w:t>STATUS</w:t>
            </w:r>
          </w:p>
        </w:tc>
        <w:tc>
          <w:tcPr>
            <w:tcW w:w="1660"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jc w:val="center"/>
              <w:rPr>
                <w:rFonts w:ascii="Century Gothic" w:hAnsi="Century Gothic" w:cs="Calibri"/>
                <w:b/>
                <w:bCs/>
                <w:color w:val="000000"/>
                <w:sz w:val="18"/>
                <w:szCs w:val="18"/>
              </w:rPr>
            </w:pPr>
            <w:r>
              <w:rPr>
                <w:rFonts w:ascii="Century Gothic" w:hAnsi="Century Gothic" w:cs="Calibri"/>
                <w:b/>
                <w:bCs/>
                <w:color w:val="000000"/>
                <w:sz w:val="18"/>
                <w:szCs w:val="18"/>
              </w:rPr>
              <w:t>TARGET DATE</w:t>
            </w:r>
          </w:p>
        </w:tc>
        <w:tc>
          <w:tcPr>
            <w:tcW w:w="1661"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jc w:val="center"/>
              <w:rPr>
                <w:rFonts w:ascii="Century Gothic" w:hAnsi="Century Gothic" w:cs="Calibri"/>
                <w:b/>
                <w:bCs/>
                <w:color w:val="000000"/>
                <w:sz w:val="18"/>
                <w:szCs w:val="18"/>
              </w:rPr>
            </w:pPr>
            <w:r>
              <w:rPr>
                <w:rFonts w:ascii="Century Gothic" w:hAnsi="Century Gothic" w:cs="Calibri"/>
                <w:b/>
                <w:bCs/>
                <w:color w:val="000000"/>
                <w:sz w:val="18"/>
                <w:szCs w:val="18"/>
              </w:rPr>
              <w:t>ACTUAL DATE</w:t>
            </w:r>
          </w:p>
        </w:tc>
        <w:tc>
          <w:tcPr>
            <w:tcW w:w="4899"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rPr>
                <w:rFonts w:ascii="Century Gothic" w:hAnsi="Century Gothic" w:cs="Calibri"/>
                <w:b/>
                <w:bCs/>
                <w:color w:val="000000"/>
                <w:sz w:val="18"/>
                <w:szCs w:val="18"/>
              </w:rPr>
            </w:pPr>
            <w:r w:rsidRPr="002F2CEF">
              <w:rPr>
                <w:rFonts w:ascii="Century Gothic" w:hAnsi="Century Gothic" w:cs="Calibri"/>
                <w:b/>
                <w:bCs/>
                <w:color w:val="000000"/>
                <w:sz w:val="18"/>
                <w:szCs w:val="18"/>
              </w:rPr>
              <w:t>COMMENTS</w:t>
            </w: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bl>
    <w:p w:rsidR="00141E75" w:rsidRDefault="00141E75" w:rsidP="00141E75">
      <w:pPr>
        <w:outlineLvl w:val="0"/>
        <w:rPr>
          <w:rFonts w:ascii="Century Gothic" w:hAnsi="Century Gothic"/>
          <w:b/>
          <w:color w:val="000000" w:themeColor="text1"/>
          <w:sz w:val="15"/>
          <w:szCs w:val="44"/>
        </w:rPr>
      </w:pPr>
    </w:p>
    <w:p w:rsidR="00141E75" w:rsidRDefault="00141E75" w:rsidP="00141E75">
      <w:pPr>
        <w:outlineLvl w:val="0"/>
        <w:rPr>
          <w:rFonts w:ascii="Century Gothic" w:hAnsi="Century Gothic"/>
          <w:b/>
          <w:color w:val="000000" w:themeColor="text1"/>
          <w:sz w:val="15"/>
          <w:szCs w:val="44"/>
        </w:rPr>
      </w:pPr>
    </w:p>
    <w:p w:rsidR="00A50ABD" w:rsidRDefault="00A50ABD" w:rsidP="00303C60">
      <w:pPr>
        <w:outlineLvl w:val="0"/>
        <w:rPr>
          <w:rFonts w:ascii="Century Gothic" w:hAnsi="Century Gothic"/>
          <w:b/>
          <w:color w:val="000000" w:themeColor="text1"/>
          <w:sz w:val="15"/>
          <w:szCs w:val="44"/>
        </w:rPr>
        <w:sectPr w:rsidR="00A50ABD" w:rsidSect="00E37FC8">
          <w:pgSz w:w="15840" w:h="12240" w:orient="landscape"/>
          <w:pgMar w:top="720" w:right="432" w:bottom="720" w:left="432" w:header="720" w:footer="518" w:gutter="0"/>
          <w:cols w:space="720"/>
          <w:titlePg/>
          <w:docGrid w:linePitch="360"/>
        </w:sectPr>
      </w:pPr>
    </w:p>
    <w:p w:rsidR="00141E75" w:rsidRDefault="00141E75" w:rsidP="00303C60">
      <w:pPr>
        <w:outlineLvl w:val="0"/>
        <w:rPr>
          <w:rFonts w:ascii="Century Gothic" w:hAnsi="Century Gothic"/>
          <w:b/>
          <w:color w:val="000000" w:themeColor="text1"/>
          <w:sz w:val="15"/>
          <w:szCs w:val="44"/>
        </w:rPr>
      </w:pPr>
    </w:p>
    <w:p w:rsidR="00A65C40"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STEERING COMMITTEE ESCALATION</w:t>
      </w:r>
    </w:p>
    <w:tbl>
      <w:tblPr>
        <w:tblW w:w="10732" w:type="dxa"/>
        <w:tblInd w:w="-5" w:type="dxa"/>
        <w:tblLook w:val="04A0" w:firstRow="1" w:lastRow="0" w:firstColumn="1" w:lastColumn="0" w:noHBand="0" w:noVBand="1"/>
      </w:tblPr>
      <w:tblGrid>
        <w:gridCol w:w="10732"/>
      </w:tblGrid>
      <w:tr w:rsidR="00A65C40" w:rsidRPr="00F14F57" w:rsidTr="00E97431">
        <w:trPr>
          <w:trHeight w:val="244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A65C40" w:rsidRPr="00F14F57" w:rsidRDefault="00A65C40"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356608" behindDoc="0" locked="0" layoutInCell="1" allowOverlap="1" wp14:anchorId="13E2B073" wp14:editId="7A97EA7D">
                      <wp:simplePos x="0" y="0"/>
                      <wp:positionH relativeFrom="column">
                        <wp:posOffset>1320800</wp:posOffset>
                      </wp:positionH>
                      <wp:positionV relativeFrom="paragraph">
                        <wp:posOffset>431800</wp:posOffset>
                      </wp:positionV>
                      <wp:extent cx="1003300" cy="698500"/>
                      <wp:effectExtent l="0" t="0" r="0" b="0"/>
                      <wp:wrapNone/>
                      <wp:docPr id="2594" name="Rectangle 259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4" o:spid="_x0000_s1506" style="position:absolute;margin-left:104pt;margin-top:34pt;width:79pt;height:55pt;z-index:25235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LZ9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UdS2fR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7632" behindDoc="0" locked="0" layoutInCell="1" allowOverlap="1" wp14:anchorId="310BBEE3" wp14:editId="2AA6DF83">
                      <wp:simplePos x="0" y="0"/>
                      <wp:positionH relativeFrom="column">
                        <wp:posOffset>1320800</wp:posOffset>
                      </wp:positionH>
                      <wp:positionV relativeFrom="paragraph">
                        <wp:posOffset>431800</wp:posOffset>
                      </wp:positionV>
                      <wp:extent cx="1003300" cy="698500"/>
                      <wp:effectExtent l="0" t="0" r="0" b="0"/>
                      <wp:wrapNone/>
                      <wp:docPr id="2595" name="Rectangle 25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5" o:spid="_x0000_s1507" style="position:absolute;margin-left:104pt;margin-top:34pt;width:79pt;height:55pt;z-index:25235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hvg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oHIb4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8656" behindDoc="0" locked="0" layoutInCell="1" allowOverlap="1" wp14:anchorId="5ED95E48" wp14:editId="5402EB1D">
                      <wp:simplePos x="0" y="0"/>
                      <wp:positionH relativeFrom="column">
                        <wp:posOffset>1320800</wp:posOffset>
                      </wp:positionH>
                      <wp:positionV relativeFrom="paragraph">
                        <wp:posOffset>431800</wp:posOffset>
                      </wp:positionV>
                      <wp:extent cx="1003300" cy="698500"/>
                      <wp:effectExtent l="0" t="0" r="0" b="0"/>
                      <wp:wrapNone/>
                      <wp:docPr id="2596" name="Rectangle 25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6" o:spid="_x0000_s1508" style="position:absolute;margin-left:104pt;margin-top:34pt;width:79pt;height:55pt;z-index:25235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3lC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WN5Qh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9680" behindDoc="0" locked="0" layoutInCell="1" allowOverlap="1" wp14:anchorId="0F029426" wp14:editId="70FA3CC2">
                      <wp:simplePos x="0" y="0"/>
                      <wp:positionH relativeFrom="column">
                        <wp:posOffset>1320800</wp:posOffset>
                      </wp:positionH>
                      <wp:positionV relativeFrom="paragraph">
                        <wp:posOffset>431800</wp:posOffset>
                      </wp:positionV>
                      <wp:extent cx="1003300" cy="698500"/>
                      <wp:effectExtent l="0" t="0" r="0" b="0"/>
                      <wp:wrapNone/>
                      <wp:docPr id="2597" name="Rectangle 259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7" o:spid="_x0000_s1509" style="position:absolute;margin-left:104pt;margin-top:34pt;width:79pt;height:55pt;z-index:25235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dTf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igVGgvTQpW9QNyL2HUNTtOV1zVx/PUc22i/GOrZgTSx/Zsk6Wa+zYhYnm+0sTe+TWREWxWyThpss&#10;227zbLH55W5HaQnMFbH3cHfqO8TeR+jc+qlUvuTIKIf9ZQzhezFRmBaupYGHdvl7sMGgTOnZOm14&#10;80k9ajjsPAOmIzQ2und/aAwavUpOV5U4shSCRVLkIWiJwtZNkRVgT09eLitt7Ccme+SMCmsopq8b&#10;OQKS6ejlCEB8fd5ZdtyNvh1pnri0LraT9QmaBFNmH2BpOjlUmHZcYTSAcitsfhyIZhh1nwVII16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PDF1N8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0704" behindDoc="0" locked="0" layoutInCell="1" allowOverlap="1" wp14:anchorId="4AF9DF34" wp14:editId="6EF4AA20">
                      <wp:simplePos x="0" y="0"/>
                      <wp:positionH relativeFrom="column">
                        <wp:posOffset>1320800</wp:posOffset>
                      </wp:positionH>
                      <wp:positionV relativeFrom="paragraph">
                        <wp:posOffset>431800</wp:posOffset>
                      </wp:positionV>
                      <wp:extent cx="1003300" cy="698500"/>
                      <wp:effectExtent l="0" t="0" r="0" b="0"/>
                      <wp:wrapNone/>
                      <wp:docPr id="2598" name="Rectangle 25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8" o:spid="_x0000_s1510" style="position:absolute;margin-left:104pt;margin-top:34pt;width:79pt;height:55pt;z-index:25236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9/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j3sPf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1728" behindDoc="0" locked="0" layoutInCell="1" allowOverlap="1" wp14:anchorId="3B2F7E78" wp14:editId="28138A5A">
                      <wp:simplePos x="0" y="0"/>
                      <wp:positionH relativeFrom="column">
                        <wp:posOffset>1320800</wp:posOffset>
                      </wp:positionH>
                      <wp:positionV relativeFrom="paragraph">
                        <wp:posOffset>431800</wp:posOffset>
                      </wp:positionV>
                      <wp:extent cx="1003300" cy="698500"/>
                      <wp:effectExtent l="0" t="0" r="0" b="0"/>
                      <wp:wrapNone/>
                      <wp:docPr id="2599" name="Rectangle 25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9" o:spid="_x0000_s1511" style="position:absolute;margin-left:104pt;margin-top:34pt;width:79pt;height:55pt;z-index:25236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QGo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4kBq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2752" behindDoc="0" locked="0" layoutInCell="1" allowOverlap="1" wp14:anchorId="10AF607C" wp14:editId="33153AF5">
                      <wp:simplePos x="0" y="0"/>
                      <wp:positionH relativeFrom="column">
                        <wp:posOffset>1320800</wp:posOffset>
                      </wp:positionH>
                      <wp:positionV relativeFrom="paragraph">
                        <wp:posOffset>431800</wp:posOffset>
                      </wp:positionV>
                      <wp:extent cx="1003300" cy="698500"/>
                      <wp:effectExtent l="0" t="0" r="0" b="0"/>
                      <wp:wrapNone/>
                      <wp:docPr id="2600" name="Rectangle 260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0" o:spid="_x0000_s1512" style="position:absolute;margin-left:104pt;margin-top:34pt;width:79pt;height:55pt;z-index:25236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FD/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mkRQ/x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3776" behindDoc="0" locked="0" layoutInCell="1" allowOverlap="1" wp14:anchorId="50838E89" wp14:editId="62000D30">
                      <wp:simplePos x="0" y="0"/>
                      <wp:positionH relativeFrom="column">
                        <wp:posOffset>1320800</wp:posOffset>
                      </wp:positionH>
                      <wp:positionV relativeFrom="paragraph">
                        <wp:posOffset>431800</wp:posOffset>
                      </wp:positionV>
                      <wp:extent cx="1003300" cy="698500"/>
                      <wp:effectExtent l="0" t="0" r="0" b="0"/>
                      <wp:wrapNone/>
                      <wp:docPr id="2601" name="Rectangle 26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1" o:spid="_x0000_s1513" style="position:absolute;margin-left:104pt;margin-top:34pt;width:79pt;height:55pt;z-index:25236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v1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L9Yh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4800" behindDoc="0" locked="0" layoutInCell="1" allowOverlap="1" wp14:anchorId="3706C819" wp14:editId="1A3742DF">
                      <wp:simplePos x="0" y="0"/>
                      <wp:positionH relativeFrom="column">
                        <wp:posOffset>1320800</wp:posOffset>
                      </wp:positionH>
                      <wp:positionV relativeFrom="paragraph">
                        <wp:posOffset>431800</wp:posOffset>
                      </wp:positionV>
                      <wp:extent cx="1003300" cy="698500"/>
                      <wp:effectExtent l="0" t="0" r="0" b="0"/>
                      <wp:wrapNone/>
                      <wp:docPr id="2602" name="Rectangle 26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2" o:spid="_x0000_s1514" style="position:absolute;margin-left:104pt;margin-top:34pt;width:79pt;height:55pt;z-index:25236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546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mn546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5824" behindDoc="0" locked="0" layoutInCell="1" allowOverlap="1" wp14:anchorId="550D2C0B" wp14:editId="755F8353">
                      <wp:simplePos x="0" y="0"/>
                      <wp:positionH relativeFrom="column">
                        <wp:posOffset>1320800</wp:posOffset>
                      </wp:positionH>
                      <wp:positionV relativeFrom="paragraph">
                        <wp:posOffset>431800</wp:posOffset>
                      </wp:positionV>
                      <wp:extent cx="1003300" cy="698500"/>
                      <wp:effectExtent l="0" t="0" r="0" b="0"/>
                      <wp:wrapNone/>
                      <wp:docPr id="2603" name="Rectangle 260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3" o:spid="_x0000_s1515" style="position:absolute;margin-left:104pt;margin-top:34pt;width:79pt;height:55pt;z-index:25236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TOn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Fzkzpx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6848" behindDoc="0" locked="0" layoutInCell="1" allowOverlap="1" wp14:anchorId="6C3E057B" wp14:editId="2265231E">
                      <wp:simplePos x="0" y="0"/>
                      <wp:positionH relativeFrom="column">
                        <wp:posOffset>1320800</wp:posOffset>
                      </wp:positionH>
                      <wp:positionV relativeFrom="paragraph">
                        <wp:posOffset>431800</wp:posOffset>
                      </wp:positionV>
                      <wp:extent cx="1003300" cy="698500"/>
                      <wp:effectExtent l="0" t="0" r="0" b="0"/>
                      <wp:wrapNone/>
                      <wp:docPr id="2604" name="Rectangle 26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4" o:spid="_x0000_s1516" style="position:absolute;margin-left:104pt;margin-top:34pt;width:79pt;height:55pt;z-index:25236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6w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1cV6w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7872" behindDoc="0" locked="0" layoutInCell="1" allowOverlap="1" wp14:anchorId="1D00EAE0" wp14:editId="473F56F6">
                      <wp:simplePos x="0" y="0"/>
                      <wp:positionH relativeFrom="column">
                        <wp:posOffset>1320800</wp:posOffset>
                      </wp:positionH>
                      <wp:positionV relativeFrom="paragraph">
                        <wp:posOffset>431800</wp:posOffset>
                      </wp:positionV>
                      <wp:extent cx="1003300" cy="698500"/>
                      <wp:effectExtent l="0" t="0" r="0" b="0"/>
                      <wp:wrapNone/>
                      <wp:docPr id="2605" name="Rectangle 26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5" o:spid="_x0000_s1517" style="position:absolute;margin-left:104pt;margin-top:34pt;width:79pt;height:55pt;z-index:25236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Bn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Vg1Bn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8896" behindDoc="0" locked="0" layoutInCell="1" allowOverlap="1" wp14:anchorId="63F7EF0F" wp14:editId="399B0E88">
                      <wp:simplePos x="0" y="0"/>
                      <wp:positionH relativeFrom="column">
                        <wp:posOffset>1320800</wp:posOffset>
                      </wp:positionH>
                      <wp:positionV relativeFrom="paragraph">
                        <wp:posOffset>431800</wp:posOffset>
                      </wp:positionV>
                      <wp:extent cx="1003300" cy="698500"/>
                      <wp:effectExtent l="0" t="0" r="0" b="0"/>
                      <wp:wrapNone/>
                      <wp:docPr id="2606" name="Rectangle 260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6" o:spid="_x0000_s1518" style="position:absolute;margin-left:104pt;margin-top:34pt;width:79pt;height:55pt;z-index:25236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pGPGw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OXGkY8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9920" behindDoc="0" locked="0" layoutInCell="1" allowOverlap="1" wp14:anchorId="0C894975" wp14:editId="09D3BD03">
                      <wp:simplePos x="0" y="0"/>
                      <wp:positionH relativeFrom="column">
                        <wp:posOffset>1320800</wp:posOffset>
                      </wp:positionH>
                      <wp:positionV relativeFrom="paragraph">
                        <wp:posOffset>431800</wp:posOffset>
                      </wp:positionV>
                      <wp:extent cx="1003300" cy="698500"/>
                      <wp:effectExtent l="0" t="0" r="0" b="0"/>
                      <wp:wrapNone/>
                      <wp:docPr id="2607" name="Rectangle 26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7" o:spid="_x0000_s1519" style="position:absolute;margin-left:104pt;margin-top:34pt;width:79pt;height:55pt;z-index:25236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DwS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GA8Eh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0944" behindDoc="0" locked="0" layoutInCell="1" allowOverlap="1" wp14:anchorId="1B06D5B6" wp14:editId="704174BE">
                      <wp:simplePos x="0" y="0"/>
                      <wp:positionH relativeFrom="column">
                        <wp:posOffset>1320800</wp:posOffset>
                      </wp:positionH>
                      <wp:positionV relativeFrom="paragraph">
                        <wp:posOffset>431800</wp:posOffset>
                      </wp:positionV>
                      <wp:extent cx="1003300" cy="698500"/>
                      <wp:effectExtent l="0" t="0" r="0" b="0"/>
                      <wp:wrapNone/>
                      <wp:docPr id="2608" name="Rectangle 26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8" o:spid="_x0000_s1520" style="position:absolute;margin-left:104pt;margin-top:34pt;width:79pt;height:55pt;z-index:25237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T4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6ikT4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1968" behindDoc="0" locked="0" layoutInCell="1" allowOverlap="1" wp14:anchorId="1A287DC2" wp14:editId="1E6D4223">
                      <wp:simplePos x="0" y="0"/>
                      <wp:positionH relativeFrom="column">
                        <wp:posOffset>1320800</wp:posOffset>
                      </wp:positionH>
                      <wp:positionV relativeFrom="paragraph">
                        <wp:posOffset>431800</wp:posOffset>
                      </wp:positionV>
                      <wp:extent cx="1003300" cy="698500"/>
                      <wp:effectExtent l="0" t="0" r="0" b="0"/>
                      <wp:wrapNone/>
                      <wp:docPr id="2609" name="Rectangle 260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9" o:spid="_x0000_s1521" style="position:absolute;margin-left:104pt;margin-top:34pt;width:79pt;height:55pt;z-index:25237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ss6WU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2992" behindDoc="0" locked="0" layoutInCell="1" allowOverlap="1" wp14:anchorId="608EF734" wp14:editId="67AE7276">
                      <wp:simplePos x="0" y="0"/>
                      <wp:positionH relativeFrom="column">
                        <wp:posOffset>1320800</wp:posOffset>
                      </wp:positionH>
                      <wp:positionV relativeFrom="paragraph">
                        <wp:posOffset>431800</wp:posOffset>
                      </wp:positionV>
                      <wp:extent cx="1003300" cy="698500"/>
                      <wp:effectExtent l="0" t="0" r="0" b="0"/>
                      <wp:wrapNone/>
                      <wp:docPr id="2610" name="Rectangle 26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0" o:spid="_x0000_s1522" style="position:absolute;margin-left:104pt;margin-top:34pt;width:79pt;height:55pt;z-index:25237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JjHQ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0b3yY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4016" behindDoc="0" locked="0" layoutInCell="1" allowOverlap="1" wp14:anchorId="2A69FA47" wp14:editId="3EB32E5D">
                      <wp:simplePos x="0" y="0"/>
                      <wp:positionH relativeFrom="column">
                        <wp:posOffset>1320800</wp:posOffset>
                      </wp:positionH>
                      <wp:positionV relativeFrom="paragraph">
                        <wp:posOffset>431800</wp:posOffset>
                      </wp:positionV>
                      <wp:extent cx="1003300" cy="698500"/>
                      <wp:effectExtent l="0" t="0" r="0" b="0"/>
                      <wp:wrapNone/>
                      <wp:docPr id="2611" name="Rectangle 26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1" o:spid="_x0000_s1523" style="position:absolute;margin-left:104pt;margin-top:34pt;width:79pt;height:55pt;z-index:25237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y0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cU/8t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5040" behindDoc="0" locked="0" layoutInCell="1" allowOverlap="1" wp14:anchorId="7B0684F1" wp14:editId="4427059D">
                      <wp:simplePos x="0" y="0"/>
                      <wp:positionH relativeFrom="column">
                        <wp:posOffset>1320800</wp:posOffset>
                      </wp:positionH>
                      <wp:positionV relativeFrom="paragraph">
                        <wp:posOffset>431800</wp:posOffset>
                      </wp:positionV>
                      <wp:extent cx="1003300" cy="698500"/>
                      <wp:effectExtent l="0" t="0" r="0" b="0"/>
                      <wp:wrapNone/>
                      <wp:docPr id="2612" name="Rectangle 261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2" o:spid="_x0000_s1524" style="position:absolute;margin-left:104pt;margin-top:34pt;width:79pt;height:55pt;z-index:25237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jymGgIAAA0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rWY8ph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6064" behindDoc="0" locked="0" layoutInCell="1" allowOverlap="1" wp14:anchorId="280F3FD0" wp14:editId="6C0FD7FD">
                      <wp:simplePos x="0" y="0"/>
                      <wp:positionH relativeFrom="column">
                        <wp:posOffset>1320800</wp:posOffset>
                      </wp:positionH>
                      <wp:positionV relativeFrom="paragraph">
                        <wp:posOffset>431800</wp:posOffset>
                      </wp:positionV>
                      <wp:extent cx="1003300" cy="698500"/>
                      <wp:effectExtent l="0" t="0" r="0" b="0"/>
                      <wp:wrapNone/>
                      <wp:docPr id="2613" name="Rectangle 26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3" o:spid="_x0000_s1525" style="position:absolute;margin-left:104pt;margin-top:34pt;width:79pt;height:55pt;z-index:25237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JE7HQ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MCRO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7088" behindDoc="0" locked="0" layoutInCell="1" allowOverlap="1" wp14:anchorId="36DE056A" wp14:editId="7E827AC3">
                      <wp:simplePos x="0" y="0"/>
                      <wp:positionH relativeFrom="column">
                        <wp:posOffset>1320800</wp:posOffset>
                      </wp:positionH>
                      <wp:positionV relativeFrom="paragraph">
                        <wp:posOffset>431800</wp:posOffset>
                      </wp:positionV>
                      <wp:extent cx="1003300" cy="698500"/>
                      <wp:effectExtent l="0" t="0" r="0" b="0"/>
                      <wp:wrapNone/>
                      <wp:docPr id="2614" name="Rectangle 26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4" o:spid="_x0000_s1526" style="position:absolute;margin-left:104pt;margin-top:34pt;width:79pt;height:55pt;z-index:25237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Yj5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3TYj5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8112" behindDoc="0" locked="0" layoutInCell="1" allowOverlap="1" wp14:anchorId="6EAC8113" wp14:editId="6AE0A804">
                      <wp:simplePos x="0" y="0"/>
                      <wp:positionH relativeFrom="column">
                        <wp:posOffset>1320800</wp:posOffset>
                      </wp:positionH>
                      <wp:positionV relativeFrom="paragraph">
                        <wp:posOffset>431800</wp:posOffset>
                      </wp:positionV>
                      <wp:extent cx="1003300" cy="698500"/>
                      <wp:effectExtent l="0" t="0" r="0" b="0"/>
                      <wp:wrapNone/>
                      <wp:docPr id="2615" name="Rectangle 261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5" o:spid="_x0000_s1527" style="position:absolute;margin-left:104pt;margin-top:34pt;width:79pt;height:55pt;z-index:25237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yVkGg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uslZB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9136" behindDoc="0" locked="0" layoutInCell="1" allowOverlap="1" wp14:anchorId="479A93DE" wp14:editId="10279394">
                      <wp:simplePos x="0" y="0"/>
                      <wp:positionH relativeFrom="column">
                        <wp:posOffset>1320800</wp:posOffset>
                      </wp:positionH>
                      <wp:positionV relativeFrom="paragraph">
                        <wp:posOffset>431800</wp:posOffset>
                      </wp:positionV>
                      <wp:extent cx="1003300" cy="698500"/>
                      <wp:effectExtent l="0" t="0" r="0" b="0"/>
                      <wp:wrapNone/>
                      <wp:docPr id="2616" name="Rectangle 26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6" o:spid="_x0000_s1528" style="position:absolute;margin-left:104pt;margin-top:34pt;width:79pt;height:55pt;z-index:25237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uSM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dq7kj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0160" behindDoc="0" locked="0" layoutInCell="1" allowOverlap="1" wp14:anchorId="595545C4" wp14:editId="37626877">
                      <wp:simplePos x="0" y="0"/>
                      <wp:positionH relativeFrom="column">
                        <wp:posOffset>1320800</wp:posOffset>
                      </wp:positionH>
                      <wp:positionV relativeFrom="paragraph">
                        <wp:posOffset>431800</wp:posOffset>
                      </wp:positionV>
                      <wp:extent cx="1003300" cy="698500"/>
                      <wp:effectExtent l="0" t="0" r="0" b="0"/>
                      <wp:wrapNone/>
                      <wp:docPr id="2617" name="Rectangle 26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7" o:spid="_x0000_s1529" style="position:absolute;margin-left:104pt;margin-top:34pt;width:79pt;height:55pt;z-index:25238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pb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1lzqW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1184" behindDoc="0" locked="0" layoutInCell="1" allowOverlap="1" wp14:anchorId="554E6529" wp14:editId="3B8BBE1F">
                      <wp:simplePos x="0" y="0"/>
                      <wp:positionH relativeFrom="column">
                        <wp:posOffset>1295400</wp:posOffset>
                      </wp:positionH>
                      <wp:positionV relativeFrom="paragraph">
                        <wp:posOffset>431800</wp:posOffset>
                      </wp:positionV>
                      <wp:extent cx="1003300" cy="698500"/>
                      <wp:effectExtent l="0" t="0" r="0" b="0"/>
                      <wp:wrapNone/>
                      <wp:docPr id="2618" name="Rectangle 261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8" o:spid="_x0000_s1530" style="position:absolute;margin-left:102pt;margin-top:34pt;width:79pt;height:55pt;z-index:25238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AreXQ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2208" behindDoc="0" locked="0" layoutInCell="1" allowOverlap="1" wp14:anchorId="7B097823" wp14:editId="3552BE7E">
                      <wp:simplePos x="0" y="0"/>
                      <wp:positionH relativeFrom="column">
                        <wp:posOffset>1295400</wp:posOffset>
                      </wp:positionH>
                      <wp:positionV relativeFrom="paragraph">
                        <wp:posOffset>431800</wp:posOffset>
                      </wp:positionV>
                      <wp:extent cx="1003300" cy="698500"/>
                      <wp:effectExtent l="0" t="0" r="0" b="0"/>
                      <wp:wrapNone/>
                      <wp:docPr id="2619" name="Rectangle 26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9" o:spid="_x0000_s1531" style="position:absolute;margin-left:102pt;margin-top:34pt;width:79pt;height:55pt;z-index:25238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Tp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KjASZACVvkDdiDj0DM3RjjcNc/p6jmyyn4x1bMGaWf7Ikk2y2WTFIk62u0Wa3ieLIiyKxTYNt1m2&#10;2+XZzfanux2lJTBXxN7D3Vl3iP0doYv0c6l8yZFRDvvzFML3bKIw9ZIGHlq9nv8ebDAqU3q2rje8&#10;+aQeNejvPAOmIzS1enB/EAZNvkvO1y5xZCkEi6TIQ+glCltZvnI2ZIGnXi4rbewHJgfkjAprKKav&#10;GzkBkvnoyxG49/q8s+y0n7wcq3D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GN1Ok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3232" behindDoc="0" locked="0" layoutInCell="1" allowOverlap="1" wp14:anchorId="4262B147" wp14:editId="5F37D1E6">
                      <wp:simplePos x="0" y="0"/>
                      <wp:positionH relativeFrom="column">
                        <wp:posOffset>1295400</wp:posOffset>
                      </wp:positionH>
                      <wp:positionV relativeFrom="paragraph">
                        <wp:posOffset>431800</wp:posOffset>
                      </wp:positionV>
                      <wp:extent cx="1003300" cy="698500"/>
                      <wp:effectExtent l="0" t="0" r="0" b="0"/>
                      <wp:wrapNone/>
                      <wp:docPr id="2620" name="Rectangle 26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0" o:spid="_x0000_s1532" style="position:absolute;margin-left:102pt;margin-top:34pt;width:79pt;height:55pt;z-index:25238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4a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oeGg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4256" behindDoc="0" locked="0" layoutInCell="1" allowOverlap="1" wp14:anchorId="7B7C4DFA" wp14:editId="6AC85F76">
                      <wp:simplePos x="0" y="0"/>
                      <wp:positionH relativeFrom="column">
                        <wp:posOffset>1295400</wp:posOffset>
                      </wp:positionH>
                      <wp:positionV relativeFrom="paragraph">
                        <wp:posOffset>431800</wp:posOffset>
                      </wp:positionV>
                      <wp:extent cx="1003300" cy="698500"/>
                      <wp:effectExtent l="0" t="0" r="0" b="0"/>
                      <wp:wrapNone/>
                      <wp:docPr id="2621" name="Rectangle 262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1" o:spid="_x0000_s1533" style="position:absolute;margin-left:102pt;margin-top:34pt;width:79pt;height:55pt;z-index:25238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Ssc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OMJIkB669A3qRsS+Y2iKtryumeuv58hG+8VYxxasieXPLFkn63VWzOJks52l6X0yK8KimG3ScJNl&#10;222eLTa/3O0oLYG5IvYe7k59h9j7CJ1bP5XKlxwZ5bC/jCF8LyYK08K1NPDQLn8PNhiUKT1bpw1v&#10;PqlHDYedZ8B0hMZG9+4PjUGjV8npqhJHlkKwSIo8BC1R2MryG2dPT14uK23sJyZ75IwKayimrxs5&#10;ApLp6OUIQHx93ll23I2+HTfhw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TISsc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5280" behindDoc="0" locked="0" layoutInCell="1" allowOverlap="1" wp14:anchorId="24032496" wp14:editId="279F4591">
                      <wp:simplePos x="0" y="0"/>
                      <wp:positionH relativeFrom="column">
                        <wp:posOffset>1295400</wp:posOffset>
                      </wp:positionH>
                      <wp:positionV relativeFrom="paragraph">
                        <wp:posOffset>431800</wp:posOffset>
                      </wp:positionV>
                      <wp:extent cx="1003300" cy="698500"/>
                      <wp:effectExtent l="0" t="0" r="0" b="0"/>
                      <wp:wrapNone/>
                      <wp:docPr id="2622" name="Rectangle 26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2" o:spid="_x0000_s1534" style="position:absolute;margin-left:102pt;margin-top:34pt;width:79pt;height:55pt;z-index:25238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OsO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wjrD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6304" behindDoc="0" locked="0" layoutInCell="1" allowOverlap="1" wp14:anchorId="243C928F" wp14:editId="42CF4B58">
                      <wp:simplePos x="0" y="0"/>
                      <wp:positionH relativeFrom="column">
                        <wp:posOffset>1295400</wp:posOffset>
                      </wp:positionH>
                      <wp:positionV relativeFrom="paragraph">
                        <wp:posOffset>431800</wp:posOffset>
                      </wp:positionV>
                      <wp:extent cx="1003300" cy="698500"/>
                      <wp:effectExtent l="0" t="0" r="0" b="0"/>
                      <wp:wrapNone/>
                      <wp:docPr id="2623" name="Rectangle 26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3" o:spid="_x0000_s1535" style="position:absolute;margin-left:102pt;margin-top:34pt;width:79pt;height:55pt;z-index:25238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XZ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JxgJMoBK36BuROx7huZox5uGOX09RzbZL8Y6tmDNLH9myTpZr7NiESeb7SJN75JFERbFYpOGmyzb&#10;bvPsevPL3Y7SEpgrYu/g7qw7xN5H6Cz9XCpfcmSUw/48hfA9myhMvaSBh1av5r8HG4zKlJ6t6w1v&#10;PqoHDfo7z4DpCE2tHtwfhEGT75LTpUscWQrBIinyEHqJwlaWXzkbssBTL5eVNvYTkwNyRoU1FNPX&#10;jRwByXz05Qjce33eWXbaTV6Oq7B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65dk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7328" behindDoc="0" locked="0" layoutInCell="1" allowOverlap="1" wp14:anchorId="258A4F2E" wp14:editId="460C53E1">
                      <wp:simplePos x="0" y="0"/>
                      <wp:positionH relativeFrom="column">
                        <wp:posOffset>1295400</wp:posOffset>
                      </wp:positionH>
                      <wp:positionV relativeFrom="paragraph">
                        <wp:posOffset>431800</wp:posOffset>
                      </wp:positionV>
                      <wp:extent cx="1003300" cy="698500"/>
                      <wp:effectExtent l="0" t="0" r="0" b="0"/>
                      <wp:wrapNone/>
                      <wp:docPr id="2624" name="Rectangle 262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4" o:spid="_x0000_s1536" style="position:absolute;margin-left:102pt;margin-top:34pt;width:79pt;height:55pt;z-index:25238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jO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s&#10;TjESZIAufYG6EdH2DM3Rjtc1c/31HNlkPxnr2II1s/yRJZtks8mKRZxsd4s0fUgWRVgUi20abrNs&#10;t8uz2+1PdztKS2CuiH2Au3PfIfZ3hM6tn0vlS46McthfphC+FxOFaeFaGnhol78HG4zKlJ6t04Y3&#10;n9WThsPOM2A6QlOjB/eHxqDJq+R0VYkjSyFYJEUegpYobGX5jbPnJy+XlTb2A5MDckaFNRTT140c&#10;Acl89HIEIL4+7yw77SffjpvIp3W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2yiM4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8352" behindDoc="0" locked="0" layoutInCell="1" allowOverlap="1" wp14:anchorId="61FAB31B" wp14:editId="69B600E0">
                      <wp:simplePos x="0" y="0"/>
                      <wp:positionH relativeFrom="column">
                        <wp:posOffset>1295400</wp:posOffset>
                      </wp:positionH>
                      <wp:positionV relativeFrom="paragraph">
                        <wp:posOffset>431800</wp:posOffset>
                      </wp:positionV>
                      <wp:extent cx="1003300" cy="698500"/>
                      <wp:effectExtent l="0" t="0" r="0" b="0"/>
                      <wp:wrapNone/>
                      <wp:docPr id="2625" name="Rectangle 26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5" o:spid="_x0000_s1537" style="position:absolute;margin-left:102pt;margin-top:34pt;width:79pt;height:55pt;z-index:25238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CVT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XmEkyAAqfYG6EXHoGZqjHW8a5vT1HNlkPxnr2II1s/yRJZtks8mKRZxsd4s0vU8WRVgUi20abrNs&#10;t8uzm+1PdztKS2CuiL2Hu7PuEPs7Qhfp51L5kiOjHPbnKYTv2URh6iUNPLR6Pf892GBUpvRsXW94&#10;80k9atDfeQZMR2hq9eD+IAyafJecr13iyFIIFkmRh9BLFLayfOVsyAJPvVxW2tgPTA7IGRXWUExf&#10;N3ICJPPRlyNw7/V5Z9lpP3k5VlH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BQlUx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9376" behindDoc="0" locked="0" layoutInCell="1" allowOverlap="1" wp14:anchorId="064C8B10" wp14:editId="417F97B0">
                      <wp:simplePos x="0" y="0"/>
                      <wp:positionH relativeFrom="column">
                        <wp:posOffset>1295400</wp:posOffset>
                      </wp:positionH>
                      <wp:positionV relativeFrom="paragraph">
                        <wp:posOffset>431800</wp:posOffset>
                      </wp:positionV>
                      <wp:extent cx="1003300" cy="698500"/>
                      <wp:effectExtent l="0" t="0" r="0" b="0"/>
                      <wp:wrapNone/>
                      <wp:docPr id="2626" name="Rectangle 26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6" o:spid="_x0000_s1538" style="position:absolute;margin-left:102pt;margin-top:34pt;width:79pt;height:55pt;z-index:25238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fx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ZxgJMoBK36BuROx7huZox5uGOX09RzbZL8Y6tmDNLH9myTpZr7NiESeb7SJN75JFERbFYpOGmyzb&#10;bvPsevPL3Y7SEpgrYu/g7qw7xN5H6Cz9XCpfcmSUw/48hfA9myhMvaSBh1av5r8HG4zKlJ6t6w1v&#10;PqoHDfo7z4DpCE2tHtwfhEGT75LTpUscWQrBIinyEHqJwlaWXzkbssBTL5eVNvYTkwNyRoU1FNPX&#10;jRwByXz05Qjce33eWXbaTV6Oqyh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0FR/E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0400" behindDoc="0" locked="0" layoutInCell="1" allowOverlap="1" wp14:anchorId="56EB2197" wp14:editId="157471DA">
                      <wp:simplePos x="0" y="0"/>
                      <wp:positionH relativeFrom="column">
                        <wp:posOffset>1295400</wp:posOffset>
                      </wp:positionH>
                      <wp:positionV relativeFrom="paragraph">
                        <wp:posOffset>431800</wp:posOffset>
                      </wp:positionV>
                      <wp:extent cx="1003300" cy="698500"/>
                      <wp:effectExtent l="0" t="0" r="0" b="0"/>
                      <wp:wrapNone/>
                      <wp:docPr id="2627" name="Rectangle 262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7" o:spid="_x0000_s1539" style="position:absolute;margin-left:102pt;margin-top:34pt;width:79pt;height:55pt;z-index:25239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s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eIGRID106RvUjYh9x9AUbXldM9dfz5GN9ouxji1YE8ufWbJO1uusmMXJZjtL0/tkVoRFMduk4SbL&#10;tts8W2x+udtRWgJzRew93J36DrH3ETq3fiqVLzkyymF/GUP4XkwUpoVraeChXf4ebDAoU3q2Thve&#10;fFKPGg47z4DpCI2N7t0fGoNGr5LTVSWOLIVgkRR5CFqisJXlN86enrxcVtrYT0z2yBkV1lBMXzdy&#10;BCTT0csRgPj6vLPsuBt9O26ix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so+ps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1424" behindDoc="0" locked="0" layoutInCell="1" allowOverlap="1" wp14:anchorId="2F40836D" wp14:editId="58FEAE29">
                      <wp:simplePos x="0" y="0"/>
                      <wp:positionH relativeFrom="column">
                        <wp:posOffset>1295400</wp:posOffset>
                      </wp:positionH>
                      <wp:positionV relativeFrom="paragraph">
                        <wp:posOffset>431800</wp:posOffset>
                      </wp:positionV>
                      <wp:extent cx="1003300" cy="698500"/>
                      <wp:effectExtent l="0" t="0" r="0" b="0"/>
                      <wp:wrapNone/>
                      <wp:docPr id="2628" name="Rectangle 26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8" o:spid="_x0000_s1540" style="position:absolute;margin-left:102pt;margin-top:34pt;width:79pt;height:55pt;z-index:25239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TH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g1aCDKDSN6gbEfueoTna8aZhTl/PkU32i7GOLVgzy59Zsk7W66xYxMlmu0jTu2RRhEWx2KThJsu2&#10;2zy73vxyt6O0BOaK2Du4O+sOsfcROks/l8qXHBnlsD9PIXzPJgpTL2ngodWr+e/BBqMypWfresOb&#10;j+pBg/7OM2A6QlOrB/cHYdDku+R06RJHlkKwSIo8hF6isJXlV86GLPDUy2Wljf3E5ICcUWENxfR1&#10;I0dAMh99OQL3Xp93lp12k5fjKkp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x0xzB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2448" behindDoc="0" locked="0" layoutInCell="1" allowOverlap="1" wp14:anchorId="3D6C3243" wp14:editId="7AD1063C">
                      <wp:simplePos x="0" y="0"/>
                      <wp:positionH relativeFrom="column">
                        <wp:posOffset>1295400</wp:posOffset>
                      </wp:positionH>
                      <wp:positionV relativeFrom="paragraph">
                        <wp:posOffset>431800</wp:posOffset>
                      </wp:positionV>
                      <wp:extent cx="1003300" cy="698500"/>
                      <wp:effectExtent l="0" t="0" r="0" b="0"/>
                      <wp:wrapNone/>
                      <wp:docPr id="2629" name="Rectangle 26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9" o:spid="_x0000_s1541" style="position:absolute;margin-left:102pt;margin-top:34pt;width:79pt;height:55pt;z-index:25239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z8b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LjASZACVvkDdiDj0DM3RjjcNc/p6jmyyn4x1bMGaWf7Ikk2y2WTFIk62u0Wa3ieLIiyKxTYNt1m2&#10;2+XZzfanux2lJTBXxN7D3Vl3iP0doYv0c6l8yZFRDvvzFML3bKIw9ZIGHlq9nv8ebDAqU3q2rje8&#10;+aQeNejvPAOmIzS1enB/EAZNvkvO1y5xZCkEi6TIQ+glCltZvnI2ZIGnXi4rbewHJgfkjAprKKav&#10;GzkBkvnoyxG49/q8s+y0n7wcq2j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DPvPxs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3472" behindDoc="0" locked="0" layoutInCell="1" allowOverlap="1" wp14:anchorId="3FE91A17" wp14:editId="6C9ACC94">
                      <wp:simplePos x="0" y="0"/>
                      <wp:positionH relativeFrom="column">
                        <wp:posOffset>1295400</wp:posOffset>
                      </wp:positionH>
                      <wp:positionV relativeFrom="paragraph">
                        <wp:posOffset>431800</wp:posOffset>
                      </wp:positionV>
                      <wp:extent cx="1003300" cy="698500"/>
                      <wp:effectExtent l="0" t="0" r="0" b="0"/>
                      <wp:wrapNone/>
                      <wp:docPr id="2630" name="Rectangle 263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0" o:spid="_x0000_s1542" style="position:absolute;margin-left:102pt;margin-top:34pt;width:79pt;height:55pt;z-index:25239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l+JB0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4496" behindDoc="0" locked="0" layoutInCell="1" allowOverlap="1" wp14:anchorId="09A73D02" wp14:editId="6FDC3749">
                      <wp:simplePos x="0" y="0"/>
                      <wp:positionH relativeFrom="column">
                        <wp:posOffset>1295400</wp:posOffset>
                      </wp:positionH>
                      <wp:positionV relativeFrom="paragraph">
                        <wp:posOffset>431800</wp:posOffset>
                      </wp:positionV>
                      <wp:extent cx="1003300" cy="698500"/>
                      <wp:effectExtent l="0" t="0" r="0" b="0"/>
                      <wp:wrapNone/>
                      <wp:docPr id="2631" name="Rectangle 26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1" o:spid="_x0000_s1543" style="position:absolute;margin-left:102pt;margin-top:34pt;width:79pt;height:55pt;z-index:25239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ImA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iTASZACVvkDdiDj0DM3RjjcNc/p6jmyyn4x1bMGaWf7Ikk2y2WTFIk62u0Wa3ieLIiyKxTYNt1m2&#10;2+XZavvT3Y7SEpgrYu/h7qw7xP6O0EX6uVS+5Mgoh/15CuF7NlGYekkDD61ez38PNhiVKT1b1xve&#10;fFKPGvR3ngHTEZpaPbg/CIMm3yXna5c4shSCRVLkIfQSha0sv3E2ZIGnXi4rbewHJgfkjAprKKav&#10;GzkBkvnoyxG49/q8s+y0n7wcN9H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jYiYA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5520" behindDoc="0" locked="0" layoutInCell="1" allowOverlap="1" wp14:anchorId="6E41E93F" wp14:editId="719E0E4B">
                      <wp:simplePos x="0" y="0"/>
                      <wp:positionH relativeFrom="column">
                        <wp:posOffset>1295400</wp:posOffset>
                      </wp:positionH>
                      <wp:positionV relativeFrom="paragraph">
                        <wp:posOffset>431800</wp:posOffset>
                      </wp:positionV>
                      <wp:extent cx="1003300" cy="698500"/>
                      <wp:effectExtent l="0" t="0" r="0" b="0"/>
                      <wp:wrapNone/>
                      <wp:docPr id="2632" name="Rectangle 26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2" o:spid="_x0000_s1544" style="position:absolute;margin-left:102pt;margin-top:34pt;width:79pt;height:55pt;z-index:25239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erY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aXq2B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6544" behindDoc="0" locked="0" layoutInCell="1" allowOverlap="1" wp14:anchorId="57974F8D" wp14:editId="62D3BB3F">
                      <wp:simplePos x="0" y="0"/>
                      <wp:positionH relativeFrom="column">
                        <wp:posOffset>1295400</wp:posOffset>
                      </wp:positionH>
                      <wp:positionV relativeFrom="paragraph">
                        <wp:posOffset>431800</wp:posOffset>
                      </wp:positionV>
                      <wp:extent cx="1003300" cy="698500"/>
                      <wp:effectExtent l="0" t="0" r="0" b="0"/>
                      <wp:wrapNone/>
                      <wp:docPr id="2633" name="Rectangle 263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3" o:spid="_x0000_s1545" style="position:absolute;margin-left:102pt;margin-top:34pt;width:79pt;height:55pt;z-index:25239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0dF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s&#10;STASZIAufYG6EdH2DM3Rjtc1c/31HNlkPxnr2II1s/yRJZtks8mKRZxsd4s0fUgWRVgUi20abrNs&#10;t8uz2+1PdztKS2CuiH2Au3PfIfZ3hM6tn0vlS46McthfphC+FxOFaeFaGnhol78HG4zKlJ6t04Y3&#10;n9WThsPOM2A6QlOjB/eHxqDJq+R0VYkjSyFYJEUegpYobGX5jbPnJy+XlTb2A5MDckaFNRTT140c&#10;Acl89HIEIL4+7yw77SffjpvIM3G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QDR0U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7568" behindDoc="0" locked="0" layoutInCell="1" allowOverlap="1" wp14:anchorId="6FC356B8" wp14:editId="33E2D432">
                      <wp:simplePos x="0" y="0"/>
                      <wp:positionH relativeFrom="column">
                        <wp:posOffset>1295400</wp:posOffset>
                      </wp:positionH>
                      <wp:positionV relativeFrom="paragraph">
                        <wp:posOffset>431800</wp:posOffset>
                      </wp:positionV>
                      <wp:extent cx="1003300" cy="698500"/>
                      <wp:effectExtent l="0" t="0" r="0" b="0"/>
                      <wp:wrapNone/>
                      <wp:docPr id="2634" name="Rectangle 26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4" o:spid="_x0000_s1546" style="position:absolute;margin-left:102pt;margin-top:34pt;width:79pt;height:55pt;z-index:25239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LI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pBgJMoBK36BuROx7huZox5uGOX09RzbZL8Y6tmDNLH9myTpZr7NiESeb7SJN75JFERbFYpOGmyzb&#10;bvPsevPL3Y7SEpgrYu/g7qw7xN5H6Cz9XCpfcmSUw/48hfA9myhMvaSBh1av5r8HG4zKlJ6t6w1v&#10;PqoHDfo7z4DpCE2tHtwfhEGT75LTpUscWQrBIinyEHqJwlaWXzkbssBTL5eVNvYTkwNyRoU1FNPX&#10;jRwByXz05Qjce33eWXbaTV6Oq9i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W9iyA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8592" behindDoc="0" locked="0" layoutInCell="1" allowOverlap="1" wp14:anchorId="1FF345AD" wp14:editId="52C4CA93">
                      <wp:simplePos x="0" y="0"/>
                      <wp:positionH relativeFrom="column">
                        <wp:posOffset>1295400</wp:posOffset>
                      </wp:positionH>
                      <wp:positionV relativeFrom="paragraph">
                        <wp:posOffset>431800</wp:posOffset>
                      </wp:positionV>
                      <wp:extent cx="1003300" cy="698500"/>
                      <wp:effectExtent l="0" t="0" r="0" b="0"/>
                      <wp:wrapNone/>
                      <wp:docPr id="2635" name="Rectangle 26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5" o:spid="_x0000_s1547" style="position:absolute;margin-left:102pt;margin-top:34pt;width:79pt;height:55pt;z-index:25239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rzW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WWEkyAAqfYG6EXHoGZqjHW8a5vT1HNlkPxnr2II1s/yRJZtks8mKRZxsd4s0vU8WRVgUi20abrNs&#10;t8uzm+1PdztKS2CuiL2Hu7PuEPs7Qhfp51L5kiOjHPbnKYTv2URh6iUNPLR6Pf892GBUpvRsXW94&#10;80k9atDfeQZMR2hq9eD+IAyafJecr13iyFIIFkmRh9BLFLayfOVsyAJPvVxW2tgPTA7IGRXWUExf&#10;N3ICJPPRlyNw7/V5Z9lpP3k5VnH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q81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9616" behindDoc="0" locked="0" layoutInCell="1" allowOverlap="1" wp14:anchorId="629C433D" wp14:editId="1FCC7333">
                      <wp:simplePos x="0" y="0"/>
                      <wp:positionH relativeFrom="column">
                        <wp:posOffset>1295400</wp:posOffset>
                      </wp:positionH>
                      <wp:positionV relativeFrom="paragraph">
                        <wp:posOffset>431800</wp:posOffset>
                      </wp:positionV>
                      <wp:extent cx="1003300" cy="698500"/>
                      <wp:effectExtent l="0" t="0" r="0" b="0"/>
                      <wp:wrapNone/>
                      <wp:docPr id="2636" name="Rectangle 263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6" o:spid="_x0000_s1548" style="position:absolute;margin-left:102pt;margin-top:34pt;width:79pt;height:55pt;z-index:252399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30+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tvfT4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0640" behindDoc="0" locked="0" layoutInCell="1" allowOverlap="1" wp14:anchorId="016C1E8F" wp14:editId="2BDCFBD0">
                      <wp:simplePos x="0" y="0"/>
                      <wp:positionH relativeFrom="column">
                        <wp:posOffset>1295400</wp:posOffset>
                      </wp:positionH>
                      <wp:positionV relativeFrom="paragraph">
                        <wp:posOffset>431800</wp:posOffset>
                      </wp:positionV>
                      <wp:extent cx="1003300" cy="698500"/>
                      <wp:effectExtent l="0" t="0" r="0" b="0"/>
                      <wp:wrapNone/>
                      <wp:docPr id="2637" name="Rectangle 26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7" o:spid="_x0000_s1549" style="position:absolute;margin-left:102pt;margin-top:34pt;width:79pt;height:55pt;z-index:25240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dCj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WWEkyAAqfYG6EXHoGZqjHW8a5vT1HNlkPxnr2II1s/yRJZtks8mKRZxsd4s0vU8WRVgUi20abrNs&#10;t8uz1fanux2lJTBXxN7D3Vl3iP0doYv0c6l8yZFRDvvzFML3bKIw9ZIGHlq9nv8ebDAqU3q2rje8&#10;+aQeNejvPAOmIzS1enB/EAZNvkvO1y5xZCkEi6TIQ+glCltZfuNsyAJPvVxW2tgPTA7IGRXWUExf&#10;N3ICJPPRlyNw7/V5Z9lpP3k5buLE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rJ0KM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1664" behindDoc="0" locked="0" layoutInCell="1" allowOverlap="1" wp14:anchorId="57B52651" wp14:editId="5B8BC8E7">
                      <wp:simplePos x="0" y="0"/>
                      <wp:positionH relativeFrom="column">
                        <wp:posOffset>1295400</wp:posOffset>
                      </wp:positionH>
                      <wp:positionV relativeFrom="paragraph">
                        <wp:posOffset>431800</wp:posOffset>
                      </wp:positionV>
                      <wp:extent cx="1003300" cy="698500"/>
                      <wp:effectExtent l="0" t="0" r="0" b="0"/>
                      <wp:wrapNone/>
                      <wp:docPr id="2638" name="Rectangle 26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8" o:spid="_x0000_s1550" style="position:absolute;margin-left:102pt;margin-top:34pt;width:79pt;height:55pt;z-index:25240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6hJ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gFaCDKDSN6gbEfueoTna8aZhTl/PkU32i7GOLVgzy59Zsk7W66xYxMlmu0jTu2RRhEWx2KThJsu2&#10;2zy73vxyt6O0BOaK2Du4O+sOsfcROks/l8qXHBnlsD9PIXzPJgpTL2ngodWr+e/BBqMypWfresOb&#10;j+pBg/7OM2A6QlOrB/cHYdDku+R06RJHlkKwSIo8hF6isJXlV86GLPDUy2Wljf3E5ICcUWENxfR1&#10;I0dAMh99OQL3Xp93lp12k5fjKk5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1COoS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2688" behindDoc="0" locked="0" layoutInCell="1" allowOverlap="1" wp14:anchorId="1CA7356A" wp14:editId="55B8E1C6">
                      <wp:simplePos x="0" y="0"/>
                      <wp:positionH relativeFrom="column">
                        <wp:posOffset>1295400</wp:posOffset>
                      </wp:positionH>
                      <wp:positionV relativeFrom="paragraph">
                        <wp:posOffset>431800</wp:posOffset>
                      </wp:positionV>
                      <wp:extent cx="1003300" cy="698500"/>
                      <wp:effectExtent l="0" t="0" r="0" b="0"/>
                      <wp:wrapNone/>
                      <wp:docPr id="2639" name="Rectangle 263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9" o:spid="_x0000_s1551" style="position:absolute;margin-left:102pt;margin-top:34pt;width:79pt;height:55pt;z-index:25240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QXU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pMBIkB669A3qRsS+Y2iKtryumeuv58hG+8VYxxasieXPLFkn63VWzOJks52l6X0yK8KimG3ScJNl&#10;222e3Wx+udtRWgJzRew93J36DrH3ETq3fiqVLzkyymF/GUP4XkwUpoVraeChXf4ebDAoU3q2Thve&#10;fFKPGg47z4DpCI2N7t0fGoNGr5LTVSWOLIVgkRR5CFqisJXlC2dPT14uK23sJyZ75IwKayimrxs5&#10;ApLp6OUIQHx93ll23I2+HYt44dK62E7WJ2gSTJl9gKXp5FBh2nGF0QDKrbD5cSCaYdR9FiCN+CZ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lhQXU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3712" behindDoc="0" locked="0" layoutInCell="1" allowOverlap="1" wp14:anchorId="30BA4099" wp14:editId="744CF4FC">
                      <wp:simplePos x="0" y="0"/>
                      <wp:positionH relativeFrom="column">
                        <wp:posOffset>1295400</wp:posOffset>
                      </wp:positionH>
                      <wp:positionV relativeFrom="paragraph">
                        <wp:posOffset>431800</wp:posOffset>
                      </wp:positionV>
                      <wp:extent cx="1003300" cy="698500"/>
                      <wp:effectExtent l="0" t="0" r="0" b="0"/>
                      <wp:wrapNone/>
                      <wp:docPr id="2640" name="Rectangle 26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0" o:spid="_x0000_s1552" style="position:absolute;margin-left:102pt;margin-top:34pt;width:79pt;height:55pt;z-index:25240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dFIb8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4736" behindDoc="0" locked="0" layoutInCell="1" allowOverlap="1" wp14:anchorId="475F6BB8" wp14:editId="32B45B92">
                      <wp:simplePos x="0" y="0"/>
                      <wp:positionH relativeFrom="column">
                        <wp:posOffset>1295400</wp:posOffset>
                      </wp:positionH>
                      <wp:positionV relativeFrom="paragraph">
                        <wp:posOffset>431800</wp:posOffset>
                      </wp:positionV>
                      <wp:extent cx="1003300" cy="698500"/>
                      <wp:effectExtent l="0" t="0" r="0" b="0"/>
                      <wp:wrapNone/>
                      <wp:docPr id="2641" name="Rectangle 26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1" o:spid="_x0000_s1553" style="position:absolute;margin-left:102pt;margin-top:34pt;width:79pt;height:55pt;z-index:25240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y9o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jTASZACVvkDdiDj0DM3RjjcNc/p6jmyyn4x1bMGaWf7Ikk2y2WTFIk62u0Wa3ieLIiyKxTYNt1m2&#10;2+XZavvT3Y7SEpgrYu/h7qw7xP6O0EX6uVS+5Mgoh/15CuF7NlGYekkDD61ez38PNhiVKT1b1xve&#10;fFKPGvR3ngHTEZpaPbg/CIMm3yXna5c4shSCRVLkIfQSha0sv3E2ZIGnXi4rbewHJgfkjAprKKav&#10;GzkBkvnoyxG49/q8s+y0n7wcN/H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e3L2g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p>
          <w:p w:rsidR="00A65C40" w:rsidRPr="00F14F57" w:rsidRDefault="00A65C40"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405760" behindDoc="0" locked="0" layoutInCell="1" allowOverlap="1" wp14:anchorId="4C29AED4" wp14:editId="7624DD18">
                      <wp:simplePos x="0" y="0"/>
                      <wp:positionH relativeFrom="column">
                        <wp:posOffset>1320800</wp:posOffset>
                      </wp:positionH>
                      <wp:positionV relativeFrom="paragraph">
                        <wp:posOffset>431800</wp:posOffset>
                      </wp:positionV>
                      <wp:extent cx="1003300" cy="698500"/>
                      <wp:effectExtent l="0" t="0" r="0" b="0"/>
                      <wp:wrapNone/>
                      <wp:docPr id="2642" name="Rectangle 264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2" o:spid="_x0000_s1554" style="position:absolute;margin-left:104pt;margin-top:34pt;width:79pt;height:55pt;z-index:25240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jhWVU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6784" behindDoc="0" locked="0" layoutInCell="1" allowOverlap="1" wp14:anchorId="7F42D900" wp14:editId="428BDBCC">
                      <wp:simplePos x="0" y="0"/>
                      <wp:positionH relativeFrom="column">
                        <wp:posOffset>1320800</wp:posOffset>
                      </wp:positionH>
                      <wp:positionV relativeFrom="paragraph">
                        <wp:posOffset>431800</wp:posOffset>
                      </wp:positionV>
                      <wp:extent cx="1003300" cy="698500"/>
                      <wp:effectExtent l="0" t="0" r="0" b="0"/>
                      <wp:wrapNone/>
                      <wp:docPr id="2643" name="Rectangle 26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3" o:spid="_x0000_s1555" style="position:absolute;margin-left:104pt;margin-top:34pt;width:79pt;height:55pt;z-index:25240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TIHg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lH9Mg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7808" behindDoc="0" locked="0" layoutInCell="1" allowOverlap="1" wp14:anchorId="0A7BF243" wp14:editId="50099CF3">
                      <wp:simplePos x="0" y="0"/>
                      <wp:positionH relativeFrom="column">
                        <wp:posOffset>1320800</wp:posOffset>
                      </wp:positionH>
                      <wp:positionV relativeFrom="paragraph">
                        <wp:posOffset>431800</wp:posOffset>
                      </wp:positionV>
                      <wp:extent cx="1003300" cy="698500"/>
                      <wp:effectExtent l="0" t="0" r="0" b="0"/>
                      <wp:wrapNone/>
                      <wp:docPr id="2644" name="Rectangle 26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4" o:spid="_x0000_s1556" style="position:absolute;margin-left:104pt;margin-top:34pt;width:79pt;height:55pt;z-index:25240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zqVHQ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ls6lR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8832" behindDoc="0" locked="0" layoutInCell="1" allowOverlap="1" wp14:anchorId="1BD7015A" wp14:editId="225BA2D4">
                      <wp:simplePos x="0" y="0"/>
                      <wp:positionH relativeFrom="column">
                        <wp:posOffset>1320800</wp:posOffset>
                      </wp:positionH>
                      <wp:positionV relativeFrom="paragraph">
                        <wp:posOffset>431800</wp:posOffset>
                      </wp:positionV>
                      <wp:extent cx="1003300" cy="698500"/>
                      <wp:effectExtent l="0" t="0" r="0" b="0"/>
                      <wp:wrapNone/>
                      <wp:docPr id="2645" name="Rectangle 264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5" o:spid="_x0000_s1557" style="position:absolute;margin-left:104pt;margin-top:34pt;width:79pt;height:55pt;z-index:25240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I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v9lwg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9856" behindDoc="0" locked="0" layoutInCell="1" allowOverlap="1" wp14:anchorId="30825D48" wp14:editId="14416AD3">
                      <wp:simplePos x="0" y="0"/>
                      <wp:positionH relativeFrom="column">
                        <wp:posOffset>1320800</wp:posOffset>
                      </wp:positionH>
                      <wp:positionV relativeFrom="paragraph">
                        <wp:posOffset>431800</wp:posOffset>
                      </wp:positionV>
                      <wp:extent cx="1003300" cy="698500"/>
                      <wp:effectExtent l="0" t="0" r="0" b="0"/>
                      <wp:wrapNone/>
                      <wp:docPr id="2646" name="Rectangle 26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6" o:spid="_x0000_s1558" style="position:absolute;margin-left:104pt;margin-top:34pt;width:79pt;height:55pt;z-index:25240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7hW4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0880" behindDoc="0" locked="0" layoutInCell="1" allowOverlap="1" wp14:anchorId="2CABE80F" wp14:editId="59F26542">
                      <wp:simplePos x="0" y="0"/>
                      <wp:positionH relativeFrom="column">
                        <wp:posOffset>1320800</wp:posOffset>
                      </wp:positionH>
                      <wp:positionV relativeFrom="paragraph">
                        <wp:posOffset>431800</wp:posOffset>
                      </wp:positionV>
                      <wp:extent cx="1003300" cy="698500"/>
                      <wp:effectExtent l="0" t="0" r="0" b="0"/>
                      <wp:wrapNone/>
                      <wp:docPr id="2647" name="Rectangle 26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7" o:spid="_x0000_s1559" style="position:absolute;margin-left:104pt;margin-top:34pt;width:79pt;height:55pt;z-index:25241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g3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0pYN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1904" behindDoc="0" locked="0" layoutInCell="1" allowOverlap="1" wp14:anchorId="43237EB3" wp14:editId="43C07E2E">
                      <wp:simplePos x="0" y="0"/>
                      <wp:positionH relativeFrom="column">
                        <wp:posOffset>1320800</wp:posOffset>
                      </wp:positionH>
                      <wp:positionV relativeFrom="paragraph">
                        <wp:posOffset>431800</wp:posOffset>
                      </wp:positionV>
                      <wp:extent cx="1003300" cy="698500"/>
                      <wp:effectExtent l="0" t="0" r="0" b="0"/>
                      <wp:wrapNone/>
                      <wp:docPr id="2648" name="Rectangle 264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8" o:spid="_x0000_s1560" style="position:absolute;margin-left:104pt;margin-top:34pt;width:79pt;height:55pt;z-index:25241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T0g5c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2928" behindDoc="0" locked="0" layoutInCell="1" allowOverlap="1" wp14:anchorId="4AB58CCB" wp14:editId="31E718AB">
                      <wp:simplePos x="0" y="0"/>
                      <wp:positionH relativeFrom="column">
                        <wp:posOffset>1320800</wp:posOffset>
                      </wp:positionH>
                      <wp:positionV relativeFrom="paragraph">
                        <wp:posOffset>431800</wp:posOffset>
                      </wp:positionV>
                      <wp:extent cx="1003300" cy="698500"/>
                      <wp:effectExtent l="0" t="0" r="0" b="0"/>
                      <wp:wrapNone/>
                      <wp:docPr id="2649" name="Rectangle 26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9" o:spid="_x0000_s1561" style="position:absolute;margin-left:104pt;margin-top:34pt;width:79pt;height:55pt;z-index:25241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4K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swIjSXvo0jeoG5X7jqMp2oq65r6/gSMf3RfrPFuwJpY/83Sdrtd5MUvSzXaWZXfprCBFMdtkZJPn&#10;2+0iv9788rfjrATmmro7uDv1HWLvI3Ru/VSqUHJktcf+PBL4nm1MstDSKEBbLad/ABsN2paBrddG&#10;MB/1g4H+e8+C6QmNjen9HxqDxqCS00UlniyDYJEWCwJaYrCVF4SkqVcRPPVyWRvrPnHVI29U2EAx&#10;Q93oEZBMR1+OwL3X573lxt0Y2nGVXvm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VSLgo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3952" behindDoc="0" locked="0" layoutInCell="1" allowOverlap="1" wp14:anchorId="09AA388F" wp14:editId="624870A8">
                      <wp:simplePos x="0" y="0"/>
                      <wp:positionH relativeFrom="column">
                        <wp:posOffset>1320800</wp:posOffset>
                      </wp:positionH>
                      <wp:positionV relativeFrom="paragraph">
                        <wp:posOffset>431800</wp:posOffset>
                      </wp:positionV>
                      <wp:extent cx="1003300" cy="698500"/>
                      <wp:effectExtent l="0" t="0" r="0" b="0"/>
                      <wp:wrapNone/>
                      <wp:docPr id="2650" name="Rectangle 26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0" o:spid="_x0000_s1562" style="position:absolute;margin-left:104pt;margin-top:34pt;width:79pt;height:55pt;z-index:25241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6XlkY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4976" behindDoc="0" locked="0" layoutInCell="1" allowOverlap="1" wp14:anchorId="1016CB67" wp14:editId="5585F73F">
                      <wp:simplePos x="0" y="0"/>
                      <wp:positionH relativeFrom="column">
                        <wp:posOffset>1320800</wp:posOffset>
                      </wp:positionH>
                      <wp:positionV relativeFrom="paragraph">
                        <wp:posOffset>431800</wp:posOffset>
                      </wp:positionV>
                      <wp:extent cx="1003300" cy="698500"/>
                      <wp:effectExtent l="0" t="0" r="0" b="0"/>
                      <wp:wrapNone/>
                      <wp:docPr id="2651" name="Rectangle 265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1" o:spid="_x0000_s1563" style="position:absolute;margin-left:104pt;margin-top:34pt;width:79pt;height:55pt;z-index:25241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Tvb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fMTvb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6000" behindDoc="0" locked="0" layoutInCell="1" allowOverlap="1" wp14:anchorId="0F6B1B02" wp14:editId="1AF7DD84">
                      <wp:simplePos x="0" y="0"/>
                      <wp:positionH relativeFrom="column">
                        <wp:posOffset>1320800</wp:posOffset>
                      </wp:positionH>
                      <wp:positionV relativeFrom="paragraph">
                        <wp:posOffset>431800</wp:posOffset>
                      </wp:positionV>
                      <wp:extent cx="1003300" cy="698500"/>
                      <wp:effectExtent l="0" t="0" r="0" b="0"/>
                      <wp:wrapNone/>
                      <wp:docPr id="2652" name="Rectangle 26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2" o:spid="_x0000_s1564" style="position:absolute;margin-left:104pt;margin-top:34pt;width:79pt;height:55pt;z-index:25241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MY+8k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7024" behindDoc="0" locked="0" layoutInCell="1" allowOverlap="1" wp14:anchorId="31F9D6DD" wp14:editId="58B4A1D1">
                      <wp:simplePos x="0" y="0"/>
                      <wp:positionH relativeFrom="column">
                        <wp:posOffset>1320800</wp:posOffset>
                      </wp:positionH>
                      <wp:positionV relativeFrom="paragraph">
                        <wp:posOffset>431800</wp:posOffset>
                      </wp:positionV>
                      <wp:extent cx="1003300" cy="698500"/>
                      <wp:effectExtent l="0" t="0" r="0" b="0"/>
                      <wp:wrapNone/>
                      <wp:docPr id="2653" name="Rectangle 26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3" o:spid="_x0000_s1565" style="position:absolute;margin-left:104pt;margin-top:34pt;width:79pt;height:55pt;z-index:25241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vUe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r1KMJO2hS9+gblTuO46maCvqmvv+Bo58dF+s82zBmlj+zNN1ul7nxSxJN9tZlt2ls4IUxWyTkU2e&#10;b7eL/Hrzy9+OsxKYa+ru4O7Ud4i9j9C59VOpQsmR1R7780jge7YxyUJLowBttZz+AWw0aFsGtl4b&#10;wXzUDwb67z0Lpic0Nqb3f2gMGoNKTheVeLIMgkVaLAhoicFWXhCSpl5F8NTLZW2s+8RVj7xRYQPF&#10;DHWjR0AyHX05Avden/eWG3djaMdVW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CPq9R4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8048" behindDoc="0" locked="0" layoutInCell="1" allowOverlap="1" wp14:anchorId="24B0BE59" wp14:editId="2B8313A1">
                      <wp:simplePos x="0" y="0"/>
                      <wp:positionH relativeFrom="column">
                        <wp:posOffset>1320800</wp:posOffset>
                      </wp:positionH>
                      <wp:positionV relativeFrom="paragraph">
                        <wp:posOffset>431800</wp:posOffset>
                      </wp:positionV>
                      <wp:extent cx="1003300" cy="698500"/>
                      <wp:effectExtent l="0" t="0" r="0" b="0"/>
                      <wp:wrapNone/>
                      <wp:docPr id="2654" name="Rectangle 265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4" o:spid="_x0000_s1566" style="position:absolute;margin-left:104pt;margin-top:34pt;width:79pt;height:55pt;z-index:25241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zH9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2QYSdpDl75A3ajcdxxN0VbUNff9DRz56D5Z59mCNbH8kafrdL3Oi1mSbrazLHtIZwUpitkmI5s8&#10;324X+e3mp78dZyUw19Q9wN2p7xD7O0Ln1k+lCiVHVnvsLyOB78XGJCt8S6MA7fIPYKNB2zKw9doI&#10;5rN+MnDYexZMT2hsTO//0Bg0BpWcrirxZBkEi7RYENASg628ICRNz09eLmtj3QeueuSNChsoZqgb&#10;PQKSCd3lCEB8fd5bbtyNoR03WRCn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GYXMf0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9072" behindDoc="0" locked="0" layoutInCell="1" allowOverlap="1" wp14:anchorId="5E94E346" wp14:editId="10DFE1D4">
                      <wp:simplePos x="0" y="0"/>
                      <wp:positionH relativeFrom="column">
                        <wp:posOffset>1320800</wp:posOffset>
                      </wp:positionH>
                      <wp:positionV relativeFrom="paragraph">
                        <wp:posOffset>431800</wp:posOffset>
                      </wp:positionV>
                      <wp:extent cx="1003300" cy="698500"/>
                      <wp:effectExtent l="0" t="0" r="0" b="0"/>
                      <wp:wrapNone/>
                      <wp:docPr id="2655" name="Rectangle 26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5" o:spid="_x0000_s1567" style="position:absolute;margin-left:104pt;margin-top:34pt;width:79pt;height:55pt;z-index:25241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Zxg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exnGA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0096" behindDoc="0" locked="0" layoutInCell="1" allowOverlap="1" wp14:anchorId="77E73CFB" wp14:editId="7D1B6782">
                      <wp:simplePos x="0" y="0"/>
                      <wp:positionH relativeFrom="column">
                        <wp:posOffset>1320800</wp:posOffset>
                      </wp:positionH>
                      <wp:positionV relativeFrom="paragraph">
                        <wp:posOffset>431800</wp:posOffset>
                      </wp:positionV>
                      <wp:extent cx="1003300" cy="698500"/>
                      <wp:effectExtent l="0" t="0" r="0" b="0"/>
                      <wp:wrapNone/>
                      <wp:docPr id="2656" name="Rectangle 26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6" o:spid="_x0000_s1568" style="position:absolute;margin-left:104pt;margin-top:34pt;width:79pt;height:55pt;z-index:25242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P7C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r3KMJO2hS9+gblTuO46maCvqmvv+Bo58dF+s82zBmlj+zNN1ul7nxSxJN9tZlt2ls4IUxWyTkU2e&#10;b7eL/Hrzy9+OsxKYa+ru4O7Ud4i9j9C59VOpQsmR1R7780jge7YxyUJLowBttZz+AWw0aFsGtl4b&#10;wXzUDwb67z0Lpic0Nqb3f2gMGoNKTheVeLIMgkVaLAhoicFWXhCSpl5F8NTLZW2s+8RVj7xRYQPF&#10;DHWjR0AyHX05Avden/eWG3djaMdVl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ag/sI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1120" behindDoc="0" locked="0" layoutInCell="1" allowOverlap="1" wp14:anchorId="1F5EF006" wp14:editId="182ACB28">
                      <wp:simplePos x="0" y="0"/>
                      <wp:positionH relativeFrom="column">
                        <wp:posOffset>1320800</wp:posOffset>
                      </wp:positionH>
                      <wp:positionV relativeFrom="paragraph">
                        <wp:posOffset>431800</wp:posOffset>
                      </wp:positionV>
                      <wp:extent cx="1003300" cy="698500"/>
                      <wp:effectExtent l="0" t="0" r="0" b="0"/>
                      <wp:wrapNone/>
                      <wp:docPr id="2657" name="Rectangle 265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7" o:spid="_x0000_s1569" style="position:absolute;margin-left:104pt;margin-top:34pt;width:79pt;height:55pt;z-index:25242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lNf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9xiJGkPXfoCdaNy33E0RVtR19z3N3Dko/tknWcL1sTyR56u0/U6L2ZJutnOsuwhnRWkKGabjGzy&#10;fLtd5Lebn/52nJXAXFP3AHenvkPs7widWz+VKpQcWe2xv4wEvhcbk6zwLY0CtMs/gI0GbcvA1msj&#10;mM/6ycBh71kwPaGxMb3/Q2PQGFRyuqrEk2UQLNJiQUBLDLbygpA0PT95uayNdR+46pE3KmygmKFu&#10;9AhIJnSXIwDx9XlvuXE3hnbcZCGt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cGU18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2144" behindDoc="0" locked="0" layoutInCell="1" allowOverlap="1" wp14:anchorId="3CC0811E" wp14:editId="40262F98">
                      <wp:simplePos x="0" y="0"/>
                      <wp:positionH relativeFrom="column">
                        <wp:posOffset>1320800</wp:posOffset>
                      </wp:positionH>
                      <wp:positionV relativeFrom="paragraph">
                        <wp:posOffset>431800</wp:posOffset>
                      </wp:positionV>
                      <wp:extent cx="1003300" cy="698500"/>
                      <wp:effectExtent l="0" t="0" r="0" b="0"/>
                      <wp:wrapNone/>
                      <wp:docPr id="2658" name="Rectangle 26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8" o:spid="_x0000_s1570" style="position:absolute;margin-left:104pt;margin-top:34pt;width:79pt;height:55pt;z-index:252422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uLiI/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3168" behindDoc="0" locked="0" layoutInCell="1" allowOverlap="1" wp14:anchorId="13FCAFF1" wp14:editId="5FF65C3B">
                      <wp:simplePos x="0" y="0"/>
                      <wp:positionH relativeFrom="column">
                        <wp:posOffset>1320800</wp:posOffset>
                      </wp:positionH>
                      <wp:positionV relativeFrom="paragraph">
                        <wp:posOffset>431800</wp:posOffset>
                      </wp:positionV>
                      <wp:extent cx="1003300" cy="698500"/>
                      <wp:effectExtent l="0" t="0" r="0" b="0"/>
                      <wp:wrapNone/>
                      <wp:docPr id="2659" name="Rectangle 26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9" o:spid="_x0000_s1571" style="position:absolute;margin-left:104pt;margin-top:34pt;width:79pt;height:55pt;z-index:252423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oYo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hKhig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4192" behindDoc="0" locked="0" layoutInCell="1" allowOverlap="1" wp14:anchorId="093D3FAB" wp14:editId="0DC03CBF">
                      <wp:simplePos x="0" y="0"/>
                      <wp:positionH relativeFrom="column">
                        <wp:posOffset>1320800</wp:posOffset>
                      </wp:positionH>
                      <wp:positionV relativeFrom="paragraph">
                        <wp:posOffset>431800</wp:posOffset>
                      </wp:positionV>
                      <wp:extent cx="1003300" cy="698500"/>
                      <wp:effectExtent l="0" t="0" r="0" b="0"/>
                      <wp:wrapNone/>
                      <wp:docPr id="2660" name="Rectangle 266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0" o:spid="_x0000_s1572" style="position:absolute;margin-left:104pt;margin-top:34pt;width:79pt;height:55pt;z-index:252424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CoUdwo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5216" behindDoc="0" locked="0" layoutInCell="1" allowOverlap="1" wp14:anchorId="22E712A7" wp14:editId="15C34B0A">
                      <wp:simplePos x="0" y="0"/>
                      <wp:positionH relativeFrom="column">
                        <wp:posOffset>1320800</wp:posOffset>
                      </wp:positionH>
                      <wp:positionV relativeFrom="paragraph">
                        <wp:posOffset>431800</wp:posOffset>
                      </wp:positionV>
                      <wp:extent cx="1003300" cy="698500"/>
                      <wp:effectExtent l="0" t="0" r="0" b="0"/>
                      <wp:wrapNone/>
                      <wp:docPr id="2661" name="Rectangle 26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1" o:spid="_x0000_s1573" style="position:absolute;margin-left:104pt;margin-top:34pt;width:79pt;height:55pt;z-index:252425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tqX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5zFGkvbQpa9QNyoPHUdTtBV1zX1/A0c+us/WebZgTSx/5ukm3WzyYpak290sy+7SWUGKYrbNyDbP&#10;d7tlvtj+8rfjrATmmro7uDv1HWJ/R+jS+qlUoeTIao/9aSTwPdmYZKGlUYC2Xk3/ADYatC0DW6+N&#10;YD7qBwP9954F0xMaG9P7PzQGjUEl56tKPFkGwSItlgS0xGArLwhJU68ieOrlsjbWfeSqR96osIFi&#10;hrrREyCZjr4cgXuvz3vLjfsxtONDtv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uy2pc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6240" behindDoc="0" locked="0" layoutInCell="1" allowOverlap="1" wp14:anchorId="00228538" wp14:editId="475D6CDE">
                      <wp:simplePos x="0" y="0"/>
                      <wp:positionH relativeFrom="column">
                        <wp:posOffset>1320800</wp:posOffset>
                      </wp:positionH>
                      <wp:positionV relativeFrom="paragraph">
                        <wp:posOffset>431800</wp:posOffset>
                      </wp:positionV>
                      <wp:extent cx="1003300" cy="698500"/>
                      <wp:effectExtent l="0" t="0" r="0" b="0"/>
                      <wp:wrapNone/>
                      <wp:docPr id="2662" name="Rectangle 26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2" o:spid="_x0000_s1574" style="position:absolute;margin-left:104pt;margin-top:34pt;width:79pt;height:55pt;z-index:252426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nP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GS&#10;5wlGkg6g0leoG5WHnqM52omm4V7fwJFP7rN1ni1YM8ufebpJN5u8XCTpdrfIstt0UZKyXGwzss3z&#10;3a7Ir7a//O04q4C5pu4W7s66Q+zvCJ2ln0sVSo6s9tgfJwLfo41JFiSNArT1av4HsNGobRXY+t4I&#10;5oO+N6C/9yyYntDUmsH/QRg0hS55unSJJ8sgWKZlQaCXGGzlJSFp6rsInnq5rI11H7kakDdqbKCY&#10;oW70BEjmoy9H4N7r895y034KcnzICp/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bPuc8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7264" behindDoc="0" locked="0" layoutInCell="1" allowOverlap="1" wp14:anchorId="66264AFA" wp14:editId="6617483D">
                      <wp:simplePos x="0" y="0"/>
                      <wp:positionH relativeFrom="column">
                        <wp:posOffset>1320800</wp:posOffset>
                      </wp:positionH>
                      <wp:positionV relativeFrom="paragraph">
                        <wp:posOffset>431800</wp:posOffset>
                      </wp:positionV>
                      <wp:extent cx="1003300" cy="698500"/>
                      <wp:effectExtent l="0" t="0" r="0" b="0"/>
                      <wp:wrapNone/>
                      <wp:docPr id="2663" name="Rectangle 266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3" o:spid="_x0000_s1575" style="position:absolute;margin-left:104pt;margin-top:34pt;width:79pt;height:55pt;z-index:252427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RSGg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p2kUUh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8288" behindDoc="0" locked="0" layoutInCell="1" allowOverlap="1" wp14:anchorId="263B29D3" wp14:editId="46C03913">
                      <wp:simplePos x="0" y="0"/>
                      <wp:positionH relativeFrom="column">
                        <wp:posOffset>1320800</wp:posOffset>
                      </wp:positionH>
                      <wp:positionV relativeFrom="paragraph">
                        <wp:posOffset>431800</wp:posOffset>
                      </wp:positionV>
                      <wp:extent cx="1003300" cy="698500"/>
                      <wp:effectExtent l="0" t="0" r="0" b="0"/>
                      <wp:wrapNone/>
                      <wp:docPr id="2664" name="Rectangle 26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4" o:spid="_x0000_s1576" style="position:absolute;margin-left:104pt;margin-top:34pt;width:79pt;height:55pt;z-index:252428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lF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AUheUU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9312" behindDoc="0" locked="0" layoutInCell="1" allowOverlap="1" wp14:anchorId="575A7B4C" wp14:editId="4538F3F1">
                      <wp:simplePos x="0" y="0"/>
                      <wp:positionH relativeFrom="column">
                        <wp:posOffset>1320800</wp:posOffset>
                      </wp:positionH>
                      <wp:positionV relativeFrom="paragraph">
                        <wp:posOffset>431800</wp:posOffset>
                      </wp:positionV>
                      <wp:extent cx="1003300" cy="698500"/>
                      <wp:effectExtent l="0" t="0" r="0" b="0"/>
                      <wp:wrapNone/>
                      <wp:docPr id="2665" name="Rectangle 26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5" o:spid="_x0000_s1577" style="position:absolute;margin-left:104pt;margin-top:34pt;width:79pt;height:55pt;z-index:252429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3eS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XTd5I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0336" behindDoc="0" locked="0" layoutInCell="1" allowOverlap="1" wp14:anchorId="34F33C85" wp14:editId="7265773B">
                      <wp:simplePos x="0" y="0"/>
                      <wp:positionH relativeFrom="column">
                        <wp:posOffset>1295400</wp:posOffset>
                      </wp:positionH>
                      <wp:positionV relativeFrom="paragraph">
                        <wp:posOffset>431800</wp:posOffset>
                      </wp:positionV>
                      <wp:extent cx="1003300" cy="698500"/>
                      <wp:effectExtent l="0" t="0" r="0" b="0"/>
                      <wp:wrapNone/>
                      <wp:docPr id="2666" name="Rectangle 266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6" o:spid="_x0000_s1578" style="position:absolute;margin-left:102pt;margin-top:34pt;width:79pt;height:55pt;z-index:252430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QBV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LMNIkB669A3qRsS+Y2iKtryumeuv58hG+8VYxxasieXPLFkn63VWzOJks52l6X0yK8KimG3ScJNl&#10;222e3Wx+udtRWgJzRew93J36DrH3ETq3fiqVLzkyymF/GUP4XkwUpoVraeChXf4ebDAoU3q2Thve&#10;fFKPGg47z4DpCI2N7t0fGoNGr5LTVSWOLIVgkRR5CFqisJXlC2dPT14uK23sJyZ75IwKayimrxs5&#10;ApLp6OUIQHx93ll23I2+HYtF7NK62E7WJ2gSTJl9gKXp5FBh2nGF0QDKrbD5cSCaYdR9FiCN+CZ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m6QBV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1360" behindDoc="0" locked="0" layoutInCell="1" allowOverlap="1" wp14:anchorId="399C0620" wp14:editId="31A3BE7C">
                      <wp:simplePos x="0" y="0"/>
                      <wp:positionH relativeFrom="column">
                        <wp:posOffset>1295400</wp:posOffset>
                      </wp:positionH>
                      <wp:positionV relativeFrom="paragraph">
                        <wp:posOffset>431800</wp:posOffset>
                      </wp:positionV>
                      <wp:extent cx="1003300" cy="698500"/>
                      <wp:effectExtent l="0" t="0" r="0" b="0"/>
                      <wp:wrapNone/>
                      <wp:docPr id="2667" name="Rectangle 26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7" o:spid="_x0000_s1579" style="position:absolute;margin-left:102pt;margin-top:34pt;width:79pt;height:55pt;z-index:252431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63I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bImRID2o9A3qRsShY2iKtryumdPXc2Sj/WKsYwvWxPJnlmySzSYrZnGy3c3S9C6ZFWFRzLZpuM2y&#10;3S7Plttf7naUlsBcEXsHdyfdIfY+Qhfpp1L5kiOjHPbnMYTv2URh6iUNPLT1avp7sMGgTOnZut7w&#10;5qN60KC/8wyYjtDY6N79QRg0+i45X7vEkaUQLJIiD6GXKGxl+cLZkAWeermstLGfmOyRMyqsoZi+&#10;buQESKajL0fg3uvzzrLjfvRyLBaJ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dPrcg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2384" behindDoc="0" locked="0" layoutInCell="1" allowOverlap="1" wp14:anchorId="71CF721C" wp14:editId="3E599EEC">
                      <wp:simplePos x="0" y="0"/>
                      <wp:positionH relativeFrom="column">
                        <wp:posOffset>1295400</wp:posOffset>
                      </wp:positionH>
                      <wp:positionV relativeFrom="paragraph">
                        <wp:posOffset>431800</wp:posOffset>
                      </wp:positionV>
                      <wp:extent cx="1003300" cy="698500"/>
                      <wp:effectExtent l="0" t="0" r="0" b="0"/>
                      <wp:wrapNone/>
                      <wp:docPr id="2668" name="Rectangle 26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8" o:spid="_x0000_s1580" style="position:absolute;margin-left:102pt;margin-top:34pt;width:79pt;height:55pt;z-index:252432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dUi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aXVI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3408" behindDoc="0" locked="0" layoutInCell="1" allowOverlap="1" wp14:anchorId="0F329C3A" wp14:editId="23A02467">
                      <wp:simplePos x="0" y="0"/>
                      <wp:positionH relativeFrom="column">
                        <wp:posOffset>1295400</wp:posOffset>
                      </wp:positionH>
                      <wp:positionV relativeFrom="paragraph">
                        <wp:posOffset>431800</wp:posOffset>
                      </wp:positionV>
                      <wp:extent cx="1003300" cy="698500"/>
                      <wp:effectExtent l="0" t="0" r="0" b="0"/>
                      <wp:wrapNone/>
                      <wp:docPr id="2669" name="Rectangle 266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9" o:spid="_x0000_s1581" style="position:absolute;margin-left:102pt;margin-top:34pt;width:79pt;height:55pt;z-index:252433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3i/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rMBIkB669A3qRsS+Y2iKtryumeuv58hG+8VYxxasieXPLFkn63VWzOJks52l6X0yK8KimG3ScJNl&#10;222e3Wx+udtRWgJzRew93J36DrH3ETq3fiqVLzkyymF/GUP4XkwUpoVraeChXf4ebDAoU3q2Thve&#10;fFKPGg47z4DpCI2N7t0fGoNGr5LTVSWOLIVgkRR5CFqisJXlC2dPT14uK23sJyZ75IwKayimrxs5&#10;ApLp6OUIQHx93ll23I2+HYvFwqV1sZ2sT9AkmDL7AEvTyaHCtOMKowGUW2Hz40A0w6j7LEAa8U2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IA3i/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4432" behindDoc="0" locked="0" layoutInCell="1" allowOverlap="1" wp14:anchorId="51A15A42" wp14:editId="361083D3">
                      <wp:simplePos x="0" y="0"/>
                      <wp:positionH relativeFrom="column">
                        <wp:posOffset>1295400</wp:posOffset>
                      </wp:positionH>
                      <wp:positionV relativeFrom="paragraph">
                        <wp:posOffset>431800</wp:posOffset>
                      </wp:positionV>
                      <wp:extent cx="1003300" cy="698500"/>
                      <wp:effectExtent l="0" t="0" r="0" b="0"/>
                      <wp:wrapNone/>
                      <wp:docPr id="2670" name="Rectangle 26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0" o:spid="_x0000_s1582" style="position:absolute;margin-left:102pt;margin-top:34pt;width:79pt;height:55pt;z-index:252434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mO5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KSY7k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5456" behindDoc="0" locked="0" layoutInCell="1" allowOverlap="1" wp14:anchorId="329DF412" wp14:editId="70A915C7">
                      <wp:simplePos x="0" y="0"/>
                      <wp:positionH relativeFrom="column">
                        <wp:posOffset>1295400</wp:posOffset>
                      </wp:positionH>
                      <wp:positionV relativeFrom="paragraph">
                        <wp:posOffset>431800</wp:posOffset>
                      </wp:positionV>
                      <wp:extent cx="1003300" cy="698500"/>
                      <wp:effectExtent l="0" t="0" r="0" b="0"/>
                      <wp:wrapNone/>
                      <wp:docPr id="2671" name="Rectangle 26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1" o:spid="_x0000_s1583" style="position:absolute;margin-left:102pt;margin-top:34pt;width:79pt;height:55pt;z-index:252435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1u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DJgbW4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6480" behindDoc="0" locked="0" layoutInCell="1" allowOverlap="1" wp14:anchorId="21B558D3" wp14:editId="451D4EEC">
                      <wp:simplePos x="0" y="0"/>
                      <wp:positionH relativeFrom="column">
                        <wp:posOffset>1295400</wp:posOffset>
                      </wp:positionH>
                      <wp:positionV relativeFrom="paragraph">
                        <wp:posOffset>431800</wp:posOffset>
                      </wp:positionV>
                      <wp:extent cx="1003300" cy="698500"/>
                      <wp:effectExtent l="0" t="0" r="0" b="0"/>
                      <wp:wrapNone/>
                      <wp:docPr id="2672" name="Rectangle 267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2" o:spid="_x0000_s1584" style="position:absolute;margin-left:102pt;margin-top:34pt;width:79pt;height:55pt;z-index:252436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5JrXw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7504" behindDoc="0" locked="0" layoutInCell="1" allowOverlap="1" wp14:anchorId="10699D63" wp14:editId="3EC796C9">
                      <wp:simplePos x="0" y="0"/>
                      <wp:positionH relativeFrom="column">
                        <wp:posOffset>1295400</wp:posOffset>
                      </wp:positionH>
                      <wp:positionV relativeFrom="paragraph">
                        <wp:posOffset>431800</wp:posOffset>
                      </wp:positionV>
                      <wp:extent cx="1003300" cy="698500"/>
                      <wp:effectExtent l="0" t="0" r="0" b="0"/>
                      <wp:wrapNone/>
                      <wp:docPr id="2673" name="Rectangle 26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3" o:spid="_x0000_s1585" style="position:absolute;margin-left:102pt;margin-top:34pt;width:79pt;height:55pt;z-index:252437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wDh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ZYKRID2o9A3qRsShY2iKtryumdPXc2Sj/WKsYwvWxPJnlmySzSYrZnGy3c3S9C6ZFWFRzLZpuM2y&#10;3S7Plttf7naUlsBcEXsHdyfdIfY+Qhfpp1L5kiOjHPbnMYTv2URh6iUNPLT1avp7sMGgTOnZut7w&#10;5qN60KC/8wyYjtDY6N79QRg0+i45X7vEkaUQLJIiD6GXKGxl+cLZkAWeermstLGfmOyRMyqsoZi+&#10;buQESKajL0fg3uvzzrLjfvRyLBa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vAOE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8528" behindDoc="0" locked="0" layoutInCell="1" allowOverlap="1" wp14:anchorId="09F0833A" wp14:editId="6AE6F241">
                      <wp:simplePos x="0" y="0"/>
                      <wp:positionH relativeFrom="column">
                        <wp:posOffset>1295400</wp:posOffset>
                      </wp:positionH>
                      <wp:positionV relativeFrom="paragraph">
                        <wp:posOffset>431800</wp:posOffset>
                      </wp:positionV>
                      <wp:extent cx="1003300" cy="698500"/>
                      <wp:effectExtent l="0" t="0" r="0" b="0"/>
                      <wp:wrapNone/>
                      <wp:docPr id="2674" name="Rectangle 26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4" o:spid="_x0000_s1586" style="position:absolute;margin-left:102pt;margin-top:34pt;width:79pt;height:55pt;z-index:252438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Fbv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s&#10;lWIkyAAqfYG6EXHoGZqjHW8a5vT1HNlkPxnr2II1s/yRJZtks8mKRZxsd4s0vU8WRVgUi20abrNs&#10;t8uz1fanux2lJTBXxN7D3Vl3iP0doYv0c6l8yZFRDvvzFML3bKIw9ZIGHlq9nv8ebDAqU3q2rje8&#10;+aQeNejvPAOmIzS1enB/EAZNvkvO1y5xZCkEi6TIQ+glCltZfuNsyAJPvVxW2tgPTA7IGRXWUExf&#10;N3ICJPPRlyNw7/V5Z9lpP3k5bjK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WBW7x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9552" behindDoc="0" locked="0" layoutInCell="1" allowOverlap="1" wp14:anchorId="38E88B92" wp14:editId="4C3F1F81">
                      <wp:simplePos x="0" y="0"/>
                      <wp:positionH relativeFrom="column">
                        <wp:posOffset>1295400</wp:posOffset>
                      </wp:positionH>
                      <wp:positionV relativeFrom="paragraph">
                        <wp:posOffset>431800</wp:posOffset>
                      </wp:positionV>
                      <wp:extent cx="1003300" cy="698500"/>
                      <wp:effectExtent l="0" t="0" r="0" b="0"/>
                      <wp:wrapNone/>
                      <wp:docPr id="2675" name="Rectangle 267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5" o:spid="_x0000_s1587" style="position:absolute;margin-left:102pt;margin-top:34pt;width:79pt;height:55pt;z-index:252439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vty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DG+3I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0576" behindDoc="0" locked="0" layoutInCell="1" allowOverlap="1" wp14:anchorId="2CA86BEF" wp14:editId="54418205">
                      <wp:simplePos x="0" y="0"/>
                      <wp:positionH relativeFrom="column">
                        <wp:posOffset>1295400</wp:posOffset>
                      </wp:positionH>
                      <wp:positionV relativeFrom="paragraph">
                        <wp:posOffset>431800</wp:posOffset>
                      </wp:positionV>
                      <wp:extent cx="1003300" cy="698500"/>
                      <wp:effectExtent l="0" t="0" r="0" b="0"/>
                      <wp:wrapNone/>
                      <wp:docPr id="2676" name="Rectangle 26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6" o:spid="_x0000_s1588" style="position:absolute;margin-left:102pt;margin-top:34pt;width:79pt;height:55pt;z-index:252440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zqa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s&#10;lWEkyAAqfYG6EXHoGZqjHW8a5vT1HNlkPxnr2II1s/yRJZtks8mKRZxsd4s0vU8WRVgUi20abrNs&#10;t8uz1fanux2lJTBXxN7D3Vl3iP0doYv0c6l8yZFRDvvzFML3bKIw9ZIGHlq9nv8ebDAqU3q2rje8&#10;+aQeNejvPAOmIzS1enB/EAZNvkvO1y5xZCkEi6TIQ+glCltZfuNsyAJPvVxW2tgPTA7IGRXWUExf&#10;N3ICJPPRlyNw7/V5Z9lpP3k5brL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CDOpo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1600" behindDoc="0" locked="0" layoutInCell="1" allowOverlap="1" wp14:anchorId="7025DD9E" wp14:editId="77B3F480">
                      <wp:simplePos x="0" y="0"/>
                      <wp:positionH relativeFrom="column">
                        <wp:posOffset>1295400</wp:posOffset>
                      </wp:positionH>
                      <wp:positionV relativeFrom="paragraph">
                        <wp:posOffset>431800</wp:posOffset>
                      </wp:positionV>
                      <wp:extent cx="1003300" cy="698500"/>
                      <wp:effectExtent l="0" t="0" r="0" b="0"/>
                      <wp:wrapNone/>
                      <wp:docPr id="2677" name="Rectangle 26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7" o:spid="_x0000_s1589" style="position:absolute;margin-left:102pt;margin-top:34pt;width:79pt;height:55pt;z-index:252441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TRN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s&#10;tcJIkAFU+gJ1I+LQMzRHO940zOnrObLJfjLWsQVrZvkjSzbJZpMVizjZ7hZpep8sirAoFts03GbZ&#10;bpdnq+1PdztKS2CuiL2Hu7PuEPs7Qhfp51L5kiOjHPbnKYTv2URh6iUNPLR6Pf892GBUpvRsXW94&#10;80k9atDfeQZMR2hq9eD+IAyafJecr13iyFIIFkmRh9BLFLay/MbZkAWeermstLEfmByQMyqsoZi+&#10;buQESOajL0fg3uvzzrLTfvJy3GS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BxNE0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2624" behindDoc="0" locked="0" layoutInCell="1" allowOverlap="1" wp14:anchorId="4DB7C750" wp14:editId="1E6628CC">
                      <wp:simplePos x="0" y="0"/>
                      <wp:positionH relativeFrom="column">
                        <wp:posOffset>1295400</wp:posOffset>
                      </wp:positionH>
                      <wp:positionV relativeFrom="paragraph">
                        <wp:posOffset>431800</wp:posOffset>
                      </wp:positionV>
                      <wp:extent cx="1003300" cy="698500"/>
                      <wp:effectExtent l="0" t="0" r="0" b="0"/>
                      <wp:wrapNone/>
                      <wp:docPr id="2678" name="Rectangle 267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8" o:spid="_x0000_s1590" style="position:absolute;margin-left:102pt;margin-top:34pt;width:79pt;height:55pt;z-index:252442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P7+0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3648" behindDoc="0" locked="0" layoutInCell="1" allowOverlap="1" wp14:anchorId="5037E0B1" wp14:editId="0AB3C431">
                      <wp:simplePos x="0" y="0"/>
                      <wp:positionH relativeFrom="column">
                        <wp:posOffset>1295400</wp:posOffset>
                      </wp:positionH>
                      <wp:positionV relativeFrom="paragraph">
                        <wp:posOffset>431800</wp:posOffset>
                      </wp:positionV>
                      <wp:extent cx="1003300" cy="698500"/>
                      <wp:effectExtent l="0" t="0" r="0" b="0"/>
                      <wp:wrapNone/>
                      <wp:docPr id="2679" name="Rectangle 26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9" o:spid="_x0000_s1591" style="position:absolute;margin-left:102pt;margin-top:34pt;width:79pt;height:55pt;z-index:252443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UJw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ZYGRID2o9A3qRsShY2iKtryumdPXc2Sj/WKsYwvWxPJnlmySzSYrZnGy3c3S9C6ZFWFRzLZpuM2y&#10;3S7Plttf7naUlsBcEXsHdyfdIfY+Qhfpp1L5kiOjHPbnMYTv2URh6iUNPLT1avp7sMGgTOnZut7w&#10;5qN60KC/8wyYjtDY6N79QRg0+i45X7vEkaUQLJIiD6GXKGxl+cLZkAWeermstLGfmOyRMyqsoZi+&#10;buQESKajL0fg3uvzzrLjfvRyLLK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5pQnA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4672" behindDoc="0" locked="0" layoutInCell="1" allowOverlap="1" wp14:anchorId="2D7A2FC5" wp14:editId="4387533C">
                      <wp:simplePos x="0" y="0"/>
                      <wp:positionH relativeFrom="column">
                        <wp:posOffset>1295400</wp:posOffset>
                      </wp:positionH>
                      <wp:positionV relativeFrom="paragraph">
                        <wp:posOffset>431800</wp:posOffset>
                      </wp:positionV>
                      <wp:extent cx="1003300" cy="698500"/>
                      <wp:effectExtent l="0" t="0" r="0" b="0"/>
                      <wp:wrapNone/>
                      <wp:docPr id="2680" name="Rectangle 26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0" o:spid="_x0000_s1592" style="position:absolute;margin-left:102pt;margin-top:34pt;width:79pt;height:55pt;z-index:252444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W7C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cFuw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5696" behindDoc="0" locked="0" layoutInCell="1" allowOverlap="1" wp14:anchorId="39910741" wp14:editId="0BD01605">
                      <wp:simplePos x="0" y="0"/>
                      <wp:positionH relativeFrom="column">
                        <wp:posOffset>1295400</wp:posOffset>
                      </wp:positionH>
                      <wp:positionV relativeFrom="paragraph">
                        <wp:posOffset>431800</wp:posOffset>
                      </wp:positionV>
                      <wp:extent cx="1003300" cy="698500"/>
                      <wp:effectExtent l="0" t="0" r="0" b="0"/>
                      <wp:wrapNone/>
                      <wp:docPr id="2681" name="Rectangle 268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1" o:spid="_x0000_s1593" style="position:absolute;margin-left:102pt;margin-top:34pt;width:79pt;height:55pt;z-index:252445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8Nf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PMJIkB669A3qRsS+Y2iKtryumeuv58hG+8VYxxasieXPLFkn63VWzOJks52l6X0yK8KimG3ScJNl&#10;222eLTa/3O0oLYG5IvYe7k59h9j7CJ1bP5XKlxwZ5bC/jCF8LyYK08K1NPDQLn8PNhiUKT1bpw1v&#10;PqlHDYedZ8B0hMZG9+4PjUGjV8npqhJHlkKwSIo8BC1R2MryG2dPT14uK23sJyZ75IwKayimrxs5&#10;ApLp6OUIQHx93ll23I2+HTfZw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8Z8Nf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6720" behindDoc="0" locked="0" layoutInCell="1" allowOverlap="1" wp14:anchorId="48E96348" wp14:editId="3C92941A">
                      <wp:simplePos x="0" y="0"/>
                      <wp:positionH relativeFrom="column">
                        <wp:posOffset>1295400</wp:posOffset>
                      </wp:positionH>
                      <wp:positionV relativeFrom="paragraph">
                        <wp:posOffset>431800</wp:posOffset>
                      </wp:positionV>
                      <wp:extent cx="1003300" cy="698500"/>
                      <wp:effectExtent l="0" t="0" r="0" b="0"/>
                      <wp:wrapNone/>
                      <wp:docPr id="2682" name="Rectangle 26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2" o:spid="_x0000_s1594" style="position:absolute;margin-left:102pt;margin-top:34pt;width:79pt;height:55pt;z-index:252446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NN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E4DT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7744" behindDoc="0" locked="0" layoutInCell="1" allowOverlap="1" wp14:anchorId="5E488634" wp14:editId="1F517426">
                      <wp:simplePos x="0" y="0"/>
                      <wp:positionH relativeFrom="column">
                        <wp:posOffset>1295400</wp:posOffset>
                      </wp:positionH>
                      <wp:positionV relativeFrom="paragraph">
                        <wp:posOffset>431800</wp:posOffset>
                      </wp:positionV>
                      <wp:extent cx="1003300" cy="698500"/>
                      <wp:effectExtent l="0" t="0" r="0" b="0"/>
                      <wp:wrapNone/>
                      <wp:docPr id="2683" name="Rectangle 26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3" o:spid="_x0000_s1595" style="position:absolute;margin-left:102pt;margin-top:34pt;width:79pt;height:55pt;z-index:252447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A2a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JxgJMoBK36BuROx7huZox5uGOX09RzbZL8Y6tmDNLH9myTpZr7NiESeb7SJN75JFERbFYpOGmyzb&#10;bvPsevPL3Y7SEpgrYu/g7qw7xN5H6Cz9XCpfcmSUw/48hfA9myhMvaSBh1av5r8HG4zKlJ6t6w1v&#10;PqoHDfo7z4DpCE2tHtwfhEGT75LTpUscWQrBIinyEHqJwlaWXzkbssBTL5eVNvYTkwNyRoU1FNPX&#10;jRwByXz05Qjce33eWXbaTV6Oq6x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C8DZo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8768" behindDoc="0" locked="0" layoutInCell="1" allowOverlap="1" wp14:anchorId="12E1A7EE" wp14:editId="75F40BEE">
                      <wp:simplePos x="0" y="0"/>
                      <wp:positionH relativeFrom="column">
                        <wp:posOffset>1295400</wp:posOffset>
                      </wp:positionH>
                      <wp:positionV relativeFrom="paragraph">
                        <wp:posOffset>431800</wp:posOffset>
                      </wp:positionV>
                      <wp:extent cx="1003300" cy="698500"/>
                      <wp:effectExtent l="0" t="0" r="0" b="0"/>
                      <wp:wrapNone/>
                      <wp:docPr id="2684" name="Rectangle 268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4" o:spid="_x0000_s1596" style="position:absolute;margin-left:102pt;margin-top:34pt;width:79pt;height:55pt;z-index:252448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GCN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L0YI0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9792" behindDoc="0" locked="0" layoutInCell="1" allowOverlap="1" wp14:anchorId="2E7AABB0" wp14:editId="33194D17">
                      <wp:simplePos x="0" y="0"/>
                      <wp:positionH relativeFrom="column">
                        <wp:posOffset>1295400</wp:posOffset>
                      </wp:positionH>
                      <wp:positionV relativeFrom="paragraph">
                        <wp:posOffset>431800</wp:posOffset>
                      </wp:positionV>
                      <wp:extent cx="1003300" cy="698500"/>
                      <wp:effectExtent l="0" t="0" r="0" b="0"/>
                      <wp:wrapNone/>
                      <wp:docPr id="2685" name="Rectangle 26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5" o:spid="_x0000_s1597" style="position:absolute;margin-left:102pt;margin-top:34pt;width:79pt;height:55pt;z-index:252449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0Q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01LNEB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0816" behindDoc="0" locked="0" layoutInCell="1" allowOverlap="1" wp14:anchorId="6CAF3023" wp14:editId="17D6A52E">
                      <wp:simplePos x="0" y="0"/>
                      <wp:positionH relativeFrom="column">
                        <wp:posOffset>1295400</wp:posOffset>
                      </wp:positionH>
                      <wp:positionV relativeFrom="paragraph">
                        <wp:posOffset>431800</wp:posOffset>
                      </wp:positionV>
                      <wp:extent cx="1003300" cy="698500"/>
                      <wp:effectExtent l="0" t="0" r="0" b="0"/>
                      <wp:wrapNone/>
                      <wp:docPr id="2686" name="Rectangle 26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6" o:spid="_x0000_s1598" style="position:absolute;margin-left:102pt;margin-top:34pt;width:79pt;height:55pt;z-index:252450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6+y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zzASZACVvkDdiDj0DM3RjjcNc/p6jmyyn4x1bMGaWf7Ikk2y2WTFIk62u0Wa3ieLIiyKxTYNt1m2&#10;2+XZavvT3Y7SEpgrYu/h7qw7xP6O0EX6uVS+5Mgoh/15CuF7NlGYekkDD61ez38PNhiVKT1b1xve&#10;fFKPGvR3ngHTEZpaPbg/CIMm3yXna5c4shSCRVLkIfQSha0sv3E2ZIGnXi4rbewHJgfkjAprKKav&#10;GzkBkvnoyxG49/q8s+y0n7wcN6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HJDr7I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1840" behindDoc="0" locked="0" layoutInCell="1" allowOverlap="1" wp14:anchorId="208B8FEF" wp14:editId="251D7C79">
                      <wp:simplePos x="0" y="0"/>
                      <wp:positionH relativeFrom="column">
                        <wp:posOffset>1295400</wp:posOffset>
                      </wp:positionH>
                      <wp:positionV relativeFrom="paragraph">
                        <wp:posOffset>431800</wp:posOffset>
                      </wp:positionV>
                      <wp:extent cx="1003300" cy="698500"/>
                      <wp:effectExtent l="0" t="0" r="0" b="0"/>
                      <wp:wrapNone/>
                      <wp:docPr id="2687" name="Rectangle 268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7" o:spid="_x0000_s1599" style="position:absolute;margin-left:102pt;margin-top:34pt;width:79pt;height:55pt;z-index:252451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QIv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fIGRID106RvUjYh9x9AUbXldM9dfz5GN9ouxji1YE8ufWbJO1uusmMXJZjtL0/tkVoRFMduk4SbL&#10;tts8W2x+udtRWgJzRew93J36DrH3ETq3fiqVLzkyymF/GUP4XkwUpoVraeChXf4ebDAoU3q2Thve&#10;fFKPGg47z4DpCI2N7t0fGoNGr5LTVSWOLIVgkRR5CFqisJXlN86enrxcVtrYT0z2yBkV1lBMXzdy&#10;BCTT0csRgPj6vLPsuBt9O24WiUvrYjtZn6BJMGX2AZamk0OFaccVRgMot8Lmx4FohlH3WYA04kW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D5QIv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2864" behindDoc="0" locked="0" layoutInCell="1" allowOverlap="1" wp14:anchorId="773CEDB8" wp14:editId="77789BC9">
                      <wp:simplePos x="0" y="0"/>
                      <wp:positionH relativeFrom="column">
                        <wp:posOffset>1295400</wp:posOffset>
                      </wp:positionH>
                      <wp:positionV relativeFrom="paragraph">
                        <wp:posOffset>431800</wp:posOffset>
                      </wp:positionV>
                      <wp:extent cx="1003300" cy="698500"/>
                      <wp:effectExtent l="0" t="0" r="0" b="0"/>
                      <wp:wrapNone/>
                      <wp:docPr id="2688" name="Rectangle 26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8" o:spid="_x0000_s1600" style="position:absolute;margin-left:102pt;margin-top:34pt;width:79pt;height:55pt;z-index:252452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9mP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FvZjx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3888" behindDoc="0" locked="0" layoutInCell="1" allowOverlap="1" wp14:anchorId="68FD563E" wp14:editId="59E27BD6">
                      <wp:simplePos x="0" y="0"/>
                      <wp:positionH relativeFrom="column">
                        <wp:posOffset>1295400</wp:posOffset>
                      </wp:positionH>
                      <wp:positionV relativeFrom="paragraph">
                        <wp:posOffset>431800</wp:posOffset>
                      </wp:positionV>
                      <wp:extent cx="1003300" cy="698500"/>
                      <wp:effectExtent l="0" t="0" r="0" b="0"/>
                      <wp:wrapNone/>
                      <wp:docPr id="2689" name="Rectangle 26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9" o:spid="_x0000_s1601" style="position:absolute;margin-left:102pt;margin-top:34pt;width:79pt;height:55pt;z-index:252453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ddY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vMBIkB5U+gZ1I+LQMTRFW17XzOnrObLRfjHWsQVrYvkzSzbJZpMVszjZ7mZpepfMirAoZts03GbZ&#10;bpdny+0vdztKS2CuiL2Du5PuEHsfoYv0U6l8yZFRDvvzGML3bKIw9ZIGHtp6Nf092GBQpvRsXW94&#10;81E9aNDfeQZMR2hsdO/+IAwafZecr13iyFIIFkmRh9BLFLayfOFsyAJPvVxW2thPTPbIGRXWUExf&#10;N3ICJNPRlyNw7/V5Z9lxP3o5Fs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yp11g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p>
        </w:tc>
      </w:tr>
    </w:tbl>
    <w:p w:rsidR="00141E75" w:rsidRDefault="00141E75" w:rsidP="00303C60">
      <w:pPr>
        <w:outlineLvl w:val="0"/>
        <w:rPr>
          <w:rFonts w:ascii="Century Gothic" w:hAnsi="Century Gothic"/>
          <w:b/>
          <w:color w:val="000000" w:themeColor="text1"/>
          <w:sz w:val="15"/>
          <w:szCs w:val="44"/>
        </w:rPr>
      </w:pPr>
    </w:p>
    <w:p w:rsidR="00E97431"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PROGRESS SINCE PREVIOUS REPORT</w:t>
      </w:r>
    </w:p>
    <w:tbl>
      <w:tblPr>
        <w:tblW w:w="10732" w:type="dxa"/>
        <w:tblInd w:w="-5" w:type="dxa"/>
        <w:tblLook w:val="04A0" w:firstRow="1" w:lastRow="0" w:firstColumn="1" w:lastColumn="0" w:noHBand="0" w:noVBand="1"/>
      </w:tblPr>
      <w:tblGrid>
        <w:gridCol w:w="10732"/>
      </w:tblGrid>
      <w:tr w:rsidR="00E97431" w:rsidRPr="00F14F57" w:rsidTr="00E97431">
        <w:trPr>
          <w:trHeight w:val="244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455936" behindDoc="0" locked="0" layoutInCell="1" allowOverlap="1" wp14:anchorId="60B5AF7C" wp14:editId="351A13B8">
                      <wp:simplePos x="0" y="0"/>
                      <wp:positionH relativeFrom="column">
                        <wp:posOffset>1320800</wp:posOffset>
                      </wp:positionH>
                      <wp:positionV relativeFrom="paragraph">
                        <wp:posOffset>431800</wp:posOffset>
                      </wp:positionV>
                      <wp:extent cx="1003300" cy="698500"/>
                      <wp:effectExtent l="0" t="0" r="0" b="0"/>
                      <wp:wrapNone/>
                      <wp:docPr id="2690" name="Rectangle 269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0" o:spid="_x0000_s1602" style="position:absolute;margin-left:104pt;margin-top:34pt;width:79pt;height:55pt;z-index:252455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f8YTR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6960" behindDoc="0" locked="0" layoutInCell="1" allowOverlap="1" wp14:anchorId="4473545B" wp14:editId="17781116">
                      <wp:simplePos x="0" y="0"/>
                      <wp:positionH relativeFrom="column">
                        <wp:posOffset>1320800</wp:posOffset>
                      </wp:positionH>
                      <wp:positionV relativeFrom="paragraph">
                        <wp:posOffset>431800</wp:posOffset>
                      </wp:positionV>
                      <wp:extent cx="1003300" cy="698500"/>
                      <wp:effectExtent l="0" t="0" r="0" b="0"/>
                      <wp:wrapNone/>
                      <wp:docPr id="2691" name="Rectangle 26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1" o:spid="_x0000_s1603" style="position:absolute;margin-left:104pt;margin-top:34pt;width:79pt;height:55pt;z-index:252456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ylM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7lcpT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7984" behindDoc="0" locked="0" layoutInCell="1" allowOverlap="1" wp14:anchorId="74342D4A" wp14:editId="10BA67D9">
                      <wp:simplePos x="0" y="0"/>
                      <wp:positionH relativeFrom="column">
                        <wp:posOffset>1320800</wp:posOffset>
                      </wp:positionH>
                      <wp:positionV relativeFrom="paragraph">
                        <wp:posOffset>431800</wp:posOffset>
                      </wp:positionV>
                      <wp:extent cx="1003300" cy="698500"/>
                      <wp:effectExtent l="0" t="0" r="0" b="0"/>
                      <wp:wrapNone/>
                      <wp:docPr id="2692" name="Rectangle 26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2" o:spid="_x0000_s1604" style="position:absolute;margin-left:104pt;margin-top:34pt;width:79pt;height:55pt;z-index:252457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koU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ypKF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9008" behindDoc="0" locked="0" layoutInCell="1" allowOverlap="1" wp14:anchorId="5A2E9BF7" wp14:editId="49222C0B">
                      <wp:simplePos x="0" y="0"/>
                      <wp:positionH relativeFrom="column">
                        <wp:posOffset>1320800</wp:posOffset>
                      </wp:positionH>
                      <wp:positionV relativeFrom="paragraph">
                        <wp:posOffset>431800</wp:posOffset>
                      </wp:positionV>
                      <wp:extent cx="1003300" cy="698500"/>
                      <wp:effectExtent l="0" t="0" r="0" b="0"/>
                      <wp:wrapNone/>
                      <wp:docPr id="2693" name="Rectangle 269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3" o:spid="_x0000_s1605" style="position:absolute;margin-left:104pt;margin-top:34pt;width:79pt;height:55pt;z-index:252459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OeJ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ozni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0032" behindDoc="0" locked="0" layoutInCell="1" allowOverlap="1" wp14:anchorId="3F008F9E" wp14:editId="13927046">
                      <wp:simplePos x="0" y="0"/>
                      <wp:positionH relativeFrom="column">
                        <wp:posOffset>1320800</wp:posOffset>
                      </wp:positionH>
                      <wp:positionV relativeFrom="paragraph">
                        <wp:posOffset>431800</wp:posOffset>
                      </wp:positionV>
                      <wp:extent cx="1003300" cy="698500"/>
                      <wp:effectExtent l="0" t="0" r="0" b="0"/>
                      <wp:wrapNone/>
                      <wp:docPr id="2694" name="Rectangle 26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4" o:spid="_x0000_s1606" style="position:absolute;margin-left:104pt;margin-top:34pt;width:79pt;height:55pt;z-index:252460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D/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iOjD/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1056" behindDoc="0" locked="0" layoutInCell="1" allowOverlap="1" wp14:anchorId="73E9F908" wp14:editId="72038C4F">
                      <wp:simplePos x="0" y="0"/>
                      <wp:positionH relativeFrom="column">
                        <wp:posOffset>1320800</wp:posOffset>
                      </wp:positionH>
                      <wp:positionV relativeFrom="paragraph">
                        <wp:posOffset>431800</wp:posOffset>
                      </wp:positionV>
                      <wp:extent cx="1003300" cy="698500"/>
                      <wp:effectExtent l="0" t="0" r="0" b="0"/>
                      <wp:wrapNone/>
                      <wp:docPr id="2695" name="Rectangle 26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5" o:spid="_x0000_s1607" style="position:absolute;margin-left:104pt;margin-top:34pt;width:79pt;height:55pt;z-index:252461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D4o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Qsg+K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2080" behindDoc="0" locked="0" layoutInCell="1" allowOverlap="1" wp14:anchorId="0D2A9BD4" wp14:editId="36A8C17F">
                      <wp:simplePos x="0" y="0"/>
                      <wp:positionH relativeFrom="column">
                        <wp:posOffset>1320800</wp:posOffset>
                      </wp:positionH>
                      <wp:positionV relativeFrom="paragraph">
                        <wp:posOffset>431800</wp:posOffset>
                      </wp:positionV>
                      <wp:extent cx="1003300" cy="698500"/>
                      <wp:effectExtent l="0" t="0" r="0" b="0"/>
                      <wp:wrapNone/>
                      <wp:docPr id="2696" name="Rectangle 269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6" o:spid="_x0000_s1608" style="position:absolute;margin-left:104pt;margin-top:34pt;width:79pt;height:55pt;z-index:252462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f/AGw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KN/8A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3104" behindDoc="0" locked="0" layoutInCell="1" allowOverlap="1" wp14:anchorId="031408CC" wp14:editId="32A21D8D">
                      <wp:simplePos x="0" y="0"/>
                      <wp:positionH relativeFrom="column">
                        <wp:posOffset>1320800</wp:posOffset>
                      </wp:positionH>
                      <wp:positionV relativeFrom="paragraph">
                        <wp:posOffset>431800</wp:posOffset>
                      </wp:positionV>
                      <wp:extent cx="1003300" cy="698500"/>
                      <wp:effectExtent l="0" t="0" r="0" b="0"/>
                      <wp:wrapNone/>
                      <wp:docPr id="2697" name="Rectangle 26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7" o:spid="_x0000_s1609" style="position:absolute;margin-left:104pt;margin-top:34pt;width:79pt;height:55pt;z-index:252463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1Jd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s&#10;WGEkyAAqfYG6EXHoGZqjHW8a5vT1HNlkPxnr2II1s/yRJZtks8mKRZxsd4s0vU8WRVgUi20abrNs&#10;t8uz1fanux2lJTBXxN7D3Vl3iP0doYv0c6l8yZFRDvvzFML3bKIw9ZIGHlq9nv8ebDAqU3q2rje8&#10;+aQeNejvPAOmIzS1enB/EAZNvkvO1y5xZCkEi6TIQ+glCls3RVaADVngqZfLShv7gckBOaPCGorp&#10;60ZOgGQ++nIE7r0+7yw77Scvx02e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QytSX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4128" behindDoc="0" locked="0" layoutInCell="1" allowOverlap="1" wp14:anchorId="105480D8" wp14:editId="14DFA80D">
                      <wp:simplePos x="0" y="0"/>
                      <wp:positionH relativeFrom="column">
                        <wp:posOffset>1320800</wp:posOffset>
                      </wp:positionH>
                      <wp:positionV relativeFrom="paragraph">
                        <wp:posOffset>431800</wp:posOffset>
                      </wp:positionV>
                      <wp:extent cx="1003300" cy="698500"/>
                      <wp:effectExtent l="0" t="0" r="0" b="0"/>
                      <wp:wrapNone/>
                      <wp:docPr id="2698" name="Rectangle 26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8" o:spid="_x0000_s1610" style="position:absolute;margin-left:104pt;margin-top:34pt;width:79pt;height:55pt;z-index:252464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q3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bcEqt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5152" behindDoc="0" locked="0" layoutInCell="1" allowOverlap="1" wp14:anchorId="633EBC6F" wp14:editId="78CFD3A0">
                      <wp:simplePos x="0" y="0"/>
                      <wp:positionH relativeFrom="column">
                        <wp:posOffset>1320800</wp:posOffset>
                      </wp:positionH>
                      <wp:positionV relativeFrom="paragraph">
                        <wp:posOffset>431800</wp:posOffset>
                      </wp:positionV>
                      <wp:extent cx="1003300" cy="698500"/>
                      <wp:effectExtent l="0" t="0" r="0" b="0"/>
                      <wp:wrapNone/>
                      <wp:docPr id="2699" name="Rectangle 269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9" o:spid="_x0000_s1611" style="position:absolute;margin-left:104pt;margin-top:34pt;width:79pt;height:55pt;z-index:252465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Jxnhyo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6176" behindDoc="0" locked="0" layoutInCell="1" allowOverlap="1" wp14:anchorId="57F69124" wp14:editId="292B0133">
                      <wp:simplePos x="0" y="0"/>
                      <wp:positionH relativeFrom="column">
                        <wp:posOffset>1320800</wp:posOffset>
                      </wp:positionH>
                      <wp:positionV relativeFrom="paragraph">
                        <wp:posOffset>431800</wp:posOffset>
                      </wp:positionV>
                      <wp:extent cx="1003300" cy="698500"/>
                      <wp:effectExtent l="0" t="0" r="0" b="0"/>
                      <wp:wrapNone/>
                      <wp:docPr id="2700" name="Rectangle 27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0" o:spid="_x0000_s1612" style="position:absolute;margin-left:104pt;margin-top:34pt;width:79pt;height:55pt;z-index:252466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EdI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c6EdI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7200" behindDoc="0" locked="0" layoutInCell="1" allowOverlap="1" wp14:anchorId="71D9C350" wp14:editId="4A26C055">
                      <wp:simplePos x="0" y="0"/>
                      <wp:positionH relativeFrom="column">
                        <wp:posOffset>1320800</wp:posOffset>
                      </wp:positionH>
                      <wp:positionV relativeFrom="paragraph">
                        <wp:posOffset>431800</wp:posOffset>
                      </wp:positionV>
                      <wp:extent cx="1003300" cy="698500"/>
                      <wp:effectExtent l="0" t="0" r="0" b="0"/>
                      <wp:wrapNone/>
                      <wp:docPr id="2701" name="Rectangle 27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1" o:spid="_x0000_s1613" style="position:absolute;margin-left:104pt;margin-top:34pt;width:79pt;height:55pt;z-index:252467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kmf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vBpJn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8224" behindDoc="0" locked="0" layoutInCell="1" allowOverlap="1" wp14:anchorId="4BAD68DA" wp14:editId="569C4338">
                      <wp:simplePos x="0" y="0"/>
                      <wp:positionH relativeFrom="column">
                        <wp:posOffset>1320800</wp:posOffset>
                      </wp:positionH>
                      <wp:positionV relativeFrom="paragraph">
                        <wp:posOffset>431800</wp:posOffset>
                      </wp:positionV>
                      <wp:extent cx="1003300" cy="698500"/>
                      <wp:effectExtent l="0" t="0" r="0" b="0"/>
                      <wp:wrapNone/>
                      <wp:docPr id="2702" name="Rectangle 270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2" o:spid="_x0000_s1614" style="position:absolute;margin-left:104pt;margin-top:34pt;width:79pt;height:55pt;z-index:252468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4mN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DOJj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9248" behindDoc="0" locked="0" layoutInCell="1" allowOverlap="1" wp14:anchorId="43CB94E2" wp14:editId="741B7E43">
                      <wp:simplePos x="0" y="0"/>
                      <wp:positionH relativeFrom="column">
                        <wp:posOffset>1320800</wp:posOffset>
                      </wp:positionH>
                      <wp:positionV relativeFrom="paragraph">
                        <wp:posOffset>431800</wp:posOffset>
                      </wp:positionV>
                      <wp:extent cx="1003300" cy="698500"/>
                      <wp:effectExtent l="0" t="0" r="0" b="0"/>
                      <wp:wrapNone/>
                      <wp:docPr id="2703" name="Rectangle 27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3" o:spid="_x0000_s1615" style="position:absolute;margin-left:104pt;margin-top:34pt;width:79pt;height:55pt;z-index:252469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SQQ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mGAkyAAqfYG6EXHoGZqjHW8a5vT1HNlkPxnr2II1s/yRJZtks8mKRZxsd4s0vU8WRVgUi20abrNs&#10;t8uz1fanux2lJTBXxN7D3Vl3iP0doYv0c6l8yZFRDvvzFML3bKIw9ZIGHlq9nv8ebDAqU3q2rje8&#10;+aQeNejvPAOmIzS1enB/EAZNvkvO1y5xZCkEi6TIQ+glCls3RVaADVngqZfLShv7gckBOaPCGorp&#10;60ZOgGQ++nIE7r0+7yw77Scvx01e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ZUkE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0272" behindDoc="0" locked="0" layoutInCell="1" allowOverlap="1" wp14:anchorId="5DC7BA36" wp14:editId="523F9CC8">
                      <wp:simplePos x="0" y="0"/>
                      <wp:positionH relativeFrom="column">
                        <wp:posOffset>1320800</wp:posOffset>
                      </wp:positionH>
                      <wp:positionV relativeFrom="paragraph">
                        <wp:posOffset>431800</wp:posOffset>
                      </wp:positionV>
                      <wp:extent cx="1003300" cy="698500"/>
                      <wp:effectExtent l="0" t="0" r="0" b="0"/>
                      <wp:wrapNone/>
                      <wp:docPr id="2704" name="Rectangle 27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4" o:spid="_x0000_s1616" style="position:absolute;margin-left:104pt;margin-top:34pt;width:79pt;height:55pt;z-index:25247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epN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onqT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1296" behindDoc="0" locked="0" layoutInCell="1" allowOverlap="1" wp14:anchorId="6D6E8576" wp14:editId="4402F3C8">
                      <wp:simplePos x="0" y="0"/>
                      <wp:positionH relativeFrom="column">
                        <wp:posOffset>1320800</wp:posOffset>
                      </wp:positionH>
                      <wp:positionV relativeFrom="paragraph">
                        <wp:posOffset>431800</wp:posOffset>
                      </wp:positionV>
                      <wp:extent cx="1003300" cy="698500"/>
                      <wp:effectExtent l="0" t="0" r="0" b="0"/>
                      <wp:wrapNone/>
                      <wp:docPr id="2705" name="Rectangle 270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5" o:spid="_x0000_s1617" style="position:absolute;margin-left:104pt;margin-top:34pt;width:79pt;height:55pt;z-index:252471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y9H0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2320" behindDoc="0" locked="0" layoutInCell="1" allowOverlap="1" wp14:anchorId="404F197F" wp14:editId="3591EECF">
                      <wp:simplePos x="0" y="0"/>
                      <wp:positionH relativeFrom="column">
                        <wp:posOffset>1320800</wp:posOffset>
                      </wp:positionH>
                      <wp:positionV relativeFrom="paragraph">
                        <wp:posOffset>431800</wp:posOffset>
                      </wp:positionV>
                      <wp:extent cx="1003300" cy="698500"/>
                      <wp:effectExtent l="0" t="0" r="0" b="0"/>
                      <wp:wrapNone/>
                      <wp:docPr id="2706" name="Rectangle 27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6" o:spid="_x0000_s1618" style="position:absolute;margin-left:104pt;margin-top:34pt;width:79pt;height:55pt;z-index:25247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oY4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2qGO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3344" behindDoc="0" locked="0" layoutInCell="1" allowOverlap="1" wp14:anchorId="3A835497" wp14:editId="5B50F314">
                      <wp:simplePos x="0" y="0"/>
                      <wp:positionH relativeFrom="column">
                        <wp:posOffset>1320800</wp:posOffset>
                      </wp:positionH>
                      <wp:positionV relativeFrom="paragraph">
                        <wp:posOffset>431800</wp:posOffset>
                      </wp:positionV>
                      <wp:extent cx="1003300" cy="698500"/>
                      <wp:effectExtent l="0" t="0" r="0" b="0"/>
                      <wp:wrapNone/>
                      <wp:docPr id="2707" name="Rectangle 27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7" o:spid="_x0000_s1619" style="position:absolute;margin-left:104pt;margin-top:34pt;width:79pt;height:55pt;z-index:252473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Ijv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5iI7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4368" behindDoc="0" locked="0" layoutInCell="1" allowOverlap="1" wp14:anchorId="4B8A3862" wp14:editId="10A1D395">
                      <wp:simplePos x="0" y="0"/>
                      <wp:positionH relativeFrom="column">
                        <wp:posOffset>1320800</wp:posOffset>
                      </wp:positionH>
                      <wp:positionV relativeFrom="paragraph">
                        <wp:posOffset>431800</wp:posOffset>
                      </wp:positionV>
                      <wp:extent cx="1003300" cy="698500"/>
                      <wp:effectExtent l="0" t="0" r="0" b="0"/>
                      <wp:wrapNone/>
                      <wp:docPr id="2708" name="Rectangle 270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8" o:spid="_x0000_s1620" style="position:absolute;margin-left:104pt;margin-top:34pt;width:79pt;height:55pt;z-index:25247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lNPGw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wmU08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5392" behindDoc="0" locked="0" layoutInCell="1" allowOverlap="1" wp14:anchorId="2B3EB5A6" wp14:editId="1FCB75D3">
                      <wp:simplePos x="0" y="0"/>
                      <wp:positionH relativeFrom="column">
                        <wp:posOffset>1320800</wp:posOffset>
                      </wp:positionH>
                      <wp:positionV relativeFrom="paragraph">
                        <wp:posOffset>431800</wp:posOffset>
                      </wp:positionV>
                      <wp:extent cx="1003300" cy="698500"/>
                      <wp:effectExtent l="0" t="0" r="0" b="0"/>
                      <wp:wrapNone/>
                      <wp:docPr id="2709" name="Rectangle 27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9" o:spid="_x0000_s1621" style="position:absolute;margin-left:104pt;margin-top:34pt;width:79pt;height:55pt;z-index:252475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P7SHg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2A/tI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6416" behindDoc="0" locked="0" layoutInCell="1" allowOverlap="1" wp14:anchorId="5B73F54B" wp14:editId="0A962FB1">
                      <wp:simplePos x="0" y="0"/>
                      <wp:positionH relativeFrom="column">
                        <wp:posOffset>1320800</wp:posOffset>
                      </wp:positionH>
                      <wp:positionV relativeFrom="paragraph">
                        <wp:posOffset>431800</wp:posOffset>
                      </wp:positionV>
                      <wp:extent cx="1003300" cy="698500"/>
                      <wp:effectExtent l="0" t="0" r="0" b="0"/>
                      <wp:wrapNone/>
                      <wp:docPr id="2710" name="Rectangle 27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0" o:spid="_x0000_s1622" style="position:absolute;margin-left:104pt;margin-top:34pt;width:79pt;height:55pt;z-index:25247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ae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GRUae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7440" behindDoc="0" locked="0" layoutInCell="1" allowOverlap="1" wp14:anchorId="3EB04CED" wp14:editId="0C83FFB6">
                      <wp:simplePos x="0" y="0"/>
                      <wp:positionH relativeFrom="column">
                        <wp:posOffset>1320800</wp:posOffset>
                      </wp:positionH>
                      <wp:positionV relativeFrom="paragraph">
                        <wp:posOffset>431800</wp:posOffset>
                      </wp:positionV>
                      <wp:extent cx="1003300" cy="698500"/>
                      <wp:effectExtent l="0" t="0" r="0" b="0"/>
                      <wp:wrapNone/>
                      <wp:docPr id="2711" name="Rectangle 27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1" o:spid="_x0000_s1623" style="position:absolute;margin-left:104pt;margin-top:34pt;width:79pt;height:55pt;z-index:252477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sD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Pfj6wM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8464" behindDoc="0" locked="0" layoutInCell="1" allowOverlap="1" wp14:anchorId="3EF593E7" wp14:editId="6E37D3E4">
                      <wp:simplePos x="0" y="0"/>
                      <wp:positionH relativeFrom="column">
                        <wp:posOffset>1320800</wp:posOffset>
                      </wp:positionH>
                      <wp:positionV relativeFrom="paragraph">
                        <wp:posOffset>431800</wp:posOffset>
                      </wp:positionV>
                      <wp:extent cx="1003300" cy="698500"/>
                      <wp:effectExtent l="0" t="0" r="0" b="0"/>
                      <wp:wrapNone/>
                      <wp:docPr id="2712" name="Rectangle 27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2" o:spid="_x0000_s1624" style="position:absolute;margin-left:104pt;margin-top:34pt;width:79pt;height:55pt;z-index:25247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isR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8orE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9488" behindDoc="0" locked="0" layoutInCell="1" allowOverlap="1" wp14:anchorId="6EC8BCE6" wp14:editId="2603B320">
                      <wp:simplePos x="0" y="0"/>
                      <wp:positionH relativeFrom="column">
                        <wp:posOffset>1320800</wp:posOffset>
                      </wp:positionH>
                      <wp:positionV relativeFrom="paragraph">
                        <wp:posOffset>431800</wp:posOffset>
                      </wp:positionV>
                      <wp:extent cx="1003300" cy="698500"/>
                      <wp:effectExtent l="0" t="0" r="0" b="0"/>
                      <wp:wrapNone/>
                      <wp:docPr id="2713" name="Rectangle 27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3" o:spid="_x0000_s1625" style="position:absolute;margin-left:104pt;margin-top:34pt;width:79pt;height:55pt;z-index:25247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CXG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zglx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0512" behindDoc="0" locked="0" layoutInCell="1" allowOverlap="1" wp14:anchorId="76FB97EE" wp14:editId="2D008657">
                      <wp:simplePos x="0" y="0"/>
                      <wp:positionH relativeFrom="column">
                        <wp:posOffset>1295400</wp:posOffset>
                      </wp:positionH>
                      <wp:positionV relativeFrom="paragraph">
                        <wp:posOffset>431800</wp:posOffset>
                      </wp:positionV>
                      <wp:extent cx="1003300" cy="698500"/>
                      <wp:effectExtent l="0" t="0" r="0" b="0"/>
                      <wp:wrapNone/>
                      <wp:docPr id="2714" name="Rectangle 27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4" o:spid="_x0000_s1626" style="position:absolute;margin-left:102pt;margin-top:34pt;width:79pt;height:55pt;z-index:25248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7UGQ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cp1e1B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1536" behindDoc="0" locked="0" layoutInCell="1" allowOverlap="1" wp14:anchorId="082E7B45" wp14:editId="7A3BBA5D">
                      <wp:simplePos x="0" y="0"/>
                      <wp:positionH relativeFrom="column">
                        <wp:posOffset>1295400</wp:posOffset>
                      </wp:positionH>
                      <wp:positionV relativeFrom="paragraph">
                        <wp:posOffset>431800</wp:posOffset>
                      </wp:positionV>
                      <wp:extent cx="1003300" cy="698500"/>
                      <wp:effectExtent l="0" t="0" r="0" b="0"/>
                      <wp:wrapNone/>
                      <wp:docPr id="2715" name="Rectangle 27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5" o:spid="_x0000_s1627" style="position:absolute;margin-left:102pt;margin-top:34pt;width:79pt;height:55pt;z-index:252481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NJ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dIORIAOo9AXqRsShZ2iOdrxpmNPXc2ST/WSsYwvWzPJHlmySzSYrFnGy3S3S9D5ZFGFRLLZpuM2y&#10;3S7PVtuf7naUlsBcEXsPd2fdIfZ3hC7Sz6XyJUdGOezPUwjfs4nC1EsaeGj1ev57sMGoTOnZut7w&#10;5pN61KC/8wyYjtDU6sH9QRg0+S45X7vEkaUQLJIiD6GXKGxl+Y2zIQs89XJZaWM/MDkgZ1RYQzF9&#10;3cgJkMxHX47AvdfnnWWn/eTlyM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zvzS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2560" behindDoc="0" locked="0" layoutInCell="1" allowOverlap="1" wp14:anchorId="606979BE" wp14:editId="497066E2">
                      <wp:simplePos x="0" y="0"/>
                      <wp:positionH relativeFrom="column">
                        <wp:posOffset>1295400</wp:posOffset>
                      </wp:positionH>
                      <wp:positionV relativeFrom="paragraph">
                        <wp:posOffset>431800</wp:posOffset>
                      </wp:positionV>
                      <wp:extent cx="1003300" cy="698500"/>
                      <wp:effectExtent l="0" t="0" r="0" b="0"/>
                      <wp:wrapNone/>
                      <wp:docPr id="2716" name="Rectangle 27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6" o:spid="_x0000_s1628" style="position:absolute;margin-left:102pt;margin-top:34pt;width:79pt;height:55pt;z-index:252482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Hr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lGEkyAAqfYW6EXHoGZqjHW8a5vT1HNlkPxvr2II1s/yZJZtks8mKRZxsd4s0vUsWRVgUi20abrNs&#10;t8uz1faXux2lJTBXxN7B3Vl3iP0doYv0c6l8yZFRDvvTFML3ZKIw9ZIGHlq9nv8ebDAqU3q2rje8&#10;+ageNOjvPAOmIzS1enB/EAZNvkvO1y5xZCkEi6TIQ+glCltZ/sHZkAWeermstLEfmRyQMyqsoZi+&#10;buQESOajL0fg3uvzzrLTfvJyZGH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iqR6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3584" behindDoc="0" locked="0" layoutInCell="1" allowOverlap="1" wp14:anchorId="7827C56A" wp14:editId="28CD6121">
                      <wp:simplePos x="0" y="0"/>
                      <wp:positionH relativeFrom="column">
                        <wp:posOffset>1295400</wp:posOffset>
                      </wp:positionH>
                      <wp:positionV relativeFrom="paragraph">
                        <wp:posOffset>431800</wp:posOffset>
                      </wp:positionV>
                      <wp:extent cx="1003300" cy="698500"/>
                      <wp:effectExtent l="0" t="0" r="0" b="0"/>
                      <wp:wrapNone/>
                      <wp:docPr id="2717" name="Rectangle 27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7" o:spid="_x0000_s1629" style="position:absolute;margin-left:102pt;margin-top:34pt;width:79pt;height:55pt;z-index:252483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x2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aIGRID106TvUjYh9x9AUbXldM9dfz5GN9quxji1YE8tfWbJO1uusmMXJZjtL07tkVoRFMduk4SbL&#10;tts8W2x+u9tRWgJzRewd3J36DrG/I3Ru/VQqX3JklMP+PIbwPZsoTAvX0sBDu/w92GBQpvRsnTa8&#10;+ageNBx2ngHTERob3bs/NAaNXiWnq0ocWQrBIinyELREYSvLPzl7evJyWWljPzPZI2dUWEMxfd3I&#10;EZBMRy9HAOLr886y42707cjCxK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OMPHY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4608" behindDoc="0" locked="0" layoutInCell="1" allowOverlap="1" wp14:anchorId="6A13FEEF" wp14:editId="1C280FC3">
                      <wp:simplePos x="0" y="0"/>
                      <wp:positionH relativeFrom="column">
                        <wp:posOffset>1295400</wp:posOffset>
                      </wp:positionH>
                      <wp:positionV relativeFrom="paragraph">
                        <wp:posOffset>431800</wp:posOffset>
                      </wp:positionV>
                      <wp:extent cx="1003300" cy="698500"/>
                      <wp:effectExtent l="0" t="0" r="0" b="0"/>
                      <wp:wrapNone/>
                      <wp:docPr id="2718" name="Rectangle 27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8" o:spid="_x0000_s1630" style="position:absolute;margin-left:102pt;margin-top:34pt;width:79pt;height:55pt;z-index:252484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fW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BFoJMoBKX6FuRBx6huZox5uGOX09RzbZz8Y6tmDNLH9mySbZbLJiESfb3SJN75JFERbFYpuG2yzb&#10;7fJstf3lbkdpCcwVsXdwd9YdYn9H6CL9XCpfcmSUw/40hfA9mShMvaSBh1av578HG4zKlJ6t6w1v&#10;PqoHDfo7z4DpCE2tHtwfhEGT75LztUscWQrBIinyEHqJwlaWf3A2ZIGnXi4rbexHJgfkjAprKKav&#10;GzkBkvnoyxG49/q8s+y0n7wcWZi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rDLn1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5632" behindDoc="0" locked="0" layoutInCell="1" allowOverlap="1" wp14:anchorId="47F165C2" wp14:editId="12D9ACFB">
                      <wp:simplePos x="0" y="0"/>
                      <wp:positionH relativeFrom="column">
                        <wp:posOffset>1295400</wp:posOffset>
                      </wp:positionH>
                      <wp:positionV relativeFrom="paragraph">
                        <wp:posOffset>431800</wp:posOffset>
                      </wp:positionV>
                      <wp:extent cx="1003300" cy="698500"/>
                      <wp:effectExtent l="0" t="0" r="0" b="0"/>
                      <wp:wrapNone/>
                      <wp:docPr id="2719" name="Rectangle 27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9" o:spid="_x0000_s1631" style="position:absolute;margin-left:102pt;margin-top:34pt;width:79pt;height:55pt;z-index:252485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OkB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VGAkyAAqfYG6EXHoGZqjHW8a5vT1HNlkPxnr2II1s/yRJZtks8mKRZxsd4s0vU8WRVgUi20abrNs&#10;t8uz1fanux2lJTBXxN7D3Vl3iP0doYv0c6l8yZFRDvvzFML3bKIw9ZIGHlq9nv8ebDAqU3q2rje8&#10;+aQeNejvPAOmIzS1enB/EAZNvkvO1y5xZCkEi6TIQ+glCltZfuNsyAJPvVxW2tgPTA7IGRXWUExf&#10;N3ICJPPRlyNw7/V5Z9lpP3k5svDG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zA6QE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6656" behindDoc="0" locked="0" layoutInCell="1" allowOverlap="1" wp14:anchorId="43CDC312" wp14:editId="47C1519F">
                      <wp:simplePos x="0" y="0"/>
                      <wp:positionH relativeFrom="column">
                        <wp:posOffset>1295400</wp:posOffset>
                      </wp:positionH>
                      <wp:positionV relativeFrom="paragraph">
                        <wp:posOffset>431800</wp:posOffset>
                      </wp:positionV>
                      <wp:extent cx="1003300" cy="698500"/>
                      <wp:effectExtent l="0" t="0" r="0" b="0"/>
                      <wp:wrapNone/>
                      <wp:docPr id="2720" name="Rectangle 272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0" o:spid="_x0000_s1632" style="position:absolute;margin-left:102pt;margin-top:34pt;width:79pt;height:55pt;z-index:252486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gjGg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6eGCM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7680" behindDoc="0" locked="0" layoutInCell="1" allowOverlap="1" wp14:anchorId="5E65108F" wp14:editId="663928F2">
                      <wp:simplePos x="0" y="0"/>
                      <wp:positionH relativeFrom="column">
                        <wp:posOffset>1295400</wp:posOffset>
                      </wp:positionH>
                      <wp:positionV relativeFrom="paragraph">
                        <wp:posOffset>431800</wp:posOffset>
                      </wp:positionV>
                      <wp:extent cx="1003300" cy="698500"/>
                      <wp:effectExtent l="0" t="0" r="0" b="0"/>
                      <wp:wrapNone/>
                      <wp:docPr id="2721" name="Rectangle 27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1" o:spid="_x0000_s1633" style="position:absolute;margin-left:102pt;margin-top:34pt;width:79pt;height:55pt;z-index:252487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LW+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GEkyAAqfYW6EXHoGZqjHW8a5vT1HNlkPxvr2II1s/yZJZtks8mKRZxsd4s0vUsWRVgUi20abrNs&#10;t8uz1faXux2lJTBXxN7B3Vl3iP0doYv0c6l8yZFRDvvTFML3ZKIw9ZIGHlq9nv8ebDAqU3q2rje8&#10;+ageNOjvPAOmIzS1enB/EAZNvkvO1y5xZCkEi6TIQ+glCltZ/sHZkAWeermstLEfmRyQMyqsoZi+&#10;buQESOajL0fg3uvzzrLTfvJyZOH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M84tb4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8704" behindDoc="0" locked="0" layoutInCell="1" allowOverlap="1" wp14:anchorId="39E4B471" wp14:editId="15EB1571">
                      <wp:simplePos x="0" y="0"/>
                      <wp:positionH relativeFrom="column">
                        <wp:posOffset>1295400</wp:posOffset>
                      </wp:positionH>
                      <wp:positionV relativeFrom="paragraph">
                        <wp:posOffset>431800</wp:posOffset>
                      </wp:positionV>
                      <wp:extent cx="1003300" cy="698500"/>
                      <wp:effectExtent l="0" t="0" r="0" b="0"/>
                      <wp:wrapNone/>
                      <wp:docPr id="2722" name="Rectangle 27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2" o:spid="_x0000_s1634" style="position:absolute;margin-left:102pt;margin-top:34pt;width:79pt;height:55pt;z-index:252488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b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kXW5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9728" behindDoc="0" locked="0" layoutInCell="1" allowOverlap="1" wp14:anchorId="76A240FA" wp14:editId="49A3A81D">
                      <wp:simplePos x="0" y="0"/>
                      <wp:positionH relativeFrom="column">
                        <wp:posOffset>1295400</wp:posOffset>
                      </wp:positionH>
                      <wp:positionV relativeFrom="paragraph">
                        <wp:posOffset>431800</wp:posOffset>
                      </wp:positionV>
                      <wp:extent cx="1003300" cy="698500"/>
                      <wp:effectExtent l="0" t="0" r="0" b="0"/>
                      <wp:wrapNone/>
                      <wp:docPr id="2723" name="Rectangle 272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3" o:spid="_x0000_s1635" style="position:absolute;margin-left:102pt;margin-top:34pt;width:79pt;height:55pt;z-index:252489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3t7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Pje3s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0752" behindDoc="0" locked="0" layoutInCell="1" allowOverlap="1" wp14:anchorId="26752C97" wp14:editId="783C5E57">
                      <wp:simplePos x="0" y="0"/>
                      <wp:positionH relativeFrom="column">
                        <wp:posOffset>1295400</wp:posOffset>
                      </wp:positionH>
                      <wp:positionV relativeFrom="paragraph">
                        <wp:posOffset>431800</wp:posOffset>
                      </wp:positionV>
                      <wp:extent cx="1003300" cy="698500"/>
                      <wp:effectExtent l="0" t="0" r="0" b="0"/>
                      <wp:wrapNone/>
                      <wp:docPr id="2724" name="Rectangle 27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4" o:spid="_x0000_s1636" style="position:absolute;margin-left:102pt;margin-top:34pt;width:79pt;height:55pt;z-index:252490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Z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nGIkyAAqfYW6EXHoGZqjHW8a5vT1HNlkPxvr2II1s/yZJZtks8mKRZxsd4s0vUsWRVgUi20abrNs&#10;t8uz1faXux2lJTBXxN7B3Vl3iP0doYv0c6l8yZFRDvvTFML3ZKIw9ZIGHlq9nv8ebDAqU3q2rje8&#10;+ageNOjvPAOmIzS1enB/EAZNvkvO1y5xZCkEi6TIQ+glCltZ/sHZkAWeermstLEfmRyQMyqsoZi+&#10;buQESOajL0fg3uvzzrLTfvJyZJF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asWb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1776" behindDoc="0" locked="0" layoutInCell="1" allowOverlap="1" wp14:anchorId="3EFC265E" wp14:editId="6A58BA3D">
                      <wp:simplePos x="0" y="0"/>
                      <wp:positionH relativeFrom="column">
                        <wp:posOffset>1295400</wp:posOffset>
                      </wp:positionH>
                      <wp:positionV relativeFrom="paragraph">
                        <wp:posOffset>431800</wp:posOffset>
                      </wp:positionV>
                      <wp:extent cx="1003300" cy="698500"/>
                      <wp:effectExtent l="0" t="0" r="0" b="0"/>
                      <wp:wrapNone/>
                      <wp:docPr id="2725" name="Rectangle 27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5" o:spid="_x0000_s1637" style="position:absolute;margin-left:102pt;margin-top:34pt;width:79pt;height:55pt;z-index:252491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i7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fIORIAOo9AXqRsShZ2iOdrxpmNPXc2ST/WSsYwvWzPJHlmySzSYrFnGy3S3S9D5ZFGFRLLZpuM2y&#10;3S7PVtuf7naUlsBcEXsPd2fdIfZ3hC7Sz6XyJUdGOezPUwjfs4nC1EsaeGj1ev57sMGoTOnZut7w&#10;5pN61KC/8wyYjtDU6sH9QRg0+S45X7vEkaUQLJIiD6GXKGxl+Y2zIQs89XJZaWM/MDkgZ1RYQzF9&#10;3cgJkMxHX47AvdfnnWWn/eTlyK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VkYu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2800" behindDoc="0" locked="0" layoutInCell="1" allowOverlap="1" wp14:anchorId="68EDAB0C" wp14:editId="00C7D2FD">
                      <wp:simplePos x="0" y="0"/>
                      <wp:positionH relativeFrom="column">
                        <wp:posOffset>1295400</wp:posOffset>
                      </wp:positionH>
                      <wp:positionV relativeFrom="paragraph">
                        <wp:posOffset>431800</wp:posOffset>
                      </wp:positionV>
                      <wp:extent cx="1003300" cy="698500"/>
                      <wp:effectExtent l="0" t="0" r="0" b="0"/>
                      <wp:wrapNone/>
                      <wp:docPr id="2726" name="Rectangle 272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6" o:spid="_x0000_s1638" style="position:absolute;margin-left:102pt;margin-top:34pt;width:79pt;height:55pt;z-index:252492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lT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OMNIkB669B3qRsS+Y2iKtryumeuv58hG+9VYxxasieWvLFkn63VWzOJks52l6V0yK8KimG3ScJNl&#10;222eLTa/3e0oLYG5IvYO7k59h9jfETq3fiqVLzkyymF/HkP4nk0UpoVraeChXf4ebDAoU3q2Thve&#10;fFQPGg47z4DpCI2N7t0fGoNGr5LTVSWOLIVgkRR5CFqisJXln5w9PXm5rLSxn5nskTMqrKGYvm7k&#10;CEimo5cjAPH1eWfZcTf6dmRR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Ec2VM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3824" behindDoc="0" locked="0" layoutInCell="1" allowOverlap="1" wp14:anchorId="0CF5EF68" wp14:editId="51EE24CD">
                      <wp:simplePos x="0" y="0"/>
                      <wp:positionH relativeFrom="column">
                        <wp:posOffset>1295400</wp:posOffset>
                      </wp:positionH>
                      <wp:positionV relativeFrom="paragraph">
                        <wp:posOffset>431800</wp:posOffset>
                      </wp:positionV>
                      <wp:extent cx="1003300" cy="698500"/>
                      <wp:effectExtent l="0" t="0" r="0" b="0"/>
                      <wp:wrapNone/>
                      <wp:docPr id="2727" name="Rectangle 27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7" o:spid="_x0000_s1639" style="position:absolute;margin-left:102pt;margin-top:34pt;width:79pt;height:55pt;z-index:252493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TO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vMJIkAFU+gp1I+LQMzRHO940zOnrObLJfjbWsQVrZvkzSzbJZpMVizjZ7hZpepcsirAoFts03GbZ&#10;bpdnq+0vdztKS2CuiL2Du7PuEPs7Qhfp51L5kiOjHPanKYTvyURh6iUNPLR6Pf892GBUpvRsXW94&#10;81E9aNDfeQZMR2hq9eD+IAyafJecr13iyFIIFkmRh9BLFLay/IOzIQs89XJZaWM/MjkgZ1RYQzF9&#10;3cgJkMxHX47AvdfnnWWn/eTlyK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C6dM4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4848" behindDoc="0" locked="0" layoutInCell="1" allowOverlap="1" wp14:anchorId="38069E68" wp14:editId="70F7DA57">
                      <wp:simplePos x="0" y="0"/>
                      <wp:positionH relativeFrom="column">
                        <wp:posOffset>1295400</wp:posOffset>
                      </wp:positionH>
                      <wp:positionV relativeFrom="paragraph">
                        <wp:posOffset>431800</wp:posOffset>
                      </wp:positionV>
                      <wp:extent cx="1003300" cy="698500"/>
                      <wp:effectExtent l="0" t="0" r="0" b="0"/>
                      <wp:wrapNone/>
                      <wp:docPr id="2728" name="Rectangle 27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8" o:spid="_x0000_s1640" style="position:absolute;margin-left:102pt;margin-top:34pt;width:79pt;height:55pt;z-index:252494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Awk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DFoJMoBKX6FuRBx6huZox5uGOX09RzbZz8Y6tmDNLH9mySbZbLJiESfb3SJN75JFERbFYpuG2yzb&#10;7fJstf3lbkdpCcwVsXdwd9YdYn9H6CL9XCpfcmSUw/40hfA9mShMvaSBh1av578HG4zKlJ6t6w1v&#10;PqoHDfo7z4DpCE2tHtwfhEGT75LztUscWQrBIinyEHqJwlaWf3A2ZIGnXi4rbexHJgfkjAprKKav&#10;GzkBkvnoyxG49/q8s+y0n7wcWZS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lAMJ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5872" behindDoc="0" locked="0" layoutInCell="1" allowOverlap="1" wp14:anchorId="6F801E49" wp14:editId="2116B8E7">
                      <wp:simplePos x="0" y="0"/>
                      <wp:positionH relativeFrom="column">
                        <wp:posOffset>1295400</wp:posOffset>
                      </wp:positionH>
                      <wp:positionV relativeFrom="paragraph">
                        <wp:posOffset>431800</wp:posOffset>
                      </wp:positionV>
                      <wp:extent cx="1003300" cy="698500"/>
                      <wp:effectExtent l="0" t="0" r="0" b="0"/>
                      <wp:wrapNone/>
                      <wp:docPr id="2729" name="Rectangle 272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9" o:spid="_x0000_s1641" style="position:absolute;margin-left:102pt;margin-top:34pt;width:79pt;height:55pt;z-index:252495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qG5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cYGRID106RvUjYh9x9AUbXldM9dfz5GN9ouxji1YE8ufWbJO1uusmMXJZjtL0/tkVoRFMduk4SbL&#10;tts8W2x+udtRWgJzRew93J36DrH3ETq3fiqVLzkyymF/GUP4XkwUpoVraeChXf4ebDAoU3q2Thve&#10;fFKPGg47z4DpCI2N7t0fGoNGr5LTVSWOLIVgkRR5CFqisJXlN86enrxcVtrYT0z2yBkV1lBMXzdy&#10;BCTT0csRgPj6vLPsuBt9O7Lox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v9qG5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6896" behindDoc="0" locked="0" layoutInCell="1" allowOverlap="1" wp14:anchorId="7FC03C6C" wp14:editId="0CDAF885">
                      <wp:simplePos x="0" y="0"/>
                      <wp:positionH relativeFrom="column">
                        <wp:posOffset>1295400</wp:posOffset>
                      </wp:positionH>
                      <wp:positionV relativeFrom="paragraph">
                        <wp:posOffset>431800</wp:posOffset>
                      </wp:positionV>
                      <wp:extent cx="1003300" cy="698500"/>
                      <wp:effectExtent l="0" t="0" r="0" b="0"/>
                      <wp:wrapNone/>
                      <wp:docPr id="2730" name="Rectangle 27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0" o:spid="_x0000_s1642" style="position:absolute;margin-left:102pt;margin-top:34pt;width:79pt;height:55pt;z-index:252496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7q/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AgUSZACVvkLdiDj0DM3RjjcNc/p6jmyyn411bMGaWf7Mkk2y2WTFIk62u0Wa3iWLIiyKxTYNt1m2&#10;2+XZavvL3Y7SEpgrYu/g7qw7xP6O0EX6uVS+5Mgoh/1pCuF7MlGYekkDD61ez38PNhiVKT1b1xve&#10;fFQPGvR3ngHTEZpaPbg/CIMm3yXna5c4shSCRVLkIZSKwlaWf3A2ZIGnXi4rbexHJgfkjAprKKav&#10;GzkBkvnoyxG49/q8s+y0n7wcWZS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We6v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7920" behindDoc="0" locked="0" layoutInCell="1" allowOverlap="1" wp14:anchorId="477CAE67" wp14:editId="153B8614">
                      <wp:simplePos x="0" y="0"/>
                      <wp:positionH relativeFrom="column">
                        <wp:posOffset>1295400</wp:posOffset>
                      </wp:positionH>
                      <wp:positionV relativeFrom="paragraph">
                        <wp:posOffset>431800</wp:posOffset>
                      </wp:positionV>
                      <wp:extent cx="1003300" cy="698500"/>
                      <wp:effectExtent l="0" t="0" r="0" b="0"/>
                      <wp:wrapNone/>
                      <wp:docPr id="2731" name="Rectangle 27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1" o:spid="_x0000_s1643" style="position:absolute;margin-left:102pt;margin-top:34pt;width:79pt;height:55pt;z-index:252497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bRo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EmEkyAAqfYW6EXHoGZqjHW8a5vT1HNlkPxvr2II1s/yZJZtks8mKRZxsd4s0vUsWRVgUi20abrNs&#10;t8uz1faXux2lJTBXxN7B3Vl3iP0doYv0c6l8yZFRDvvTFML3ZKIw9ZIGHlq9nv8ebDAqU3q2rje8&#10;+ageNOjvPAOmIzS1enB/EAZNvkvO1y5xZCkEi6TIQ+glCltZ/sHZkAWeermstLEfmRyQMyqsoZi+&#10;buQESOajL0fg3uvzzrLTfvJyZNH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WVtGg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8944" behindDoc="0" locked="0" layoutInCell="1" allowOverlap="1" wp14:anchorId="27936CE2" wp14:editId="5DC4D5BE">
                      <wp:simplePos x="0" y="0"/>
                      <wp:positionH relativeFrom="column">
                        <wp:posOffset>1295400</wp:posOffset>
                      </wp:positionH>
                      <wp:positionV relativeFrom="paragraph">
                        <wp:posOffset>431800</wp:posOffset>
                      </wp:positionV>
                      <wp:extent cx="1003300" cy="698500"/>
                      <wp:effectExtent l="0" t="0" r="0" b="0"/>
                      <wp:wrapNone/>
                      <wp:docPr id="2732" name="Rectangle 273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2" o:spid="_x0000_s1644" style="position:absolute;margin-left:102pt;margin-top:34pt;width:79pt;height:55pt;z-index:252498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HR6GQ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Cbx0eh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9968" behindDoc="0" locked="0" layoutInCell="1" allowOverlap="1" wp14:anchorId="6348CA57" wp14:editId="7A875028">
                      <wp:simplePos x="0" y="0"/>
                      <wp:positionH relativeFrom="column">
                        <wp:posOffset>1295400</wp:posOffset>
                      </wp:positionH>
                      <wp:positionV relativeFrom="paragraph">
                        <wp:posOffset>431800</wp:posOffset>
                      </wp:positionV>
                      <wp:extent cx="1003300" cy="698500"/>
                      <wp:effectExtent l="0" t="0" r="0" b="0"/>
                      <wp:wrapNone/>
                      <wp:docPr id="2733" name="Rectangle 27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3" o:spid="_x0000_s1645" style="position:absolute;margin-left:102pt;margin-top:34pt;width:79pt;height:55pt;z-index:252499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tnn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mAkyAAqfYW6EXHoGZqjHW8a5vT1HNlkPxvr2II1s/yZJZtks8mKRZxsd4s0vUsWRVgUi20abrNs&#10;t8uz1faXux2lJTBXxN7B3Vl3iP0doYv0c6l8yZFRDvvTFML3ZKIw9ZIGHlq9nv8ebDAqU3q2rje8&#10;+ageNOjvPAOmIzS1enB/EAZNvkvO1y5xZCkEi6TIQ+glCltZ/sHZkAWeermstLEfmRyQMyqsoZi+&#10;buQESOajL0fg3uvzzrLTfvJyZFH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rZ5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0992" behindDoc="0" locked="0" layoutInCell="1" allowOverlap="1" wp14:anchorId="341B0598" wp14:editId="0BB263D3">
                      <wp:simplePos x="0" y="0"/>
                      <wp:positionH relativeFrom="column">
                        <wp:posOffset>1295400</wp:posOffset>
                      </wp:positionH>
                      <wp:positionV relativeFrom="paragraph">
                        <wp:posOffset>431800</wp:posOffset>
                      </wp:positionV>
                      <wp:extent cx="1003300" cy="698500"/>
                      <wp:effectExtent l="0" t="0" r="0" b="0"/>
                      <wp:wrapNone/>
                      <wp:docPr id="2734" name="Rectangle 27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4" o:spid="_x0000_s1646" style="position:absolute;margin-left:102pt;margin-top:34pt;width:79pt;height:55pt;z-index:252500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p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mIkyAAqfYW6EXHoGZqjHW8a5vT1HNlkPxvr2II1s/yZJZtks8mKRZxsd4s0vUsWRVgUi20abrNs&#10;t8uz1faXux2lJTBXxN7B3Vl3iP0doYv0c6l8yZFRDvvTFML3ZKIw9ZIGHlq9nv8ebDAqU3q2rje8&#10;+ageNOjvPAOmIzS1enB/EAZNvkvO1y5xZCkEi6TIQ+glCltZ/sHZkAWeermstLEfmRyQMyqsoZi+&#10;buQESOajL0fg3uvzzrLTfvJyZLF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pWP6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2016" behindDoc="0" locked="0" layoutInCell="1" allowOverlap="1" wp14:anchorId="55AC53B1" wp14:editId="4F13966D">
                      <wp:simplePos x="0" y="0"/>
                      <wp:positionH relativeFrom="column">
                        <wp:posOffset>1295400</wp:posOffset>
                      </wp:positionH>
                      <wp:positionV relativeFrom="paragraph">
                        <wp:posOffset>431800</wp:posOffset>
                      </wp:positionV>
                      <wp:extent cx="1003300" cy="698500"/>
                      <wp:effectExtent l="0" t="0" r="0" b="0"/>
                      <wp:wrapNone/>
                      <wp:docPr id="2735" name="Rectangle 27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5" o:spid="_x0000_s1647" style="position:absolute;margin-left:102pt;margin-top:34pt;width:79pt;height:55pt;z-index:252502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yJ0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yQ1GgvTQpW9QNyL2HUNTtOV1zVx/PUc22i/GOrZgTSx/Zsk6Wa+zYhYnm+0sTe+TWREWxWyThpss&#10;227zbLH55W5HaQnMFbH3cHfqO8TeR+jc+qlUvuTIKIf9ZQzhezFRmBaupYGHdvl7sMGgTOnZOm14&#10;80k9ajjsPAOmIzQ2und/aAwavUpOV5U4shSCRVLkIWiJwlaW3zh7evJyWWljPzHZI2dUWEMxfd3I&#10;EZBMRy9HAOLr886y42707cjiyKV1sZ2sT9AkmDL7AEvTyaHCtOMKowGUW2Hz40A0w6j7LEAa8SJ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czIn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3040" behindDoc="0" locked="0" layoutInCell="1" allowOverlap="1" wp14:anchorId="3D7EA75E" wp14:editId="3EE79DD6">
                      <wp:simplePos x="0" y="0"/>
                      <wp:positionH relativeFrom="column">
                        <wp:posOffset>1295400</wp:posOffset>
                      </wp:positionH>
                      <wp:positionV relativeFrom="paragraph">
                        <wp:posOffset>431800</wp:posOffset>
                      </wp:positionV>
                      <wp:extent cx="1003300" cy="698500"/>
                      <wp:effectExtent l="0" t="0" r="0" b="0"/>
                      <wp:wrapNone/>
                      <wp:docPr id="2736" name="Rectangle 27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6" o:spid="_x0000_s1648" style="position:absolute;margin-left:102pt;margin-top:34pt;width:79pt;height:55pt;z-index:252503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uOc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mEkyAAqfYW6EXHoGZqjHW8a5vT1HNlkPxvr2II1s/yZJZtks8mKRZxsd4s0vUsWRVgUi20abrNs&#10;t8uz1faXux2lJTBXxN7B3Vl3iP0doYv0c6l8yZFRDvvTFML3ZKIw9ZIGHlq9nv8ebDAqU3q2rje8&#10;+ageNOjvPAOmIzS1enB/EAZNvkvO1y5xZCkEi6TIQ+glCltZ/sHZkAWeermstLEfmRyQMyqsoZi+&#10;buQESOajL0fg3uvzzrLTfvJyZHH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3bjn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4064" behindDoc="0" locked="0" layoutInCell="1" allowOverlap="1" wp14:anchorId="569EE8AB" wp14:editId="2950BE5E">
                      <wp:simplePos x="0" y="0"/>
                      <wp:positionH relativeFrom="column">
                        <wp:posOffset>1295400</wp:posOffset>
                      </wp:positionH>
                      <wp:positionV relativeFrom="paragraph">
                        <wp:posOffset>431800</wp:posOffset>
                      </wp:positionV>
                      <wp:extent cx="1003300" cy="698500"/>
                      <wp:effectExtent l="0" t="0" r="0" b="0"/>
                      <wp:wrapNone/>
                      <wp:docPr id="2737" name="Rectangle 27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7" o:spid="_x0000_s1649" style="position:absolute;margin-left:102pt;margin-top:34pt;width:79pt;height:55pt;z-index:252504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O1L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ssJIkAFU+gp1I+LQMzRHO940zOnrObLJfjbWsQVrZvkzSzbJZpMVizjZ7hZpepcsirAoFts03GbZ&#10;bpdnq+0vdztKS2CuiL2Du7PuEPs7Qhfp51L5kiOjHPanKYTvyURh6iUNPLR6Pf892GBUpvRsXW94&#10;81E9aNDfeQZMR2hq9eD+IAyafJecr13iyFIIFkmRh9BLFLay/IOzIQs89XJZaWM/MjkgZ1RYQzF9&#10;3cgJkMxHX47AvdfnnWWn/eTlyO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eE7U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505088" behindDoc="0" locked="0" layoutInCell="1" allowOverlap="1" wp14:anchorId="19A3D240" wp14:editId="3CC59A45">
                      <wp:simplePos x="0" y="0"/>
                      <wp:positionH relativeFrom="column">
                        <wp:posOffset>1320800</wp:posOffset>
                      </wp:positionH>
                      <wp:positionV relativeFrom="paragraph">
                        <wp:posOffset>431800</wp:posOffset>
                      </wp:positionV>
                      <wp:extent cx="1003300" cy="698500"/>
                      <wp:effectExtent l="0" t="0" r="0" b="0"/>
                      <wp:wrapNone/>
                      <wp:docPr id="2738" name="Rectangle 27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8" o:spid="_x0000_s1650" style="position:absolute;margin-left:104pt;margin-top:34pt;width:79pt;height:55pt;z-index:252505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tFgMQ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6112" behindDoc="0" locked="0" layoutInCell="1" allowOverlap="1" wp14:anchorId="03BC2BAD" wp14:editId="64E440D2">
                      <wp:simplePos x="0" y="0"/>
                      <wp:positionH relativeFrom="column">
                        <wp:posOffset>1320800</wp:posOffset>
                      </wp:positionH>
                      <wp:positionV relativeFrom="paragraph">
                        <wp:posOffset>431800</wp:posOffset>
                      </wp:positionV>
                      <wp:extent cx="1003300" cy="698500"/>
                      <wp:effectExtent l="0" t="0" r="0" b="0"/>
                      <wp:wrapNone/>
                      <wp:docPr id="2739" name="Rectangle 27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9" o:spid="_x0000_s1651" style="position:absolute;margin-left:104pt;margin-top:34pt;width:79pt;height:55pt;z-index:252506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y1Z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SAuMJO2hS1+hblQeOo6maCvqmvv+Bo58dJ+t82zBmlj+zNNNutnkxSxJt7tZlt2ls4IUxWybkW2e&#10;73bLfLH95W/HWQnMNXV3cHfqO8T+jtCl9VOpQsmR1R7700jge7IxyUJLowBtvZr+AWw0aFsGtl4b&#10;wXzUDwb67z0Lpic0Nqb3f2gMGoNKzleVeLIMgkVaLAloicFWXhCSpl5F8NTLZW2s+8hVj7xRYQPF&#10;DHWjJ0AyHX05Avden/eWG/djaEeefP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rjLVk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7136" behindDoc="0" locked="0" layoutInCell="1" allowOverlap="1" wp14:anchorId="2397A23D" wp14:editId="0B37D1DC">
                      <wp:simplePos x="0" y="0"/>
                      <wp:positionH relativeFrom="column">
                        <wp:posOffset>1320800</wp:posOffset>
                      </wp:positionH>
                      <wp:positionV relativeFrom="paragraph">
                        <wp:posOffset>431800</wp:posOffset>
                      </wp:positionV>
                      <wp:extent cx="1003300" cy="698500"/>
                      <wp:effectExtent l="0" t="0" r="0" b="0"/>
                      <wp:wrapNone/>
                      <wp:docPr id="2740" name="Rectangle 27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0" o:spid="_x0000_s1652" style="position:absolute;margin-left:104pt;margin-top:34pt;width:79pt;height:55pt;z-index:252507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uXeqe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8160" behindDoc="0" locked="0" layoutInCell="1" allowOverlap="1" wp14:anchorId="777A9446" wp14:editId="349739D7">
                      <wp:simplePos x="0" y="0"/>
                      <wp:positionH relativeFrom="column">
                        <wp:posOffset>1320800</wp:posOffset>
                      </wp:positionH>
                      <wp:positionV relativeFrom="paragraph">
                        <wp:posOffset>431800</wp:posOffset>
                      </wp:positionV>
                      <wp:extent cx="1003300" cy="698500"/>
                      <wp:effectExtent l="0" t="0" r="0" b="0"/>
                      <wp:wrapNone/>
                      <wp:docPr id="2741" name="Rectangle 27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1" o:spid="_x0000_s1653" style="position:absolute;margin-left:104pt;margin-top:34pt;width:79pt;height:55pt;z-index:252508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EjRB+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9184" behindDoc="0" locked="0" layoutInCell="1" allowOverlap="1" wp14:anchorId="2892C30D" wp14:editId="21518A50">
                      <wp:simplePos x="0" y="0"/>
                      <wp:positionH relativeFrom="column">
                        <wp:posOffset>1320800</wp:posOffset>
                      </wp:positionH>
                      <wp:positionV relativeFrom="paragraph">
                        <wp:posOffset>431800</wp:posOffset>
                      </wp:positionV>
                      <wp:extent cx="1003300" cy="698500"/>
                      <wp:effectExtent l="0" t="0" r="0" b="0"/>
                      <wp:wrapNone/>
                      <wp:docPr id="2742" name="Rectangle 27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2" o:spid="_x0000_s1654" style="position:absolute;margin-left:104pt;margin-top:34pt;width:79pt;height:55pt;z-index:252509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PjH9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0208" behindDoc="0" locked="0" layoutInCell="1" allowOverlap="1" wp14:anchorId="5033E891" wp14:editId="726DE3C8">
                      <wp:simplePos x="0" y="0"/>
                      <wp:positionH relativeFrom="column">
                        <wp:posOffset>1320800</wp:posOffset>
                      </wp:positionH>
                      <wp:positionV relativeFrom="paragraph">
                        <wp:posOffset>431800</wp:posOffset>
                      </wp:positionV>
                      <wp:extent cx="1003300" cy="698500"/>
                      <wp:effectExtent l="0" t="0" r="0" b="0"/>
                      <wp:wrapNone/>
                      <wp:docPr id="2743" name="Rectangle 27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3" o:spid="_x0000_s1655" style="position:absolute;margin-left:104pt;margin-top:34pt;width:79pt;height:55pt;z-index:252510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skgHA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0Cskg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1232" behindDoc="0" locked="0" layoutInCell="1" allowOverlap="1" wp14:anchorId="7CC85914" wp14:editId="2D0E43FC">
                      <wp:simplePos x="0" y="0"/>
                      <wp:positionH relativeFrom="column">
                        <wp:posOffset>1320800</wp:posOffset>
                      </wp:positionH>
                      <wp:positionV relativeFrom="paragraph">
                        <wp:posOffset>431800</wp:posOffset>
                      </wp:positionV>
                      <wp:extent cx="1003300" cy="698500"/>
                      <wp:effectExtent l="0" t="0" r="0" b="0"/>
                      <wp:wrapNone/>
                      <wp:docPr id="2744" name="Rectangle 27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4" o:spid="_x0000_s1656" style="position:absolute;margin-left:104pt;margin-top:34pt;width:79pt;height:55pt;z-index:252511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lkKkN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2256" behindDoc="0" locked="0" layoutInCell="1" allowOverlap="1" wp14:anchorId="1752EDCC" wp14:editId="63795704">
                      <wp:simplePos x="0" y="0"/>
                      <wp:positionH relativeFrom="column">
                        <wp:posOffset>1320800</wp:posOffset>
                      </wp:positionH>
                      <wp:positionV relativeFrom="paragraph">
                        <wp:posOffset>431800</wp:posOffset>
                      </wp:positionV>
                      <wp:extent cx="1003300" cy="698500"/>
                      <wp:effectExtent l="0" t="0" r="0" b="0"/>
                      <wp:wrapNone/>
                      <wp:docPr id="2745" name="Rectangle 27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5" o:spid="_x0000_s1657" style="position:absolute;margin-left:104pt;margin-top:34pt;width:79pt;height:55pt;z-index:252512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AmqHQIAAA0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QJq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3280" behindDoc="0" locked="0" layoutInCell="1" allowOverlap="1" wp14:anchorId="410C1F3A" wp14:editId="0916C7B2">
                      <wp:simplePos x="0" y="0"/>
                      <wp:positionH relativeFrom="column">
                        <wp:posOffset>1320800</wp:posOffset>
                      </wp:positionH>
                      <wp:positionV relativeFrom="paragraph">
                        <wp:posOffset>431800</wp:posOffset>
                      </wp:positionV>
                      <wp:extent cx="1003300" cy="698500"/>
                      <wp:effectExtent l="0" t="0" r="0" b="0"/>
                      <wp:wrapNone/>
                      <wp:docPr id="2746" name="Rectangle 27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6" o:spid="_x0000_s1658" style="position:absolute;margin-left:104pt;margin-top:34pt;width:79pt;height:55pt;z-index:252513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G9WsI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4304" behindDoc="0" locked="0" layoutInCell="1" allowOverlap="1" wp14:anchorId="49F7A00D" wp14:editId="3BC3E8E4">
                      <wp:simplePos x="0" y="0"/>
                      <wp:positionH relativeFrom="column">
                        <wp:posOffset>1320800</wp:posOffset>
                      </wp:positionH>
                      <wp:positionV relativeFrom="paragraph">
                        <wp:posOffset>431800</wp:posOffset>
                      </wp:positionV>
                      <wp:extent cx="1003300" cy="698500"/>
                      <wp:effectExtent l="0" t="0" r="0" b="0"/>
                      <wp:wrapNone/>
                      <wp:docPr id="2747" name="Rectangle 27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7" o:spid="_x0000_s1659" style="position:absolute;margin-left:104pt;margin-top:34pt;width:79pt;height:55pt;z-index:252514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A3U8aVGQIAAA0EAAAOAAAAAAAAAAAAAAAAAC4CAABkcnMvZTJvRG9jLnhtbFBLAQItABQABgAI&#10;AAAAIQCJZGwO2wAAAAoBAAAPAAAAAAAAAAAAAAAAAHMEAABkcnMvZG93bnJldi54bWxQSwUGAAAA&#10;AAQABADzAAAAew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5328" behindDoc="0" locked="0" layoutInCell="1" allowOverlap="1" wp14:anchorId="65CA4852" wp14:editId="1C45554C">
                      <wp:simplePos x="0" y="0"/>
                      <wp:positionH relativeFrom="column">
                        <wp:posOffset>1320800</wp:posOffset>
                      </wp:positionH>
                      <wp:positionV relativeFrom="paragraph">
                        <wp:posOffset>431800</wp:posOffset>
                      </wp:positionV>
                      <wp:extent cx="1003300" cy="698500"/>
                      <wp:effectExtent l="0" t="0" r="0" b="0"/>
                      <wp:wrapNone/>
                      <wp:docPr id="2748" name="Rectangle 27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8" o:spid="_x0000_s1660" style="position:absolute;margin-left:104pt;margin-top:34pt;width:79pt;height:55pt;z-index:252515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I7R01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6352" behindDoc="0" locked="0" layoutInCell="1" allowOverlap="1" wp14:anchorId="2AE6007B" wp14:editId="54AD272E">
                      <wp:simplePos x="0" y="0"/>
                      <wp:positionH relativeFrom="column">
                        <wp:posOffset>1320800</wp:posOffset>
                      </wp:positionH>
                      <wp:positionV relativeFrom="paragraph">
                        <wp:posOffset>431800</wp:posOffset>
                      </wp:positionV>
                      <wp:extent cx="1003300" cy="698500"/>
                      <wp:effectExtent l="0" t="0" r="0" b="0"/>
                      <wp:wrapNone/>
                      <wp:docPr id="2749" name="Rectangle 27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9" o:spid="_x0000_s1661" style="position:absolute;margin-left:104pt;margin-top:34pt;width:79pt;height:55pt;z-index:252516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xPiHgIAAA0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gfE+I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7376" behindDoc="0" locked="0" layoutInCell="1" allowOverlap="1" wp14:anchorId="11C4E7E8" wp14:editId="4A015ABD">
                      <wp:simplePos x="0" y="0"/>
                      <wp:positionH relativeFrom="column">
                        <wp:posOffset>1320800</wp:posOffset>
                      </wp:positionH>
                      <wp:positionV relativeFrom="paragraph">
                        <wp:posOffset>431800</wp:posOffset>
                      </wp:positionV>
                      <wp:extent cx="1003300" cy="698500"/>
                      <wp:effectExtent l="0" t="0" r="0" b="0"/>
                      <wp:wrapNone/>
                      <wp:docPr id="2750" name="Rectangle 27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0" o:spid="_x0000_s1662" style="position:absolute;margin-left:104pt;margin-top:34pt;width:79pt;height:55pt;z-index:252517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PKOCOQ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8400" behindDoc="0" locked="0" layoutInCell="1" allowOverlap="1" wp14:anchorId="3102EBFD" wp14:editId="58240EE4">
                      <wp:simplePos x="0" y="0"/>
                      <wp:positionH relativeFrom="column">
                        <wp:posOffset>1320800</wp:posOffset>
                      </wp:positionH>
                      <wp:positionV relativeFrom="paragraph">
                        <wp:posOffset>431800</wp:posOffset>
                      </wp:positionV>
                      <wp:extent cx="1003300" cy="698500"/>
                      <wp:effectExtent l="0" t="0" r="0" b="0"/>
                      <wp:wrapNone/>
                      <wp:docPr id="2751" name="Rectangle 27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1" o:spid="_x0000_s1663" style="position:absolute;margin-left:104pt;margin-top:34pt;width:79pt;height:55pt;z-index:252518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KV5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AMopXk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9424" behindDoc="0" locked="0" layoutInCell="1" allowOverlap="1" wp14:anchorId="7A5C33B1" wp14:editId="3E37F899">
                      <wp:simplePos x="0" y="0"/>
                      <wp:positionH relativeFrom="column">
                        <wp:posOffset>1320800</wp:posOffset>
                      </wp:positionH>
                      <wp:positionV relativeFrom="paragraph">
                        <wp:posOffset>431800</wp:posOffset>
                      </wp:positionV>
                      <wp:extent cx="1003300" cy="698500"/>
                      <wp:effectExtent l="0" t="0" r="0" b="0"/>
                      <wp:wrapNone/>
                      <wp:docPr id="2752" name="Rectangle 27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2" o:spid="_x0000_s1664" style="position:absolute;margin-left:104pt;margin-top:34pt;width:79pt;height:55pt;z-index:252519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5VxiE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0448" behindDoc="0" locked="0" layoutInCell="1" allowOverlap="1" wp14:anchorId="0448E39F" wp14:editId="7B50FCA9">
                      <wp:simplePos x="0" y="0"/>
                      <wp:positionH relativeFrom="column">
                        <wp:posOffset>1320800</wp:posOffset>
                      </wp:positionH>
                      <wp:positionV relativeFrom="paragraph">
                        <wp:posOffset>431800</wp:posOffset>
                      </wp:positionV>
                      <wp:extent cx="1003300" cy="698500"/>
                      <wp:effectExtent l="0" t="0" r="0" b="0"/>
                      <wp:wrapNone/>
                      <wp:docPr id="2753" name="Rectangle 27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3" o:spid="_x0000_s1665" style="position:absolute;margin-left:104pt;margin-top:34pt;width:79pt;height:55pt;z-index:252520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u8Gw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za7w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1472" behindDoc="0" locked="0" layoutInCell="1" allowOverlap="1" wp14:anchorId="6CF9DE8C" wp14:editId="48DB8424">
                      <wp:simplePos x="0" y="0"/>
                      <wp:positionH relativeFrom="column">
                        <wp:posOffset>1320800</wp:posOffset>
                      </wp:positionH>
                      <wp:positionV relativeFrom="paragraph">
                        <wp:posOffset>431800</wp:posOffset>
                      </wp:positionV>
                      <wp:extent cx="1003300" cy="698500"/>
                      <wp:effectExtent l="0" t="0" r="0" b="0"/>
                      <wp:wrapNone/>
                      <wp:docPr id="2754" name="Rectangle 27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4" o:spid="_x0000_s1666" style="position:absolute;margin-left:104pt;margin-top:34pt;width:79pt;height:55pt;z-index:252521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q9f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Og6vX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2496" behindDoc="0" locked="0" layoutInCell="1" allowOverlap="1" wp14:anchorId="2869267B" wp14:editId="64F60882">
                      <wp:simplePos x="0" y="0"/>
                      <wp:positionH relativeFrom="column">
                        <wp:posOffset>1320800</wp:posOffset>
                      </wp:positionH>
                      <wp:positionV relativeFrom="paragraph">
                        <wp:posOffset>431800</wp:posOffset>
                      </wp:positionV>
                      <wp:extent cx="1003300" cy="698500"/>
                      <wp:effectExtent l="0" t="0" r="0" b="0"/>
                      <wp:wrapNone/>
                      <wp:docPr id="2755" name="Rectangle 27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5" o:spid="_x0000_s1667" style="position:absolute;margin-left:104pt;margin-top:34pt;width:79pt;height:55pt;z-index:252522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GIHgIAAA0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r8oYg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3520" behindDoc="0" locked="0" layoutInCell="1" allowOverlap="1" wp14:anchorId="4DB15C89" wp14:editId="2837D088">
                      <wp:simplePos x="0" y="0"/>
                      <wp:positionH relativeFrom="column">
                        <wp:posOffset>1320800</wp:posOffset>
                      </wp:positionH>
                      <wp:positionV relativeFrom="paragraph">
                        <wp:posOffset>431800</wp:posOffset>
                      </wp:positionV>
                      <wp:extent cx="1003300" cy="698500"/>
                      <wp:effectExtent l="0" t="0" r="0" b="0"/>
                      <wp:wrapNone/>
                      <wp:docPr id="2756" name="Rectangle 27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6" o:spid="_x0000_s1668" style="position:absolute;margin-left:104pt;margin-top:34pt;width:79pt;height:55pt;z-index:252523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Bg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quWBg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4544" behindDoc="0" locked="0" layoutInCell="1" allowOverlap="1" wp14:anchorId="0047C64E" wp14:editId="5C8F4A18">
                      <wp:simplePos x="0" y="0"/>
                      <wp:positionH relativeFrom="column">
                        <wp:posOffset>1320800</wp:posOffset>
                      </wp:positionH>
                      <wp:positionV relativeFrom="paragraph">
                        <wp:posOffset>431800</wp:posOffset>
                      </wp:positionV>
                      <wp:extent cx="1003300" cy="698500"/>
                      <wp:effectExtent l="0" t="0" r="0" b="0"/>
                      <wp:wrapNone/>
                      <wp:docPr id="2757" name="Rectangle 27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7" o:spid="_x0000_s1669" style="position:absolute;margin-left:104pt;margin-top:34pt;width:79pt;height:55pt;z-index:252524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839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sfzf0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5568" behindDoc="0" locked="0" layoutInCell="1" allowOverlap="1" wp14:anchorId="001A5790" wp14:editId="0D9DCCD6">
                      <wp:simplePos x="0" y="0"/>
                      <wp:positionH relativeFrom="column">
                        <wp:posOffset>1320800</wp:posOffset>
                      </wp:positionH>
                      <wp:positionV relativeFrom="paragraph">
                        <wp:posOffset>431800</wp:posOffset>
                      </wp:positionV>
                      <wp:extent cx="1003300" cy="698500"/>
                      <wp:effectExtent l="0" t="0" r="0" b="0"/>
                      <wp:wrapNone/>
                      <wp:docPr id="2758" name="Rectangle 27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8" o:spid="_x0000_s1670" style="position:absolute;margin-left:104pt;margin-top:34pt;width:79pt;height:55pt;z-index:252525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fW1F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6592" behindDoc="0" locked="0" layoutInCell="1" allowOverlap="1" wp14:anchorId="79C7F6F2" wp14:editId="07599BE2">
                      <wp:simplePos x="0" y="0"/>
                      <wp:positionH relativeFrom="column">
                        <wp:posOffset>1320800</wp:posOffset>
                      </wp:positionH>
                      <wp:positionV relativeFrom="paragraph">
                        <wp:posOffset>431800</wp:posOffset>
                      </wp:positionV>
                      <wp:extent cx="1003300" cy="698500"/>
                      <wp:effectExtent l="0" t="0" r="0" b="0"/>
                      <wp:wrapNone/>
                      <wp:docPr id="2759" name="Rectangle 275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9" o:spid="_x0000_s1671" style="position:absolute;margin-left:104pt;margin-top:34pt;width:79pt;height:55pt;z-index:252526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iK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EUxiK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7616" behindDoc="0" locked="0" layoutInCell="1" allowOverlap="1" wp14:anchorId="13BDDD6F" wp14:editId="75E4A4DE">
                      <wp:simplePos x="0" y="0"/>
                      <wp:positionH relativeFrom="column">
                        <wp:posOffset>1320800</wp:posOffset>
                      </wp:positionH>
                      <wp:positionV relativeFrom="paragraph">
                        <wp:posOffset>431800</wp:posOffset>
                      </wp:positionV>
                      <wp:extent cx="1003300" cy="698500"/>
                      <wp:effectExtent l="0" t="0" r="0" b="0"/>
                      <wp:wrapNone/>
                      <wp:docPr id="2760" name="Rectangle 27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0" o:spid="_x0000_s1672" style="position:absolute;margin-left:104pt;margin-top:34pt;width:79pt;height:55pt;z-index:252527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YN6ag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8640" behindDoc="0" locked="0" layoutInCell="1" allowOverlap="1" wp14:anchorId="5F95C5AB" wp14:editId="0FCD160E">
                      <wp:simplePos x="0" y="0"/>
                      <wp:positionH relativeFrom="column">
                        <wp:posOffset>1320800</wp:posOffset>
                      </wp:positionH>
                      <wp:positionV relativeFrom="paragraph">
                        <wp:posOffset>431800</wp:posOffset>
                      </wp:positionV>
                      <wp:extent cx="1003300" cy="698500"/>
                      <wp:effectExtent l="0" t="0" r="0" b="0"/>
                      <wp:wrapNone/>
                      <wp:docPr id="2761" name="Rectangle 27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1" o:spid="_x0000_s1673" style="position:absolute;margin-left:104pt;margin-top:34pt;width:79pt;height:55pt;z-index:252528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Hg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b/53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9664" behindDoc="0" locked="0" layoutInCell="1" allowOverlap="1" wp14:anchorId="49D3BDE6" wp14:editId="5B28FDD7">
                      <wp:simplePos x="0" y="0"/>
                      <wp:positionH relativeFrom="column">
                        <wp:posOffset>1295400</wp:posOffset>
                      </wp:positionH>
                      <wp:positionV relativeFrom="paragraph">
                        <wp:posOffset>431800</wp:posOffset>
                      </wp:positionV>
                      <wp:extent cx="1003300" cy="698500"/>
                      <wp:effectExtent l="0" t="0" r="0" b="0"/>
                      <wp:wrapNone/>
                      <wp:docPr id="2762" name="Rectangle 276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2" o:spid="_x0000_s1674" style="position:absolute;margin-left:102pt;margin-top:34pt;width:79pt;height:55pt;z-index:252529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ZFC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eL&#10;LMZIkB5U+g51I2LfMTRFW17XzOnrObLRfjXWsQVrYvkrS9bJep0VszjZbGdpepfMirAoZps03GTZ&#10;dptni81vdztKS2CuiL2Du5PuEPs7Qmfpp1L5kiOjHPbnMYTv2URhWjhJAw/t8vdgg0GZ0rN1veHN&#10;R/Wg4bDzDJiO0Njo3v1BGDT6Ljldu8SRpRAskiIPoZcobGX5J2dPT14uK23sZyZ75IwKayimrxs5&#10;ApLp6OUIQHx93ll23I1ejizN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mpkUI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0688" behindDoc="0" locked="0" layoutInCell="1" allowOverlap="1" wp14:anchorId="4E9F006A" wp14:editId="44DFBE25">
                      <wp:simplePos x="0" y="0"/>
                      <wp:positionH relativeFrom="column">
                        <wp:posOffset>1295400</wp:posOffset>
                      </wp:positionH>
                      <wp:positionV relativeFrom="paragraph">
                        <wp:posOffset>431800</wp:posOffset>
                      </wp:positionV>
                      <wp:extent cx="1003300" cy="698500"/>
                      <wp:effectExtent l="0" t="0" r="0" b="0"/>
                      <wp:wrapNone/>
                      <wp:docPr id="2763" name="Rectangle 27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3" o:spid="_x0000_s1675" style="position:absolute;margin-left:102pt;margin-top:34pt;width:79pt;height:55pt;z-index:252530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zf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lmAkyAAqfYW6EXHoGZqjHW8a5vT1HNlkPxvr2II1s/yZJZtks8mKRZxsd4s0vUsWRVgUi20abrNs&#10;t8uz1faXux2lJTBXxN7B3Vl3iP0doYv0c6l8yZFRDvvTFML3ZKIw9ZIGHlq9nv8ebDAqU3q2rje8&#10;+ageNOjvPAOmIzS1enB/EAZNvkvO1y5xZCkEi6TIQ+glCltZ/sHZkAWeermstLEfmRyQMyqsoZi+&#10;buQESOajL0fg3uvzzrLTfvJyZGn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CA883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1712" behindDoc="0" locked="0" layoutInCell="1" allowOverlap="1" wp14:anchorId="568E70E6" wp14:editId="318E1121">
                      <wp:simplePos x="0" y="0"/>
                      <wp:positionH relativeFrom="column">
                        <wp:posOffset>1295400</wp:posOffset>
                      </wp:positionH>
                      <wp:positionV relativeFrom="paragraph">
                        <wp:posOffset>431800</wp:posOffset>
                      </wp:positionV>
                      <wp:extent cx="1003300" cy="698500"/>
                      <wp:effectExtent l="0" t="0" r="0" b="0"/>
                      <wp:wrapNone/>
                      <wp:docPr id="2764" name="Rectangle 27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4" o:spid="_x0000_s1676" style="position:absolute;margin-left:102pt;margin-top:34pt;width:79pt;height:55pt;z-index:252531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KC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lmIkyAAqfYG6EXHoGZqjHW8a5vT1HNlkPxnr2II1s/yRJZtks8mKRZxsd4s0vU8WRVgUi20abrNs&#10;t8uz1fanux2lJTBXxN7D3Vl3iP0doYv0c6l8yZFRDvvzFML3bKIw9ZIGHlq9nv8ebDAqU3q2rje8&#10;+aQeNejvPAOmIzS1enB/EAZNvkvO1y5xZCkEi6TIQ+glCltZfuNsyAJPvVxW2tgPTA7IGRXWUExf&#10;N3ICJPPRlyNw7/V5Z9lpP3k5shu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xPyg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2736" behindDoc="0" locked="0" layoutInCell="1" allowOverlap="1" wp14:anchorId="3233F635" wp14:editId="0E791338">
                      <wp:simplePos x="0" y="0"/>
                      <wp:positionH relativeFrom="column">
                        <wp:posOffset>1295400</wp:posOffset>
                      </wp:positionH>
                      <wp:positionV relativeFrom="paragraph">
                        <wp:posOffset>431800</wp:posOffset>
                      </wp:positionV>
                      <wp:extent cx="1003300" cy="698500"/>
                      <wp:effectExtent l="0" t="0" r="0" b="0"/>
                      <wp:wrapNone/>
                      <wp:docPr id="2765" name="Rectangle 276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5" o:spid="_x0000_s1677" style="position:absolute;margin-left:102pt;margin-top:34pt;width:79pt;height:55pt;z-index:252532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8f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q1Xx8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3760" behindDoc="0" locked="0" layoutInCell="1" allowOverlap="1" wp14:anchorId="55E2F527" wp14:editId="7EE3C0A4">
                      <wp:simplePos x="0" y="0"/>
                      <wp:positionH relativeFrom="column">
                        <wp:posOffset>1295400</wp:posOffset>
                      </wp:positionH>
                      <wp:positionV relativeFrom="paragraph">
                        <wp:posOffset>431800</wp:posOffset>
                      </wp:positionV>
                      <wp:extent cx="1003300" cy="698500"/>
                      <wp:effectExtent l="0" t="0" r="0" b="0"/>
                      <wp:wrapNone/>
                      <wp:docPr id="2766" name="Rectangle 27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6" o:spid="_x0000_s1678" style="position:absolute;margin-left:102pt;margin-top:34pt;width:79pt;height:55pt;z-index:252533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J73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lmEkyAAqfYG6EXHoGZqjHW8a5vT1HNlkPxnr2II1s/yRJZtks8mKRZxsd4s0vU8WRVgUi20abrNs&#10;t8uz1fanux2lJTBXxN7D3Vl3iP0doYv0c6l8yZFRDvvzFML3bKIw9ZIGHlq9nv8ebDAqU3q2rje8&#10;+aQeNejvPAOmIzS1enB/EAZNvkvO1y5xZCkEi6TIQ+glCltZfuNsyAJPvVxW2tgPTA7IGRXWUExf&#10;N3ICJPPRlyNw7/V5Z9lpP3k5sp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rwnvc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4784" behindDoc="0" locked="0" layoutInCell="1" allowOverlap="1" wp14:anchorId="02624DDD" wp14:editId="1051DB8C">
                      <wp:simplePos x="0" y="0"/>
                      <wp:positionH relativeFrom="column">
                        <wp:posOffset>1295400</wp:posOffset>
                      </wp:positionH>
                      <wp:positionV relativeFrom="paragraph">
                        <wp:posOffset>431800</wp:posOffset>
                      </wp:positionV>
                      <wp:extent cx="1003300" cy="698500"/>
                      <wp:effectExtent l="0" t="0" r="0" b="0"/>
                      <wp:wrapNone/>
                      <wp:docPr id="2767" name="Rectangle 27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7" o:spid="_x0000_s1679" style="position:absolute;margin-left:102pt;margin-top:34pt;width:79pt;height:55pt;z-index:252534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pAg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tsJIkAFU+gJ1I+LQMzRHO940zOnrObLJfjLWsQVrZvkjSzbJZpMVizjZ7hZpep8sirAoFts03GbZ&#10;bpdnq+1PdztKS2CuiL2Hu7PuEPs7Qhfp51L5kiOjHPbnKYTv2URh6iUNPLR6Pf892GBUpvRsXW94&#10;80k9atDfeQZMR2hq9eD+IAyafJecr13iyFIIFkmRh9BLFLay/MbZkAWeermstLEfmByQMyqsoZi+&#10;buQESOajL0fg3uvzzrLTfvJyZDe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oCkCA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5808" behindDoc="0" locked="0" layoutInCell="1" allowOverlap="1" wp14:anchorId="2F604F8C" wp14:editId="1CD8757E">
                      <wp:simplePos x="0" y="0"/>
                      <wp:positionH relativeFrom="column">
                        <wp:posOffset>1295400</wp:posOffset>
                      </wp:positionH>
                      <wp:positionV relativeFrom="paragraph">
                        <wp:posOffset>431800</wp:posOffset>
                      </wp:positionV>
                      <wp:extent cx="1003300" cy="698500"/>
                      <wp:effectExtent l="0" t="0" r="0" b="0"/>
                      <wp:wrapNone/>
                      <wp:docPr id="2768" name="Rectangle 276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8" o:spid="_x0000_s1680" style="position:absolute;margin-left:102pt;margin-top:34pt;width:79pt;height:55pt;z-index:252535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uA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W8S4A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6832" behindDoc="0" locked="0" layoutInCell="1" allowOverlap="1" wp14:anchorId="37202F20" wp14:editId="68BCBBFC">
                      <wp:simplePos x="0" y="0"/>
                      <wp:positionH relativeFrom="column">
                        <wp:posOffset>1295400</wp:posOffset>
                      </wp:positionH>
                      <wp:positionV relativeFrom="paragraph">
                        <wp:posOffset>431800</wp:posOffset>
                      </wp:positionV>
                      <wp:extent cx="1003300" cy="698500"/>
                      <wp:effectExtent l="0" t="0" r="0" b="0"/>
                      <wp:wrapNone/>
                      <wp:docPr id="2769" name="Rectangle 27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9" o:spid="_x0000_s1681" style="position:absolute;margin-left:102pt;margin-top:34pt;width:79pt;height:55pt;z-index:252536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uYd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X&#10;WYGRID2o9A3qRsShY2iKtryumdPXc2Sj/WKsYwvWxPJnlmySzSYrZnGy3c3S9C6ZFWFRzLZpuM2y&#10;3S7Plttf7naUlsBcEXsHdyfdIfY+Qhfpp1L5kiOjHPbnMYTv2URh6iUNPLT1avp7sMGgTOnZut7w&#10;5qN60KC/8wyYjtDY6N79QRg0+i45X7vEkaUQLJIiD6GXKGxl+cLZkAWeermstLGfmOyRMyqsoZi+&#10;buQESKajL0fg3uvzzrLjfvRyZI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Qa5h0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7856" behindDoc="0" locked="0" layoutInCell="1" allowOverlap="1" wp14:anchorId="2B8498D3" wp14:editId="18E7AE2C">
                      <wp:simplePos x="0" y="0"/>
                      <wp:positionH relativeFrom="column">
                        <wp:posOffset>1295400</wp:posOffset>
                      </wp:positionH>
                      <wp:positionV relativeFrom="paragraph">
                        <wp:posOffset>431800</wp:posOffset>
                      </wp:positionV>
                      <wp:extent cx="1003300" cy="698500"/>
                      <wp:effectExtent l="0" t="0" r="0" b="0"/>
                      <wp:wrapNone/>
                      <wp:docPr id="2770" name="Rectangle 27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0" o:spid="_x0000_s1682" style="position:absolute;margin-left:102pt;margin-top:34pt;width:79pt;height:55pt;z-index:252537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15R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fXlE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8880" behindDoc="0" locked="0" layoutInCell="1" allowOverlap="1" wp14:anchorId="0B118775" wp14:editId="3A865332">
                      <wp:simplePos x="0" y="0"/>
                      <wp:positionH relativeFrom="column">
                        <wp:posOffset>1295400</wp:posOffset>
                      </wp:positionH>
                      <wp:positionV relativeFrom="paragraph">
                        <wp:posOffset>431800</wp:posOffset>
                      </wp:positionV>
                      <wp:extent cx="1003300" cy="698500"/>
                      <wp:effectExtent l="0" t="0" r="0" b="0"/>
                      <wp:wrapNone/>
                      <wp:docPr id="2771" name="Rectangle 277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1" o:spid="_x0000_s1683" style="position:absolute;margin-left:102pt;margin-top:34pt;width:79pt;height:55pt;z-index:252538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fPM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uefPM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9904" behindDoc="0" locked="0" layoutInCell="1" allowOverlap="1" wp14:anchorId="4E3267C6" wp14:editId="7EC4031F">
                      <wp:simplePos x="0" y="0"/>
                      <wp:positionH relativeFrom="column">
                        <wp:posOffset>1295400</wp:posOffset>
                      </wp:positionH>
                      <wp:positionV relativeFrom="paragraph">
                        <wp:posOffset>431800</wp:posOffset>
                      </wp:positionV>
                      <wp:extent cx="1003300" cy="698500"/>
                      <wp:effectExtent l="0" t="0" r="0" b="0"/>
                      <wp:wrapNone/>
                      <wp:docPr id="2772" name="Rectangle 27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2" o:spid="_x0000_s1684" style="position:absolute;margin-left:102pt;margin-top:34pt;width:79pt;height:55pt;z-index:252539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DPe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lAz3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0928" behindDoc="0" locked="0" layoutInCell="1" allowOverlap="1" wp14:anchorId="40B8C78E" wp14:editId="0BCC5FD7">
                      <wp:simplePos x="0" y="0"/>
                      <wp:positionH relativeFrom="column">
                        <wp:posOffset>1295400</wp:posOffset>
                      </wp:positionH>
                      <wp:positionV relativeFrom="paragraph">
                        <wp:posOffset>431800</wp:posOffset>
                      </wp:positionV>
                      <wp:extent cx="1003300" cy="698500"/>
                      <wp:effectExtent l="0" t="0" r="0" b="0"/>
                      <wp:wrapNone/>
                      <wp:docPr id="2773" name="Rectangle 27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3" o:spid="_x0000_s1685" style="position:absolute;margin-left:102pt;margin-top:34pt;width:79pt;height:55pt;z-index:252540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j0J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KsFIkAFU+gJ1I+LQMzRHO940zOnrObLJfjLWsQVrZvkjSzbJZpMVizjZ7hZpep8sirAoFts03GbZ&#10;bpdnq+1PdztKS2CuiL2Hu7PuEPs7Qhfp51L5kiOjHPbnKYTv2URh6iUNPLR6Pf892GBUpvRsXW94&#10;80k9atDfeQZMR2hq9eD+IAyafJecr13iyFIIFkmRh9BLFLay/MbZkAWeermstLEfmByQMyqsoZi+&#10;buQESOajL0fg3uvzzrLTfvJyZDeF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KiPQk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1952" behindDoc="0" locked="0" layoutInCell="1" allowOverlap="1" wp14:anchorId="3A8578FF" wp14:editId="2D7FA9D3">
                      <wp:simplePos x="0" y="0"/>
                      <wp:positionH relativeFrom="column">
                        <wp:posOffset>1295400</wp:posOffset>
                      </wp:positionH>
                      <wp:positionV relativeFrom="paragraph">
                        <wp:posOffset>431800</wp:posOffset>
                      </wp:positionV>
                      <wp:extent cx="1003300" cy="698500"/>
                      <wp:effectExtent l="0" t="0" r="0" b="0"/>
                      <wp:wrapNone/>
                      <wp:docPr id="2774" name="Rectangle 277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4" o:spid="_x0000_s1686" style="position:absolute;margin-left:102pt;margin-top:34pt;width:79pt;height:55pt;z-index:252541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chN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15yE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2976" behindDoc="0" locked="0" layoutInCell="1" allowOverlap="1" wp14:anchorId="15A2DFAB" wp14:editId="246B58B2">
                      <wp:simplePos x="0" y="0"/>
                      <wp:positionH relativeFrom="column">
                        <wp:posOffset>1295400</wp:posOffset>
                      </wp:positionH>
                      <wp:positionV relativeFrom="paragraph">
                        <wp:posOffset>431800</wp:posOffset>
                      </wp:positionV>
                      <wp:extent cx="1003300" cy="698500"/>
                      <wp:effectExtent l="0" t="0" r="0" b="0"/>
                      <wp:wrapNone/>
                      <wp:docPr id="2775" name="Rectangle 27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5" o:spid="_x0000_s1687" style="position:absolute;margin-left:102pt;margin-top:34pt;width:79pt;height:55pt;z-index:252542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2XQ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HN9l0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4000" behindDoc="0" locked="0" layoutInCell="1" allowOverlap="1" wp14:anchorId="453679A2" wp14:editId="55E514F1">
                      <wp:simplePos x="0" y="0"/>
                      <wp:positionH relativeFrom="column">
                        <wp:posOffset>1295400</wp:posOffset>
                      </wp:positionH>
                      <wp:positionV relativeFrom="paragraph">
                        <wp:posOffset>431800</wp:posOffset>
                      </wp:positionV>
                      <wp:extent cx="1003300" cy="698500"/>
                      <wp:effectExtent l="0" t="0" r="0" b="0"/>
                      <wp:wrapNone/>
                      <wp:docPr id="2776" name="Rectangle 27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6" o:spid="_x0000_s1688" style="position:absolute;margin-left:102pt;margin-top:34pt;width:79pt;height:55pt;z-index:252544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gdy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PV&#10;KsNIkAFU+gp1I+LQMzRHO940zOnrObLJfjbWsQVrZvkzSzbJZpMVizjZ7hZpepcsirAoFts03GbZ&#10;bpdnq+0vdztKS2CuiL2Du7PuEPs7Qhfp51L5kiOjHPanKYTvyURh6iUNPLR6Pf892GBUpvRsXW94&#10;81E9aNDfeQZMR2hq9eD+IAyafJecr13iyFIIFkmRh9BLFLay/IOzIQs89XJZaWM/MjkgZ1RYQzF9&#10;3cgJkMxHX47AvdfnnWWn/eTlyLLY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3OB3I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5024" behindDoc="0" locked="0" layoutInCell="1" allowOverlap="1" wp14:anchorId="50613A44" wp14:editId="3D051EF1">
                      <wp:simplePos x="0" y="0"/>
                      <wp:positionH relativeFrom="column">
                        <wp:posOffset>1295400</wp:posOffset>
                      </wp:positionH>
                      <wp:positionV relativeFrom="paragraph">
                        <wp:posOffset>431800</wp:posOffset>
                      </wp:positionV>
                      <wp:extent cx="1003300" cy="698500"/>
                      <wp:effectExtent l="0" t="0" r="0" b="0"/>
                      <wp:wrapNone/>
                      <wp:docPr id="2777" name="Rectangle 277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7" o:spid="_x0000_s1689" style="position:absolute;margin-left:102pt;margin-top:34pt;width:79pt;height:55pt;z-index:252545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rv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MaKrv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6048" behindDoc="0" locked="0" layoutInCell="1" allowOverlap="1" wp14:anchorId="0880CE09" wp14:editId="506CD183">
                      <wp:simplePos x="0" y="0"/>
                      <wp:positionH relativeFrom="column">
                        <wp:posOffset>1295400</wp:posOffset>
                      </wp:positionH>
                      <wp:positionV relativeFrom="paragraph">
                        <wp:posOffset>431800</wp:posOffset>
                      </wp:positionV>
                      <wp:extent cx="1003300" cy="698500"/>
                      <wp:effectExtent l="0" t="0" r="0" b="0"/>
                      <wp:wrapNone/>
                      <wp:docPr id="2778" name="Rectangle 27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8" o:spid="_x0000_s1690" style="position:absolute;margin-left:102pt;margin-top:34pt;width:79pt;height:55pt;z-index:252546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nFP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9ZxT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7072" behindDoc="0" locked="0" layoutInCell="1" allowOverlap="1" wp14:anchorId="79AE68CD" wp14:editId="32F774FD">
                      <wp:simplePos x="0" y="0"/>
                      <wp:positionH relativeFrom="column">
                        <wp:posOffset>1295400</wp:posOffset>
                      </wp:positionH>
                      <wp:positionV relativeFrom="paragraph">
                        <wp:posOffset>431800</wp:posOffset>
                      </wp:positionV>
                      <wp:extent cx="1003300" cy="698500"/>
                      <wp:effectExtent l="0" t="0" r="0" b="0"/>
                      <wp:wrapNone/>
                      <wp:docPr id="2779" name="Rectangle 27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9" o:spid="_x0000_s1691" style="position:absolute;margin-left:102pt;margin-top:34pt;width:79pt;height:55pt;z-index:252547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H+Y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qsBIkAFU+gJ1I+LQMzRHO940zOnrObLJfjLWsQVrZvkjSzbJZpMVizjZ7hZpep8sirAoFts03GbZ&#10;bpdnq+1PdztKS2CuiL2Hu7PuEPs7Qhfp51L5kiOjHPbnKYTv2URh6iUNPLR6Pf892GBUpvRsXW94&#10;80k9atDfeQZMR2hq9eD+IAyafJecr13iyFIIFkmRh9BLFLay/MbZkAWeermstLEfmByQMyqsoZi+&#10;buQESOajL0fg3uvzzrLTfvJyZNmN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Mkf5g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8096" behindDoc="0" locked="0" layoutInCell="1" allowOverlap="1" wp14:anchorId="5A4FD2C5" wp14:editId="4355A6A2">
                      <wp:simplePos x="0" y="0"/>
                      <wp:positionH relativeFrom="column">
                        <wp:posOffset>1295400</wp:posOffset>
                      </wp:positionH>
                      <wp:positionV relativeFrom="paragraph">
                        <wp:posOffset>431800</wp:posOffset>
                      </wp:positionV>
                      <wp:extent cx="1003300" cy="698500"/>
                      <wp:effectExtent l="0" t="0" r="0" b="0"/>
                      <wp:wrapNone/>
                      <wp:docPr id="2780" name="Rectangle 278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0" o:spid="_x0000_s1692" style="position:absolute;margin-left:102pt;margin-top:34pt;width:79pt;height:55pt;z-index:252548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PBgGg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HY8GA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9120" behindDoc="0" locked="0" layoutInCell="1" allowOverlap="1" wp14:anchorId="47E6713D" wp14:editId="6E930993">
                      <wp:simplePos x="0" y="0"/>
                      <wp:positionH relativeFrom="column">
                        <wp:posOffset>1295400</wp:posOffset>
                      </wp:positionH>
                      <wp:positionV relativeFrom="paragraph">
                        <wp:posOffset>431800</wp:posOffset>
                      </wp:positionV>
                      <wp:extent cx="1003300" cy="698500"/>
                      <wp:effectExtent l="0" t="0" r="0" b="0"/>
                      <wp:wrapNone/>
                      <wp:docPr id="2781" name="Rectangle 27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1" o:spid="_x0000_s1693" style="position:absolute;margin-left:102pt;margin-top:34pt;width:79pt;height:55pt;z-index:252549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39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mEkyAAqfYW6EXHoGZqjHW8a5vT1HNlkPxvr2II1s/yZJZtks8mKRZxsd4s0vUsWRVgUi20abrNs&#10;t8uz1faXux2lJTBXxN7B3Vl3iP0doYv0c6l8yZFRDvvTFML3ZKIw9ZIGHlq9nv8ebDAqU3q2rje8&#10;+ageNOjvPAOmIzS1enB/EAZNvkvO1y5xZCkEi6TIQ+glCltZ/sHZkAWeermstLEfmRyQMyqsoZi+&#10;buQESOajL0fg3uvzzrLTfvJyZNn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KB+Xf0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0144" behindDoc="0" locked="0" layoutInCell="1" allowOverlap="1" wp14:anchorId="19E33322" wp14:editId="3C2D5407">
                      <wp:simplePos x="0" y="0"/>
                      <wp:positionH relativeFrom="column">
                        <wp:posOffset>1295400</wp:posOffset>
                      </wp:positionH>
                      <wp:positionV relativeFrom="paragraph">
                        <wp:posOffset>431800</wp:posOffset>
                      </wp:positionV>
                      <wp:extent cx="1003300" cy="698500"/>
                      <wp:effectExtent l="0" t="0" r="0" b="0"/>
                      <wp:wrapNone/>
                      <wp:docPr id="2782" name="Rectangle 27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2" o:spid="_x0000_s1694" style="position:absolute;margin-left:102pt;margin-top:34pt;width:79pt;height:55pt;z-index:252550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z6l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LQM+p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1168" behindDoc="0" locked="0" layoutInCell="1" allowOverlap="1" wp14:anchorId="31FD5E9F" wp14:editId="6023B793">
                      <wp:simplePos x="0" y="0"/>
                      <wp:positionH relativeFrom="column">
                        <wp:posOffset>1295400</wp:posOffset>
                      </wp:positionH>
                      <wp:positionV relativeFrom="paragraph">
                        <wp:posOffset>431800</wp:posOffset>
                      </wp:positionV>
                      <wp:extent cx="1003300" cy="698500"/>
                      <wp:effectExtent l="0" t="0" r="0" b="0"/>
                      <wp:wrapNone/>
                      <wp:docPr id="2783" name="Rectangle 278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3" o:spid="_x0000_s1695" style="position:absolute;margin-left:102pt;margin-top:34pt;width:79pt;height:55pt;z-index:252551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ZM4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ylkzg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2192" behindDoc="0" locked="0" layoutInCell="1" allowOverlap="1" wp14:anchorId="55467CFC" wp14:editId="0C35AFAF">
                      <wp:simplePos x="0" y="0"/>
                      <wp:positionH relativeFrom="column">
                        <wp:posOffset>1295400</wp:posOffset>
                      </wp:positionH>
                      <wp:positionV relativeFrom="paragraph">
                        <wp:posOffset>431800</wp:posOffset>
                      </wp:positionV>
                      <wp:extent cx="1003300" cy="698500"/>
                      <wp:effectExtent l="0" t="0" r="0" b="0"/>
                      <wp:wrapNone/>
                      <wp:docPr id="2784" name="Rectangle 27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4" o:spid="_x0000_s1696" style="position:absolute;margin-left:102pt;margin-top:34pt;width:79pt;height:55pt;z-index:252552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4v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nmIkyAAqfYW6EXHoGZqjHW8a5vT1HNlkPxvr2II1s/yZJZtks8mKRZxsd4s0vUsWRVgUi20abrNs&#10;t8uz1faXux2lJTBXxN7B3Vl3iP0doYv0c6l8yZFRDvvTFML3ZKIw9ZIGHlq9nv8ebDAqU3q2rje8&#10;+ageNOjvPAOmIzS1enB/EAZNvkvO1y5xZCkEi6TIQ+glCltZ/sHZkAWeermstLEfmRyQMyqsoZi+&#10;buQESOajL0fg3uvzzrLTfvJyZCuf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fu3+L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3216" behindDoc="0" locked="0" layoutInCell="1" allowOverlap="1" wp14:anchorId="02A181C7" wp14:editId="08FC616C">
                      <wp:simplePos x="0" y="0"/>
                      <wp:positionH relativeFrom="column">
                        <wp:posOffset>1295400</wp:posOffset>
                      </wp:positionH>
                      <wp:positionV relativeFrom="paragraph">
                        <wp:posOffset>431800</wp:posOffset>
                      </wp:positionV>
                      <wp:extent cx="1003300" cy="698500"/>
                      <wp:effectExtent l="0" t="0" r="0" b="0"/>
                      <wp:wrapNone/>
                      <wp:docPr id="2785" name="Rectangle 27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5" o:spid="_x0000_s1697" style="position:absolute;margin-left:102pt;margin-top:34pt;width:79pt;height:55pt;z-index:252553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D4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3h/w+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tc>
      </w:tr>
    </w:tbl>
    <w:p w:rsidR="00E97431" w:rsidRDefault="00E97431" w:rsidP="00E97431">
      <w:pPr>
        <w:outlineLvl w:val="0"/>
        <w:rPr>
          <w:rFonts w:ascii="Century Gothic" w:hAnsi="Century Gothic"/>
          <w:b/>
          <w:color w:val="000000" w:themeColor="text1"/>
          <w:sz w:val="15"/>
          <w:szCs w:val="44"/>
        </w:rPr>
      </w:pPr>
    </w:p>
    <w:p w:rsidR="00E97431"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KEY PROJECT TO BE COMPLETED</w:t>
      </w:r>
    </w:p>
    <w:tbl>
      <w:tblPr>
        <w:tblW w:w="10732" w:type="dxa"/>
        <w:tblInd w:w="-5" w:type="dxa"/>
        <w:tblLook w:val="04A0" w:firstRow="1" w:lastRow="0" w:firstColumn="1" w:lastColumn="0" w:noHBand="0" w:noVBand="1"/>
      </w:tblPr>
      <w:tblGrid>
        <w:gridCol w:w="8460"/>
        <w:gridCol w:w="2272"/>
      </w:tblGrid>
      <w:tr w:rsidR="00E97431" w:rsidRPr="00F14F57" w:rsidTr="00E97431">
        <w:trPr>
          <w:trHeight w:val="576"/>
        </w:trPr>
        <w:tc>
          <w:tcPr>
            <w:tcW w:w="8460" w:type="dxa"/>
            <w:tcBorders>
              <w:top w:val="single" w:sz="4" w:space="0" w:color="BFBFBF"/>
              <w:left w:val="single" w:sz="4" w:space="0" w:color="BFBFBF"/>
              <w:bottom w:val="single" w:sz="4" w:space="0" w:color="BFBFBF"/>
              <w:right w:val="single" w:sz="4" w:space="0" w:color="BFBFBF"/>
            </w:tcBorders>
            <w:shd w:val="clear" w:color="auto" w:fill="EAEEF3"/>
            <w:vAlign w:val="center"/>
            <w:hideMark/>
          </w:tcPr>
          <w:p w:rsidR="00E97431" w:rsidRPr="00E97431" w:rsidRDefault="00E97431" w:rsidP="009372B2">
            <w:pPr>
              <w:rPr>
                <w:rFonts w:ascii="Century Gothic" w:hAnsi="Century Gothic" w:cs="Calibri"/>
                <w:b/>
                <w:bCs/>
                <w:color w:val="000000"/>
                <w:sz w:val="18"/>
                <w:szCs w:val="18"/>
              </w:rPr>
            </w:pPr>
            <w:r w:rsidRPr="00E97431">
              <w:rPr>
                <w:rFonts w:ascii="Century Gothic" w:hAnsi="Century Gothic" w:cs="Calibri"/>
                <w:b/>
                <w:bCs/>
                <w:noProof/>
                <w:color w:val="000000"/>
                <w:sz w:val="18"/>
                <w:szCs w:val="18"/>
              </w:rPr>
              <mc:AlternateContent>
                <mc:Choice Requires="wps">
                  <w:drawing>
                    <wp:anchor distT="0" distB="0" distL="114300" distR="114300" simplePos="0" relativeHeight="252753920" behindDoc="0" locked="0" layoutInCell="1" allowOverlap="1" wp14:anchorId="55323391" wp14:editId="01F12F84">
                      <wp:simplePos x="0" y="0"/>
                      <wp:positionH relativeFrom="column">
                        <wp:posOffset>1320800</wp:posOffset>
                      </wp:positionH>
                      <wp:positionV relativeFrom="paragraph">
                        <wp:posOffset>431800</wp:posOffset>
                      </wp:positionV>
                      <wp:extent cx="1003300" cy="698500"/>
                      <wp:effectExtent l="0" t="0" r="0" b="0"/>
                      <wp:wrapNone/>
                      <wp:docPr id="2786" name="Rectangle 27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6" o:spid="_x0000_s1698" style="position:absolute;margin-left:104pt;margin-top:34pt;width:79pt;height:55pt;z-index:252753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3mf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eTeZ8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4944" behindDoc="0" locked="0" layoutInCell="1" allowOverlap="1" wp14:anchorId="1CB88A16" wp14:editId="6E962B22">
                      <wp:simplePos x="0" y="0"/>
                      <wp:positionH relativeFrom="column">
                        <wp:posOffset>1320800</wp:posOffset>
                      </wp:positionH>
                      <wp:positionV relativeFrom="paragraph">
                        <wp:posOffset>431800</wp:posOffset>
                      </wp:positionV>
                      <wp:extent cx="1003300" cy="698500"/>
                      <wp:effectExtent l="0" t="0" r="0" b="0"/>
                      <wp:wrapNone/>
                      <wp:docPr id="2787" name="Rectangle 27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7" o:spid="_x0000_s1699" style="position:absolute;margin-left:104pt;margin-top:34pt;width:79pt;height:55pt;z-index:252754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QC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hjXUA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5968" behindDoc="0" locked="0" layoutInCell="1" allowOverlap="1" wp14:anchorId="1201B097" wp14:editId="65E0406F">
                      <wp:simplePos x="0" y="0"/>
                      <wp:positionH relativeFrom="column">
                        <wp:posOffset>1320800</wp:posOffset>
                      </wp:positionH>
                      <wp:positionV relativeFrom="paragraph">
                        <wp:posOffset>431800</wp:posOffset>
                      </wp:positionV>
                      <wp:extent cx="1003300" cy="698500"/>
                      <wp:effectExtent l="0" t="0" r="0" b="0"/>
                      <wp:wrapNone/>
                      <wp:docPr id="2788" name="Rectangle 27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8" o:spid="_x0000_s1700" style="position:absolute;margin-left:104pt;margin-top:34pt;width:79pt;height:55pt;z-index:252755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6zo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o36zo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6992" behindDoc="0" locked="0" layoutInCell="1" allowOverlap="1" wp14:anchorId="6714C946" wp14:editId="237A724D">
                      <wp:simplePos x="0" y="0"/>
                      <wp:positionH relativeFrom="column">
                        <wp:posOffset>1320800</wp:posOffset>
                      </wp:positionH>
                      <wp:positionV relativeFrom="paragraph">
                        <wp:posOffset>431800</wp:posOffset>
                      </wp:positionV>
                      <wp:extent cx="1003300" cy="698500"/>
                      <wp:effectExtent l="0" t="0" r="0" b="0"/>
                      <wp:wrapNone/>
                      <wp:docPr id="2789" name="Rectangle 27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9" o:spid="_x0000_s1701" style="position:absolute;margin-left:104pt;margin-top:34pt;width:79pt;height:55pt;z-index:252756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QF1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l5AX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8016" behindDoc="0" locked="0" layoutInCell="1" allowOverlap="1" wp14:anchorId="2B7FAEB8" wp14:editId="5C5E8BE7">
                      <wp:simplePos x="0" y="0"/>
                      <wp:positionH relativeFrom="column">
                        <wp:posOffset>1320800</wp:posOffset>
                      </wp:positionH>
                      <wp:positionV relativeFrom="paragraph">
                        <wp:posOffset>431800</wp:posOffset>
                      </wp:positionV>
                      <wp:extent cx="1003300" cy="698500"/>
                      <wp:effectExtent l="0" t="0" r="0" b="0"/>
                      <wp:wrapNone/>
                      <wp:docPr id="2790" name="Rectangle 27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0" o:spid="_x0000_s1702" style="position:absolute;margin-left:104pt;margin-top:34pt;width:79pt;height:55pt;z-index:252758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Bpz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Q+gac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9040" behindDoc="0" locked="0" layoutInCell="1" allowOverlap="1" wp14:anchorId="322A0C90" wp14:editId="1230BC85">
                      <wp:simplePos x="0" y="0"/>
                      <wp:positionH relativeFrom="column">
                        <wp:posOffset>1320800</wp:posOffset>
                      </wp:positionH>
                      <wp:positionV relativeFrom="paragraph">
                        <wp:posOffset>431800</wp:posOffset>
                      </wp:positionV>
                      <wp:extent cx="1003300" cy="698500"/>
                      <wp:effectExtent l="0" t="0" r="0" b="0"/>
                      <wp:wrapNone/>
                      <wp:docPr id="2791" name="Rectangle 27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1" o:spid="_x0000_s1703" style="position:absolute;margin-left:104pt;margin-top:34pt;width:79pt;height:55pt;z-index:252759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4xoUp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0064" behindDoc="0" locked="0" layoutInCell="1" allowOverlap="1" wp14:anchorId="72BCE360" wp14:editId="536BC865">
                      <wp:simplePos x="0" y="0"/>
                      <wp:positionH relativeFrom="column">
                        <wp:posOffset>1320800</wp:posOffset>
                      </wp:positionH>
                      <wp:positionV relativeFrom="paragraph">
                        <wp:posOffset>431800</wp:posOffset>
                      </wp:positionV>
                      <wp:extent cx="1003300" cy="698500"/>
                      <wp:effectExtent l="0" t="0" r="0" b="0"/>
                      <wp:wrapNone/>
                      <wp:docPr id="2792" name="Rectangle 27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2" o:spid="_x0000_s1704" style="position:absolute;margin-left:104pt;margin-top:34pt;width:79pt;height:55pt;z-index:252760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S2Gw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8z1LY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1088" behindDoc="0" locked="0" layoutInCell="1" allowOverlap="1" wp14:anchorId="68F3A188" wp14:editId="6588CC40">
                      <wp:simplePos x="0" y="0"/>
                      <wp:positionH relativeFrom="column">
                        <wp:posOffset>1320800</wp:posOffset>
                      </wp:positionH>
                      <wp:positionV relativeFrom="paragraph">
                        <wp:posOffset>431800</wp:posOffset>
                      </wp:positionV>
                      <wp:extent cx="1003300" cy="698500"/>
                      <wp:effectExtent l="0" t="0" r="0" b="0"/>
                      <wp:wrapNone/>
                      <wp:docPr id="2793" name="Rectangle 27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3" o:spid="_x0000_s1705" style="position:absolute;margin-left:104pt;margin-top:34pt;width:79pt;height:55pt;z-index:252761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pV5K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2112" behindDoc="0" locked="0" layoutInCell="1" allowOverlap="1" wp14:anchorId="4C109807" wp14:editId="33A52A26">
                      <wp:simplePos x="0" y="0"/>
                      <wp:positionH relativeFrom="column">
                        <wp:posOffset>1320800</wp:posOffset>
                      </wp:positionH>
                      <wp:positionV relativeFrom="paragraph">
                        <wp:posOffset>431800</wp:posOffset>
                      </wp:positionV>
                      <wp:extent cx="1003300" cy="698500"/>
                      <wp:effectExtent l="0" t="0" r="0" b="0"/>
                      <wp:wrapNone/>
                      <wp:docPr id="2794" name="Rectangle 27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4" o:spid="_x0000_s1706" style="position:absolute;margin-left:104pt;margin-top:34pt;width:79pt;height:55pt;z-index:252762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w0X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vdw0X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3136" behindDoc="0" locked="0" layoutInCell="1" allowOverlap="1" wp14:anchorId="624EB2F8" wp14:editId="0034B2A8">
                      <wp:simplePos x="0" y="0"/>
                      <wp:positionH relativeFrom="column">
                        <wp:posOffset>1320800</wp:posOffset>
                      </wp:positionH>
                      <wp:positionV relativeFrom="paragraph">
                        <wp:posOffset>431800</wp:posOffset>
                      </wp:positionV>
                      <wp:extent cx="1003300" cy="698500"/>
                      <wp:effectExtent l="0" t="0" r="0" b="0"/>
                      <wp:wrapNone/>
                      <wp:docPr id="2795" name="Rectangle 27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5" o:spid="_x0000_s1707" style="position:absolute;margin-left:104pt;margin-top:34pt;width:79pt;height:55pt;z-index:252763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aCK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tGgih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4160" behindDoc="0" locked="0" layoutInCell="1" allowOverlap="1" wp14:anchorId="00B6935A" wp14:editId="773F9FA3">
                      <wp:simplePos x="0" y="0"/>
                      <wp:positionH relativeFrom="column">
                        <wp:posOffset>1320800</wp:posOffset>
                      </wp:positionH>
                      <wp:positionV relativeFrom="paragraph">
                        <wp:posOffset>431800</wp:posOffset>
                      </wp:positionV>
                      <wp:extent cx="1003300" cy="698500"/>
                      <wp:effectExtent l="0" t="0" r="0" b="0"/>
                      <wp:wrapNone/>
                      <wp:docPr id="2796" name="Rectangle 27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6" o:spid="_x0000_s1708" style="position:absolute;margin-left:104pt;margin-top:34pt;width:79pt;height:55pt;z-index:252764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GF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7pRhY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5184" behindDoc="0" locked="0" layoutInCell="1" allowOverlap="1" wp14:anchorId="5EDC246A" wp14:editId="3E6DE0D5">
                      <wp:simplePos x="0" y="0"/>
                      <wp:positionH relativeFrom="column">
                        <wp:posOffset>1320800</wp:posOffset>
                      </wp:positionH>
                      <wp:positionV relativeFrom="paragraph">
                        <wp:posOffset>431800</wp:posOffset>
                      </wp:positionV>
                      <wp:extent cx="1003300" cy="698500"/>
                      <wp:effectExtent l="0" t="0" r="0" b="0"/>
                      <wp:wrapNone/>
                      <wp:docPr id="2797" name="Rectangle 27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7" o:spid="_x0000_s1709" style="position:absolute;margin-left:104pt;margin-top:34pt;width:79pt;height:55pt;z-index:252765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m+1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mZvt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6208" behindDoc="0" locked="0" layoutInCell="1" allowOverlap="1" wp14:anchorId="18571B8E" wp14:editId="60C8D7B2">
                      <wp:simplePos x="0" y="0"/>
                      <wp:positionH relativeFrom="column">
                        <wp:posOffset>1320800</wp:posOffset>
                      </wp:positionH>
                      <wp:positionV relativeFrom="paragraph">
                        <wp:posOffset>431800</wp:posOffset>
                      </wp:positionV>
                      <wp:extent cx="1003300" cy="698500"/>
                      <wp:effectExtent l="0" t="0" r="0" b="0"/>
                      <wp:wrapNone/>
                      <wp:docPr id="2798" name="Rectangle 27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8" o:spid="_x0000_s1710" style="position:absolute;margin-left:104pt;margin-top:34pt;width:79pt;height:55pt;z-index:252766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QVGw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HYtB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7232" behindDoc="0" locked="0" layoutInCell="1" allowOverlap="1" wp14:anchorId="1407C1F3" wp14:editId="08A84B8A">
                      <wp:simplePos x="0" y="0"/>
                      <wp:positionH relativeFrom="column">
                        <wp:posOffset>1320800</wp:posOffset>
                      </wp:positionH>
                      <wp:positionV relativeFrom="paragraph">
                        <wp:posOffset>431800</wp:posOffset>
                      </wp:positionV>
                      <wp:extent cx="1003300" cy="698500"/>
                      <wp:effectExtent l="0" t="0" r="0" b="0"/>
                      <wp:wrapNone/>
                      <wp:docPr id="2799" name="Rectangle 27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9" o:spid="_x0000_s1711" style="position:absolute;margin-left:104pt;margin-top:34pt;width:79pt;height:55pt;z-index:252767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hmI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WAkyAAqfYG6EXHoGZqjHW8a5vT1HNlkPxnr2II1s/yRJZtks8mKRZxsd4s0vU8WRVgUi20abrNs&#10;t8uz1fanux2lJTBXxN7D3Vl3iP0doYv0c6l8yZFRDvvzFML3bKIw9ZIGHlq9nv8ebDAqU3q2rje8&#10;+aQeNejvPAOmIzS1enB/EAZNvkvO1y5xZCkEi6TIQ+glCls3RVaADVngqZfLShv7gckBOaPCGorp&#10;60ZOgGQ++nIE7r0+7yw77ScvR5bf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H4Zi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8256" behindDoc="0" locked="0" layoutInCell="1" allowOverlap="1" wp14:anchorId="3B66B2D1" wp14:editId="6DE6D2EA">
                      <wp:simplePos x="0" y="0"/>
                      <wp:positionH relativeFrom="column">
                        <wp:posOffset>1320800</wp:posOffset>
                      </wp:positionH>
                      <wp:positionV relativeFrom="paragraph">
                        <wp:posOffset>431800</wp:posOffset>
                      </wp:positionV>
                      <wp:extent cx="1003300" cy="698500"/>
                      <wp:effectExtent l="0" t="0" r="0" b="0"/>
                      <wp:wrapNone/>
                      <wp:docPr id="2800" name="Rectangle 28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0" o:spid="_x0000_s1712" style="position:absolute;margin-left:104pt;margin-top:34pt;width:79pt;height:55pt;z-index:252768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aa4wo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9280" behindDoc="0" locked="0" layoutInCell="1" allowOverlap="1" wp14:anchorId="4B3656CA" wp14:editId="7EAC5FEA">
                      <wp:simplePos x="0" y="0"/>
                      <wp:positionH relativeFrom="column">
                        <wp:posOffset>1320800</wp:posOffset>
                      </wp:positionH>
                      <wp:positionV relativeFrom="paragraph">
                        <wp:posOffset>431800</wp:posOffset>
                      </wp:positionV>
                      <wp:extent cx="1003300" cy="698500"/>
                      <wp:effectExtent l="0" t="0" r="0" b="0"/>
                      <wp:wrapNone/>
                      <wp:docPr id="2801" name="Rectangle 28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1" o:spid="_x0000_s1713" style="position:absolute;margin-left:104pt;margin-top:34pt;width:79pt;height:55pt;z-index:252769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SG1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GvNIb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0304" behindDoc="0" locked="0" layoutInCell="1" allowOverlap="1" wp14:anchorId="35E8A0B9" wp14:editId="386AB7D8">
                      <wp:simplePos x="0" y="0"/>
                      <wp:positionH relativeFrom="column">
                        <wp:posOffset>1320800</wp:posOffset>
                      </wp:positionH>
                      <wp:positionV relativeFrom="paragraph">
                        <wp:posOffset>431800</wp:posOffset>
                      </wp:positionV>
                      <wp:extent cx="1003300" cy="698500"/>
                      <wp:effectExtent l="0" t="0" r="0" b="0"/>
                      <wp:wrapNone/>
                      <wp:docPr id="2802" name="Rectangle 28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2" o:spid="_x0000_s1714" style="position:absolute;margin-left:104pt;margin-top:34pt;width:79pt;height:55pt;z-index:252770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OGn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35OGn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1328" behindDoc="0" locked="0" layoutInCell="1" allowOverlap="1" wp14:anchorId="711B9CC0" wp14:editId="4B59764C">
                      <wp:simplePos x="0" y="0"/>
                      <wp:positionH relativeFrom="column">
                        <wp:posOffset>1320800</wp:posOffset>
                      </wp:positionH>
                      <wp:positionV relativeFrom="paragraph">
                        <wp:posOffset>431800</wp:posOffset>
                      </wp:positionV>
                      <wp:extent cx="1003300" cy="698500"/>
                      <wp:effectExtent l="0" t="0" r="0" b="0"/>
                      <wp:wrapNone/>
                      <wp:docPr id="2803" name="Rectangle 28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3" o:spid="_x0000_s1715" style="position:absolute;margin-left:104pt;margin-top:34pt;width:79pt;height:55pt;z-index:252771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u9w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xbvc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2352" behindDoc="0" locked="0" layoutInCell="1" allowOverlap="1" wp14:anchorId="421C27E3" wp14:editId="4D3306FB">
                      <wp:simplePos x="0" y="0"/>
                      <wp:positionH relativeFrom="column">
                        <wp:posOffset>1320800</wp:posOffset>
                      </wp:positionH>
                      <wp:positionV relativeFrom="paragraph">
                        <wp:posOffset>431800</wp:posOffset>
                      </wp:positionV>
                      <wp:extent cx="1003300" cy="698500"/>
                      <wp:effectExtent l="0" t="0" r="0" b="0"/>
                      <wp:wrapNone/>
                      <wp:docPr id="2804" name="Rectangle 28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4" o:spid="_x0000_s1716" style="position:absolute;margin-left:104pt;margin-top:34pt;width:79pt;height:55pt;z-index:252772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oJn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tV6CZ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3376" behindDoc="0" locked="0" layoutInCell="1" allowOverlap="1" wp14:anchorId="399FAB05" wp14:editId="3D709E82">
                      <wp:simplePos x="0" y="0"/>
                      <wp:positionH relativeFrom="column">
                        <wp:posOffset>1320800</wp:posOffset>
                      </wp:positionH>
                      <wp:positionV relativeFrom="paragraph">
                        <wp:posOffset>431800</wp:posOffset>
                      </wp:positionV>
                      <wp:extent cx="1003300" cy="698500"/>
                      <wp:effectExtent l="0" t="0" r="0" b="0"/>
                      <wp:wrapNone/>
                      <wp:docPr id="2805" name="Rectangle 28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5" o:spid="_x0000_s1717" style="position:absolute;margin-left:104pt;margin-top:34pt;width:79pt;height:55pt;z-index:252773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E+C/6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4400" behindDoc="0" locked="0" layoutInCell="1" allowOverlap="1" wp14:anchorId="247DA3D7" wp14:editId="030334F1">
                      <wp:simplePos x="0" y="0"/>
                      <wp:positionH relativeFrom="column">
                        <wp:posOffset>1320800</wp:posOffset>
                      </wp:positionH>
                      <wp:positionV relativeFrom="paragraph">
                        <wp:posOffset>431800</wp:posOffset>
                      </wp:positionV>
                      <wp:extent cx="1003300" cy="698500"/>
                      <wp:effectExtent l="0" t="0" r="0" b="0"/>
                      <wp:wrapNone/>
                      <wp:docPr id="2806" name="Rectangle 28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6" o:spid="_x0000_s1718" style="position:absolute;margin-left:104pt;margin-top:34pt;width:79pt;height:55pt;z-index:252774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U1Y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5elNW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5424" behindDoc="0" locked="0" layoutInCell="1" allowOverlap="1" wp14:anchorId="2D12C01E" wp14:editId="43610C14">
                      <wp:simplePos x="0" y="0"/>
                      <wp:positionH relativeFrom="column">
                        <wp:posOffset>1320800</wp:posOffset>
                      </wp:positionH>
                      <wp:positionV relativeFrom="paragraph">
                        <wp:posOffset>431800</wp:posOffset>
                      </wp:positionV>
                      <wp:extent cx="1003300" cy="698500"/>
                      <wp:effectExtent l="0" t="0" r="0" b="0"/>
                      <wp:wrapNone/>
                      <wp:docPr id="2807" name="Rectangle 28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7" o:spid="_x0000_s1719" style="position:absolute;margin-left:104pt;margin-top:34pt;width:79pt;height:55pt;z-index:252775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DF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RP4M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6448" behindDoc="0" locked="0" layoutInCell="1" allowOverlap="1" wp14:anchorId="7D192930" wp14:editId="494E130B">
                      <wp:simplePos x="0" y="0"/>
                      <wp:positionH relativeFrom="column">
                        <wp:posOffset>1320800</wp:posOffset>
                      </wp:positionH>
                      <wp:positionV relativeFrom="paragraph">
                        <wp:posOffset>431800</wp:posOffset>
                      </wp:positionV>
                      <wp:extent cx="1003300" cy="698500"/>
                      <wp:effectExtent l="0" t="0" r="0" b="0"/>
                      <wp:wrapNone/>
                      <wp:docPr id="2808" name="Rectangle 28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8" o:spid="_x0000_s1720" style="position:absolute;margin-left:104pt;margin-top:34pt;width:79pt;height:55pt;z-index:252776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Ttl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r8Ttl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7472" behindDoc="0" locked="0" layoutInCell="1" allowOverlap="1" wp14:anchorId="533D6988" wp14:editId="76066CC1">
                      <wp:simplePos x="0" y="0"/>
                      <wp:positionH relativeFrom="column">
                        <wp:posOffset>1320800</wp:posOffset>
                      </wp:positionH>
                      <wp:positionV relativeFrom="paragraph">
                        <wp:posOffset>431800</wp:posOffset>
                      </wp:positionV>
                      <wp:extent cx="1003300" cy="698500"/>
                      <wp:effectExtent l="0" t="0" r="0" b="0"/>
                      <wp:wrapNone/>
                      <wp:docPr id="2809" name="Rectangle 28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9" o:spid="_x0000_s1721" style="position:absolute;margin-left:104pt;margin-top:34pt;width:79pt;height:55pt;z-index:252777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Wy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wM1s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8496" behindDoc="0" locked="0" layoutInCell="1" allowOverlap="1" wp14:anchorId="6F872CF5" wp14:editId="2FD4B528">
                      <wp:simplePos x="0" y="0"/>
                      <wp:positionH relativeFrom="column">
                        <wp:posOffset>1295400</wp:posOffset>
                      </wp:positionH>
                      <wp:positionV relativeFrom="paragraph">
                        <wp:posOffset>431800</wp:posOffset>
                      </wp:positionV>
                      <wp:extent cx="1003300" cy="698500"/>
                      <wp:effectExtent l="0" t="0" r="0" b="0"/>
                      <wp:wrapNone/>
                      <wp:docPr id="2810" name="Rectangle 281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0" o:spid="_x0000_s1722" style="position:absolute;margin-left:102pt;margin-top:34pt;width:79pt;height:55pt;z-index:252778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2Y7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iP&#10;QCBBBqjSV9CNiLZnaI52vK6Zq6/nyCb72VjHFqyZ5c8s2SSbTVYs4mS7W6TpfbIowqJYbNNwm2W7&#10;XZ7dbH+521FaAnNF7D3cnesOsb8jdC79LJWXHBnlsD9PIXzPJgrTwpU08NAufw82GJUpPVvXG958&#10;Uo8aDjvPgOkITY0e3B8KgybfJadrlziyFIJFUuQhSEVhK8s/OHt+8nJZaWM/MjkgZ1RYg5heN3IE&#10;JPPRyxGA+Pq8s+y0n3w5siJ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IhbZjs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9520" behindDoc="0" locked="0" layoutInCell="1" allowOverlap="1" wp14:anchorId="0E3686A4" wp14:editId="5CD80383">
                      <wp:simplePos x="0" y="0"/>
                      <wp:positionH relativeFrom="column">
                        <wp:posOffset>1295400</wp:posOffset>
                      </wp:positionH>
                      <wp:positionV relativeFrom="paragraph">
                        <wp:posOffset>431800</wp:posOffset>
                      </wp:positionV>
                      <wp:extent cx="1003300" cy="698500"/>
                      <wp:effectExtent l="0" t="0" r="0" b="0"/>
                      <wp:wrapNone/>
                      <wp:docPr id="2811" name="Rectangle 28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1" o:spid="_x0000_s1723" style="position:absolute;margin-left:102pt;margin-top:34pt;width:79pt;height:55pt;z-index:252779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u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ijASZACVvkLdiDj0DM3RjjcNc/p6jmyyn411bMGaWf7Mkk2y2WTFIk62u0Wa3iWLIiyKxTYNt1m2&#10;2+XZavvL3Y7SEpgrYu/g7qw7xP6O0EX6uVS+5Mgoh/1pCuF7MlGYekkDD61ez38PNhiVKT1b1xve&#10;fFQPGvR3ngHTEZpaPbg/CIMm3yXna5c4shSCRVLkIfQSha0s/+BsyAJPvVxW2tiPTA7IGRXWUExf&#10;N3ICJPPRlyNw7/V5Z9lpP3k5smL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f3Lp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0544" behindDoc="0" locked="0" layoutInCell="1" allowOverlap="1" wp14:anchorId="660BB2CC" wp14:editId="69D71FC3">
                      <wp:simplePos x="0" y="0"/>
                      <wp:positionH relativeFrom="column">
                        <wp:posOffset>1295400</wp:posOffset>
                      </wp:positionH>
                      <wp:positionV relativeFrom="paragraph">
                        <wp:posOffset>431800</wp:posOffset>
                      </wp:positionV>
                      <wp:extent cx="1003300" cy="698500"/>
                      <wp:effectExtent l="0" t="0" r="0" b="0"/>
                      <wp:wrapNone/>
                      <wp:docPr id="2812" name="Rectangle 28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2" o:spid="_x0000_s1724" style="position:absolute;margin-left:102pt;margin-top:34pt;width:79pt;height:55pt;z-index:252780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j+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P&#10;YowEGUCl71A3IvY9Q3O0403DnL6eI5vsV2MdW7Bmlr+yZJ2s11mxiJPNdpGmt8miCItisUnDTZZt&#10;t3l2tfntbkdpCcwVsbdwd9YdYn9H6Cz9XCpfcmSUw/40hfA9mShMvaSBh1av5r8HG4zKlJ6t6w1v&#10;Pqh7Dfo7z4DpCE2tHtwfhEGT75LTpUscWQrBIinyEHqJwlaWf3I2ZIGnXi4rbexnJgfkjAprKKav&#10;GzkCkvnoyxG49/q8s+y0m7wcWZG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ICo/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1568" behindDoc="0" locked="0" layoutInCell="1" allowOverlap="1" wp14:anchorId="7CEA6C01" wp14:editId="483E5F58">
                      <wp:simplePos x="0" y="0"/>
                      <wp:positionH relativeFrom="column">
                        <wp:posOffset>1295400</wp:posOffset>
                      </wp:positionH>
                      <wp:positionV relativeFrom="paragraph">
                        <wp:posOffset>431800</wp:posOffset>
                      </wp:positionV>
                      <wp:extent cx="1003300" cy="698500"/>
                      <wp:effectExtent l="0" t="0" r="0" b="0"/>
                      <wp:wrapNone/>
                      <wp:docPr id="2813" name="Rectangle 281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3" o:spid="_x0000_s1725" style="position:absolute;margin-left:102pt;margin-top:34pt;width:79pt;height:55pt;z-index:252781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gVj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8&#10;SjASZIAufYW6EdH2DM3Rjtc1c/31HNlkPxvr2II1s/yZJZtks8mKRZxsd4s0vU8WRVgUi20abrNs&#10;t8uzm+0vdztKS2CuiL2Hu3PfIfZ3hM6tn0vlS46MctifpxC+ZxOFaeFaGnhol78HG4zKlJ6t04Y3&#10;n9SjhsPOM2A6QlOjB/eHxqDJq+R0VYkjSyFYJEUegpYobGX5B2fPT14uK23sRyYH5IwKayimrxs5&#10;ApL56OUIQHx93ll22k++HVnhmbj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BSYFYx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2592" behindDoc="0" locked="0" layoutInCell="1" allowOverlap="1" wp14:anchorId="1BDC8BE9" wp14:editId="76F0346C">
                      <wp:simplePos x="0" y="0"/>
                      <wp:positionH relativeFrom="column">
                        <wp:posOffset>1295400</wp:posOffset>
                      </wp:positionH>
                      <wp:positionV relativeFrom="paragraph">
                        <wp:posOffset>431800</wp:posOffset>
                      </wp:positionV>
                      <wp:extent cx="1003300" cy="698500"/>
                      <wp:effectExtent l="0" t="0" r="0" b="0"/>
                      <wp:wrapNone/>
                      <wp:docPr id="2814" name="Rectangle 28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4" o:spid="_x0000_s1726" style="position:absolute;margin-left:102pt;margin-top:34pt;width:79pt;height:55pt;z-index:252782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7/r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3616" behindDoc="0" locked="0" layoutInCell="1" allowOverlap="1" wp14:anchorId="7817F7B6" wp14:editId="4A86F149">
                      <wp:simplePos x="0" y="0"/>
                      <wp:positionH relativeFrom="column">
                        <wp:posOffset>1295400</wp:posOffset>
                      </wp:positionH>
                      <wp:positionV relativeFrom="paragraph">
                        <wp:posOffset>431800</wp:posOffset>
                      </wp:positionV>
                      <wp:extent cx="1003300" cy="698500"/>
                      <wp:effectExtent l="0" t="0" r="0" b="0"/>
                      <wp:wrapNone/>
                      <wp:docPr id="2815" name="Rectangle 28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5" o:spid="_x0000_s1727" style="position:absolute;margin-left:102pt;margin-top:34pt;width:79pt;height:55pt;z-index:252783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E8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usFIkAFU+gJ1I+LQMzRHO940zOnrObLJfjLWsQVrZvkjSzbJZpMVizjZ7hZpep8sirAoFts03GbZ&#10;bpdnq+1PdztKS2CuiL2Hu7PuEPs7Qhfp51L5kiOjHPbnKYTv2URh6iUNPLR6Pf892GBUpvRsXW94&#10;80k9atDfeQZMR2hq9eD+IAyafJecr13iyFIIFkmRh9BLFLay/MbZkAWeermstLEfmByQMyqsoZi+&#10;buQESOajL0fg3uvzzrLTfvJyrM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3w2xP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4640" behindDoc="0" locked="0" layoutInCell="1" allowOverlap="1" wp14:anchorId="35E35436" wp14:editId="6D227B86">
                      <wp:simplePos x="0" y="0"/>
                      <wp:positionH relativeFrom="column">
                        <wp:posOffset>1295400</wp:posOffset>
                      </wp:positionH>
                      <wp:positionV relativeFrom="paragraph">
                        <wp:posOffset>431800</wp:posOffset>
                      </wp:positionV>
                      <wp:extent cx="1003300" cy="698500"/>
                      <wp:effectExtent l="0" t="0" r="0" b="0"/>
                      <wp:wrapNone/>
                      <wp:docPr id="2816" name="Rectangle 281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6" o:spid="_x0000_s1728" style="position:absolute;margin-left:102pt;margin-top:34pt;width:79pt;height:55pt;z-index:252784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HDU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lGEkSA9d+g51I2LfMTRFW17XzPXXc2Sj/WqsYwvWxPJXlqyT9TorZnGy2c7S9C6ZFWFRzDZpuMmy&#10;7TbPFpvf7naUlsBcEXsHd6e+Q+zvCJ1bP5XKlxwZ5bA/jyF8zyYK08K1NPDQLn8PNhiUKT1bpw1v&#10;PqoHDYedZ8B0hMZG9+4PjUGjV8npqhJHlkKwSIo8BC1R2MryT86enrxcVtrYz0z2yBkV1lBMXzdy&#10;BCTT0csRgPj6vLPsuBt9OxZh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9IcN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5664" behindDoc="0" locked="0" layoutInCell="1" allowOverlap="1" wp14:anchorId="5EE9B0B3" wp14:editId="462CA7F5">
                      <wp:simplePos x="0" y="0"/>
                      <wp:positionH relativeFrom="column">
                        <wp:posOffset>1295400</wp:posOffset>
                      </wp:positionH>
                      <wp:positionV relativeFrom="paragraph">
                        <wp:posOffset>431800</wp:posOffset>
                      </wp:positionV>
                      <wp:extent cx="1003300" cy="698500"/>
                      <wp:effectExtent l="0" t="0" r="0" b="0"/>
                      <wp:wrapNone/>
                      <wp:docPr id="2817" name="Rectangle 28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7" o:spid="_x0000_s1729" style="position:absolute;margin-left:102pt;margin-top:34pt;width:79pt;height:55pt;z-index:252785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1J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WmEkyAAqfYW6EXHoGZqjHW8a5vT1HNlkPxvr2II1s/yZJZtks8mKRZxsd4s0vUsWRVgUi20abrNs&#10;t8uz1faXux2lJTBXxN7B3Vl3iP0doYv0c6l8yZFRDvvTFML3ZKIw9ZIGHlq9nv8ebDAqU3q2rje8&#10;+ageNOjvPAOmIzS1enB/EAZNvkvO1y5xZCkEi6TIQ+glCltZ/sHZkAWeermstLEfmRyQMyqsoZi+&#10;buQESOajL0fg3uvzzrLTfvJyrM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7u3Uk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6688" behindDoc="0" locked="0" layoutInCell="1" allowOverlap="1" wp14:anchorId="3A342F2E" wp14:editId="7F02D4FE">
                      <wp:simplePos x="0" y="0"/>
                      <wp:positionH relativeFrom="column">
                        <wp:posOffset>1295400</wp:posOffset>
                      </wp:positionH>
                      <wp:positionV relativeFrom="paragraph">
                        <wp:posOffset>431800</wp:posOffset>
                      </wp:positionV>
                      <wp:extent cx="1003300" cy="698500"/>
                      <wp:effectExtent l="0" t="0" r="0" b="0"/>
                      <wp:wrapNone/>
                      <wp:docPr id="2818" name="Rectangle 28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8" o:spid="_x0000_s1730" style="position:absolute;margin-left:102pt;margin-top:34pt;width:79pt;height:55pt;z-index:252786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Wj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Aq0EGUClr1A3Ig49Q3O0403DnL6eI5vsZ2MdW7Bmlj+zZJNsNlmxiJPtbpGmd8miCItisU3DbZbt&#10;dnm22v5yt6O0BOaK2Du4O+sOsb8jdJF+LpUvOTLKYX+aQvieTBSmXtLAQ6vX89+DDUZlSs/W9YY3&#10;H9WDBv2dZ8B0hKZWD+4PwqDJd8n52iWOLIVgkRR5CL1EYSvLPzgbssBTL5eVNvYjkwNyRoU1FNPX&#10;jZwAyXz05Qjce33eWXbaT16OVZi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8ASlo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7712" behindDoc="0" locked="0" layoutInCell="1" allowOverlap="1" wp14:anchorId="2AB219F2" wp14:editId="0D9A348E">
                      <wp:simplePos x="0" y="0"/>
                      <wp:positionH relativeFrom="column">
                        <wp:posOffset>1295400</wp:posOffset>
                      </wp:positionH>
                      <wp:positionV relativeFrom="paragraph">
                        <wp:posOffset>431800</wp:posOffset>
                      </wp:positionV>
                      <wp:extent cx="1003300" cy="698500"/>
                      <wp:effectExtent l="0" t="0" r="0" b="0"/>
                      <wp:wrapNone/>
                      <wp:docPr id="2819" name="Rectangle 281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9" o:spid="_x0000_s1731" style="position:absolute;margin-left:102pt;margin-top:34pt;width:79pt;height:55pt;z-index:252787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gg+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qMBIkB669A3qRsS+Y2iKtryumeuv58hG+8VYxxasieXPLFkn63VWzOJks52l6X0yK8KimG3ScJNl&#10;222eLTa/3O0oLYG5IvYe7k59h9j7CJ1bP5XKlxwZ5bC/jCF8LyYK08K1NPDQLn8PNhiUKT1bpw1v&#10;PqlHDYedZ8B0hMZG9+4PjUGjV8npqhJHlkKwSIo8BC1R2MryG2dPT14uK23sJyZ75IwKayimrxs5&#10;ApLp6OUIQHx93ll23I2+HYvwx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Bogg+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8736" behindDoc="0" locked="0" layoutInCell="1" allowOverlap="1" wp14:anchorId="6FDEE4AE" wp14:editId="54F7D0C9">
                      <wp:simplePos x="0" y="0"/>
                      <wp:positionH relativeFrom="column">
                        <wp:posOffset>1295400</wp:posOffset>
                      </wp:positionH>
                      <wp:positionV relativeFrom="paragraph">
                        <wp:posOffset>431800</wp:posOffset>
                      </wp:positionV>
                      <wp:extent cx="1003300" cy="698500"/>
                      <wp:effectExtent l="0" t="0" r="0" b="0"/>
                      <wp:wrapNone/>
                      <wp:docPr id="2820" name="Rectangle 28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0" o:spid="_x0000_s1732" style="position:absolute;margin-left:102pt;margin-top:34pt;width:79pt;height:55pt;z-index:252788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kc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hgIJMoBKX6FuRBx6huZox5uGOX09RzbZz8Y6tmDNLH9mySbZbLJiESfb3SJN75JFERbFYpuG2yzb&#10;7fJstf3lbkdpCcwVsXdwd9YdYn9H6CL9XCpfcmSUw/40hfA9mShMvaSBh1av578HG4zKlJ6t6w1v&#10;PqoHDfo7z4DpCE2tHtwfhEGT75LztUscWQrBIinyEEpFYSvLPzgbssBTL5eVNvYjkwNyRoU1FNPX&#10;jZwAyXz05Qjce33eWXbaT16OVZi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z5H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9760" behindDoc="0" locked="0" layoutInCell="1" allowOverlap="1" wp14:anchorId="42118650" wp14:editId="355A75FE">
                      <wp:simplePos x="0" y="0"/>
                      <wp:positionH relativeFrom="column">
                        <wp:posOffset>1295400</wp:posOffset>
                      </wp:positionH>
                      <wp:positionV relativeFrom="paragraph">
                        <wp:posOffset>431800</wp:posOffset>
                      </wp:positionV>
                      <wp:extent cx="1003300" cy="698500"/>
                      <wp:effectExtent l="0" t="0" r="0" b="0"/>
                      <wp:wrapNone/>
                      <wp:docPr id="2821" name="Rectangle 28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1" o:spid="_x0000_s1733" style="position:absolute;margin-left:102pt;margin-top:34pt;width:79pt;height:55pt;z-index:252789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fL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jjASZACVvkLdiDj0DM3RjjcNc/p6jmyyn411bMGaWf7Mkk2y2WTFIk62u0Wa3iWLIiyKxTYNt1m2&#10;2+XZavvL3Y7SEpgrYu/g7qw7xP6O0EX6uVS+5Mgoh/1pCuF7MlGYekkDD61ez38PNhiVKT1b1xve&#10;fFQPGvR3ngHTEZpaPbg/CIMm3yXna5c4shSCRVLkIfQSha0s/+BsyAJPvVxW2tiPTA7IGRXWUExf&#10;N3ICJPPRlyNw7/V5Z9lpP3k5VuH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MO98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0784" behindDoc="0" locked="0" layoutInCell="1" allowOverlap="1" wp14:anchorId="6A6D5D53" wp14:editId="00A22102">
                      <wp:simplePos x="0" y="0"/>
                      <wp:positionH relativeFrom="column">
                        <wp:posOffset>1295400</wp:posOffset>
                      </wp:positionH>
                      <wp:positionV relativeFrom="paragraph">
                        <wp:posOffset>431800</wp:posOffset>
                      </wp:positionV>
                      <wp:extent cx="1003300" cy="698500"/>
                      <wp:effectExtent l="0" t="0" r="0" b="0"/>
                      <wp:wrapNone/>
                      <wp:docPr id="2822" name="Rectangle 282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2" o:spid="_x0000_s1734" style="position:absolute;margin-left:102pt;margin-top:34pt;width:79pt;height:55pt;z-index:252790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zfZ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d5&#10;HGMkSA8qfYe6EbHvGJqiLa9r5vT1HNlovxrr2II1sfyVJetkvc6KWZxstrM0vUtmRVgUs00abrJs&#10;u82zxea3ux2lJTBXxN7B3Ul3iP0dobP0U6l8yZFRDvvzGML3bKIwLZykgYd2+XuwwaBM6dm63vDm&#10;o3rQcNh5BkxHaGx07/4gDBp9l5yuXeLIUggWSZGH0EsUtrL8k7OnJy+XlTb2M5M9ckaFNRTT140c&#10;Acl09HIEIL4+7yw77kYvxyLM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8nN9k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1808" behindDoc="0" locked="0" layoutInCell="1" allowOverlap="1" wp14:anchorId="66D8F3C2" wp14:editId="2C0C55DC">
                      <wp:simplePos x="0" y="0"/>
                      <wp:positionH relativeFrom="column">
                        <wp:posOffset>1295400</wp:posOffset>
                      </wp:positionH>
                      <wp:positionV relativeFrom="paragraph">
                        <wp:posOffset>431800</wp:posOffset>
                      </wp:positionV>
                      <wp:extent cx="1003300" cy="698500"/>
                      <wp:effectExtent l="0" t="0" r="0" b="0"/>
                      <wp:wrapNone/>
                      <wp:docPr id="2823" name="Rectangle 28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3" o:spid="_x0000_s1735" style="position:absolute;margin-left:102pt;margin-top:34pt;width:79pt;height:55pt;z-index:252791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pE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jASZACVvkLdiDj0DM3RjjcNc/p6jmyyn411bMGaWf7Mkk2y2WTFIk62u0Wa3iWLIiyKxTYNt1m2&#10;2+XZavvL3Y7SEpgrYu/g7qw7xP6O0EX6uVS+5Mgoh/1pCuF7MlGYekkDD61ez38PNhiVKT1b1xve&#10;fFQPGvR3ngHTEZpaPbg/CIMm3yXna5c4shSCRVLkIfQSha0s/+BsyAJPvVxW2tiPTA7IGRXWUExf&#10;N3ICJPPRlyNw7/V5Z9lpP3k5VmH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oGaR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2832" behindDoc="0" locked="0" layoutInCell="1" allowOverlap="1" wp14:anchorId="7046ABF1" wp14:editId="623F2047">
                      <wp:simplePos x="0" y="0"/>
                      <wp:positionH relativeFrom="column">
                        <wp:posOffset>1295400</wp:posOffset>
                      </wp:positionH>
                      <wp:positionV relativeFrom="paragraph">
                        <wp:posOffset>431800</wp:posOffset>
                      </wp:positionV>
                      <wp:extent cx="1003300" cy="698500"/>
                      <wp:effectExtent l="0" t="0" r="0" b="0"/>
                      <wp:wrapNone/>
                      <wp:docPr id="2824" name="Rectangle 28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4" o:spid="_x0000_s1736" style="position:absolute;margin-left:102pt;margin-top:34pt;width:79pt;height:55pt;z-index:252792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QZ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jESZACVvkLdiDj0DM3RjjcNc/p6jmyyn411bMGaWf7Mkk2y2WTFIk62u0Wa3iWLIiyKxTYNt1m2&#10;2+XZavvL3Y7SEpgrYu/g7qw7xP6O0EX6uVS+5Mgoh/1pCuF7MlGYekkDD61ez38PNhiVKT1b1xve&#10;fFQPGvR3ngHTEZpaPbg/CIMm3yXna5c4shSCRVLkIfQSha0s/+BsyAJPvVxW2tiPTA7IGRXWUExf&#10;N3ICJPPRlyNw7/V5Z9lpP3k5VpF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Z1UG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3856" behindDoc="0" locked="0" layoutInCell="1" allowOverlap="1" wp14:anchorId="2AC63B01" wp14:editId="11D26ED5">
                      <wp:simplePos x="0" y="0"/>
                      <wp:positionH relativeFrom="column">
                        <wp:posOffset>1295400</wp:posOffset>
                      </wp:positionH>
                      <wp:positionV relativeFrom="paragraph">
                        <wp:posOffset>431800</wp:posOffset>
                      </wp:positionV>
                      <wp:extent cx="1003300" cy="698500"/>
                      <wp:effectExtent l="0" t="0" r="0" b="0"/>
                      <wp:wrapNone/>
                      <wp:docPr id="2825" name="Rectangle 282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5" o:spid="_x0000_s1737" style="position:absolute;margin-left:102pt;margin-top:34pt;width:79pt;height:55pt;z-index:252793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mE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AYjQXro0jeoGxH7jqEp2vK6Zq6/niMb7RdjHVuwJpY/s2SdrNdZMYuTzXaWpvfJrAiLYrZJw02W&#10;bbd5ttj8crejtATmith7uDv1HWLvI3Ru/VQqX3JklMP+MobwvZgoTAvX0sBDu/w92GBQpvRsnTa8&#10;+aQeNRx2ngHTERob3bs/NAaNXiWnq0ocWQrBIinyELREYSvLb5w9PXm5rLSxn5jskTMqrKGYvm7k&#10;CEimo5cjAPH1eWfZcTf6diyiyKV1sZ2sT9AkmDL7AEvTyaHCtOMKowGUW2Hz40A0w6j7LEAa8SJ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w7+Y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4880" behindDoc="0" locked="0" layoutInCell="1" allowOverlap="1" wp14:anchorId="50F29035" wp14:editId="04932F41">
                      <wp:simplePos x="0" y="0"/>
                      <wp:positionH relativeFrom="column">
                        <wp:posOffset>1295400</wp:posOffset>
                      </wp:positionH>
                      <wp:positionV relativeFrom="paragraph">
                        <wp:posOffset>431800</wp:posOffset>
                      </wp:positionV>
                      <wp:extent cx="1003300" cy="698500"/>
                      <wp:effectExtent l="0" t="0" r="0" b="0"/>
                      <wp:wrapNone/>
                      <wp:docPr id="2826" name="Rectangle 28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6" o:spid="_x0000_s1738" style="position:absolute;margin-left:102pt;margin-top:34pt;width:79pt;height:55pt;z-index:252794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h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zjASZACVvkLdiDj0DM3RjjcNc/p6jmyyn411bMGaWf7Mkk2y2WTFIk62u0Wa3iWLIiyKxTYNt1m2&#10;2+XZavvL3Y7SEpgrYu/g7qw7xP6O0EX6uVS+5Mgoh/1pCuF7MlGYekkDD61ez38PNhiVKT1b1xve&#10;fFQPGvR3ngHTEZpaPbg/CIMm3yXna5c4shSCRVLkIfQSha0s/+BsyAJPvVxW2tiPTA7IGRXWUExf&#10;N3ICJPPRlyNw7/V5Z9lpP3k5VlH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H44b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5904" behindDoc="0" locked="0" layoutInCell="1" allowOverlap="1" wp14:anchorId="1D88769B" wp14:editId="173ACF4F">
                      <wp:simplePos x="0" y="0"/>
                      <wp:positionH relativeFrom="column">
                        <wp:posOffset>1295400</wp:posOffset>
                      </wp:positionH>
                      <wp:positionV relativeFrom="paragraph">
                        <wp:posOffset>431800</wp:posOffset>
                      </wp:positionV>
                      <wp:extent cx="1003300" cy="698500"/>
                      <wp:effectExtent l="0" t="0" r="0" b="0"/>
                      <wp:wrapNone/>
                      <wp:docPr id="2827" name="Rectangle 28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7" o:spid="_x0000_s1739" style="position:absolute;margin-left:102pt;margin-top:34pt;width:79pt;height:55pt;z-index:252795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a7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XmEkyAAqfYW6EXHoGZqjHW8a5vT1HNlkPxvr2II1s/yZJZtks8mKRZxsd4s0vUsWRVgUi20abrNs&#10;t8uz1faXux2lJTBXxN7B3Vl3iP0doYv0c6l8yZFRDvvTFML3ZKIw9ZIGHlq9nv8ebDAqU3q2rje8&#10;+ageNOjvPAOmIzS1enB/EAZNvkvO1y5xZCkEi6TIQ+glCltZ/sHZkAWeermstLEfmRyQMyqsoZi+&#10;buQESOajL0fg3uvzzrLTfvJyrK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yMNr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6928" behindDoc="0" locked="0" layoutInCell="1" allowOverlap="1" wp14:anchorId="462FC99D" wp14:editId="3256638D">
                      <wp:simplePos x="0" y="0"/>
                      <wp:positionH relativeFrom="column">
                        <wp:posOffset>1295400</wp:posOffset>
                      </wp:positionH>
                      <wp:positionV relativeFrom="paragraph">
                        <wp:posOffset>431800</wp:posOffset>
                      </wp:positionV>
                      <wp:extent cx="1003300" cy="698500"/>
                      <wp:effectExtent l="0" t="0" r="0" b="0"/>
                      <wp:wrapNone/>
                      <wp:docPr id="2828" name="Rectangle 282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8" o:spid="_x0000_s1740" style="position:absolute;margin-left:102pt;margin-top:34pt;width:79pt;height:55pt;z-index:252796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u0bGQ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kzLtGx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7952" behindDoc="0" locked="0" layoutInCell="1" allowOverlap="1" wp14:anchorId="3735F80F" wp14:editId="2C7A1724">
                      <wp:simplePos x="0" y="0"/>
                      <wp:positionH relativeFrom="column">
                        <wp:posOffset>1295400</wp:posOffset>
                      </wp:positionH>
                      <wp:positionV relativeFrom="paragraph">
                        <wp:posOffset>431800</wp:posOffset>
                      </wp:positionV>
                      <wp:extent cx="1003300" cy="698500"/>
                      <wp:effectExtent l="0" t="0" r="0" b="0"/>
                      <wp:wrapNone/>
                      <wp:docPr id="2829" name="Rectangle 28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9" o:spid="_x0000_s1741" style="position:absolute;margin-left:102pt;margin-top:34pt;width:79pt;height:55pt;z-index:25279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CG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LjASZACVvkDdiDj0DM3RjjcNc/p6jmyyn4x1bMGaWf7Ikk2y2WTFIk62u0Wa3ieLIiyKxTYNt1m2&#10;2+XZavvT3Y7SEpgrYu/h7qw7xP6O0EX6uVS+5Mgoh/15CuF7NlGYekkDD61ez38PNhiVKT1b1xve&#10;fFKPGvR3ngHTEZpaPbg/CIMm3yXna5c4shSCRVLkIfQSha0sv3E2ZIGnXi4rbewHJgfkjAprKKav&#10;GzkBkvnoyxG49/q8s+y0n7wcq+jG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KUQIY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8976" behindDoc="0" locked="0" layoutInCell="1" allowOverlap="1" wp14:anchorId="62D682B0" wp14:editId="5A608622">
                      <wp:simplePos x="0" y="0"/>
                      <wp:positionH relativeFrom="column">
                        <wp:posOffset>1295400</wp:posOffset>
                      </wp:positionH>
                      <wp:positionV relativeFrom="paragraph">
                        <wp:posOffset>431800</wp:posOffset>
                      </wp:positionV>
                      <wp:extent cx="1003300" cy="698500"/>
                      <wp:effectExtent l="0" t="0" r="0" b="0"/>
                      <wp:wrapNone/>
                      <wp:docPr id="2830" name="Rectangle 28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0" o:spid="_x0000_s1742" style="position:absolute;margin-left:102pt;margin-top:34pt;width:79pt;height:55pt;z-index:25279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fjK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gQIJMoBKX6FuRBx6huZox5uGOX09RzbZz8Y6tmDNLH9mySbZbLJiESfb3SJN75JFERbFYpuG2yzb&#10;7fJstf3lbkdpCcwVsXdwd9YdYn9H6CL9XCpfcmSUw/40hfA9mShMvaSBh1av578HG4zKlJ6t6w1v&#10;PqoHDfo7z4DpCE2tHtwfhEGT75LztUscWQrBIinyEEpFYSvLPzgbssBTL5eVNvYjkwNyRoU1FNPX&#10;jZwAyXz05Qjce33eWXbaT16OVZS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VH4y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0000" behindDoc="0" locked="0" layoutInCell="1" allowOverlap="1" wp14:anchorId="4406AB48" wp14:editId="4EE5B655">
                      <wp:simplePos x="0" y="0"/>
                      <wp:positionH relativeFrom="column">
                        <wp:posOffset>1295400</wp:posOffset>
                      </wp:positionH>
                      <wp:positionV relativeFrom="paragraph">
                        <wp:posOffset>431800</wp:posOffset>
                      </wp:positionV>
                      <wp:extent cx="1003300" cy="698500"/>
                      <wp:effectExtent l="0" t="0" r="0" b="0"/>
                      <wp:wrapNone/>
                      <wp:docPr id="2831" name="Rectangle 283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1" o:spid="_x0000_s1743" style="position:absolute;margin-left:102pt;margin-top:34pt;width:79pt;height:55pt;z-index:25280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1VX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EmEkSA9d+g51I2LfMTRFW17XzPXXc2Sj/WqsYwvWxPJXlqyT9TorZnGy2c7S9C6ZFWFRzDZpuMmy&#10;7TbPFpvf7naUlsBcEXsHd6e+Q+zvCJ1bP5XKlxwZ5bA/jyF8zyYK08K1NPDQLn8PNhiUKT1bpw1v&#10;PqoHDYedZ8B0hMZG9+4PjUGjV8npqhJHlkKwSIo8BC1R2MryT86enrxcVtrYz0z2yBkV1lBMXzdy&#10;BCTT0csRgPj6vLPsuBt9OxbRwq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j3VVc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1024" behindDoc="0" locked="0" layoutInCell="1" allowOverlap="1" wp14:anchorId="5D90B82A" wp14:editId="13F60292">
                      <wp:simplePos x="0" y="0"/>
                      <wp:positionH relativeFrom="column">
                        <wp:posOffset>1295400</wp:posOffset>
                      </wp:positionH>
                      <wp:positionV relativeFrom="paragraph">
                        <wp:posOffset>431800</wp:posOffset>
                      </wp:positionV>
                      <wp:extent cx="1003300" cy="698500"/>
                      <wp:effectExtent l="0" t="0" r="0" b="0"/>
                      <wp:wrapNone/>
                      <wp:docPr id="2832" name="Rectangle 28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2" o:spid="_x0000_s1744" style="position:absolute;margin-left:102pt;margin-top:34pt;width:79pt;height:55pt;z-index:25280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pVF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E3pVF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2048" behindDoc="0" locked="0" layoutInCell="1" allowOverlap="1" wp14:anchorId="5FCD5050" wp14:editId="628EEC85">
                      <wp:simplePos x="0" y="0"/>
                      <wp:positionH relativeFrom="column">
                        <wp:posOffset>1295400</wp:posOffset>
                      </wp:positionH>
                      <wp:positionV relativeFrom="paragraph">
                        <wp:posOffset>431800</wp:posOffset>
                      </wp:positionV>
                      <wp:extent cx="1003300" cy="698500"/>
                      <wp:effectExtent l="0" t="0" r="0" b="0"/>
                      <wp:wrapNone/>
                      <wp:docPr id="2833" name="Rectangle 28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3" o:spid="_x0000_s1745" style="position:absolute;margin-left:102pt;margin-top:34pt;width:79pt;height:55pt;z-index:25280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u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STASZACVvkLdiDj0DM3RjjcNc/p6jmyyn411bMGaWf7Mkk2y2WTFIk62u0Wa3iWLIiyKxTYNt1m2&#10;2+XZavvL3Y7SEpgrYu/g7qw7xP6O0EX6uVS+5Mgoh/1pCuF7MlGYekkDD61ez38PNhiVKT1b1xve&#10;fFQPGvR3ngHTEZpaPbg/CIMm3yXna5c4shSCRVLkIfQSha0s/+BsyAJPvVxW2tiPTA7IGRXWUExf&#10;N3ICJPPRlyNw7/V5Z9lpP3k5VlH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pCybk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color w:val="000000"/>
                <w:sz w:val="18"/>
                <w:szCs w:val="18"/>
              </w:rPr>
              <w:t>PROJECT</w:t>
            </w:r>
          </w:p>
        </w:tc>
        <w:tc>
          <w:tcPr>
            <w:tcW w:w="2272" w:type="dxa"/>
            <w:tcBorders>
              <w:top w:val="single" w:sz="4" w:space="0" w:color="BFBFBF"/>
              <w:left w:val="single" w:sz="4" w:space="0" w:color="BFBFBF"/>
              <w:bottom w:val="single" w:sz="4" w:space="0" w:color="BFBFBF"/>
              <w:right w:val="single" w:sz="4" w:space="0" w:color="BFBFBF"/>
            </w:tcBorders>
            <w:shd w:val="clear" w:color="auto" w:fill="EAEEF3"/>
            <w:vAlign w:val="center"/>
          </w:tcPr>
          <w:p w:rsidR="00E97431" w:rsidRPr="00E97431" w:rsidRDefault="00E97431" w:rsidP="00E97431">
            <w:pPr>
              <w:jc w:val="center"/>
              <w:rPr>
                <w:rFonts w:ascii="Century Gothic" w:hAnsi="Century Gothic" w:cs="Calibri"/>
                <w:b/>
                <w:bCs/>
                <w:color w:val="000000"/>
                <w:sz w:val="20"/>
                <w:szCs w:val="20"/>
              </w:rPr>
            </w:pPr>
            <w:r w:rsidRPr="00E97431">
              <w:rPr>
                <w:rFonts w:ascii="Century Gothic" w:hAnsi="Century Gothic" w:cs="Calibri"/>
                <w:b/>
                <w:bCs/>
                <w:noProof/>
                <w:color w:val="000000"/>
                <w:sz w:val="18"/>
                <w:szCs w:val="18"/>
              </w:rPr>
              <mc:AlternateContent>
                <mc:Choice Requires="wps">
                  <w:drawing>
                    <wp:anchor distT="0" distB="0" distL="114300" distR="114300" simplePos="0" relativeHeight="252803072" behindDoc="0" locked="0" layoutInCell="1" allowOverlap="1" wp14:anchorId="201493E5" wp14:editId="507A690B">
                      <wp:simplePos x="0" y="0"/>
                      <wp:positionH relativeFrom="column">
                        <wp:posOffset>1320800</wp:posOffset>
                      </wp:positionH>
                      <wp:positionV relativeFrom="paragraph">
                        <wp:posOffset>431800</wp:posOffset>
                      </wp:positionV>
                      <wp:extent cx="1003300" cy="698500"/>
                      <wp:effectExtent l="0" t="0" r="0" b="0"/>
                      <wp:wrapNone/>
                      <wp:docPr id="2834" name="Rectangle 283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4" o:spid="_x0000_s1746" style="position:absolute;left:0;text-align:left;margin-left:104pt;margin-top:34pt;width:79pt;height:55pt;z-index:25280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qIjY+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4096" behindDoc="0" locked="0" layoutInCell="1" allowOverlap="1" wp14:anchorId="031CB553" wp14:editId="7F64DAF5">
                      <wp:simplePos x="0" y="0"/>
                      <wp:positionH relativeFrom="column">
                        <wp:posOffset>1320800</wp:posOffset>
                      </wp:positionH>
                      <wp:positionV relativeFrom="paragraph">
                        <wp:posOffset>431800</wp:posOffset>
                      </wp:positionV>
                      <wp:extent cx="1003300" cy="698500"/>
                      <wp:effectExtent l="0" t="0" r="0" b="0"/>
                      <wp:wrapNone/>
                      <wp:docPr id="2835" name="Rectangle 28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5" o:spid="_x0000_s1747" style="position:absolute;left:0;text-align:left;margin-left:104pt;margin-top:34pt;width:79pt;height:55pt;z-index:25280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Vk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kudWQ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5120" behindDoc="0" locked="0" layoutInCell="1" allowOverlap="1" wp14:anchorId="5B30F6D8" wp14:editId="007AA765">
                      <wp:simplePos x="0" y="0"/>
                      <wp:positionH relativeFrom="column">
                        <wp:posOffset>1320800</wp:posOffset>
                      </wp:positionH>
                      <wp:positionV relativeFrom="paragraph">
                        <wp:posOffset>431800</wp:posOffset>
                      </wp:positionV>
                      <wp:extent cx="1003300" cy="698500"/>
                      <wp:effectExtent l="0" t="0" r="0" b="0"/>
                      <wp:wrapNone/>
                      <wp:docPr id="2836" name="Rectangle 28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6" o:spid="_x0000_s1748" style="position:absolute;left:0;text-align:left;margin-left:104pt;margin-top:34pt;width:79pt;height:55pt;z-index:25280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xfG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Pg/F8Y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6144" behindDoc="0" locked="0" layoutInCell="1" allowOverlap="1" wp14:anchorId="7C7488E2" wp14:editId="1DB432FA">
                      <wp:simplePos x="0" y="0"/>
                      <wp:positionH relativeFrom="column">
                        <wp:posOffset>1320800</wp:posOffset>
                      </wp:positionH>
                      <wp:positionV relativeFrom="paragraph">
                        <wp:posOffset>431800</wp:posOffset>
                      </wp:positionV>
                      <wp:extent cx="1003300" cy="698500"/>
                      <wp:effectExtent l="0" t="0" r="0" b="0"/>
                      <wp:wrapNone/>
                      <wp:docPr id="2837" name="Rectangle 283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7" o:spid="_x0000_s1749" style="position:absolute;left:0;text-align:left;margin-left:104pt;margin-top:34pt;width:79pt;height:55pt;z-index:25280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CZm6W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7168" behindDoc="0" locked="0" layoutInCell="1" allowOverlap="1" wp14:anchorId="25145CFD" wp14:editId="19402A48">
                      <wp:simplePos x="0" y="0"/>
                      <wp:positionH relativeFrom="column">
                        <wp:posOffset>1320800</wp:posOffset>
                      </wp:positionH>
                      <wp:positionV relativeFrom="paragraph">
                        <wp:posOffset>431800</wp:posOffset>
                      </wp:positionV>
                      <wp:extent cx="1003300" cy="698500"/>
                      <wp:effectExtent l="0" t="0" r="0" b="0"/>
                      <wp:wrapNone/>
                      <wp:docPr id="2838" name="Rectangle 28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8" o:spid="_x0000_s1750" style="position:absolute;left:0;text-align:left;margin-left:104pt;margin-top:34pt;width:79pt;height:55pt;z-index:25280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didh+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8192" behindDoc="0" locked="0" layoutInCell="1" allowOverlap="1" wp14:anchorId="4DA2D3DD" wp14:editId="7AA6989A">
                      <wp:simplePos x="0" y="0"/>
                      <wp:positionH relativeFrom="column">
                        <wp:posOffset>1320800</wp:posOffset>
                      </wp:positionH>
                      <wp:positionV relativeFrom="paragraph">
                        <wp:posOffset>431800</wp:posOffset>
                      </wp:positionV>
                      <wp:extent cx="1003300" cy="698500"/>
                      <wp:effectExtent l="0" t="0" r="0" b="0"/>
                      <wp:wrapNone/>
                      <wp:docPr id="2839" name="Rectangle 28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9" o:spid="_x0000_s1751" style="position:absolute;left:0;text-align:left;margin-left:104pt;margin-top:34pt;width:79pt;height:55pt;z-index:25280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W8s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bVbyw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9216" behindDoc="0" locked="0" layoutInCell="1" allowOverlap="1" wp14:anchorId="64394B8C" wp14:editId="05142097">
                      <wp:simplePos x="0" y="0"/>
                      <wp:positionH relativeFrom="column">
                        <wp:posOffset>1320800</wp:posOffset>
                      </wp:positionH>
                      <wp:positionV relativeFrom="paragraph">
                        <wp:posOffset>431800</wp:posOffset>
                      </wp:positionV>
                      <wp:extent cx="1003300" cy="698500"/>
                      <wp:effectExtent l="0" t="0" r="0" b="0"/>
                      <wp:wrapNone/>
                      <wp:docPr id="2840" name="Rectangle 284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0" o:spid="_x0000_s1752" style="position:absolute;left:0;text-align:left;margin-left:104pt;margin-top:34pt;width:79pt;height:55pt;z-index:25280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tBVLR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0240" behindDoc="0" locked="0" layoutInCell="1" allowOverlap="1" wp14:anchorId="7032F574" wp14:editId="6DFF509C">
                      <wp:simplePos x="0" y="0"/>
                      <wp:positionH relativeFrom="column">
                        <wp:posOffset>1320800</wp:posOffset>
                      </wp:positionH>
                      <wp:positionV relativeFrom="paragraph">
                        <wp:posOffset>431800</wp:posOffset>
                      </wp:positionV>
                      <wp:extent cx="1003300" cy="698500"/>
                      <wp:effectExtent l="0" t="0" r="0" b="0"/>
                      <wp:wrapNone/>
                      <wp:docPr id="2841" name="Rectangle 28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1" o:spid="_x0000_s1753" style="position:absolute;left:0;text-align:left;margin-left:104pt;margin-top:34pt;width:79pt;height:55pt;z-index:25281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ba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Wz5to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1264" behindDoc="0" locked="0" layoutInCell="1" allowOverlap="1" wp14:anchorId="76C4590B" wp14:editId="6598FC3F">
                      <wp:simplePos x="0" y="0"/>
                      <wp:positionH relativeFrom="column">
                        <wp:posOffset>1320800</wp:posOffset>
                      </wp:positionH>
                      <wp:positionV relativeFrom="paragraph">
                        <wp:posOffset>431800</wp:posOffset>
                      </wp:positionV>
                      <wp:extent cx="1003300" cy="698500"/>
                      <wp:effectExtent l="0" t="0" r="0" b="0"/>
                      <wp:wrapNone/>
                      <wp:docPr id="2842" name="Rectangle 28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2" o:spid="_x0000_s1754" style="position:absolute;left:0;text-align:left;margin-left:104pt;margin-top:34pt;width:79pt;height:55pt;z-index:25281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M6Fg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2288" behindDoc="0" locked="0" layoutInCell="1" allowOverlap="1" wp14:anchorId="3911E377" wp14:editId="7E501941">
                      <wp:simplePos x="0" y="0"/>
                      <wp:positionH relativeFrom="column">
                        <wp:posOffset>1320800</wp:posOffset>
                      </wp:positionH>
                      <wp:positionV relativeFrom="paragraph">
                        <wp:posOffset>431800</wp:posOffset>
                      </wp:positionV>
                      <wp:extent cx="1003300" cy="698500"/>
                      <wp:effectExtent l="0" t="0" r="0" b="0"/>
                      <wp:wrapNone/>
                      <wp:docPr id="2843" name="Rectangle 284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3" o:spid="_x0000_s1755" style="position:absolute;left:0;text-align:left;margin-left:104pt;margin-top:34pt;width:79pt;height:55pt;z-index:25281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OWgoH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3312" behindDoc="0" locked="0" layoutInCell="1" allowOverlap="1" wp14:anchorId="61E5C853" wp14:editId="4742FFC7">
                      <wp:simplePos x="0" y="0"/>
                      <wp:positionH relativeFrom="column">
                        <wp:posOffset>1320800</wp:posOffset>
                      </wp:positionH>
                      <wp:positionV relativeFrom="paragraph">
                        <wp:posOffset>431800</wp:posOffset>
                      </wp:positionV>
                      <wp:extent cx="1003300" cy="698500"/>
                      <wp:effectExtent l="0" t="0" r="0" b="0"/>
                      <wp:wrapNone/>
                      <wp:docPr id="2844" name="Rectangle 28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4" o:spid="_x0000_s1756" style="position:absolute;left:0;text-align:left;margin-left:104pt;margin-top:34pt;width:79pt;height:55pt;z-index:25281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UIHQ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myBFC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4336" behindDoc="0" locked="0" layoutInCell="1" allowOverlap="1" wp14:anchorId="705B5726" wp14:editId="7B2B2F2F">
                      <wp:simplePos x="0" y="0"/>
                      <wp:positionH relativeFrom="column">
                        <wp:posOffset>1320800</wp:posOffset>
                      </wp:positionH>
                      <wp:positionV relativeFrom="paragraph">
                        <wp:posOffset>431800</wp:posOffset>
                      </wp:positionV>
                      <wp:extent cx="1003300" cy="698500"/>
                      <wp:effectExtent l="0" t="0" r="0" b="0"/>
                      <wp:wrapNone/>
                      <wp:docPr id="2845" name="Rectangle 28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5" o:spid="_x0000_s1757" style="position:absolute;left:0;text-align:left;margin-left:104pt;margin-top:34pt;width:79pt;height:55pt;z-index:25281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kvf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vSS9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5360" behindDoc="0" locked="0" layoutInCell="1" allowOverlap="1" wp14:anchorId="42BE0AF2" wp14:editId="0FB6BCE9">
                      <wp:simplePos x="0" y="0"/>
                      <wp:positionH relativeFrom="column">
                        <wp:posOffset>1320800</wp:posOffset>
                      </wp:positionH>
                      <wp:positionV relativeFrom="paragraph">
                        <wp:posOffset>431800</wp:posOffset>
                      </wp:positionV>
                      <wp:extent cx="1003300" cy="698500"/>
                      <wp:effectExtent l="0" t="0" r="0" b="0"/>
                      <wp:wrapNone/>
                      <wp:docPr id="2846" name="Rectangle 284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6" o:spid="_x0000_s1758" style="position:absolute;left:0;text-align:left;margin-left:104pt;margin-top:34pt;width:79pt;height:55pt;z-index:25281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Ll4o3GQIAAA0EAAAOAAAAAAAAAAAAAAAAAC4CAABkcnMvZTJvRG9jLnhtbFBLAQItABQABgAI&#10;AAAAIQCJZGwO2wAAAAoBAAAPAAAAAAAAAAAAAAAAAHMEAABkcnMvZG93bnJldi54bWxQSwUGAAAA&#10;AAQABADzAAAAew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6384" behindDoc="0" locked="0" layoutInCell="1" allowOverlap="1" wp14:anchorId="7079E5B2" wp14:editId="0F6DE091">
                      <wp:simplePos x="0" y="0"/>
                      <wp:positionH relativeFrom="column">
                        <wp:posOffset>1320800</wp:posOffset>
                      </wp:positionH>
                      <wp:positionV relativeFrom="paragraph">
                        <wp:posOffset>431800</wp:posOffset>
                      </wp:positionV>
                      <wp:extent cx="1003300" cy="698500"/>
                      <wp:effectExtent l="0" t="0" r="0" b="0"/>
                      <wp:wrapNone/>
                      <wp:docPr id="2847" name="Rectangle 28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7" o:spid="_x0000_s1759" style="position:absolute;left:0;text-align:left;margin-left:104pt;margin-top:34pt;width:79pt;height:55pt;z-index:25281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SeqHA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6MSeq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7408" behindDoc="0" locked="0" layoutInCell="1" allowOverlap="1" wp14:anchorId="054CDABE" wp14:editId="70706A1C">
                      <wp:simplePos x="0" y="0"/>
                      <wp:positionH relativeFrom="column">
                        <wp:posOffset>1320800</wp:posOffset>
                      </wp:positionH>
                      <wp:positionV relativeFrom="paragraph">
                        <wp:posOffset>431800</wp:posOffset>
                      </wp:positionV>
                      <wp:extent cx="1003300" cy="698500"/>
                      <wp:effectExtent l="0" t="0" r="0" b="0"/>
                      <wp:wrapNone/>
                      <wp:docPr id="2848" name="Rectangle 28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8" o:spid="_x0000_s1760" style="position:absolute;left:0;text-align:left;margin-left:104pt;margin-top:34pt;width:79pt;height:55pt;z-index:25281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NtfQ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8432" behindDoc="0" locked="0" layoutInCell="1" allowOverlap="1" wp14:anchorId="23A3B221" wp14:editId="59F55C80">
                      <wp:simplePos x="0" y="0"/>
                      <wp:positionH relativeFrom="column">
                        <wp:posOffset>1320800</wp:posOffset>
                      </wp:positionH>
                      <wp:positionV relativeFrom="paragraph">
                        <wp:posOffset>431800</wp:posOffset>
                      </wp:positionV>
                      <wp:extent cx="1003300" cy="698500"/>
                      <wp:effectExtent l="0" t="0" r="0" b="0"/>
                      <wp:wrapNone/>
                      <wp:docPr id="2849" name="Rectangle 284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9" o:spid="_x0000_s1761" style="position:absolute;left:0;text-align:left;margin-left:104pt;margin-top:34pt;width:79pt;height:55pt;z-index:25281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lffLd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9456" behindDoc="0" locked="0" layoutInCell="1" allowOverlap="1" wp14:anchorId="34EA8367" wp14:editId="23BFC549">
                      <wp:simplePos x="0" y="0"/>
                      <wp:positionH relativeFrom="column">
                        <wp:posOffset>1320800</wp:posOffset>
                      </wp:positionH>
                      <wp:positionV relativeFrom="paragraph">
                        <wp:posOffset>431800</wp:posOffset>
                      </wp:positionV>
                      <wp:extent cx="1003300" cy="698500"/>
                      <wp:effectExtent l="0" t="0" r="0" b="0"/>
                      <wp:wrapNone/>
                      <wp:docPr id="2850" name="Rectangle 28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0" o:spid="_x0000_s1762" style="position:absolute;left:0;text-align:left;margin-left:104pt;margin-top:34pt;width:79pt;height:55pt;z-index:25281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P/s6ds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0480" behindDoc="0" locked="0" layoutInCell="1" allowOverlap="1" wp14:anchorId="0F004436" wp14:editId="1845720F">
                      <wp:simplePos x="0" y="0"/>
                      <wp:positionH relativeFrom="column">
                        <wp:posOffset>1320800</wp:posOffset>
                      </wp:positionH>
                      <wp:positionV relativeFrom="paragraph">
                        <wp:posOffset>431800</wp:posOffset>
                      </wp:positionV>
                      <wp:extent cx="1003300" cy="698500"/>
                      <wp:effectExtent l="0" t="0" r="0" b="0"/>
                      <wp:wrapNone/>
                      <wp:docPr id="2851" name="Rectangle 28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1" o:spid="_x0000_s1763" style="position:absolute;left:0;text-align:left;margin-left:104pt;margin-top:34pt;width:79pt;height:55pt;z-index:25282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ucMHw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1504" behindDoc="0" locked="0" layoutInCell="1" allowOverlap="1" wp14:anchorId="3B3563E5" wp14:editId="0A4615BF">
                      <wp:simplePos x="0" y="0"/>
                      <wp:positionH relativeFrom="column">
                        <wp:posOffset>1320800</wp:posOffset>
                      </wp:positionH>
                      <wp:positionV relativeFrom="paragraph">
                        <wp:posOffset>431800</wp:posOffset>
                      </wp:positionV>
                      <wp:extent cx="1003300" cy="698500"/>
                      <wp:effectExtent l="0" t="0" r="0" b="0"/>
                      <wp:wrapNone/>
                      <wp:docPr id="2852" name="Rectangle 285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2" o:spid="_x0000_s1764" style="position:absolute;left:0;text-align:left;margin-left:104pt;margin-top:34pt;width:79pt;height:55pt;z-index:25282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DNyce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2528" behindDoc="0" locked="0" layoutInCell="1" allowOverlap="1" wp14:anchorId="3DBCF3CA" wp14:editId="14E15717">
                      <wp:simplePos x="0" y="0"/>
                      <wp:positionH relativeFrom="column">
                        <wp:posOffset>1320800</wp:posOffset>
                      </wp:positionH>
                      <wp:positionV relativeFrom="paragraph">
                        <wp:posOffset>431800</wp:posOffset>
                      </wp:positionV>
                      <wp:extent cx="1003300" cy="698500"/>
                      <wp:effectExtent l="0" t="0" r="0" b="0"/>
                      <wp:wrapNone/>
                      <wp:docPr id="2853" name="Rectangle 28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3" o:spid="_x0000_s1765" style="position:absolute;left:0;text-align:left;margin-left:104pt;margin-top:34pt;width:79pt;height:55pt;z-index:25282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qD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KRioM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3552" behindDoc="0" locked="0" layoutInCell="1" allowOverlap="1" wp14:anchorId="23D6C481" wp14:editId="013D56B8">
                      <wp:simplePos x="0" y="0"/>
                      <wp:positionH relativeFrom="column">
                        <wp:posOffset>1320800</wp:posOffset>
                      </wp:positionH>
                      <wp:positionV relativeFrom="paragraph">
                        <wp:posOffset>431800</wp:posOffset>
                      </wp:positionV>
                      <wp:extent cx="1003300" cy="698500"/>
                      <wp:effectExtent l="0" t="0" r="0" b="0"/>
                      <wp:wrapNone/>
                      <wp:docPr id="2854" name="Rectangle 28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4" o:spid="_x0000_s1766" style="position:absolute;left:0;text-align:left;margin-left:104pt;margin-top:34pt;width:79pt;height:55pt;z-index:25282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O0qHQ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jjtK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4576" behindDoc="0" locked="0" layoutInCell="1" allowOverlap="1" wp14:anchorId="293479C2" wp14:editId="5D2FC1B2">
                      <wp:simplePos x="0" y="0"/>
                      <wp:positionH relativeFrom="column">
                        <wp:posOffset>1320800</wp:posOffset>
                      </wp:positionH>
                      <wp:positionV relativeFrom="paragraph">
                        <wp:posOffset>431800</wp:posOffset>
                      </wp:positionV>
                      <wp:extent cx="1003300" cy="698500"/>
                      <wp:effectExtent l="0" t="0" r="0" b="0"/>
                      <wp:wrapNone/>
                      <wp:docPr id="2855" name="Rectangle 285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5" o:spid="_x0000_s1767" style="position:absolute;left:0;text-align:left;margin-left:104pt;margin-top:34pt;width:79pt;height:55pt;z-index:25282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XnkC3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5600" behindDoc="0" locked="0" layoutInCell="1" allowOverlap="1" wp14:anchorId="0C26B42E" wp14:editId="43DAF0B9">
                      <wp:simplePos x="0" y="0"/>
                      <wp:positionH relativeFrom="column">
                        <wp:posOffset>1320800</wp:posOffset>
                      </wp:positionH>
                      <wp:positionV relativeFrom="paragraph">
                        <wp:posOffset>431800</wp:posOffset>
                      </wp:positionV>
                      <wp:extent cx="1003300" cy="698500"/>
                      <wp:effectExtent l="0" t="0" r="0" b="0"/>
                      <wp:wrapNone/>
                      <wp:docPr id="2856" name="Rectangle 28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6" o:spid="_x0000_s1768" style="position:absolute;left:0;text-align:left;margin-left:104pt;margin-top:34pt;width:79pt;height:55pt;z-index:25282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4Ff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GfbgV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6624" behindDoc="0" locked="0" layoutInCell="1" allowOverlap="1" wp14:anchorId="4151C2E5" wp14:editId="78AEB549">
                      <wp:simplePos x="0" y="0"/>
                      <wp:positionH relativeFrom="column">
                        <wp:posOffset>1320800</wp:posOffset>
                      </wp:positionH>
                      <wp:positionV relativeFrom="paragraph">
                        <wp:posOffset>431800</wp:posOffset>
                      </wp:positionV>
                      <wp:extent cx="1003300" cy="698500"/>
                      <wp:effectExtent l="0" t="0" r="0" b="0"/>
                      <wp:wrapNone/>
                      <wp:docPr id="2857" name="Rectangle 28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7" o:spid="_x0000_s1769" style="position:absolute;left:0;text-align:left;margin-left:104pt;margin-top:34pt;width:79pt;height:55pt;z-index:25282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ymPi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7648" behindDoc="0" locked="0" layoutInCell="1" allowOverlap="1" wp14:anchorId="616DB983" wp14:editId="4972CA81">
                      <wp:simplePos x="0" y="0"/>
                      <wp:positionH relativeFrom="column">
                        <wp:posOffset>1295400</wp:posOffset>
                      </wp:positionH>
                      <wp:positionV relativeFrom="paragraph">
                        <wp:posOffset>431800</wp:posOffset>
                      </wp:positionV>
                      <wp:extent cx="1003300" cy="698500"/>
                      <wp:effectExtent l="0" t="0" r="0" b="0"/>
                      <wp:wrapNone/>
                      <wp:docPr id="2858" name="Rectangle 285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8" o:spid="_x0000_s1770" style="position:absolute;left:0;text-align:left;margin-left:102pt;margin-top:34pt;width:79pt;height:55pt;z-index:25282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OIHGg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vo4gc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8672" behindDoc="0" locked="0" layoutInCell="1" allowOverlap="1" wp14:anchorId="53CF90A0" wp14:editId="5CEC3B31">
                      <wp:simplePos x="0" y="0"/>
                      <wp:positionH relativeFrom="column">
                        <wp:posOffset>1295400</wp:posOffset>
                      </wp:positionH>
                      <wp:positionV relativeFrom="paragraph">
                        <wp:posOffset>431800</wp:posOffset>
                      </wp:positionV>
                      <wp:extent cx="1003300" cy="698500"/>
                      <wp:effectExtent l="0" t="0" r="0" b="0"/>
                      <wp:wrapNone/>
                      <wp:docPr id="2859" name="Rectangle 28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9" o:spid="_x0000_s1771" style="position:absolute;left:0;text-align:left;margin-left:102pt;margin-top:34pt;width:79pt;height:55pt;z-index:25282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k+a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7z&#10;RYGRID2o9A3qRsShY2iKtryumdPXc2Sj/WKsYwvWxPJnlmySzSYrZnGy3c3S9C6ZFWFRzLZpuM2y&#10;3S7Plttf7naUlsBcEXsHdyfdIfY+Qhfpp1L5kiOjHPbnMYTv2URh6iUNPLT1avp7sMGgTOnZut7w&#10;5qN60KC/8wyYjtDY6N79QRg0+i45X7vEkaUQLJIiD6GXKGxl+cLZkAWeermstLGfmOyRMyqsoZi+&#10;buQESKajL0fg3uvzzrLjfvRyLNO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pOT5o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9696" behindDoc="0" locked="0" layoutInCell="1" allowOverlap="1" wp14:anchorId="6DA7A44F" wp14:editId="53575EEA">
                      <wp:simplePos x="0" y="0"/>
                      <wp:positionH relativeFrom="column">
                        <wp:posOffset>1295400</wp:posOffset>
                      </wp:positionH>
                      <wp:positionV relativeFrom="paragraph">
                        <wp:posOffset>431800</wp:posOffset>
                      </wp:positionV>
                      <wp:extent cx="1003300" cy="698500"/>
                      <wp:effectExtent l="0" t="0" r="0" b="0"/>
                      <wp:wrapNone/>
                      <wp:docPr id="2860" name="Rectangle 28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0" o:spid="_x0000_s1772" style="position:absolute;left:0;text-align:left;margin-left:102pt;margin-top:34pt;width:79pt;height:55pt;z-index:25282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B3y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gwIJMoBKX6FuRBx6huZox5uGOX09RzbZz8Y6tmDNLH9mySbZbLJiESfb3SJN75JFERbFYpuG2yzb&#10;7fJstf3lbkdpCcwVsXdwd9YdYn9H6CL9XCpfcmSUw/40hfA9mShMvaSBh1av578HG4zKlJ6t6w1v&#10;PqoHDfo7z4DpCE2tHtwfhEGT75LztUscWQrBIinyEEpFYSvLPzgbssBTL5eVNvYjkwNyRoU1FNPX&#10;jZwAyXz05Qjce33eWXbaT16OVZq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2UQd8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0720" behindDoc="0" locked="0" layoutInCell="1" allowOverlap="1" wp14:anchorId="59E1065B" wp14:editId="28BDB89C">
                      <wp:simplePos x="0" y="0"/>
                      <wp:positionH relativeFrom="column">
                        <wp:posOffset>1295400</wp:posOffset>
                      </wp:positionH>
                      <wp:positionV relativeFrom="paragraph">
                        <wp:posOffset>431800</wp:posOffset>
                      </wp:positionV>
                      <wp:extent cx="1003300" cy="698500"/>
                      <wp:effectExtent l="0" t="0" r="0" b="0"/>
                      <wp:wrapNone/>
                      <wp:docPr id="2861" name="Rectangle 286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1" o:spid="_x0000_s1773" style="position:absolute;left:0;text-align:left;margin-left:102pt;margin-top:34pt;width:79pt;height:55pt;z-index:25283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rBv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FmEkSA9d+g51I2LfMTRFW17XzPXXc2Sj/WqsYwvWxPJXlqyT9TorZnGy2c7S9C6ZFWFRzDZpuMmy&#10;7TbPFpvf7naUlsBcEXsHd6e+Q+zvCJ1bP5XKlxwZ5bA/jyF8zyYK08K1NPDQLn8PNhiUKT1bpw1v&#10;PqoHDYedZ8B0hMZG9+4PjUGjV8npqhJHlkKwSIo8BC1R2MryT86enrxcVtrYz0z2yBkV1lBMXzdy&#10;BCTT0csRgPj6vLPsuBt9Oxbpwq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jisG8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1744" behindDoc="0" locked="0" layoutInCell="1" allowOverlap="1" wp14:anchorId="11601390" wp14:editId="2DDB3B74">
                      <wp:simplePos x="0" y="0"/>
                      <wp:positionH relativeFrom="column">
                        <wp:posOffset>1295400</wp:posOffset>
                      </wp:positionH>
                      <wp:positionV relativeFrom="paragraph">
                        <wp:posOffset>431800</wp:posOffset>
                      </wp:positionV>
                      <wp:extent cx="1003300" cy="698500"/>
                      <wp:effectExtent l="0" t="0" r="0" b="0"/>
                      <wp:wrapNone/>
                      <wp:docPr id="2862" name="Rectangle 28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2" o:spid="_x0000_s1774" style="position:absolute;left:0;text-align:left;margin-left:102pt;margin-top:34pt;width:79pt;height:55pt;z-index:25283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3B9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Mtwf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2768" behindDoc="0" locked="0" layoutInCell="1" allowOverlap="1" wp14:anchorId="4E849733" wp14:editId="4FA952FF">
                      <wp:simplePos x="0" y="0"/>
                      <wp:positionH relativeFrom="column">
                        <wp:posOffset>1295400</wp:posOffset>
                      </wp:positionH>
                      <wp:positionV relativeFrom="paragraph">
                        <wp:posOffset>431800</wp:posOffset>
                      </wp:positionV>
                      <wp:extent cx="1003300" cy="698500"/>
                      <wp:effectExtent l="0" t="0" r="0" b="0"/>
                      <wp:wrapNone/>
                      <wp:docPr id="2863" name="Rectangle 28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3" o:spid="_x0000_s1775" style="position:absolute;left:0;text-align:left;margin-left:102pt;margin-top:34pt;width:79pt;height:55pt;z-index:25283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X6q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SzASZACVvkLdiDj0DM3RjjcNc/p6jmyyn411bMGaWf7Mkk2y2WTFIk62u0Wa3iWLIiyKxTYNt1m2&#10;2+XZavvL3Y7SEpgrYu/g7qw7xP6O0EX6uVS+5Mgoh/1pCuF7MlGYekkDD61ez38PNhiVKT1b1xve&#10;fFQPGvR3ngHTEZpaPbg/CIMm3yXna5c4shSCRVLkIfQSha0s/+BsyAJPvVxW2tiPTA7IGRXWUExf&#10;N3ICJPPRlyNw7/V5Z9lpP3k5Vmn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Dl+q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3792" behindDoc="0" locked="0" layoutInCell="1" allowOverlap="1" wp14:anchorId="2DE1E7D0" wp14:editId="4E86F4F9">
                      <wp:simplePos x="0" y="0"/>
                      <wp:positionH relativeFrom="column">
                        <wp:posOffset>1295400</wp:posOffset>
                      </wp:positionH>
                      <wp:positionV relativeFrom="paragraph">
                        <wp:posOffset>431800</wp:posOffset>
                      </wp:positionV>
                      <wp:extent cx="1003300" cy="698500"/>
                      <wp:effectExtent l="0" t="0" r="0" b="0"/>
                      <wp:wrapNone/>
                      <wp:docPr id="2864" name="Rectangle 286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4" o:spid="_x0000_s1776" style="position:absolute;left:0;text-align:left;margin-left:102pt;margin-top:34pt;width:79pt;height:55pt;z-index:25283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RO9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ZxE7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4816" behindDoc="0" locked="0" layoutInCell="1" allowOverlap="1" wp14:anchorId="2A70C934" wp14:editId="43E39413">
                      <wp:simplePos x="0" y="0"/>
                      <wp:positionH relativeFrom="column">
                        <wp:posOffset>1295400</wp:posOffset>
                      </wp:positionH>
                      <wp:positionV relativeFrom="paragraph">
                        <wp:posOffset>431800</wp:posOffset>
                      </wp:positionV>
                      <wp:extent cx="1003300" cy="698500"/>
                      <wp:effectExtent l="0" t="0" r="0" b="0"/>
                      <wp:wrapNone/>
                      <wp:docPr id="2865" name="Rectangle 28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5" o:spid="_x0000_s1777" style="position:absolute;left:0;text-align:left;margin-left:102pt;margin-top:34pt;width:79pt;height:55pt;z-index:25283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74gHA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9e+I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5840" behindDoc="0" locked="0" layoutInCell="1" allowOverlap="1" wp14:anchorId="0CB481FC" wp14:editId="03EB554D">
                      <wp:simplePos x="0" y="0"/>
                      <wp:positionH relativeFrom="column">
                        <wp:posOffset>1295400</wp:posOffset>
                      </wp:positionH>
                      <wp:positionV relativeFrom="paragraph">
                        <wp:posOffset>431800</wp:posOffset>
                      </wp:positionV>
                      <wp:extent cx="1003300" cy="698500"/>
                      <wp:effectExtent l="0" t="0" r="0" b="0"/>
                      <wp:wrapNone/>
                      <wp:docPr id="2866" name="Rectangle 28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6" o:spid="_x0000_s1778" style="position:absolute;left:0;text-align:left;margin-left:102pt;margin-top:34pt;width:79pt;height:55pt;z-index:25283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tyC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yzASZACVvkDdiDj0DM3RjjcNc/p6jmyyn4x1bMGaWf7Ikk2y2WTFIk62u0Wa3ieLIiyKxTYNt1m2&#10;2+XZavvT3Y7SEpgrYu/h7qw7xP6O0EX6uVS+5Mgoh/15CuF7NlGYekkDD61ez38PNhiVKT1b1xve&#10;fFKPGvR3ngHTEZpaPbg/CIMm3yXna5c4shSCRVLkIfQSha0sv3E2ZIGnXi4rbewHJgfkjAprKKav&#10;GzkBkvnoyxG49/q8s+y0n7wcq5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KbG3II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6864" behindDoc="0" locked="0" layoutInCell="1" allowOverlap="1" wp14:anchorId="763419A6" wp14:editId="47C8FBBA">
                      <wp:simplePos x="0" y="0"/>
                      <wp:positionH relativeFrom="column">
                        <wp:posOffset>1295400</wp:posOffset>
                      </wp:positionH>
                      <wp:positionV relativeFrom="paragraph">
                        <wp:posOffset>431800</wp:posOffset>
                      </wp:positionV>
                      <wp:extent cx="1003300" cy="698500"/>
                      <wp:effectExtent l="0" t="0" r="0" b="0"/>
                      <wp:wrapNone/>
                      <wp:docPr id="2867" name="Rectangle 286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7" o:spid="_x0000_s1779" style="position:absolute;left:0;text-align:left;margin-left:102pt;margin-top:34pt;width:79pt;height:55pt;z-index:25283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HEf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dgcR8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7888" behindDoc="0" locked="0" layoutInCell="1" allowOverlap="1" wp14:anchorId="046DE351" wp14:editId="06B65E9D">
                      <wp:simplePos x="0" y="0"/>
                      <wp:positionH relativeFrom="column">
                        <wp:posOffset>1295400</wp:posOffset>
                      </wp:positionH>
                      <wp:positionV relativeFrom="paragraph">
                        <wp:posOffset>431800</wp:posOffset>
                      </wp:positionV>
                      <wp:extent cx="1003300" cy="698500"/>
                      <wp:effectExtent l="0" t="0" r="0" b="0"/>
                      <wp:wrapNone/>
                      <wp:docPr id="2868" name="Rectangle 28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8" o:spid="_x0000_s1780" style="position:absolute;left:0;text-align:left;margin-left:102pt;margin-top:34pt;width:79pt;height:55pt;z-index:25283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qq/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N6qv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8912" behindDoc="0" locked="0" layoutInCell="1" allowOverlap="1" wp14:anchorId="1D586BC1" wp14:editId="642A7FDC">
                      <wp:simplePos x="0" y="0"/>
                      <wp:positionH relativeFrom="column">
                        <wp:posOffset>1295400</wp:posOffset>
                      </wp:positionH>
                      <wp:positionV relativeFrom="paragraph">
                        <wp:posOffset>431800</wp:posOffset>
                      </wp:positionV>
                      <wp:extent cx="1003300" cy="698500"/>
                      <wp:effectExtent l="0" t="0" r="0" b="0"/>
                      <wp:wrapNone/>
                      <wp:docPr id="2869" name="Rectangle 28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9" o:spid="_x0000_s1781" style="position:absolute;left:0;text-align:left;margin-left:102pt;margin-top:34pt;width:79pt;height:55pt;z-index:25283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KRo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7z&#10;rMBIkB5U+gZ1I+LQMTRFW17XzOnrObLRfjHWsQVrYvkzSzbJZpMVszjZ7mZpepfMirAoZts03GbZ&#10;bpdny+0vdztKS2CuiL2Du5PuEHsfoYv0U6l8yZFRDvvzGML3bKIw9ZIGHtp6Nf092GBQpvRsXW94&#10;81E9aNDfeQZMR2hsdO/+IAwafZecr13iyFIIFkmRh9BLFLayfOFsyAJPvVxW2thPTPbIGRXWUExf&#10;N3ICJNPRlyNw7/V5Z9lxP3o5lo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gspGg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9936" behindDoc="0" locked="0" layoutInCell="1" allowOverlap="1" wp14:anchorId="4D781654" wp14:editId="12FD7494">
                      <wp:simplePos x="0" y="0"/>
                      <wp:positionH relativeFrom="column">
                        <wp:posOffset>1295400</wp:posOffset>
                      </wp:positionH>
                      <wp:positionV relativeFrom="paragraph">
                        <wp:posOffset>431800</wp:posOffset>
                      </wp:positionV>
                      <wp:extent cx="1003300" cy="698500"/>
                      <wp:effectExtent l="0" t="0" r="0" b="0"/>
                      <wp:wrapNone/>
                      <wp:docPr id="2870" name="Rectangle 287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0" o:spid="_x0000_s1782" style="position:absolute;left:0;text-align:left;margin-left:102pt;margin-top:34pt;width:79pt;height:55pt;z-index:25283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JK9v24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0960" behindDoc="0" locked="0" layoutInCell="1" allowOverlap="1" wp14:anchorId="206E0000" wp14:editId="3702B640">
                      <wp:simplePos x="0" y="0"/>
                      <wp:positionH relativeFrom="column">
                        <wp:posOffset>1295400</wp:posOffset>
                      </wp:positionH>
                      <wp:positionV relativeFrom="paragraph">
                        <wp:posOffset>431800</wp:posOffset>
                      </wp:positionV>
                      <wp:extent cx="1003300" cy="698500"/>
                      <wp:effectExtent l="0" t="0" r="0" b="0"/>
                      <wp:wrapNone/>
                      <wp:docPr id="2871" name="Rectangle 28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1" o:spid="_x0000_s1783" style="position:absolute;left:0;text-align:left;margin-left:102pt;margin-top:34pt;width:79pt;height:55pt;z-index:25284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xLz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MbEvM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1984" behindDoc="0" locked="0" layoutInCell="1" allowOverlap="1" wp14:anchorId="7E167C34" wp14:editId="3FA7D79E">
                      <wp:simplePos x="0" y="0"/>
                      <wp:positionH relativeFrom="column">
                        <wp:posOffset>1295400</wp:posOffset>
                      </wp:positionH>
                      <wp:positionV relativeFrom="paragraph">
                        <wp:posOffset>431800</wp:posOffset>
                      </wp:positionV>
                      <wp:extent cx="1003300" cy="698500"/>
                      <wp:effectExtent l="0" t="0" r="0" b="0"/>
                      <wp:wrapNone/>
                      <wp:docPr id="2872" name="Rectangle 28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2" o:spid="_x0000_s1784" style="position:absolute;left:0;text-align:left;margin-left:102pt;margin-top:34pt;width:79pt;height:55pt;z-index:25284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Gr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7mZxq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3008" behindDoc="0" locked="0" layoutInCell="1" allowOverlap="1" wp14:anchorId="2507A4A3" wp14:editId="3143CBB2">
                      <wp:simplePos x="0" y="0"/>
                      <wp:positionH relativeFrom="column">
                        <wp:posOffset>1295400</wp:posOffset>
                      </wp:positionH>
                      <wp:positionV relativeFrom="paragraph">
                        <wp:posOffset>431800</wp:posOffset>
                      </wp:positionV>
                      <wp:extent cx="1003300" cy="698500"/>
                      <wp:effectExtent l="0" t="0" r="0" b="0"/>
                      <wp:wrapNone/>
                      <wp:docPr id="2873" name="Rectangle 287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3" o:spid="_x0000_s1785" style="position:absolute;left:0;text-align:left;margin-left:102pt;margin-top:34pt;width:79pt;height:55pt;z-index:25284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w2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A3DY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4032" behindDoc="0" locked="0" layoutInCell="1" allowOverlap="1" wp14:anchorId="10EA3446" wp14:editId="03E41549">
                      <wp:simplePos x="0" y="0"/>
                      <wp:positionH relativeFrom="column">
                        <wp:posOffset>1295400</wp:posOffset>
                      </wp:positionH>
                      <wp:positionV relativeFrom="paragraph">
                        <wp:posOffset>431800</wp:posOffset>
                      </wp:positionV>
                      <wp:extent cx="1003300" cy="698500"/>
                      <wp:effectExtent l="0" t="0" r="0" b="0"/>
                      <wp:wrapNone/>
                      <wp:docPr id="2874" name="Rectangle 28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4" o:spid="_x0000_s1786" style="position:absolute;left:0;text-align:left;margin-left:102pt;margin-top:34pt;width:79pt;height:55pt;z-index:25284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yly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8&#10;lWIkyAAqfYW6EXHoGZqjHW8a5vT1HNlkPxvr2II1s/yZJZtks8mKRZxsd4s0vUsWRVgUi20abrNs&#10;t8uz1faXux2lJTBXxN7B3Vl3iP0doYv0c6l8yZFRDvvTFML3ZKIw9ZIGHlq9nv8ebDAqU3q2rje8&#10;+ageNOjvPAOmIzS1enB/EAZNvkvO1y5xZCkEi6TIQ+glCltZ/sHZkAWeermstLEfmRyQMyqsoZi+&#10;buQESOajL0fg3uvzzrLTfvJyrDKf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Bspc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5056" behindDoc="0" locked="0" layoutInCell="1" allowOverlap="1" wp14:anchorId="6011394E" wp14:editId="0FD0507D">
                      <wp:simplePos x="0" y="0"/>
                      <wp:positionH relativeFrom="column">
                        <wp:posOffset>1295400</wp:posOffset>
                      </wp:positionH>
                      <wp:positionV relativeFrom="paragraph">
                        <wp:posOffset>431800</wp:posOffset>
                      </wp:positionV>
                      <wp:extent cx="1003300" cy="698500"/>
                      <wp:effectExtent l="0" t="0" r="0" b="0"/>
                      <wp:wrapNone/>
                      <wp:docPr id="2875" name="Rectangle 28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5" o:spid="_x0000_s1787" style="position:absolute;left:0;text-align:left;margin-left:102pt;margin-top:34pt;width:79pt;height:55pt;z-index:25284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Sel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Oknp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6080" behindDoc="0" locked="0" layoutInCell="1" allowOverlap="1" wp14:anchorId="45AC7525" wp14:editId="0416ECF4">
                      <wp:simplePos x="0" y="0"/>
                      <wp:positionH relativeFrom="column">
                        <wp:posOffset>1295400</wp:posOffset>
                      </wp:positionH>
                      <wp:positionV relativeFrom="paragraph">
                        <wp:posOffset>431800</wp:posOffset>
                      </wp:positionV>
                      <wp:extent cx="1003300" cy="698500"/>
                      <wp:effectExtent l="0" t="0" r="0" b="0"/>
                      <wp:wrapNone/>
                      <wp:docPr id="2876" name="Rectangle 287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6" o:spid="_x0000_s1788" style="position:absolute;left:0;text-align:left;margin-left:102pt;margin-top:34pt;width:79pt;height:55pt;z-index:25284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ZN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f5&#10;IsNIkB669B3qRsS+Y2iKtryumeuv58hG+9VYxxasieWvLFkn63VWzOJks52l6V0yK8KimG3ScJNl&#10;222eLTa/3e0oLYG5IvYO7k59h9jfETq3fiqVLzkyymF/HkP4nk0UpoVraeChXf4ebDAoU3q2Thve&#10;fFQPGg47z4DpCI2N7t0fGoNGr5LTVSWOLIVgkRR5CFqisJXln5w9PXm5rLSxn5nskTMqrKGYvm7k&#10;CEimo5cjAPH1eWfZcTf6diyy2K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Cs5k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7104" behindDoc="0" locked="0" layoutInCell="1" allowOverlap="1" wp14:anchorId="7E8CFE51" wp14:editId="020553AE">
                      <wp:simplePos x="0" y="0"/>
                      <wp:positionH relativeFrom="column">
                        <wp:posOffset>1295400</wp:posOffset>
                      </wp:positionH>
                      <wp:positionV relativeFrom="paragraph">
                        <wp:posOffset>431800</wp:posOffset>
                      </wp:positionV>
                      <wp:extent cx="1003300" cy="698500"/>
                      <wp:effectExtent l="0" t="0" r="0" b="0"/>
                      <wp:wrapNone/>
                      <wp:docPr id="2877" name="Rectangle 28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7" o:spid="_x0000_s1789" style="position:absolute;left:0;text-align:left;margin-left:102pt;margin-top:34pt;width:79pt;height:55pt;z-index:25284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kvQ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EKS9A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8128" behindDoc="0" locked="0" layoutInCell="1" allowOverlap="1" wp14:anchorId="2167DD34" wp14:editId="289DE711">
                      <wp:simplePos x="0" y="0"/>
                      <wp:positionH relativeFrom="column">
                        <wp:posOffset>1295400</wp:posOffset>
                      </wp:positionH>
                      <wp:positionV relativeFrom="paragraph">
                        <wp:posOffset>431800</wp:posOffset>
                      </wp:positionV>
                      <wp:extent cx="1003300" cy="698500"/>
                      <wp:effectExtent l="0" t="0" r="0" b="0"/>
                      <wp:wrapNone/>
                      <wp:docPr id="2878" name="Rectangle 28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8" o:spid="_x0000_s1790" style="position:absolute;left:0;text-align:left;margin-left:102pt;margin-top:34pt;width:79pt;height:55pt;z-index:25284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DM6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AzO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9152" behindDoc="0" locked="0" layoutInCell="1" allowOverlap="1" wp14:anchorId="4CB6331E" wp14:editId="04D3EBBB">
                      <wp:simplePos x="0" y="0"/>
                      <wp:positionH relativeFrom="column">
                        <wp:posOffset>1295400</wp:posOffset>
                      </wp:positionH>
                      <wp:positionV relativeFrom="paragraph">
                        <wp:posOffset>431800</wp:posOffset>
                      </wp:positionV>
                      <wp:extent cx="1003300" cy="698500"/>
                      <wp:effectExtent l="0" t="0" r="0" b="0"/>
                      <wp:wrapNone/>
                      <wp:docPr id="2879" name="Rectangle 287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9" o:spid="_x0000_s1791" style="position:absolute;left:0;text-align:left;margin-left:102pt;margin-top:34pt;width:79pt;height:55pt;z-index:25284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p6n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RYGRID106RvUjYh9x9AUbXldM9dfz5GN9ouxji1YE8ufWbJO1uusmMXJZjtL0/tkVoRFMduk4SbL&#10;tts8W2x+udtRWgJzRew93J36DrH3ETq3fiqVLzkyymF/GUP4XkwUpoVraeChXf4ebDAoU3q2Thve&#10;fFKPGg47z4DpCI2N7t0fGoNGr5LTVSWOLIVgkRR5CFqisJXlN86enrxcVtrYT0z2yBkV1lBMXzdy&#10;BCTT0csRgPj6vLPsuBt9OxbZjUvrYjtZn6BJMGX2AZamk0OFaccVRgMot8Lmx4FohlH3WYA04kW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eRp6n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50176" behindDoc="0" locked="0" layoutInCell="1" allowOverlap="1" wp14:anchorId="510712A4" wp14:editId="1762EFC7">
                      <wp:simplePos x="0" y="0"/>
                      <wp:positionH relativeFrom="column">
                        <wp:posOffset>1295400</wp:posOffset>
                      </wp:positionH>
                      <wp:positionV relativeFrom="paragraph">
                        <wp:posOffset>431800</wp:posOffset>
                      </wp:positionV>
                      <wp:extent cx="1003300" cy="698500"/>
                      <wp:effectExtent l="0" t="0" r="0" b="0"/>
                      <wp:wrapNone/>
                      <wp:docPr id="2880" name="Rectangle 28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0" o:spid="_x0000_s1792" style="position:absolute;left:0;text-align:left;margin-left:102pt;margin-top:34pt;width:79pt;height:55pt;z-index:25285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hFf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XLoRX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51200" behindDoc="0" locked="0" layoutInCell="1" allowOverlap="1" wp14:anchorId="499562BC" wp14:editId="02F99E0B">
                      <wp:simplePos x="0" y="0"/>
                      <wp:positionH relativeFrom="column">
                        <wp:posOffset>1295400</wp:posOffset>
                      </wp:positionH>
                      <wp:positionV relativeFrom="paragraph">
                        <wp:posOffset>431800</wp:posOffset>
                      </wp:positionV>
                      <wp:extent cx="1003300" cy="698500"/>
                      <wp:effectExtent l="0" t="0" r="0" b="0"/>
                      <wp:wrapNone/>
                      <wp:docPr id="2881" name="Rectangle 28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1" o:spid="_x0000_s1793" style="position:absolute;left:0;text-align:left;margin-left:102pt;margin-top:34pt;width:79pt;height:55pt;z-index:25285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B+I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gfi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color w:val="000000"/>
                <w:sz w:val="18"/>
                <w:szCs w:val="18"/>
              </w:rPr>
              <w:t>TARGET DATE OF COMPLETION</w:t>
            </w: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bl>
    <w:p w:rsidR="00E97431" w:rsidRDefault="00E97431" w:rsidP="00E97431">
      <w:pPr>
        <w:outlineLvl w:val="0"/>
        <w:rPr>
          <w:rFonts w:ascii="Century Gothic" w:hAnsi="Century Gothic"/>
          <w:b/>
          <w:color w:val="000000" w:themeColor="text1"/>
          <w:sz w:val="15"/>
          <w:szCs w:val="44"/>
        </w:rPr>
      </w:pPr>
    </w:p>
    <w:p w:rsidR="00E97431"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ADDITIONAL INFORMATION</w:t>
      </w:r>
    </w:p>
    <w:tbl>
      <w:tblPr>
        <w:tblW w:w="10732" w:type="dxa"/>
        <w:tblInd w:w="-5" w:type="dxa"/>
        <w:tblLook w:val="04A0" w:firstRow="1" w:lastRow="0" w:firstColumn="1" w:lastColumn="0" w:noHBand="0" w:noVBand="1"/>
      </w:tblPr>
      <w:tblGrid>
        <w:gridCol w:w="10732"/>
      </w:tblGrid>
      <w:tr w:rsidR="00E97431" w:rsidRPr="00F14F57" w:rsidTr="00E97431">
        <w:trPr>
          <w:trHeight w:val="244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654592" behindDoc="0" locked="0" layoutInCell="1" allowOverlap="1" wp14:anchorId="3D30B402" wp14:editId="10768A6C">
                      <wp:simplePos x="0" y="0"/>
                      <wp:positionH relativeFrom="column">
                        <wp:posOffset>1320800</wp:posOffset>
                      </wp:positionH>
                      <wp:positionV relativeFrom="paragraph">
                        <wp:posOffset>431800</wp:posOffset>
                      </wp:positionV>
                      <wp:extent cx="1003300" cy="698500"/>
                      <wp:effectExtent l="0" t="0" r="0" b="0"/>
                      <wp:wrapNone/>
                      <wp:docPr id="2882" name="Rectangle 288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2" o:spid="_x0000_s1794" style="position:absolute;margin-left:104pt;margin-top:34pt;width:79pt;height:55pt;z-index:25265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JcVGg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eaiXF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5616" behindDoc="0" locked="0" layoutInCell="1" allowOverlap="1" wp14:anchorId="2EA9059C" wp14:editId="25490A3D">
                      <wp:simplePos x="0" y="0"/>
                      <wp:positionH relativeFrom="column">
                        <wp:posOffset>1320800</wp:posOffset>
                      </wp:positionH>
                      <wp:positionV relativeFrom="paragraph">
                        <wp:posOffset>431800</wp:posOffset>
                      </wp:positionV>
                      <wp:extent cx="1003300" cy="698500"/>
                      <wp:effectExtent l="0" t="0" r="0" b="0"/>
                      <wp:wrapNone/>
                      <wp:docPr id="2883" name="Rectangle 28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3" o:spid="_x0000_s1795" style="position:absolute;margin-left:104pt;margin-top:34pt;width:79pt;height:55pt;z-index:25265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jq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A46i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6640" behindDoc="0" locked="0" layoutInCell="1" allowOverlap="1" wp14:anchorId="7E1A9475" wp14:editId="5CBE4596">
                      <wp:simplePos x="0" y="0"/>
                      <wp:positionH relativeFrom="column">
                        <wp:posOffset>1320800</wp:posOffset>
                      </wp:positionH>
                      <wp:positionV relativeFrom="paragraph">
                        <wp:posOffset>431800</wp:posOffset>
                      </wp:positionV>
                      <wp:extent cx="1003300" cy="698500"/>
                      <wp:effectExtent l="0" t="0" r="0" b="0"/>
                      <wp:wrapNone/>
                      <wp:docPr id="2884" name="Rectangle 28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4" o:spid="_x0000_s1796" style="position:absolute;margin-left:104pt;margin-top:34pt;width:79pt;height:55pt;z-index:25265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vTV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7EvTV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7664" behindDoc="0" locked="0" layoutInCell="1" allowOverlap="1" wp14:anchorId="0A8079B7" wp14:editId="7DCA1C5F">
                      <wp:simplePos x="0" y="0"/>
                      <wp:positionH relativeFrom="column">
                        <wp:posOffset>1320800</wp:posOffset>
                      </wp:positionH>
                      <wp:positionV relativeFrom="paragraph">
                        <wp:posOffset>431800</wp:posOffset>
                      </wp:positionV>
                      <wp:extent cx="1003300" cy="698500"/>
                      <wp:effectExtent l="0" t="0" r="0" b="0"/>
                      <wp:wrapNone/>
                      <wp:docPr id="2885" name="Rectangle 288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5" o:spid="_x0000_s1797" style="position:absolute;margin-left:104pt;margin-top:34pt;width:79pt;height:55pt;z-index:25265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irRZS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8688" behindDoc="0" locked="0" layoutInCell="1" allowOverlap="1" wp14:anchorId="4DAF5FDF" wp14:editId="5BFDD57C">
                      <wp:simplePos x="0" y="0"/>
                      <wp:positionH relativeFrom="column">
                        <wp:posOffset>1320800</wp:posOffset>
                      </wp:positionH>
                      <wp:positionV relativeFrom="paragraph">
                        <wp:posOffset>431800</wp:posOffset>
                      </wp:positionV>
                      <wp:extent cx="1003300" cy="698500"/>
                      <wp:effectExtent l="0" t="0" r="0" b="0"/>
                      <wp:wrapNone/>
                      <wp:docPr id="2886" name="Rectangle 28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6" o:spid="_x0000_s1798" style="position:absolute;margin-left:104pt;margin-top:34pt;width:79pt;height:55pt;z-index:25265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Zig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vGYo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9712" behindDoc="0" locked="0" layoutInCell="1" allowOverlap="1" wp14:anchorId="33F3F055" wp14:editId="3057B124">
                      <wp:simplePos x="0" y="0"/>
                      <wp:positionH relativeFrom="column">
                        <wp:posOffset>1320800</wp:posOffset>
                      </wp:positionH>
                      <wp:positionV relativeFrom="paragraph">
                        <wp:posOffset>431800</wp:posOffset>
                      </wp:positionV>
                      <wp:extent cx="1003300" cy="698500"/>
                      <wp:effectExtent l="0" t="0" r="0" b="0"/>
                      <wp:wrapNone/>
                      <wp:docPr id="2887" name="Rectangle 28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7" o:spid="_x0000_s1799" style="position:absolute;margin-left:104pt;margin-top:34pt;width:79pt;height:55pt;z-index:25265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5Z3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2gOWd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0736" behindDoc="0" locked="0" layoutInCell="1" allowOverlap="1" wp14:anchorId="2F3377C3" wp14:editId="64864AD4">
                      <wp:simplePos x="0" y="0"/>
                      <wp:positionH relativeFrom="column">
                        <wp:posOffset>1320800</wp:posOffset>
                      </wp:positionH>
                      <wp:positionV relativeFrom="paragraph">
                        <wp:posOffset>431800</wp:posOffset>
                      </wp:positionV>
                      <wp:extent cx="1003300" cy="698500"/>
                      <wp:effectExtent l="0" t="0" r="0" b="0"/>
                      <wp:wrapNone/>
                      <wp:docPr id="2888" name="Rectangle 288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8" o:spid="_x0000_s1800" style="position:absolute;margin-left:104pt;margin-top:34pt;width:79pt;height:55pt;z-index:25266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U3XGg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pb1N1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1760" behindDoc="0" locked="0" layoutInCell="1" allowOverlap="1" wp14:anchorId="0EF1A2CD" wp14:editId="66FF48A5">
                      <wp:simplePos x="0" y="0"/>
                      <wp:positionH relativeFrom="column">
                        <wp:posOffset>1320800</wp:posOffset>
                      </wp:positionH>
                      <wp:positionV relativeFrom="paragraph">
                        <wp:posOffset>431800</wp:posOffset>
                      </wp:positionV>
                      <wp:extent cx="1003300" cy="698500"/>
                      <wp:effectExtent l="0" t="0" r="0" b="0"/>
                      <wp:wrapNone/>
                      <wp:docPr id="2889" name="Rectangle 28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9" o:spid="_x0000_s1801" style="position:absolute;margin-left:104pt;margin-top:34pt;width:79pt;height:55pt;z-index:25266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BK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VBvgS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2784" behindDoc="0" locked="0" layoutInCell="1" allowOverlap="1" wp14:anchorId="6A92C84B" wp14:editId="1C1AC3BC">
                      <wp:simplePos x="0" y="0"/>
                      <wp:positionH relativeFrom="column">
                        <wp:posOffset>1320800</wp:posOffset>
                      </wp:positionH>
                      <wp:positionV relativeFrom="paragraph">
                        <wp:posOffset>431800</wp:posOffset>
                      </wp:positionV>
                      <wp:extent cx="1003300" cy="698500"/>
                      <wp:effectExtent l="0" t="0" r="0" b="0"/>
                      <wp:wrapNone/>
                      <wp:docPr id="2890" name="Rectangle 28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0" o:spid="_x0000_s1802" style="position:absolute;margin-left:104pt;margin-top:34pt;width:79pt;height:55pt;z-index:25266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lgG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H95YB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3808" behindDoc="0" locked="0" layoutInCell="1" allowOverlap="1" wp14:anchorId="49D3B8A5" wp14:editId="5A5F785E">
                      <wp:simplePos x="0" y="0"/>
                      <wp:positionH relativeFrom="column">
                        <wp:posOffset>1320800</wp:posOffset>
                      </wp:positionH>
                      <wp:positionV relativeFrom="paragraph">
                        <wp:posOffset>431800</wp:posOffset>
                      </wp:positionV>
                      <wp:extent cx="1003300" cy="698500"/>
                      <wp:effectExtent l="0" t="0" r="0" b="0"/>
                      <wp:wrapNone/>
                      <wp:docPr id="2891" name="Rectangle 289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1" o:spid="_x0000_s1803" style="position:absolute;margin-left:104pt;margin-top:34pt;width:79pt;height:55pt;z-index:25266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PWb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O549Zs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4832" behindDoc="0" locked="0" layoutInCell="1" allowOverlap="1" wp14:anchorId="1B99939B" wp14:editId="6DC05289">
                      <wp:simplePos x="0" y="0"/>
                      <wp:positionH relativeFrom="column">
                        <wp:posOffset>1320800</wp:posOffset>
                      </wp:positionH>
                      <wp:positionV relativeFrom="paragraph">
                        <wp:posOffset>431800</wp:posOffset>
                      </wp:positionV>
                      <wp:extent cx="1003300" cy="698500"/>
                      <wp:effectExtent l="0" t="0" r="0" b="0"/>
                      <wp:wrapNone/>
                      <wp:docPr id="2892" name="Rectangle 28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2" o:spid="_x0000_s1804" style="position:absolute;margin-left:104pt;margin-top:34pt;width:79pt;height:55pt;z-index:25266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TWJ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MlE1i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5856" behindDoc="0" locked="0" layoutInCell="1" allowOverlap="1" wp14:anchorId="062B3893" wp14:editId="43261AF8">
                      <wp:simplePos x="0" y="0"/>
                      <wp:positionH relativeFrom="column">
                        <wp:posOffset>1320800</wp:posOffset>
                      </wp:positionH>
                      <wp:positionV relativeFrom="paragraph">
                        <wp:posOffset>431800</wp:posOffset>
                      </wp:positionV>
                      <wp:extent cx="1003300" cy="698500"/>
                      <wp:effectExtent l="0" t="0" r="0" b="0"/>
                      <wp:wrapNone/>
                      <wp:docPr id="2893" name="Rectangle 28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3" o:spid="_x0000_s1805" style="position:absolute;margin-left:104pt;margin-top:34pt;width:79pt;height:55pt;z-index:25266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zte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qM7X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6880" behindDoc="0" locked="0" layoutInCell="1" allowOverlap="1" wp14:anchorId="27E58572" wp14:editId="2B3D28BA">
                      <wp:simplePos x="0" y="0"/>
                      <wp:positionH relativeFrom="column">
                        <wp:posOffset>1320800</wp:posOffset>
                      </wp:positionH>
                      <wp:positionV relativeFrom="paragraph">
                        <wp:posOffset>431800</wp:posOffset>
                      </wp:positionV>
                      <wp:extent cx="1003300" cy="698500"/>
                      <wp:effectExtent l="0" t="0" r="0" b="0"/>
                      <wp:wrapNone/>
                      <wp:docPr id="2894" name="Rectangle 289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4" o:spid="_x0000_s1806" style="position:absolute;margin-left:104pt;margin-top:34pt;width:79pt;height:55pt;z-index:25266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ewo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4hXsK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7904" behindDoc="0" locked="0" layoutInCell="1" allowOverlap="1" wp14:anchorId="645037E4" wp14:editId="747D1B3D">
                      <wp:simplePos x="0" y="0"/>
                      <wp:positionH relativeFrom="column">
                        <wp:posOffset>1320800</wp:posOffset>
                      </wp:positionH>
                      <wp:positionV relativeFrom="paragraph">
                        <wp:posOffset>431800</wp:posOffset>
                      </wp:positionV>
                      <wp:extent cx="1003300" cy="698500"/>
                      <wp:effectExtent l="0" t="0" r="0" b="0"/>
                      <wp:wrapNone/>
                      <wp:docPr id="2895" name="Rectangle 28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5" o:spid="_x0000_s1807" style="position:absolute;margin-left:104pt;margin-top:34pt;width:79pt;height:55pt;z-index:25266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0G1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7NBt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8928" behindDoc="0" locked="0" layoutInCell="1" allowOverlap="1" wp14:anchorId="7E8AE533" wp14:editId="3187C10D">
                      <wp:simplePos x="0" y="0"/>
                      <wp:positionH relativeFrom="column">
                        <wp:posOffset>1320800</wp:posOffset>
                      </wp:positionH>
                      <wp:positionV relativeFrom="paragraph">
                        <wp:posOffset>431800</wp:posOffset>
                      </wp:positionV>
                      <wp:extent cx="1003300" cy="698500"/>
                      <wp:effectExtent l="0" t="0" r="0" b="0"/>
                      <wp:wrapNone/>
                      <wp:docPr id="2896" name="Rectangle 28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6" o:spid="_x0000_s1808" style="position:absolute;margin-left:104pt;margin-top:34pt;width:79pt;height:55pt;z-index:25266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iMX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qIjF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9952" behindDoc="0" locked="0" layoutInCell="1" allowOverlap="1" wp14:anchorId="4005DC60" wp14:editId="3BE421BF">
                      <wp:simplePos x="0" y="0"/>
                      <wp:positionH relativeFrom="column">
                        <wp:posOffset>1320800</wp:posOffset>
                      </wp:positionH>
                      <wp:positionV relativeFrom="paragraph">
                        <wp:posOffset>431800</wp:posOffset>
                      </wp:positionV>
                      <wp:extent cx="1003300" cy="698500"/>
                      <wp:effectExtent l="0" t="0" r="0" b="0"/>
                      <wp:wrapNone/>
                      <wp:docPr id="2897" name="Rectangle 289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7" o:spid="_x0000_s1809" style="position:absolute;margin-left:104pt;margin-top:34pt;width:79pt;height:55pt;z-index:25266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I6K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EMEjoo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0976" behindDoc="0" locked="0" layoutInCell="1" allowOverlap="1" wp14:anchorId="39EF722E" wp14:editId="31FC27BA">
                      <wp:simplePos x="0" y="0"/>
                      <wp:positionH relativeFrom="column">
                        <wp:posOffset>1320800</wp:posOffset>
                      </wp:positionH>
                      <wp:positionV relativeFrom="paragraph">
                        <wp:posOffset>431800</wp:posOffset>
                      </wp:positionV>
                      <wp:extent cx="1003300" cy="698500"/>
                      <wp:effectExtent l="0" t="0" r="0" b="0"/>
                      <wp:wrapNone/>
                      <wp:docPr id="2898" name="Rectangle 28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8" o:spid="_x0000_s1810" style="position:absolute;margin-left:104pt;margin-top:34pt;width:79pt;height:55pt;z-index:25267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lUq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PLpVK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2000" behindDoc="0" locked="0" layoutInCell="1" allowOverlap="1" wp14:anchorId="318CDC51" wp14:editId="03ECEFCA">
                      <wp:simplePos x="0" y="0"/>
                      <wp:positionH relativeFrom="column">
                        <wp:posOffset>1320800</wp:posOffset>
                      </wp:positionH>
                      <wp:positionV relativeFrom="paragraph">
                        <wp:posOffset>431800</wp:posOffset>
                      </wp:positionV>
                      <wp:extent cx="1003300" cy="698500"/>
                      <wp:effectExtent l="0" t="0" r="0" b="0"/>
                      <wp:wrapNone/>
                      <wp:docPr id="2899" name="Rectangle 28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9" o:spid="_x0000_s1811" style="position:absolute;margin-left:104pt;margin-top:34pt;width:79pt;height:55pt;z-index:25267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Fv9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8&#10;KDASZACVvkDdiDj0DM3RjjcNc/p6jmyyn4x1bMGaWf7Ikk2y2WTFIk62u0Wa3ieLIiyKxTYNt1m2&#10;2+XZavvT3Y7SEpgrYu/h7qw7xP6O0EX6uVS+5Mgoh/15CuF7NlGYekkDD61ez38PNhiVKT1b1xve&#10;fFKPGvR3ngHTEZpaPbg/CIMm3yXna5c4shSCRVLkIfQSha2bIivAhizw1MtlpY39wOSAnFFhDcX0&#10;dSMnQDIffTkC916fd5ad9pOXY5Xf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nEhb/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3024" behindDoc="0" locked="0" layoutInCell="1" allowOverlap="1" wp14:anchorId="33B7BC20" wp14:editId="2AB8E3C1">
                      <wp:simplePos x="0" y="0"/>
                      <wp:positionH relativeFrom="column">
                        <wp:posOffset>1320800</wp:posOffset>
                      </wp:positionH>
                      <wp:positionV relativeFrom="paragraph">
                        <wp:posOffset>431800</wp:posOffset>
                      </wp:positionV>
                      <wp:extent cx="1003300" cy="698500"/>
                      <wp:effectExtent l="0" t="0" r="0" b="0"/>
                      <wp:wrapNone/>
                      <wp:docPr id="2900" name="Rectangle 290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0" o:spid="_x0000_s1812" style="position:absolute;margin-left:104pt;margin-top:34pt;width:79pt;height:55pt;z-index:25267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5ufGg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Mebn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4048" behindDoc="0" locked="0" layoutInCell="1" allowOverlap="1" wp14:anchorId="12062B92" wp14:editId="11C24C52">
                      <wp:simplePos x="0" y="0"/>
                      <wp:positionH relativeFrom="column">
                        <wp:posOffset>1320800</wp:posOffset>
                      </wp:positionH>
                      <wp:positionV relativeFrom="paragraph">
                        <wp:posOffset>431800</wp:posOffset>
                      </wp:positionV>
                      <wp:extent cx="1003300" cy="698500"/>
                      <wp:effectExtent l="0" t="0" r="0" b="0"/>
                      <wp:wrapNone/>
                      <wp:docPr id="2901" name="Rectangle 29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1" o:spid="_x0000_s1813" style="position:absolute;margin-left:104pt;margin-top:34pt;width:79pt;height:55pt;z-index:25267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YC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7WE2A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5072" behindDoc="0" locked="0" layoutInCell="1" allowOverlap="1" wp14:anchorId="65F695D1" wp14:editId="3FDE5D53">
                      <wp:simplePos x="0" y="0"/>
                      <wp:positionH relativeFrom="column">
                        <wp:posOffset>1320800</wp:posOffset>
                      </wp:positionH>
                      <wp:positionV relativeFrom="paragraph">
                        <wp:posOffset>431800</wp:posOffset>
                      </wp:positionV>
                      <wp:extent cx="1003300" cy="698500"/>
                      <wp:effectExtent l="0" t="0" r="0" b="0"/>
                      <wp:wrapNone/>
                      <wp:docPr id="2902" name="Rectangle 29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2" o:spid="_x0000_s1814" style="position:absolute;margin-left:104pt;margin-top:34pt;width:79pt;height:55pt;z-index:25267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Va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gHFVa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6096" behindDoc="0" locked="0" layoutInCell="1" allowOverlap="1" wp14:anchorId="50AF104B" wp14:editId="6710F099">
                      <wp:simplePos x="0" y="0"/>
                      <wp:positionH relativeFrom="column">
                        <wp:posOffset>1320800</wp:posOffset>
                      </wp:positionH>
                      <wp:positionV relativeFrom="paragraph">
                        <wp:posOffset>431800</wp:posOffset>
                      </wp:positionV>
                      <wp:extent cx="1003300" cy="698500"/>
                      <wp:effectExtent l="0" t="0" r="0" b="0"/>
                      <wp:wrapNone/>
                      <wp:docPr id="2903" name="Rectangle 290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3" o:spid="_x0000_s1815" style="position:absolute;margin-left:104pt;margin-top:34pt;width:79pt;height:55pt;z-index:25267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jH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br4x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7120" behindDoc="0" locked="0" layoutInCell="1" allowOverlap="1" wp14:anchorId="0FEB183E" wp14:editId="490DC343">
                      <wp:simplePos x="0" y="0"/>
                      <wp:positionH relativeFrom="column">
                        <wp:posOffset>1320800</wp:posOffset>
                      </wp:positionH>
                      <wp:positionV relativeFrom="paragraph">
                        <wp:posOffset>431800</wp:posOffset>
                      </wp:positionV>
                      <wp:extent cx="1003300" cy="698500"/>
                      <wp:effectExtent l="0" t="0" r="0" b="0"/>
                      <wp:wrapNone/>
                      <wp:docPr id="2904" name="Rectangle 29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4" o:spid="_x0000_s1816" style="position:absolute;margin-left:104pt;margin-top:34pt;width:79pt;height:55pt;z-index:25267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pXQ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z8pXQ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8144" behindDoc="0" locked="0" layoutInCell="1" allowOverlap="1" wp14:anchorId="3008B8C8" wp14:editId="59A5A985">
                      <wp:simplePos x="0" y="0"/>
                      <wp:positionH relativeFrom="column">
                        <wp:posOffset>1320800</wp:posOffset>
                      </wp:positionH>
                      <wp:positionV relativeFrom="paragraph">
                        <wp:posOffset>431800</wp:posOffset>
                      </wp:positionV>
                      <wp:extent cx="1003300" cy="698500"/>
                      <wp:effectExtent l="0" t="0" r="0" b="0"/>
                      <wp:wrapNone/>
                      <wp:docPr id="2905" name="Rectangle 29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5" o:spid="_x0000_s1817" style="position:absolute;margin-left:104pt;margin-top:34pt;width:79pt;height:55pt;z-index:25267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sH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wCbB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9168" behindDoc="0" locked="0" layoutInCell="1" allowOverlap="1" wp14:anchorId="43653D7D" wp14:editId="1DF4CD03">
                      <wp:simplePos x="0" y="0"/>
                      <wp:positionH relativeFrom="column">
                        <wp:posOffset>1295400</wp:posOffset>
                      </wp:positionH>
                      <wp:positionV relativeFrom="paragraph">
                        <wp:posOffset>431800</wp:posOffset>
                      </wp:positionV>
                      <wp:extent cx="1003300" cy="698500"/>
                      <wp:effectExtent l="0" t="0" r="0" b="0"/>
                      <wp:wrapNone/>
                      <wp:docPr id="2906" name="Rectangle 290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6" o:spid="_x0000_s1818" style="position:absolute;margin-left:102pt;margin-top:34pt;width:79pt;height:55pt;z-index:25267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BJg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mGEkSA9d+g51I2LfMTRFW17XzPXXc2Sj/WqsYwvWxPJXlqyT9TorZnGy2c7S9C6ZFWFRzDZpuMmy&#10;7TbPFpvf7naUlsBcEXsHd6e+Q+zvCJ1bP5XKlxwZ5bA/jyF8zyYK08K1NPDQLn8PNhiUKT1bpw1v&#10;PqoHDYedZ8B0hMZG9+4PjUGjV8npqhJHlkKwSIo8BC1R2MryT86enrxcVtrYz0z2yBkV1lBMXzdy&#10;BCTT0csRgPj6vLPsuBt9OxZF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qMEmA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0192" behindDoc="0" locked="0" layoutInCell="1" allowOverlap="1" wp14:anchorId="5369B572" wp14:editId="1962A996">
                      <wp:simplePos x="0" y="0"/>
                      <wp:positionH relativeFrom="column">
                        <wp:posOffset>1295400</wp:posOffset>
                      </wp:positionH>
                      <wp:positionV relativeFrom="paragraph">
                        <wp:posOffset>431800</wp:posOffset>
                      </wp:positionV>
                      <wp:extent cx="1003300" cy="698500"/>
                      <wp:effectExtent l="0" t="0" r="0" b="0"/>
                      <wp:wrapNone/>
                      <wp:docPr id="2907" name="Rectangle 29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7" o:spid="_x0000_s1819" style="position:absolute;margin-left:102pt;margin-top:34pt;width:79pt;height:55pt;z-index:25268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r/9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XGEkyAAqfYW6EXHoGZqjHW8a5vT1HNlkPxvr2II1s/yZJZtks8mKRZxsd4s0vUsWRVgUi20abrNs&#10;t8uz1faXux2lJTBXxN7B3Vl3iP0doYv0c6l8yZFRDvvTFML3ZKIw9ZIGHlq9nv8ebDAqU3q2rje8&#10;+ageNOjvPAOmIzS1enB/EAZNvkvO1y5xZCkEi6TIQ+glCltZ/sHZkAWeermstLEfmRyQMyqsoZi+&#10;buQESOajL0fg3uvzzrLTfvJyrIr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Msqv/0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1216" behindDoc="0" locked="0" layoutInCell="1" allowOverlap="1" wp14:anchorId="7910AACB" wp14:editId="0F751CA5">
                      <wp:simplePos x="0" y="0"/>
                      <wp:positionH relativeFrom="column">
                        <wp:posOffset>1295400</wp:posOffset>
                      </wp:positionH>
                      <wp:positionV relativeFrom="paragraph">
                        <wp:posOffset>431800</wp:posOffset>
                      </wp:positionV>
                      <wp:extent cx="1003300" cy="698500"/>
                      <wp:effectExtent l="0" t="0" r="0" b="0"/>
                      <wp:wrapNone/>
                      <wp:docPr id="2908" name="Rectangle 29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8" o:spid="_x0000_s1820" style="position:absolute;margin-left:102pt;margin-top:34pt;width:79pt;height:55pt;z-index:25268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cX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BK0EGUClr1A3Ig49Q3O0403DnL6eI5vsZ2MdW7Bmlj+zZJNsNlmxiJPtbpGmd8miCItisU3DbZbt&#10;dnm22v5yt6O0BOaK2Du4O+sOsb8jdJF+LpUvOTLKYX+aQvieTBSmXtLAQ6vX89+DDUZlSs/W9YY3&#10;H9WDBv2dZ8B0hKZWD+4PwqDJd8n52iWOLIVgkRR5CL1EYSvLPzgbssBTL5eVNvYjkwNyRoU1FNPX&#10;jZwAyXz05Qjce33eWXbaT16OVZG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5cDHF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2240" behindDoc="0" locked="0" layoutInCell="1" allowOverlap="1" wp14:anchorId="1AD892D3" wp14:editId="01857AEE">
                      <wp:simplePos x="0" y="0"/>
                      <wp:positionH relativeFrom="column">
                        <wp:posOffset>1295400</wp:posOffset>
                      </wp:positionH>
                      <wp:positionV relativeFrom="paragraph">
                        <wp:posOffset>431800</wp:posOffset>
                      </wp:positionV>
                      <wp:extent cx="1003300" cy="698500"/>
                      <wp:effectExtent l="0" t="0" r="0" b="0"/>
                      <wp:wrapNone/>
                      <wp:docPr id="2909" name="Rectangle 290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9" o:spid="_x0000_s1821" style="position:absolute;margin-left:102pt;margin-top:34pt;width:79pt;height:55pt;z-index:25268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mqK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Rmaoo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3264" behindDoc="0" locked="0" layoutInCell="1" allowOverlap="1" wp14:anchorId="78C99A81" wp14:editId="693940D8">
                      <wp:simplePos x="0" y="0"/>
                      <wp:positionH relativeFrom="column">
                        <wp:posOffset>1295400</wp:posOffset>
                      </wp:positionH>
                      <wp:positionV relativeFrom="paragraph">
                        <wp:posOffset>431800</wp:posOffset>
                      </wp:positionV>
                      <wp:extent cx="1003300" cy="698500"/>
                      <wp:effectExtent l="0" t="0" r="0" b="0"/>
                      <wp:wrapNone/>
                      <wp:docPr id="2910" name="Rectangle 29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0" o:spid="_x0000_s1822" style="position:absolute;margin-left:102pt;margin-top:34pt;width:79pt;height:55pt;z-index:25268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3G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ggIJMoBKX6FuRBx6huZox5uGOX09RzbZz8Y6tmDNLH9mySbZbLJiESfb3SJN75JFERbFYpuG2yzb&#10;7fJstf3lbkdpCcwVsXdwd9YdYn9H6CL9XCpfcmSUw/40hfA9mShMvaSBh1av578HG4zKlJ6t6w1v&#10;PqoHDfo7z4DpCE2tHtwfhEGT75LztUscWQrBIinyEEpFYSvLPzgbssBTL5eVNvYjkwNyRoU1FNPX&#10;jZwAyXz05Qjce33eWXbaT16OVZG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vdxj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4288" behindDoc="0" locked="0" layoutInCell="1" allowOverlap="1" wp14:anchorId="54799F1F" wp14:editId="58DA3D61">
                      <wp:simplePos x="0" y="0"/>
                      <wp:positionH relativeFrom="column">
                        <wp:posOffset>1295400</wp:posOffset>
                      </wp:positionH>
                      <wp:positionV relativeFrom="paragraph">
                        <wp:posOffset>431800</wp:posOffset>
                      </wp:positionV>
                      <wp:extent cx="1003300" cy="698500"/>
                      <wp:effectExtent l="0" t="0" r="0" b="0"/>
                      <wp:wrapNone/>
                      <wp:docPr id="2911" name="Rectangle 29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1" o:spid="_x0000_s1823" style="position:absolute;margin-left:102pt;margin-top:34pt;width:79pt;height:55pt;z-index:25268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X9b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ijASZACVvkLdiDj0DM3RjjcNc/p6jmyyn411bMGaWf7Mkk2y2WTFIk62u0Wa3iWLIiyKxTYNt1m2&#10;2+XZavvL3Y7SEpgrYu/g7qw7xP6O0EX6uVS+5Mgoh/1pCuF7MlGYekkDD61ez38PNhiVKT1b1xve&#10;fFQPGvR3ngHTEZpaPbg/CIMm3yXna5c4shSCRVLkIfQSha0s/+BsyAJPvVxW2tiPTA7IGRXWUExf&#10;N3ICJPPRlyNw7/V5Z9lpP3k5VsX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K4Ff1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5312" behindDoc="0" locked="0" layoutInCell="1" allowOverlap="1" wp14:anchorId="47719944" wp14:editId="6C11962C">
                      <wp:simplePos x="0" y="0"/>
                      <wp:positionH relativeFrom="column">
                        <wp:posOffset>1295400</wp:posOffset>
                      </wp:positionH>
                      <wp:positionV relativeFrom="paragraph">
                        <wp:posOffset>431800</wp:posOffset>
                      </wp:positionV>
                      <wp:extent cx="1003300" cy="698500"/>
                      <wp:effectExtent l="0" t="0" r="0" b="0"/>
                      <wp:wrapNone/>
                      <wp:docPr id="2912" name="Rectangle 291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2" o:spid="_x0000_s1824" style="position:absolute;margin-left:102pt;margin-top:34pt;width:79pt;height:55pt;z-index:25268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9J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dF&#10;FGMkSA8qfYe6EbHvGJqiLa9r5vT1HNlovxrr2II1sfyVJetkvc6KWZxstrM0vUtmRVgUs00abrJs&#10;u82zxea3ux2lJTBXxN7B3Ul3iP0dobP0U6l8yZFRDvvzGML3bKIwLZykgYd2+XuwwaBM6dm63vDm&#10;o3rQcNh5BkxHaGx07/4gDBp9l5yuXeLIUggWSZGH0EsUtrL8k7OnJy+XlTb2M5M9ckaFNRTT140c&#10;Acl09HIEIL4+7yw77kYvx6LI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Isv0k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6336" behindDoc="0" locked="0" layoutInCell="1" allowOverlap="1" wp14:anchorId="79BB1955" wp14:editId="19C7BBC1">
                      <wp:simplePos x="0" y="0"/>
                      <wp:positionH relativeFrom="column">
                        <wp:posOffset>1295400</wp:posOffset>
                      </wp:positionH>
                      <wp:positionV relativeFrom="paragraph">
                        <wp:posOffset>431800</wp:posOffset>
                      </wp:positionV>
                      <wp:extent cx="1003300" cy="698500"/>
                      <wp:effectExtent l="0" t="0" r="0" b="0"/>
                      <wp:wrapNone/>
                      <wp:docPr id="2913" name="Rectangle 29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3" o:spid="_x0000_s1825" style="position:absolute;margin-left:102pt;margin-top:34pt;width:79pt;height:55pt;z-index:25268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hLU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SjASZACVvkLdiDj0DM3RjjcNc/p6jmyyn411bMGaWf7Mkk2y2WTFIk62u0Wa3iWLIiyKxTYNt1m2&#10;2+XZavvL3Y7SEpgrYu/g7qw7xP6O0EX6uVS+5Mgoh/1pCuF7MlGYekkDD61ez38PNhiVKT1b1xve&#10;fFQPGvR3ngHTEZpaPbg/CIMm3yXna5c4shSCRVLkIfQSha0s/+BsyAJPvVxW2tiPTA7IGRXWUExf&#10;N3ICJPPRlyNw7/V5Z9lpP3k5VkX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4oS1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7360" behindDoc="0" locked="0" layoutInCell="1" allowOverlap="1" wp14:anchorId="1E7AA7EB" wp14:editId="62889CD0">
                      <wp:simplePos x="0" y="0"/>
                      <wp:positionH relativeFrom="column">
                        <wp:posOffset>1295400</wp:posOffset>
                      </wp:positionH>
                      <wp:positionV relativeFrom="paragraph">
                        <wp:posOffset>431800</wp:posOffset>
                      </wp:positionV>
                      <wp:extent cx="1003300" cy="698500"/>
                      <wp:effectExtent l="0" t="0" r="0" b="0"/>
                      <wp:wrapNone/>
                      <wp:docPr id="2914" name="Rectangle 29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4" o:spid="_x0000_s1826" style="position:absolute;margin-left:102pt;margin-top:34pt;width:79pt;height:55pt;z-index:25268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d+Gg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4Ot34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8384" behindDoc="0" locked="0" layoutInCell="1" allowOverlap="1" wp14:anchorId="2DF4CB7A" wp14:editId="232EE116">
                      <wp:simplePos x="0" y="0"/>
                      <wp:positionH relativeFrom="column">
                        <wp:posOffset>1295400</wp:posOffset>
                      </wp:positionH>
                      <wp:positionV relativeFrom="paragraph">
                        <wp:posOffset>431800</wp:posOffset>
                      </wp:positionV>
                      <wp:extent cx="1003300" cy="698500"/>
                      <wp:effectExtent l="0" t="0" r="0" b="0"/>
                      <wp:wrapNone/>
                      <wp:docPr id="2915" name="Rectangle 291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5" o:spid="_x0000_s1827" style="position:absolute;margin-left:102pt;margin-top:34pt;width:79pt;height:55pt;z-index:25268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Brj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oGuM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9408" behindDoc="0" locked="0" layoutInCell="1" allowOverlap="1" wp14:anchorId="587DD3B2" wp14:editId="6E2F312C">
                      <wp:simplePos x="0" y="0"/>
                      <wp:positionH relativeFrom="column">
                        <wp:posOffset>1295400</wp:posOffset>
                      </wp:positionH>
                      <wp:positionV relativeFrom="paragraph">
                        <wp:posOffset>431800</wp:posOffset>
                      </wp:positionV>
                      <wp:extent cx="1003300" cy="698500"/>
                      <wp:effectExtent l="0" t="0" r="0" b="0"/>
                      <wp:wrapNone/>
                      <wp:docPr id="2916" name="Rectangle 29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6" o:spid="_x0000_s1828" style="position:absolute;margin-left:102pt;margin-top:34pt;width:79pt;height:55pt;z-index:25268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sL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MowEGUCl71A3IvY9Q3O0403DnL6eI5vsV2MdW7Bmlr+yZJ2s11mxiJPNdpGmt8miCItisUnDTZZt&#10;t3l2tfntbkdpCcwVsbdwd9YdYn9H6Cz9XCpfcmSUw/40hfA9mShMvaSBh1av5r8HG4zKlJ6t6w1v&#10;Pqh7Dfo7z4DpCE2tHtwfhEGT75LTpUscWQrBIinyEHqJwlaWf3I2ZIGnXi4rbexnJgfkjAprKKav&#10;GzkCkvnoyxG49/q8s+y0m7wceRi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r+3bC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0432" behindDoc="0" locked="0" layoutInCell="1" allowOverlap="1" wp14:anchorId="237E5933" wp14:editId="4130C8E0">
                      <wp:simplePos x="0" y="0"/>
                      <wp:positionH relativeFrom="column">
                        <wp:posOffset>1295400</wp:posOffset>
                      </wp:positionH>
                      <wp:positionV relativeFrom="paragraph">
                        <wp:posOffset>431800</wp:posOffset>
                      </wp:positionV>
                      <wp:extent cx="1003300" cy="698500"/>
                      <wp:effectExtent l="0" t="0" r="0" b="0"/>
                      <wp:wrapNone/>
                      <wp:docPr id="2917" name="Rectangle 29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7" o:spid="_x0000_s1829" style="position:absolute;margin-left:102pt;margin-top:34pt;width:79pt;height:55pt;z-index:25269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9Xc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WmEkyAAqfYW6EXHoGZqjHW8a5vT1HNlkPxvr2II1s/yZJZtks8mKRZxsd4s0vUsWRVgUi20abrNs&#10;t8uz1faXux2lJTBXxN7B3Vl3iP0doYv0c6l8yZFRDvvTFML3ZKIw9ZIGHlq9nv8ebDAqU3q2rje8&#10;+ageNOjvPAOmIzS1enB/EAZNvkvO1y5xZCkEi6TIQ+glCltZ/sHZkAWeermstLEfmRyQMyqsoZi+&#10;buQESOajL0fg3uvzzrLTfvJy5GH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x/V3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1456" behindDoc="0" locked="0" layoutInCell="1" allowOverlap="1" wp14:anchorId="079720EE" wp14:editId="4BD6FEFC">
                      <wp:simplePos x="0" y="0"/>
                      <wp:positionH relativeFrom="column">
                        <wp:posOffset>1295400</wp:posOffset>
                      </wp:positionH>
                      <wp:positionV relativeFrom="paragraph">
                        <wp:posOffset>431800</wp:posOffset>
                      </wp:positionV>
                      <wp:extent cx="1003300" cy="698500"/>
                      <wp:effectExtent l="0" t="0" r="0" b="0"/>
                      <wp:wrapNone/>
                      <wp:docPr id="2918" name="Rectangle 291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8" o:spid="_x0000_s1830" style="position:absolute;margin-left:102pt;margin-top:34pt;width:79pt;height:55pt;z-index:25269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Q58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ChDnw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2480" behindDoc="0" locked="0" layoutInCell="1" allowOverlap="1" wp14:anchorId="1200F00D" wp14:editId="4905E8C8">
                      <wp:simplePos x="0" y="0"/>
                      <wp:positionH relativeFrom="column">
                        <wp:posOffset>1295400</wp:posOffset>
                      </wp:positionH>
                      <wp:positionV relativeFrom="paragraph">
                        <wp:posOffset>431800</wp:posOffset>
                      </wp:positionV>
                      <wp:extent cx="1003300" cy="698500"/>
                      <wp:effectExtent l="0" t="0" r="0" b="0"/>
                      <wp:wrapNone/>
                      <wp:docPr id="2919" name="Rectangle 29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9" o:spid="_x0000_s1831" style="position:absolute;margin-left:102pt;margin-top:34pt;width:79pt;height:55pt;z-index:25269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6Ph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R&#10;FRgJMoBK36BuROx7huZox5uGOX09RzbZL8Y6tmDNLH9myTpZr7NiESeb7SJN75JFERbFYpOGmyzb&#10;bvPsevPL3Y7SEpgrYu/g7qw7xN5H6Cz9XCpfcmSUw/48hfA9myhMvaSBh1av5r8HG4zKlJ6t6w1v&#10;PqoHDfo7z4DpCE2tHtwfhEGT75LTpUscWQrBIinyEHqJwlaWXzkbssBTL5eVNvYTkwNyRoU1FNPX&#10;jRwByXz05Qjce33eWXbaTV6OPLx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EHo+E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3504" behindDoc="0" locked="0" layoutInCell="1" allowOverlap="1" wp14:anchorId="02C01421" wp14:editId="1DD0F6CE">
                      <wp:simplePos x="0" y="0"/>
                      <wp:positionH relativeFrom="column">
                        <wp:posOffset>1295400</wp:posOffset>
                      </wp:positionH>
                      <wp:positionV relativeFrom="paragraph">
                        <wp:posOffset>431800</wp:posOffset>
                      </wp:positionV>
                      <wp:extent cx="1003300" cy="698500"/>
                      <wp:effectExtent l="0" t="0" r="0" b="0"/>
                      <wp:wrapNone/>
                      <wp:docPr id="2920" name="Rectangle 29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0" o:spid="_x0000_s1832" style="position:absolute;margin-left:102pt;margin-top:34pt;width:79pt;height:55pt;z-index:25269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fGJ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g3xi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4528" behindDoc="0" locked="0" layoutInCell="1" allowOverlap="1" wp14:anchorId="7498F4E2" wp14:editId="2AF76DDA">
                      <wp:simplePos x="0" y="0"/>
                      <wp:positionH relativeFrom="column">
                        <wp:posOffset>1295400</wp:posOffset>
                      </wp:positionH>
                      <wp:positionV relativeFrom="paragraph">
                        <wp:posOffset>431800</wp:posOffset>
                      </wp:positionV>
                      <wp:extent cx="1003300" cy="698500"/>
                      <wp:effectExtent l="0" t="0" r="0" b="0"/>
                      <wp:wrapNone/>
                      <wp:docPr id="2921" name="Rectangle 292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1" o:spid="_x0000_s1833" style="position:absolute;margin-left:102pt;margin-top:34pt;width:79pt;height:55pt;z-index:252694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1wU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HGEkSA9d+g51I2LfMTRFW17XzPXXc2Sj/WqsYwvWxPJXlqyT9TorZnGy2c7S9C6ZFWFRzDZpuMmy&#10;7TbPFpvf7naUlsBcEXsHd6e+Q+zvCJ1bP5XKlxwZ5bA/jyF8zyYK08K1NPDQLn8PNhiUKT1bpw1v&#10;PqoHDYedZ8B0hMZG9+4PjUGjV8npqhJHlkKwSIo8BC1R2MryT86enrxcVtrYz0z2yBkV1lBMXzdy&#10;BCTT0csRgPj6vLPsuBt9O/Jw4d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OrXB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5552" behindDoc="0" locked="0" layoutInCell="1" allowOverlap="1" wp14:anchorId="713DFF76" wp14:editId="727E45B4">
                      <wp:simplePos x="0" y="0"/>
                      <wp:positionH relativeFrom="column">
                        <wp:posOffset>1295400</wp:posOffset>
                      </wp:positionH>
                      <wp:positionV relativeFrom="paragraph">
                        <wp:posOffset>431800</wp:posOffset>
                      </wp:positionV>
                      <wp:extent cx="1003300" cy="698500"/>
                      <wp:effectExtent l="0" t="0" r="0" b="0"/>
                      <wp:wrapNone/>
                      <wp:docPr id="2922" name="Rectangle 29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2" o:spid="_x0000_s1834" style="position:absolute;margin-left:102pt;margin-top:34pt;width:79pt;height:55pt;z-index:252695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pwG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Y4wEGUCl71A3IvY9Q3O0403DnL6eI5vsV2MdW7Bmlr+yZJ2s11mxiJPNdpGmt8miCItisUnDTZZt&#10;t3l2tfntbkdpCcwVsbdwd9YdYn9H6Cz9XCpfcmSUw/40hfA9mShMvaSBh1av5r8HG4zKlJ6t6w1v&#10;Pqh7Dfo7z4DpCE2tHtwfhEGT75LTpUscWQrBIinyEHqJwlaWf3I2ZIGnXi4rbexnJgfkjAprKKav&#10;GzkCkvnoyxG49/q8s+y0m7wceZi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z4KcB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6576" behindDoc="0" locked="0" layoutInCell="1" allowOverlap="1" wp14:anchorId="714503B2" wp14:editId="7FABC6DC">
                      <wp:simplePos x="0" y="0"/>
                      <wp:positionH relativeFrom="column">
                        <wp:posOffset>1295400</wp:posOffset>
                      </wp:positionH>
                      <wp:positionV relativeFrom="paragraph">
                        <wp:posOffset>431800</wp:posOffset>
                      </wp:positionV>
                      <wp:extent cx="1003300" cy="698500"/>
                      <wp:effectExtent l="0" t="0" r="0" b="0"/>
                      <wp:wrapNone/>
                      <wp:docPr id="2923" name="Rectangle 29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3" o:spid="_x0000_s1835" style="position:absolute;margin-left:102pt;margin-top:34pt;width:79pt;height:55pt;z-index:252696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JLR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E4wEGUCl71A3IvY9Q3O0403DnL6eI5vsV2MdW7Bmlr+yZJ2s11mxiJPNdpGmt8miCItisUnDTZZt&#10;t3l2tfntbkdpCcwVsbdwd9YdYn9H6Cz9XCpfcmSUw/40hfA9mShMvaSBh1av5r8HG4zKlJ6t6w1v&#10;Pqh7Dfo7z4DpCE2tHtwfhEGT75LTpUscWQrBIinyEHqJwlaWf3I2ZIGnXi4rbexnJgfkjAprKKav&#10;GzkCkvnoyxG49/q8s+y0m7wceVi4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3CS0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7600" behindDoc="0" locked="0" layoutInCell="1" allowOverlap="1" wp14:anchorId="7BF8E838" wp14:editId="16F1A7C1">
                      <wp:simplePos x="0" y="0"/>
                      <wp:positionH relativeFrom="column">
                        <wp:posOffset>1295400</wp:posOffset>
                      </wp:positionH>
                      <wp:positionV relativeFrom="paragraph">
                        <wp:posOffset>431800</wp:posOffset>
                      </wp:positionV>
                      <wp:extent cx="1003300" cy="698500"/>
                      <wp:effectExtent l="0" t="0" r="0" b="0"/>
                      <wp:wrapNone/>
                      <wp:docPr id="2924" name="Rectangle 292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4" o:spid="_x0000_s1836" style="position:absolute;margin-left:102pt;margin-top:34pt;width:79pt;height:55pt;z-index:252697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P/G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i&#10;TjESZIAufYW6EdH2DM3Rjtc1c/31HNlkPxvr2II1s/yZJZtks8mKRZxsd4s0vU8WRVgUi20abrNs&#10;t8uzm+0vdztKS2CuiL2Hu3PfIfZ3hM6tn0vlS46MctifpxC+ZxOFaeFaGnhol78HG4zKlJ6t04Y3&#10;n9SjhsPOM2A6QlOjB/eHxqDJq+R0VYkjSyFYJEUegpYobGX5B2fPT14uK23sRyYH5IwKayimrxs5&#10;ApL56OUIQHx93ll22k++HXnk07r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zTj/xh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8624" behindDoc="0" locked="0" layoutInCell="1" allowOverlap="1" wp14:anchorId="4FBD50E2" wp14:editId="2CD4C9AA">
                      <wp:simplePos x="0" y="0"/>
                      <wp:positionH relativeFrom="column">
                        <wp:posOffset>1295400</wp:posOffset>
                      </wp:positionH>
                      <wp:positionV relativeFrom="paragraph">
                        <wp:posOffset>431800</wp:posOffset>
                      </wp:positionV>
                      <wp:extent cx="1003300" cy="698500"/>
                      <wp:effectExtent l="0" t="0" r="0" b="0"/>
                      <wp:wrapNone/>
                      <wp:docPr id="2925" name="Rectangle 29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5" o:spid="_x0000_s1837" style="position:absolute;margin-left:102pt;margin-top:34pt;width:79pt;height:55pt;z-index:252698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lJ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PJ5SW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9648" behindDoc="0" locked="0" layoutInCell="1" allowOverlap="1" wp14:anchorId="7A49573F" wp14:editId="6AA4F994">
                      <wp:simplePos x="0" y="0"/>
                      <wp:positionH relativeFrom="column">
                        <wp:posOffset>1295400</wp:posOffset>
                      </wp:positionH>
                      <wp:positionV relativeFrom="paragraph">
                        <wp:posOffset>431800</wp:posOffset>
                      </wp:positionV>
                      <wp:extent cx="1003300" cy="698500"/>
                      <wp:effectExtent l="0" t="0" r="0" b="0"/>
                      <wp:wrapNone/>
                      <wp:docPr id="2926" name="Rectangle 29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6" o:spid="_x0000_s1838" style="position:absolute;margin-left:102pt;margin-top:34pt;width:79pt;height:55pt;z-index:252699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zD5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M4wEGUCl71A3IvY9Q3O0403DnL6eI5vsV2MdW7Bmlr+yZJ2s11mxiJPNdpGmt8miCItisUnDTZZt&#10;t3l2tfntbkdpCcwVsbdwd9YdYn9H6Cz9XCpfcmSUw/40hfA9mShMvaSBh1av5r8HG4zKlJ6t6w1v&#10;Pqh7Dfo7z4DpCE2tHtwfhEGT75LTpUscWQrBIinyEHqJwlaWf3I2ZIGnXi4rbexnJgfkjAprKKav&#10;GzkCkvnoyxG49/q8s+y0m7wceRS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Y8w+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0672" behindDoc="0" locked="0" layoutInCell="1" allowOverlap="1" wp14:anchorId="56079FF8" wp14:editId="7D90DAEF">
                      <wp:simplePos x="0" y="0"/>
                      <wp:positionH relativeFrom="column">
                        <wp:posOffset>1295400</wp:posOffset>
                      </wp:positionH>
                      <wp:positionV relativeFrom="paragraph">
                        <wp:posOffset>431800</wp:posOffset>
                      </wp:positionV>
                      <wp:extent cx="1003300" cy="698500"/>
                      <wp:effectExtent l="0" t="0" r="0" b="0"/>
                      <wp:wrapNone/>
                      <wp:docPr id="2927" name="Rectangle 292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7" o:spid="_x0000_s1839" style="position:absolute;margin-left:102pt;margin-top:34pt;width:79pt;height:55pt;z-index:252700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1k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vMBIkB669B3qRsS+Y2iKtryumeuv58hG+9VYxxasieWvLFkn63VWzOJks52l6V0yK8KimG3ScJNl&#10;222eLTa/3e0oLYG5IvYO7k59h9jfETq3fiqVLzkyymF/HkP4nk0UpoVraeChXf4ebDAoU3q2Thve&#10;fFQPGg47z4DpCI2N7t0fGoNGr5LTVSWOLIVgkRR5CFqisJXln5w9PXm5rLSxn5nskTMqrKGYvm7k&#10;CEimo5cjAPH1eWfZcTf6duRR4t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wpnW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1696" behindDoc="0" locked="0" layoutInCell="1" allowOverlap="1" wp14:anchorId="392C0DF8" wp14:editId="6A20A268">
                      <wp:simplePos x="0" y="0"/>
                      <wp:positionH relativeFrom="column">
                        <wp:posOffset>1295400</wp:posOffset>
                      </wp:positionH>
                      <wp:positionV relativeFrom="paragraph">
                        <wp:posOffset>431800</wp:posOffset>
                      </wp:positionV>
                      <wp:extent cx="1003300" cy="698500"/>
                      <wp:effectExtent l="0" t="0" r="0" b="0"/>
                      <wp:wrapNone/>
                      <wp:docPr id="2928" name="Rectangle 29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8" o:spid="_x0000_s1840" style="position:absolute;margin-left:102pt;margin-top:34pt;width:79pt;height:55pt;z-index:252701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0bE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5dGx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2720" behindDoc="0" locked="0" layoutInCell="1" allowOverlap="1" wp14:anchorId="01035C48" wp14:editId="78F7EA3A">
                      <wp:simplePos x="0" y="0"/>
                      <wp:positionH relativeFrom="column">
                        <wp:posOffset>1295400</wp:posOffset>
                      </wp:positionH>
                      <wp:positionV relativeFrom="paragraph">
                        <wp:posOffset>431800</wp:posOffset>
                      </wp:positionV>
                      <wp:extent cx="1003300" cy="698500"/>
                      <wp:effectExtent l="0" t="0" r="0" b="0"/>
                      <wp:wrapNone/>
                      <wp:docPr id="2929" name="Rectangle 29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9" o:spid="_x0000_s1841" style="position:absolute;margin-left:102pt;margin-top:34pt;width:79pt;height:55pt;z-index:252702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UgT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R&#10;FxgJMoBK36BuROx7huZox5uGOX09RzbZL8Y6tmDNLH9myTpZr7NiESeb7SJN75JFERbFYpOGmyzb&#10;bvPsevPL3Y7SEpgrYu/g7qw7xN5H6Cz9XCpfcmSUw/48hfA9myhMvaSBh1av5r8HG4zKlJ6t6w1v&#10;PqoHDfo7z4DpCE2tHtwfhEGT75LTpUscWQrBIinyEHqJwlaWXzkbssBTL5eVNvYTkwNyRoU1FNPX&#10;jRwByXz05Qjce33eWXbaTV6OPLp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NlSBM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703744" behindDoc="0" locked="0" layoutInCell="1" allowOverlap="1" wp14:anchorId="59E1BC7D" wp14:editId="4408F1BC">
                      <wp:simplePos x="0" y="0"/>
                      <wp:positionH relativeFrom="column">
                        <wp:posOffset>1320800</wp:posOffset>
                      </wp:positionH>
                      <wp:positionV relativeFrom="paragraph">
                        <wp:posOffset>431800</wp:posOffset>
                      </wp:positionV>
                      <wp:extent cx="1003300" cy="698500"/>
                      <wp:effectExtent l="0" t="0" r="0" b="0"/>
                      <wp:wrapNone/>
                      <wp:docPr id="2930" name="Rectangle 293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0" o:spid="_x0000_s1842" style="position:absolute;margin-left:104pt;margin-top:34pt;width:79pt;height:55pt;z-index:252703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qL5To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4768" behindDoc="0" locked="0" layoutInCell="1" allowOverlap="1" wp14:anchorId="262E8979" wp14:editId="625CA811">
                      <wp:simplePos x="0" y="0"/>
                      <wp:positionH relativeFrom="column">
                        <wp:posOffset>1320800</wp:posOffset>
                      </wp:positionH>
                      <wp:positionV relativeFrom="paragraph">
                        <wp:posOffset>431800</wp:posOffset>
                      </wp:positionV>
                      <wp:extent cx="1003300" cy="698500"/>
                      <wp:effectExtent l="0" t="0" r="0" b="0"/>
                      <wp:wrapNone/>
                      <wp:docPr id="2931" name="Rectangle 29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1" o:spid="_x0000_s1843" style="position:absolute;margin-left:104pt;margin-top:34pt;width:79pt;height:55pt;z-index:252704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Uin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stSKc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5792" behindDoc="0" locked="0" layoutInCell="1" allowOverlap="1" wp14:anchorId="17A88E76" wp14:editId="386E0921">
                      <wp:simplePos x="0" y="0"/>
                      <wp:positionH relativeFrom="column">
                        <wp:posOffset>1320800</wp:posOffset>
                      </wp:positionH>
                      <wp:positionV relativeFrom="paragraph">
                        <wp:posOffset>431800</wp:posOffset>
                      </wp:positionV>
                      <wp:extent cx="1003300" cy="698500"/>
                      <wp:effectExtent l="0" t="0" r="0" b="0"/>
                      <wp:wrapNone/>
                      <wp:docPr id="2932" name="Rectangle 29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2" o:spid="_x0000_s1844" style="position:absolute;margin-left:104pt;margin-top:34pt;width:79pt;height:55pt;z-index:252705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JlAr/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6816" behindDoc="0" locked="0" layoutInCell="1" allowOverlap="1" wp14:anchorId="7060FCAB" wp14:editId="53CA297A">
                      <wp:simplePos x="0" y="0"/>
                      <wp:positionH relativeFrom="column">
                        <wp:posOffset>1320800</wp:posOffset>
                      </wp:positionH>
                      <wp:positionV relativeFrom="paragraph">
                        <wp:posOffset>431800</wp:posOffset>
                      </wp:positionV>
                      <wp:extent cx="1003300" cy="698500"/>
                      <wp:effectExtent l="0" t="0" r="0" b="0"/>
                      <wp:wrapNone/>
                      <wp:docPr id="2933" name="Rectangle 293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3" o:spid="_x0000_s1845" style="position:absolute;margin-left:104pt;margin-top:34pt;width:79pt;height:55pt;z-index:252706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Nf2hmI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7840" behindDoc="0" locked="0" layoutInCell="1" allowOverlap="1" wp14:anchorId="0DA602D1" wp14:editId="34C6C911">
                      <wp:simplePos x="0" y="0"/>
                      <wp:positionH relativeFrom="column">
                        <wp:posOffset>1320800</wp:posOffset>
                      </wp:positionH>
                      <wp:positionV relativeFrom="paragraph">
                        <wp:posOffset>431800</wp:posOffset>
                      </wp:positionV>
                      <wp:extent cx="1003300" cy="698500"/>
                      <wp:effectExtent l="0" t="0" r="0" b="0"/>
                      <wp:wrapNone/>
                      <wp:docPr id="2934" name="Rectangle 29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4" o:spid="_x0000_s1846" style="position:absolute;margin-left:104pt;margin-top:34pt;width:79pt;height:55pt;z-index:252707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C1zJ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8864" behindDoc="0" locked="0" layoutInCell="1" allowOverlap="1" wp14:anchorId="491C7368" wp14:editId="63843BA3">
                      <wp:simplePos x="0" y="0"/>
                      <wp:positionH relativeFrom="column">
                        <wp:posOffset>1320800</wp:posOffset>
                      </wp:positionH>
                      <wp:positionV relativeFrom="paragraph">
                        <wp:posOffset>431800</wp:posOffset>
                      </wp:positionV>
                      <wp:extent cx="1003300" cy="698500"/>
                      <wp:effectExtent l="0" t="0" r="0" b="0"/>
                      <wp:wrapNone/>
                      <wp:docPr id="2935" name="Rectangle 29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5" o:spid="_x0000_s1847" style="position:absolute;margin-left:104pt;margin-top:34pt;width:79pt;height:55pt;z-index:252708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33xHQ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N998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9888" behindDoc="0" locked="0" layoutInCell="1" allowOverlap="1" wp14:anchorId="62F0DAC4" wp14:editId="4D058963">
                      <wp:simplePos x="0" y="0"/>
                      <wp:positionH relativeFrom="column">
                        <wp:posOffset>1320800</wp:posOffset>
                      </wp:positionH>
                      <wp:positionV relativeFrom="paragraph">
                        <wp:posOffset>431800</wp:posOffset>
                      </wp:positionV>
                      <wp:extent cx="1003300" cy="698500"/>
                      <wp:effectExtent l="0" t="0" r="0" b="0"/>
                      <wp:wrapNone/>
                      <wp:docPr id="2936" name="Rectangle 293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6" o:spid="_x0000_s1848" style="position:absolute;margin-left:104pt;margin-top:34pt;width:79pt;height:55pt;z-index:252709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iavBk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0912" behindDoc="0" locked="0" layoutInCell="1" allowOverlap="1" wp14:anchorId="6874824A" wp14:editId="58B73D3A">
                      <wp:simplePos x="0" y="0"/>
                      <wp:positionH relativeFrom="column">
                        <wp:posOffset>1320800</wp:posOffset>
                      </wp:positionH>
                      <wp:positionV relativeFrom="paragraph">
                        <wp:posOffset>431800</wp:posOffset>
                      </wp:positionV>
                      <wp:extent cx="1003300" cy="698500"/>
                      <wp:effectExtent l="0" t="0" r="0" b="0"/>
                      <wp:wrapNone/>
                      <wp:docPr id="2937" name="Rectangle 29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7" o:spid="_x0000_s1849" style="position:absolute;margin-left:104pt;margin-top:34pt;width:79pt;height:55pt;z-index:252710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BGEHQ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TwRh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1936" behindDoc="0" locked="0" layoutInCell="1" allowOverlap="1" wp14:anchorId="08B4CCF0" wp14:editId="1B26D820">
                      <wp:simplePos x="0" y="0"/>
                      <wp:positionH relativeFrom="column">
                        <wp:posOffset>1320800</wp:posOffset>
                      </wp:positionH>
                      <wp:positionV relativeFrom="paragraph">
                        <wp:posOffset>431800</wp:posOffset>
                      </wp:positionV>
                      <wp:extent cx="1003300" cy="698500"/>
                      <wp:effectExtent l="0" t="0" r="0" b="0"/>
                      <wp:wrapNone/>
                      <wp:docPr id="2938" name="Rectangle 29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8" o:spid="_x0000_s1850" style="position:absolute;margin-left:104pt;margin-top:34pt;width:79pt;height:55pt;z-index:252711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n1mlu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2960" behindDoc="0" locked="0" layoutInCell="1" allowOverlap="1" wp14:anchorId="3C3DFB4C" wp14:editId="30DE6AE0">
                      <wp:simplePos x="0" y="0"/>
                      <wp:positionH relativeFrom="column">
                        <wp:posOffset>1320800</wp:posOffset>
                      </wp:positionH>
                      <wp:positionV relativeFrom="paragraph">
                        <wp:posOffset>431800</wp:posOffset>
                      </wp:positionV>
                      <wp:extent cx="1003300" cy="698500"/>
                      <wp:effectExtent l="0" t="0" r="0" b="0"/>
                      <wp:wrapNone/>
                      <wp:docPr id="2939" name="Rectangle 293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9" o:spid="_x0000_s1851" style="position:absolute;margin-left:104pt;margin-top:34pt;width:79pt;height:55pt;z-index:252712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ZwxPM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3984" behindDoc="0" locked="0" layoutInCell="1" allowOverlap="1" wp14:anchorId="5FB6EC2A" wp14:editId="078EEA77">
                      <wp:simplePos x="0" y="0"/>
                      <wp:positionH relativeFrom="column">
                        <wp:posOffset>1320800</wp:posOffset>
                      </wp:positionH>
                      <wp:positionV relativeFrom="paragraph">
                        <wp:posOffset>431800</wp:posOffset>
                      </wp:positionV>
                      <wp:extent cx="1003300" cy="698500"/>
                      <wp:effectExtent l="0" t="0" r="0" b="0"/>
                      <wp:wrapNone/>
                      <wp:docPr id="2940" name="Rectangle 29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0" o:spid="_x0000_s1852" style="position:absolute;margin-left:104pt;margin-top:34pt;width:79pt;height:55pt;z-index:252713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Sw4Jg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5008" behindDoc="0" locked="0" layoutInCell="1" allowOverlap="1" wp14:anchorId="10C59D97" wp14:editId="083B72D7">
                      <wp:simplePos x="0" y="0"/>
                      <wp:positionH relativeFrom="column">
                        <wp:posOffset>1320800</wp:posOffset>
                      </wp:positionH>
                      <wp:positionV relativeFrom="paragraph">
                        <wp:posOffset>431800</wp:posOffset>
                      </wp:positionV>
                      <wp:extent cx="1003300" cy="698500"/>
                      <wp:effectExtent l="0" t="0" r="0" b="0"/>
                      <wp:wrapNone/>
                      <wp:docPr id="2941" name="Rectangle 29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1" o:spid="_x0000_s1853" style="position:absolute;margin-left:104pt;margin-top:34pt;width:79pt;height:55pt;z-index:252715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5P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RC7k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6032" behindDoc="0" locked="0" layoutInCell="1" allowOverlap="1" wp14:anchorId="6BB1526F" wp14:editId="0CB44C3C">
                      <wp:simplePos x="0" y="0"/>
                      <wp:positionH relativeFrom="column">
                        <wp:posOffset>1320800</wp:posOffset>
                      </wp:positionH>
                      <wp:positionV relativeFrom="paragraph">
                        <wp:posOffset>431800</wp:posOffset>
                      </wp:positionV>
                      <wp:extent cx="1003300" cy="698500"/>
                      <wp:effectExtent l="0" t="0" r="0" b="0"/>
                      <wp:wrapNone/>
                      <wp:docPr id="2942" name="Rectangle 294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2" o:spid="_x0000_s1854" style="position:absolute;margin-left:104pt;margin-top:34pt;width:79pt;height:55pt;z-index:252716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SGsuX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7056" behindDoc="0" locked="0" layoutInCell="1" allowOverlap="1" wp14:anchorId="7BDD6073" wp14:editId="76CA26FE">
                      <wp:simplePos x="0" y="0"/>
                      <wp:positionH relativeFrom="column">
                        <wp:posOffset>1320800</wp:posOffset>
                      </wp:positionH>
                      <wp:positionV relativeFrom="paragraph">
                        <wp:posOffset>431800</wp:posOffset>
                      </wp:positionV>
                      <wp:extent cx="1003300" cy="698500"/>
                      <wp:effectExtent l="0" t="0" r="0" b="0"/>
                      <wp:wrapNone/>
                      <wp:docPr id="2943" name="Rectangle 29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3" o:spid="_x0000_s1855" style="position:absolute;margin-left:104pt;margin-top:34pt;width:79pt;height:55pt;z-index:252717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uc2Dw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8080" behindDoc="0" locked="0" layoutInCell="1" allowOverlap="1" wp14:anchorId="4446CAFF" wp14:editId="6AE661B1">
                      <wp:simplePos x="0" y="0"/>
                      <wp:positionH relativeFrom="column">
                        <wp:posOffset>1320800</wp:posOffset>
                      </wp:positionH>
                      <wp:positionV relativeFrom="paragraph">
                        <wp:posOffset>431800</wp:posOffset>
                      </wp:positionV>
                      <wp:extent cx="1003300" cy="698500"/>
                      <wp:effectExtent l="0" t="0" r="0" b="0"/>
                      <wp:wrapNone/>
                      <wp:docPr id="2944" name="Rectangle 29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4" o:spid="_x0000_s1856" style="position:absolute;margin-left:104pt;margin-top:34pt;width:79pt;height:55pt;z-index:252718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tFNn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9104" behindDoc="0" locked="0" layoutInCell="1" allowOverlap="1" wp14:anchorId="233EA0F7" wp14:editId="34B1D94E">
                      <wp:simplePos x="0" y="0"/>
                      <wp:positionH relativeFrom="column">
                        <wp:posOffset>1320800</wp:posOffset>
                      </wp:positionH>
                      <wp:positionV relativeFrom="paragraph">
                        <wp:posOffset>431800</wp:posOffset>
                      </wp:positionV>
                      <wp:extent cx="1003300" cy="698500"/>
                      <wp:effectExtent l="0" t="0" r="0" b="0"/>
                      <wp:wrapNone/>
                      <wp:docPr id="2945" name="Rectangle 294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5" o:spid="_x0000_s1857" style="position:absolute;margin-left:104pt;margin-top:34pt;width:79pt;height:55pt;z-index:252719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t34AA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0128" behindDoc="0" locked="0" layoutInCell="1" allowOverlap="1" wp14:anchorId="25EA5A4E" wp14:editId="2A973B6D">
                      <wp:simplePos x="0" y="0"/>
                      <wp:positionH relativeFrom="column">
                        <wp:posOffset>1320800</wp:posOffset>
                      </wp:positionH>
                      <wp:positionV relativeFrom="paragraph">
                        <wp:posOffset>431800</wp:posOffset>
                      </wp:positionV>
                      <wp:extent cx="1003300" cy="698500"/>
                      <wp:effectExtent l="0" t="0" r="0" b="0"/>
                      <wp:wrapNone/>
                      <wp:docPr id="2946" name="Rectangle 29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6" o:spid="_x0000_s1858" style="position:absolute;margin-left:104pt;margin-top:34pt;width:79pt;height:55pt;z-index:252720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zIh6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1152" behindDoc="0" locked="0" layoutInCell="1" allowOverlap="1" wp14:anchorId="06CF9D51" wp14:editId="65D2E24C">
                      <wp:simplePos x="0" y="0"/>
                      <wp:positionH relativeFrom="column">
                        <wp:posOffset>1320800</wp:posOffset>
                      </wp:positionH>
                      <wp:positionV relativeFrom="paragraph">
                        <wp:posOffset>431800</wp:posOffset>
                      </wp:positionV>
                      <wp:extent cx="1003300" cy="698500"/>
                      <wp:effectExtent l="0" t="0" r="0" b="0"/>
                      <wp:wrapNone/>
                      <wp:docPr id="2947" name="Rectangle 29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7" o:spid="_x0000_s1859" style="position:absolute;margin-left:104pt;margin-top:34pt;width:79pt;height:55pt;z-index:252721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8/HA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rwC8/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2176" behindDoc="0" locked="0" layoutInCell="1" allowOverlap="1" wp14:anchorId="66406E73" wp14:editId="50DA20BF">
                      <wp:simplePos x="0" y="0"/>
                      <wp:positionH relativeFrom="column">
                        <wp:posOffset>1320800</wp:posOffset>
                      </wp:positionH>
                      <wp:positionV relativeFrom="paragraph">
                        <wp:posOffset>431800</wp:posOffset>
                      </wp:positionV>
                      <wp:extent cx="1003300" cy="698500"/>
                      <wp:effectExtent l="0" t="0" r="0" b="0"/>
                      <wp:wrapNone/>
                      <wp:docPr id="2948" name="Rectangle 294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8" o:spid="_x0000_s1860" style="position:absolute;margin-left:104pt;margin-top:34pt;width:79pt;height:55pt;z-index:252722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JR+9J8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3200" behindDoc="0" locked="0" layoutInCell="1" allowOverlap="1" wp14:anchorId="5B271999" wp14:editId="060DF719">
                      <wp:simplePos x="0" y="0"/>
                      <wp:positionH relativeFrom="column">
                        <wp:posOffset>1320800</wp:posOffset>
                      </wp:positionH>
                      <wp:positionV relativeFrom="paragraph">
                        <wp:posOffset>431800</wp:posOffset>
                      </wp:positionV>
                      <wp:extent cx="1003300" cy="698500"/>
                      <wp:effectExtent l="0" t="0" r="0" b="0"/>
                      <wp:wrapNone/>
                      <wp:docPr id="2949" name="Rectangle 29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9" o:spid="_x0000_s1861" style="position:absolute;margin-left:104pt;margin-top:34pt;width:79pt;height:55pt;z-index:252723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FkCHg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GXYWQI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4224" behindDoc="0" locked="0" layoutInCell="1" allowOverlap="1" wp14:anchorId="60CD3EDD" wp14:editId="3CF19ABF">
                      <wp:simplePos x="0" y="0"/>
                      <wp:positionH relativeFrom="column">
                        <wp:posOffset>1320800</wp:posOffset>
                      </wp:positionH>
                      <wp:positionV relativeFrom="paragraph">
                        <wp:posOffset>431800</wp:posOffset>
                      </wp:positionV>
                      <wp:extent cx="1003300" cy="698500"/>
                      <wp:effectExtent l="0" t="0" r="0" b="0"/>
                      <wp:wrapNone/>
                      <wp:docPr id="2950" name="Rectangle 29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0" o:spid="_x0000_s1862" style="position:absolute;margin-left:104pt;margin-top:34pt;width:79pt;height:55pt;z-index:252724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FO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C4d4U4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5248" behindDoc="0" locked="0" layoutInCell="1" allowOverlap="1" wp14:anchorId="1BCA71E6" wp14:editId="4080363C">
                      <wp:simplePos x="0" y="0"/>
                      <wp:positionH relativeFrom="column">
                        <wp:posOffset>1320800</wp:posOffset>
                      </wp:positionH>
                      <wp:positionV relativeFrom="paragraph">
                        <wp:posOffset>431800</wp:posOffset>
                      </wp:positionV>
                      <wp:extent cx="1003300" cy="698500"/>
                      <wp:effectExtent l="0" t="0" r="0" b="0"/>
                      <wp:wrapNone/>
                      <wp:docPr id="2951" name="Rectangle 295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1" o:spid="_x0000_s1863" style="position:absolute;margin-left:104pt;margin-top:34pt;width:79pt;height:55pt;z-index:252725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fu0zT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6272" behindDoc="0" locked="0" layoutInCell="1" allowOverlap="1" wp14:anchorId="11AD5FAF" wp14:editId="433C85C7">
                      <wp:simplePos x="0" y="0"/>
                      <wp:positionH relativeFrom="column">
                        <wp:posOffset>1320800</wp:posOffset>
                      </wp:positionH>
                      <wp:positionV relativeFrom="paragraph">
                        <wp:posOffset>431800</wp:posOffset>
                      </wp:positionV>
                      <wp:extent cx="1003300" cy="698500"/>
                      <wp:effectExtent l="0" t="0" r="0" b="0"/>
                      <wp:wrapNone/>
                      <wp:docPr id="2952" name="Rectangle 29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2" o:spid="_x0000_s1864" style="position:absolute;margin-left:104pt;margin-top:34pt;width:79pt;height:55pt;z-index:252726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zB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S&#10;fkgwknQAlb5C3ag89BzN0U40Dff6Bo58cp+t82zBmln+zNNNutnk5SJJt7tFlt2mi5KU5WKbkW2e&#10;73ZFfrX95W/HWQXMNXW3cHfWHWJ/R+gs/VyqUHJktcf+OBH4Hm1MsiBpFKCtV/M/gI1GbavA1vdG&#10;MB/0vQH9vWfB9ISm1gz+D8KgKXTJ06VLPFkGwTItCwK9xGArLwlJU99F8NTLZW2s+8jVgLxRYwPF&#10;DHWjJ0AyH305Avden/eWm/ZTkKNIC5/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AOSjME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7296" behindDoc="0" locked="0" layoutInCell="1" allowOverlap="1" wp14:anchorId="03E50EE5" wp14:editId="05791461">
                      <wp:simplePos x="0" y="0"/>
                      <wp:positionH relativeFrom="column">
                        <wp:posOffset>1320800</wp:posOffset>
                      </wp:positionH>
                      <wp:positionV relativeFrom="paragraph">
                        <wp:posOffset>431800</wp:posOffset>
                      </wp:positionV>
                      <wp:extent cx="1003300" cy="698500"/>
                      <wp:effectExtent l="0" t="0" r="0" b="0"/>
                      <wp:wrapNone/>
                      <wp:docPr id="2953" name="Rectangle 29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3" o:spid="_x0000_s1865" style="position:absolute;margin-left:104pt;margin-top:34pt;width:79pt;height:55pt;z-index:252727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IWHg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NgghY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8320" behindDoc="0" locked="0" layoutInCell="1" allowOverlap="1" wp14:anchorId="110F6EA9" wp14:editId="1814FD53">
                      <wp:simplePos x="0" y="0"/>
                      <wp:positionH relativeFrom="column">
                        <wp:posOffset>1295400</wp:posOffset>
                      </wp:positionH>
                      <wp:positionV relativeFrom="paragraph">
                        <wp:posOffset>431800</wp:posOffset>
                      </wp:positionV>
                      <wp:extent cx="1003300" cy="698500"/>
                      <wp:effectExtent l="0" t="0" r="0" b="0"/>
                      <wp:wrapNone/>
                      <wp:docPr id="2954" name="Rectangle 295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4" o:spid="_x0000_s1866" style="position:absolute;margin-left:102pt;margin-top:34pt;width:79pt;height:55pt;z-index:252728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vDa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Pi&#10;JsVIkAG69AXqRkTbMzRHO17XzPXXc2ST/WSsYwvWzPJHlmySzSYrFnGy3S3S9CFZFGFRLLZpuM2y&#10;3S7Pbrc/3e0oLYG5IvYB7s59h9jfETq3fi6VLzkyymF/mUL4XkwUpoVraeChXf4ebDAqU3q2Thve&#10;fFZPGg47z4DpCE2NHtwfGoMmr5LTVSWOLIVgkRR5CFqisJXlN86en7xcVtrYD0wOyBkV1lBMXzdy&#10;BCTz0csRgPj6vLPstJ98O/LUp3W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Xi8No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9344" behindDoc="0" locked="0" layoutInCell="1" allowOverlap="1" wp14:anchorId="784707E8" wp14:editId="5807364E">
                      <wp:simplePos x="0" y="0"/>
                      <wp:positionH relativeFrom="column">
                        <wp:posOffset>1295400</wp:posOffset>
                      </wp:positionH>
                      <wp:positionV relativeFrom="paragraph">
                        <wp:posOffset>431800</wp:posOffset>
                      </wp:positionV>
                      <wp:extent cx="1003300" cy="698500"/>
                      <wp:effectExtent l="0" t="0" r="0" b="0"/>
                      <wp:wrapNone/>
                      <wp:docPr id="2955" name="Rectangle 29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5" o:spid="_x0000_s1867" style="position:absolute;margin-left:102pt;margin-top:34pt;width:79pt;height:55pt;z-index:252729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F1H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tcJIkAFU+gJ1I+LQMzRHO940zOnrObLJfjLWsQVrZvkjSzbJZpMVizjZ7hZpep8sirAoFts03GbZ&#10;bpdnN9uf7naUlsBcEXsPd2fdIfZ3hC7Sz6XyJUdGOezPUwjfs4nC1EsaeGj1ev57sMGoTOnZut7w&#10;5pN61KC/8wyYjtDU6sH9QRg0+S45X7vEkaUQLJIiD6GXKGxl+crZkAWeermstLEfmByQMyqsoZi+&#10;buQESOajL0fg3uvzzrLTfvJy5Gn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5ERdR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0368" behindDoc="0" locked="0" layoutInCell="1" allowOverlap="1" wp14:anchorId="27BB4540" wp14:editId="565C65D7">
                      <wp:simplePos x="0" y="0"/>
                      <wp:positionH relativeFrom="column">
                        <wp:posOffset>1295400</wp:posOffset>
                      </wp:positionH>
                      <wp:positionV relativeFrom="paragraph">
                        <wp:posOffset>431800</wp:posOffset>
                      </wp:positionV>
                      <wp:extent cx="1003300" cy="698500"/>
                      <wp:effectExtent l="0" t="0" r="0" b="0"/>
                      <wp:wrapNone/>
                      <wp:docPr id="2956" name="Rectangle 29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6" o:spid="_x0000_s1868" style="position:absolute;margin-left:102pt;margin-top:34pt;width:79pt;height:55pt;z-index:252730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T/l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x&#10;lWEkyAAqfYO6EbHvGZqjHW8a5vT1HNlkvxjr2II1s/yZJetkvc6KRZxstos0vUsWRVgUi00abrJs&#10;u82z680vdztKS2CuiL2Du7PuEHsfobP0c6l8yZFRDvvzFML3bKIw9ZIGHlq9mv8ebDAqU3q2rje8&#10;+ageNOjvPAOmIzS1enB/EAZNvktOly5xZCkEi6TIQ+glCltZfuVsyAJPvVxW2thPTA7IGRXWUExf&#10;N3IEJPPRlyNw7/V5Z9lpN3k58jR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VVP+U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1392" behindDoc="0" locked="0" layoutInCell="1" allowOverlap="1" wp14:anchorId="31BBCEC9" wp14:editId="0CF8BB28">
                      <wp:simplePos x="0" y="0"/>
                      <wp:positionH relativeFrom="column">
                        <wp:posOffset>1295400</wp:posOffset>
                      </wp:positionH>
                      <wp:positionV relativeFrom="paragraph">
                        <wp:posOffset>431800</wp:posOffset>
                      </wp:positionV>
                      <wp:extent cx="1003300" cy="698500"/>
                      <wp:effectExtent l="0" t="0" r="0" b="0"/>
                      <wp:wrapNone/>
                      <wp:docPr id="2957" name="Rectangle 295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7" o:spid="_x0000_s1869" style="position:absolute;margin-left:102pt;margin-top:34pt;width:79pt;height:55pt;z-index:252731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5J4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mwVGgvTQpW9QNyL2HUNTtOV1zVx/PUc22i/GOrZgTSx/Zsk6Wa+zYhYnm+0sTe+TWREWxWyThpss&#10;227zbLH55W5HaQnMFbH3cHfqO8TeR+jc+qlUvuTIKIf9ZQzhezFRmBaupYGHdvl7sMGgTOnZOm14&#10;80k9ajjsPAOmIzQ2und/aAwavUpOV5U4shSCRVLkIWiJwlaW3zh7evJyWWljPzHZI2dUWEMxfd3I&#10;EZBMRy9HAOLr886y42707cjTx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085J4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2416" behindDoc="0" locked="0" layoutInCell="1" allowOverlap="1" wp14:anchorId="3D30A19B" wp14:editId="0DB49A5E">
                      <wp:simplePos x="0" y="0"/>
                      <wp:positionH relativeFrom="column">
                        <wp:posOffset>1295400</wp:posOffset>
                      </wp:positionH>
                      <wp:positionV relativeFrom="paragraph">
                        <wp:posOffset>431800</wp:posOffset>
                      </wp:positionV>
                      <wp:extent cx="1003300" cy="698500"/>
                      <wp:effectExtent l="0" t="0" r="0" b="0"/>
                      <wp:wrapNone/>
                      <wp:docPr id="2958" name="Rectangle 29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8" o:spid="_x0000_s1870" style="position:absolute;margin-left:102pt;margin-top:34pt;width:79pt;height:55pt;z-index:252732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nY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x&#10;BVoJMoBK36BuROx7huZox5uGOX09RzbZL8Y6tmDNLH9myTpZr7NiESeb7SJN75JFERbFYpOGmyzb&#10;bvPsevPL3Y7SEpgrYu/g7qw7xN5H6Cz9XCpfcmSUw/48hfA9myhMvaSBh1av5r8HG4zKlJ6t6w1v&#10;PqoHDfo7z4DpCE2tHtwfhEGT75LTpUscWQrBIinyEHqJwlaWXzkbssBTL5eVNvYTkwNyRoU1FNPX&#10;jRwByXz05Qjce33eWXbaTV6OPE1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01J2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3440" behindDoc="0" locked="0" layoutInCell="1" allowOverlap="1" wp14:anchorId="6492C091" wp14:editId="6CF27242">
                      <wp:simplePos x="0" y="0"/>
                      <wp:positionH relativeFrom="column">
                        <wp:posOffset>1295400</wp:posOffset>
                      </wp:positionH>
                      <wp:positionV relativeFrom="paragraph">
                        <wp:posOffset>431800</wp:posOffset>
                      </wp:positionV>
                      <wp:extent cx="1003300" cy="698500"/>
                      <wp:effectExtent l="0" t="0" r="0" b="0"/>
                      <wp:wrapNone/>
                      <wp:docPr id="2959" name="Rectangle 29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9" o:spid="_x0000_s1871" style="position:absolute;margin-left:102pt;margin-top:34pt;width:79pt;height:55pt;z-index:252733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0cP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VWAkyAAqfYG6EXHoGZqjHW8a5vT1HNlkPxnr2II1s/yRJZtks8mKRZxsd4s0vU8WRVgUi20abrNs&#10;t8uzm+1PdztKS2CuiL2Hu7PuEPs7Qhfp51L5kiOjHPbnKYTv2URh6iUNPLR6Pf892GBUpvRsXW94&#10;80k9atDfeQZMR2hq9eD+IAyafJecr13iyFIIFkmRh9BLFLayfOVsyAJPvVxW2tgPTA7IGRXWUExf&#10;N3ICJPPRlyNw7/V5Z9lpP3k58nT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u/Rw8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4464" behindDoc="0" locked="0" layoutInCell="1" allowOverlap="1" wp14:anchorId="2C164A49" wp14:editId="6E2C932E">
                      <wp:simplePos x="0" y="0"/>
                      <wp:positionH relativeFrom="column">
                        <wp:posOffset>1295400</wp:posOffset>
                      </wp:positionH>
                      <wp:positionV relativeFrom="paragraph">
                        <wp:posOffset>431800</wp:posOffset>
                      </wp:positionV>
                      <wp:extent cx="1003300" cy="698500"/>
                      <wp:effectExtent l="0" t="0" r="0" b="0"/>
                      <wp:wrapNone/>
                      <wp:docPr id="2960" name="Rectangle 296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0" o:spid="_x0000_s1872" style="position:absolute;margin-left:102pt;margin-top:34pt;width:79pt;height:55pt;z-index:252734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bYt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bjI&#10;QCBBBqjSV9CNiLZnaI52vK6Zq6/nyCb72VjHFqyZ5c8s2SSbTVYs4mS7W6TpfbIowqJYbNNwm2W7&#10;XZ7dbH+521FaAnNF7D3cnesOsb8jdC79LJWXHBnlsD9PIXzPJgrTwpU08NAufw82GJUpPVvXG958&#10;Uo8aDjvPgOkITY0e3B8KgybfJadrlziyFIJFUuQhSEVhK8s/OHt+8nJZaWM/MjkgZ1RYg5heN3IE&#10;JPPRyxGA+Pq8s+y0n3w58jR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nhti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5488" behindDoc="0" locked="0" layoutInCell="1" allowOverlap="1" wp14:anchorId="3F17428C" wp14:editId="7A60D1FE">
                      <wp:simplePos x="0" y="0"/>
                      <wp:positionH relativeFrom="column">
                        <wp:posOffset>1295400</wp:posOffset>
                      </wp:positionH>
                      <wp:positionV relativeFrom="paragraph">
                        <wp:posOffset>431800</wp:posOffset>
                      </wp:positionV>
                      <wp:extent cx="1003300" cy="698500"/>
                      <wp:effectExtent l="0" t="0" r="0" b="0"/>
                      <wp:wrapNone/>
                      <wp:docPr id="2961" name="Rectangle 29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1" o:spid="_x0000_s1873" style="position:absolute;margin-left:102pt;margin-top:34pt;width:79pt;height:55pt;z-index:252735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xuw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izASZACVvkLdiDj0DM3RjjcNc/p6jmyyn411bMGaWf7Mkk2y2WTFIk62u0Wa3iWLIiyKxTYNt1m2&#10;2+XZavvL3Y7SEpgrYu/g7qw7xP6O0EX6uVS+5Mgoh/1pCuF7MlGYekkDD61ez38PNhiVKT1b1xve&#10;fFQPGvR3ngHTEZpaPbg/CIMm3yXna5c4shSCRVLkIfQSha0s/+BsyAJPvVxW2tiPTA7IGRXWUExf&#10;N3ICJPPRlyNw7/V5Z9lpP3k58nT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Ecbs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6512" behindDoc="0" locked="0" layoutInCell="1" allowOverlap="1" wp14:anchorId="6F64F502" wp14:editId="0F1831C2">
                      <wp:simplePos x="0" y="0"/>
                      <wp:positionH relativeFrom="column">
                        <wp:posOffset>1295400</wp:posOffset>
                      </wp:positionH>
                      <wp:positionV relativeFrom="paragraph">
                        <wp:posOffset>431800</wp:posOffset>
                      </wp:positionV>
                      <wp:extent cx="1003300" cy="698500"/>
                      <wp:effectExtent l="0" t="0" r="0" b="0"/>
                      <wp:wrapNone/>
                      <wp:docPr id="2962" name="Rectangle 29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2" o:spid="_x0000_s1874" style="position:absolute;margin-left:102pt;margin-top:34pt;width:79pt;height:55pt;z-index:252736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njo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jI&#10;YowEGUCl71A3IvY9Q3O0403DnL6eI5vsV2MdW7Bmlr+yZJ2s11mxiJPNdpGmt8miCItisUnDTZZt&#10;t3l2tfntbkdpCcwVsbdwd9YdYn9H6Cz9XCpfcmSUw/40hfA9mShMvaSBh1av5r8HG4zKlJ6t6w1v&#10;Pqh7Dfo7z4DpCE2tHtwfhEGT75LTpUscWQrBIinyEHqJwlaWf3I2ZIGnXi4rbexnJgfkjAprKKav&#10;GzkCkvnoyxG49/q8s+y0m7wceZq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JTp46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7536" behindDoc="0" locked="0" layoutInCell="1" allowOverlap="1" wp14:anchorId="2E39A5D6" wp14:editId="749BCBB8">
                      <wp:simplePos x="0" y="0"/>
                      <wp:positionH relativeFrom="column">
                        <wp:posOffset>1295400</wp:posOffset>
                      </wp:positionH>
                      <wp:positionV relativeFrom="paragraph">
                        <wp:posOffset>431800</wp:posOffset>
                      </wp:positionV>
                      <wp:extent cx="1003300" cy="698500"/>
                      <wp:effectExtent l="0" t="0" r="0" b="0"/>
                      <wp:wrapNone/>
                      <wp:docPr id="2963" name="Rectangle 296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3" o:spid="_x0000_s1875" style="position:absolute;margin-left:102pt;margin-top:34pt;width:79pt;height:55pt;z-index:252737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V1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1JzVdR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8560" behindDoc="0" locked="0" layoutInCell="1" allowOverlap="1" wp14:anchorId="17E34EE7" wp14:editId="0656AD8B">
                      <wp:simplePos x="0" y="0"/>
                      <wp:positionH relativeFrom="column">
                        <wp:posOffset>1295400</wp:posOffset>
                      </wp:positionH>
                      <wp:positionV relativeFrom="paragraph">
                        <wp:posOffset>431800</wp:posOffset>
                      </wp:positionV>
                      <wp:extent cx="1003300" cy="698500"/>
                      <wp:effectExtent l="0" t="0" r="0" b="0"/>
                      <wp:wrapNone/>
                      <wp:docPr id="2964" name="Rectangle 29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4" o:spid="_x0000_s1876" style="position:absolute;margin-left:102pt;margin-top:34pt;width:79pt;height:55pt;z-index:252738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Lhi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R&#10;pRgJMoBK36BuROx7huZox5uGOX09RzbZL8Y6tmDNLH9myTpZr7NiESeb7SJN75JFERbFYpOGmyzb&#10;bvPsevPL3Y7SEpgrYu/g7qw7xN5H6Cz9XCpfcmSUw/48hfA9myhMvaSBh1av5r8HG4zKlJ6t6w1v&#10;PqoHDfo7z4DpCE2tHtwfhEGT75LTpUscWQrBIinyEHqJwlaWXzkbssBTL5eVNvYTkwNyRoU1FNPX&#10;jRwByXz05Qjce33eWXbaTV6O/Mq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tS4Y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9584" behindDoc="0" locked="0" layoutInCell="1" allowOverlap="1" wp14:anchorId="464C54C2" wp14:editId="795C7735">
                      <wp:simplePos x="0" y="0"/>
                      <wp:positionH relativeFrom="column">
                        <wp:posOffset>1295400</wp:posOffset>
                      </wp:positionH>
                      <wp:positionV relativeFrom="paragraph">
                        <wp:posOffset>431800</wp:posOffset>
                      </wp:positionV>
                      <wp:extent cx="1003300" cy="698500"/>
                      <wp:effectExtent l="0" t="0" r="0" b="0"/>
                      <wp:wrapNone/>
                      <wp:docPr id="2965" name="Rectangle 29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5" o:spid="_x0000_s1877" style="position:absolute;margin-left:102pt;margin-top:34pt;width:79pt;height:55pt;z-index:252739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a1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i&#10;W2EkyAAqfYG6EXHoGZqjHW8a5vT1HNlkPxnr2II1s/yRJZtks8mKRZxsd4s0vU8WRVgUi20abrNs&#10;t8uzm+1PdztKS2CuiL2Hu7PuEPs7Qhfp51L5kiOjHPbnKYTv2URh6iUNPLR6Pf892GBUpvRsXW94&#10;80k9atDfeQZMR2hq9eD+IAyafJecr13iyFIIFkmRh9BLFLayfOVsyAJPvVxW2tgPTA7IGRXWUExf&#10;N3ICJPPRlyNw7/V5Z9lpP3k58lX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1ia2t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0608" behindDoc="0" locked="0" layoutInCell="1" allowOverlap="1" wp14:anchorId="6B561933" wp14:editId="61119790">
                      <wp:simplePos x="0" y="0"/>
                      <wp:positionH relativeFrom="column">
                        <wp:posOffset>1295400</wp:posOffset>
                      </wp:positionH>
                      <wp:positionV relativeFrom="paragraph">
                        <wp:posOffset>431800</wp:posOffset>
                      </wp:positionV>
                      <wp:extent cx="1003300" cy="698500"/>
                      <wp:effectExtent l="0" t="0" r="0" b="0"/>
                      <wp:wrapNone/>
                      <wp:docPr id="2966" name="Rectangle 296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6" o:spid="_x0000_s1878" style="position:absolute;margin-left:102pt;margin-top:34pt;width:79pt;height:55pt;z-index:252740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3dd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Zjd1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1632" behindDoc="0" locked="0" layoutInCell="1" allowOverlap="1" wp14:anchorId="7AF047A6" wp14:editId="6EF9B16C">
                      <wp:simplePos x="0" y="0"/>
                      <wp:positionH relativeFrom="column">
                        <wp:posOffset>1295400</wp:posOffset>
                      </wp:positionH>
                      <wp:positionV relativeFrom="paragraph">
                        <wp:posOffset>431800</wp:posOffset>
                      </wp:positionV>
                      <wp:extent cx="1003300" cy="698500"/>
                      <wp:effectExtent l="0" t="0" r="0" b="0"/>
                      <wp:wrapNone/>
                      <wp:docPr id="2967" name="Rectangle 29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7" o:spid="_x0000_s1879" style="position:absolute;margin-left:102pt;margin-top:34pt;width:79pt;height:55pt;z-index:252741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drA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i&#10;W2EkyAAqfYG6EXHoGZqjHW8a5vT1HNlkPxnr2II1s/yRJZtks8mKRZxsd4s0vU8WRVgUi20abrNs&#10;t8uz1fanux2lJTBXxN7D3Vl3iP0doYv0c6l8yZFRDvvzFML3bKIw9ZIGHlq9nv8ebDAqU3q2rje8&#10;+aQeNejvPAOmIzS1enB/EAZNvkvO1y5xZCkEi6TIQ+glCltZfuNsyAJPvVxW2tgPTA7IGRXWUExf&#10;N3ICJPPRlyNw7/V5Z9lpP3k58pvE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fF2sA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2656" behindDoc="0" locked="0" layoutInCell="1" allowOverlap="1" wp14:anchorId="7C1881D4" wp14:editId="53399D1F">
                      <wp:simplePos x="0" y="0"/>
                      <wp:positionH relativeFrom="column">
                        <wp:posOffset>1295400</wp:posOffset>
                      </wp:positionH>
                      <wp:positionV relativeFrom="paragraph">
                        <wp:posOffset>431800</wp:posOffset>
                      </wp:positionV>
                      <wp:extent cx="1003300" cy="698500"/>
                      <wp:effectExtent l="0" t="0" r="0" b="0"/>
                      <wp:wrapNone/>
                      <wp:docPr id="2968" name="Rectangle 29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8" o:spid="_x0000_s1880" style="position:absolute;margin-left:102pt;margin-top:34pt;width:79pt;height:55pt;z-index:252742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6Iq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R&#10;gVaCDKDSN6gbEfueoTna8aZhTl/PkU32i7GOLVgzy59Zsk7W66xYxMlmu0jTu2RRhEWx2KThJsu2&#10;2zy73vxyt6O0BOaK2Du4O+sOsfcROks/l8qXHBnlsD9PIXzPJgpTL2ngodWr+e/BBqMypWfresOb&#10;j+pBg/7OM2A6QlOrB/cHYdDku+R06RJHlkKwSIo8hF6isJXlV86GLPDUy2Wljf3E5ICcUWENxfR1&#10;I0dAMh99OQL3Xp93lp12k5cjv0p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iK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3680" behindDoc="0" locked="0" layoutInCell="1" allowOverlap="1" wp14:anchorId="644D98E2" wp14:editId="0FEF0227">
                      <wp:simplePos x="0" y="0"/>
                      <wp:positionH relativeFrom="column">
                        <wp:posOffset>1295400</wp:posOffset>
                      </wp:positionH>
                      <wp:positionV relativeFrom="paragraph">
                        <wp:posOffset>431800</wp:posOffset>
                      </wp:positionV>
                      <wp:extent cx="1003300" cy="698500"/>
                      <wp:effectExtent l="0" t="0" r="0" b="0"/>
                      <wp:wrapNone/>
                      <wp:docPr id="2969" name="Rectangle 296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9" o:spid="_x0000_s1881" style="position:absolute;margin-left:102pt;margin-top:34pt;width:79pt;height:55pt;z-index:252743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Q+3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rMBIkB669A3qRsS+Y2iKtryumeuv58hG+8VYxxasieXPLFkn63VWzOJks52l6X0yK8KimG3ScJNl&#10;222e3Wx+udtRWgJzRew93J36DrH3ETq3fiqVLzkyymF/GUP4XkwUpoVraeChXf4ebDAoU3q2Thve&#10;fFKPGg47z4DpCI2N7t0fGoNGr5LTVSWOLIVgkRR5CFqisJXlC2dPT14uK23sJyZ75IwKayimrxs5&#10;ApLp6OUIQHx93ll23I2+Hfli4dK62E7WJ2gSTJl9gKXp5FBh2nGF0QDKrbD5cSCaYdR9FiCN+CZ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IiQ+3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4704" behindDoc="0" locked="0" layoutInCell="1" allowOverlap="1" wp14:anchorId="5F3242CB" wp14:editId="26396188">
                      <wp:simplePos x="0" y="0"/>
                      <wp:positionH relativeFrom="column">
                        <wp:posOffset>1295400</wp:posOffset>
                      </wp:positionH>
                      <wp:positionV relativeFrom="paragraph">
                        <wp:posOffset>431800</wp:posOffset>
                      </wp:positionV>
                      <wp:extent cx="1003300" cy="698500"/>
                      <wp:effectExtent l="0" t="0" r="0" b="0"/>
                      <wp:wrapNone/>
                      <wp:docPr id="2970" name="Rectangle 29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0" o:spid="_x0000_s1882" style="position:absolute;margin-left:102pt;margin-top:34pt;width:79pt;height:55pt;z-index:252744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BSx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hgUs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5728" behindDoc="0" locked="0" layoutInCell="1" allowOverlap="1" wp14:anchorId="025F5495" wp14:editId="1E3C981F">
                      <wp:simplePos x="0" y="0"/>
                      <wp:positionH relativeFrom="column">
                        <wp:posOffset>1295400</wp:posOffset>
                      </wp:positionH>
                      <wp:positionV relativeFrom="paragraph">
                        <wp:posOffset>431800</wp:posOffset>
                      </wp:positionV>
                      <wp:extent cx="1003300" cy="698500"/>
                      <wp:effectExtent l="0" t="0" r="0" b="0"/>
                      <wp:wrapNone/>
                      <wp:docPr id="2971" name="Rectangle 29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1" o:spid="_x0000_s1883" style="position:absolute;margin-left:102pt;margin-top:34pt;width:79pt;height:55pt;z-index:252745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hpm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FWEkyAAqfYG6EXHoGZqjHW8a5vT1HNlkPxnr2II1s/yRJZtks8mKRZxsd4s0vU8WRVgUi20abrNs&#10;t8uz1fanux2lJTBXxN7D3Vl3iP0doYv0c6l8yZFRDvvzFML3bKIw9ZIGHlq9nv8ebDAqU3q2rje8&#10;+aQeNejvPAOmIzS1enB/EAZNvkvO1y5xZCkEi6TIQ+glCltZfuNsyAJPvVxW2tgPTA7IGRXWUExf&#10;N3ICJPPRlyNw7/V5Z9lpP3k58puV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LqGmY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6752" behindDoc="0" locked="0" layoutInCell="1" allowOverlap="1" wp14:anchorId="15A49563" wp14:editId="6603C351">
                      <wp:simplePos x="0" y="0"/>
                      <wp:positionH relativeFrom="column">
                        <wp:posOffset>1295400</wp:posOffset>
                      </wp:positionH>
                      <wp:positionV relativeFrom="paragraph">
                        <wp:posOffset>431800</wp:posOffset>
                      </wp:positionV>
                      <wp:extent cx="1003300" cy="698500"/>
                      <wp:effectExtent l="0" t="0" r="0" b="0"/>
                      <wp:wrapNone/>
                      <wp:docPr id="2972" name="Rectangle 297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2" o:spid="_x0000_s1884" style="position:absolute;margin-left:102pt;margin-top:34pt;width:79pt;height:55pt;z-index:252746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p0GQ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bsPadB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7776" behindDoc="0" locked="0" layoutInCell="1" allowOverlap="1" wp14:anchorId="3968D7CA" wp14:editId="062B204D">
                      <wp:simplePos x="0" y="0"/>
                      <wp:positionH relativeFrom="column">
                        <wp:posOffset>1295400</wp:posOffset>
                      </wp:positionH>
                      <wp:positionV relativeFrom="paragraph">
                        <wp:posOffset>431800</wp:posOffset>
                      </wp:positionV>
                      <wp:extent cx="1003300" cy="698500"/>
                      <wp:effectExtent l="0" t="0" r="0" b="0"/>
                      <wp:wrapNone/>
                      <wp:docPr id="2973" name="Rectangle 29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3" o:spid="_x0000_s1885" style="position:absolute;margin-left:102pt;margin-top:34pt;width:79pt;height:55pt;z-index:252747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fp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lWAkyAAqfYG6EXHoGZqjHW8a5vT1HNlkPxnr2II1s/yRJZtks8mKRZxsd4s0vU8WRVgUi20abrNs&#10;t8uz1fanux2lJTBXxN7D3Vl3iP0doYv0c6l8yZFRDvvzFML3bKIw9ZIGHlq9nv8ebDAqU3q2rje8&#10;+aQeNejvPAOmIzS1enB/EAZNvkvO1y5xZCkEi6TIQ+glCltZfuNsyAJPvVxW2tgPTA7IGRXWUExf&#10;N3ICJPPRlyNw7/V5Z9lpP3k58pvC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9ld+k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8800" behindDoc="0" locked="0" layoutInCell="1" allowOverlap="1" wp14:anchorId="3F82DB20" wp14:editId="1A1D3A76">
                      <wp:simplePos x="0" y="0"/>
                      <wp:positionH relativeFrom="column">
                        <wp:posOffset>1295400</wp:posOffset>
                      </wp:positionH>
                      <wp:positionV relativeFrom="paragraph">
                        <wp:posOffset>431800</wp:posOffset>
                      </wp:positionV>
                      <wp:extent cx="1003300" cy="698500"/>
                      <wp:effectExtent l="0" t="0" r="0" b="0"/>
                      <wp:wrapNone/>
                      <wp:docPr id="2974" name="Rectangle 29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4" o:spid="_x0000_s1886" style="position:absolute;margin-left:102pt;margin-top:34pt;width:79pt;height:55pt;z-index:252748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iHn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i&#10;lWIkyAAqfYW6EXHoGZqjHW8a5vT1HNlkPxvr2II1s/yZJZtks8mKRZxsd4s0vUsWRVgUi20abrNs&#10;t8uz1faXux2lJTBXxN7B3Vl3iP0doYv0c6l8yZFRDvvTFML3ZKIw9ZIGHlq9nv8ebDAqU3q2rje8&#10;+ageNOjvPAOmIzS1enB/EAZNvkvO1y5xZCkEi6TIQ+glCltZ/sHZkAWeermstLEfmRyQMyqsoZi+&#10;buQESOajL0fg3uvzzrLTfvJy5Jl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eoh5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9824" behindDoc="0" locked="0" layoutInCell="1" allowOverlap="1" wp14:anchorId="6E58808E" wp14:editId="5448B08F">
                      <wp:simplePos x="0" y="0"/>
                      <wp:positionH relativeFrom="column">
                        <wp:posOffset>1295400</wp:posOffset>
                      </wp:positionH>
                      <wp:positionV relativeFrom="paragraph">
                        <wp:posOffset>431800</wp:posOffset>
                      </wp:positionV>
                      <wp:extent cx="1003300" cy="698500"/>
                      <wp:effectExtent l="0" t="0" r="0" b="0"/>
                      <wp:wrapNone/>
                      <wp:docPr id="2975" name="Rectangle 297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5" o:spid="_x0000_s1887" style="position:absolute;margin-left:102pt;margin-top:34pt;width:79pt;height:55pt;z-index:252749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Ix6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xQ1GgvTQpW9QNyL2HUNTtOV1zVx/PUc22i/GOrZgTSx/Zsk6Wa+zYhYnm+0sTe+TWREWxWyThpss&#10;227zbLH55W5HaQnMFbH3cHfqO8TeR+jc+qlUvuTIKIf9ZQzhezFRmBaupYGHdvl7sMGgTOnZOm14&#10;80k9ajjsPAOmIzQ2und/aAwavUpOV5U4shSCRVLkIWiJwlaW3zh7evJyWWljPzHZI2dUWEMxfd3I&#10;EZBMRy9HAOLr886y42707cizyKV1sZ2sT9AkmDL7AEvTyaHCtOMKowGUW2Hz40A0w6j7LEAa8SJ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MBMjHo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50848" behindDoc="0" locked="0" layoutInCell="1" allowOverlap="1" wp14:anchorId="03AA4A39" wp14:editId="36EE323E">
                      <wp:simplePos x="0" y="0"/>
                      <wp:positionH relativeFrom="column">
                        <wp:posOffset>1295400</wp:posOffset>
                      </wp:positionH>
                      <wp:positionV relativeFrom="paragraph">
                        <wp:posOffset>431800</wp:posOffset>
                      </wp:positionV>
                      <wp:extent cx="1003300" cy="698500"/>
                      <wp:effectExtent l="0" t="0" r="0" b="0"/>
                      <wp:wrapNone/>
                      <wp:docPr id="2976" name="Rectangle 29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6" o:spid="_x0000_s1888" style="position:absolute;margin-left:102pt;margin-top:34pt;width:79pt;height:55pt;z-index:252750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U2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i&#10;lWEkyAAqfYW6EXHoGZqjHW8a5vT1HNlkPxvr2II1s/yZJZtks8mKRZxsd4s0vUsWRVgUi20abrNs&#10;t8uz1faXux2lJTBXxN7B3Vl3iP0doYv0c6l8yZFRDvvTFML3ZKIw9ZIGHlq9nv8ebDAqU3q2rje8&#10;+ageNOjvPAOmIzS1enB/EAZNvkvO1y5xZCkEi6TIQ+glCltZ/sHZkAWeermstLEfmRyQMyqsoZi+&#10;buQESOajL0fg3uvzzrLTfvJy5Fn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AlNk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51872" behindDoc="0" locked="0" layoutInCell="1" allowOverlap="1" wp14:anchorId="6B0A3D94" wp14:editId="02E9346E">
                      <wp:simplePos x="0" y="0"/>
                      <wp:positionH relativeFrom="column">
                        <wp:posOffset>1295400</wp:posOffset>
                      </wp:positionH>
                      <wp:positionV relativeFrom="paragraph">
                        <wp:posOffset>431800</wp:posOffset>
                      </wp:positionV>
                      <wp:extent cx="1003300" cy="698500"/>
                      <wp:effectExtent l="0" t="0" r="0" b="0"/>
                      <wp:wrapNone/>
                      <wp:docPr id="2977" name="Rectangle 29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7" o:spid="_x0000_s1889" style="position:absolute;margin-left:102pt;margin-top:34pt;width:79pt;height:55pt;z-index:252751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NF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i&#10;tcJIkAFU+gp1I+LQMzRHO940zOnrObLJfjbWsQVrZvkzSzbJZpMVizjZ7hZpepcsirAoFts03GbZ&#10;bpdnq+0vdztKS2CuiL2Du7PuEPs7Qhfp51L5kiOjHPanKYTvyURh6iUNPLR6Pf892GBUpvRsXW94&#10;81E9aNDfeQZMR2hq9eD+IAyafJecr13iyFIIFkmRh9BLFLay/IOzIQs89XJZaWM/MjkgZ1RYQzF9&#10;3cgJkMxHX47AvdfnnWWn/eTlyLP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D7Q0U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tc>
      </w:tr>
    </w:tbl>
    <w:p w:rsidR="00E97431" w:rsidRDefault="00E97431" w:rsidP="00E97431">
      <w:pPr>
        <w:outlineLvl w:val="0"/>
        <w:rPr>
          <w:rFonts w:ascii="Century Gothic" w:hAnsi="Century Gothic"/>
          <w:b/>
          <w:color w:val="000000" w:themeColor="text1"/>
          <w:sz w:val="15"/>
          <w:szCs w:val="44"/>
        </w:rPr>
      </w:pPr>
    </w:p>
    <w:p w:rsidR="00141E75" w:rsidRDefault="00141E75" w:rsidP="00303C60">
      <w:pPr>
        <w:outlineLvl w:val="0"/>
        <w:rPr>
          <w:rFonts w:ascii="Century Gothic" w:hAnsi="Century Gothic"/>
          <w:b/>
          <w:color w:val="000000" w:themeColor="text1"/>
          <w:sz w:val="15"/>
          <w:szCs w:val="44"/>
        </w:rPr>
      </w:pPr>
    </w:p>
    <w:tbl>
      <w:tblPr>
        <w:tblW w:w="10760" w:type="dxa"/>
        <w:tblLook w:val="04A0" w:firstRow="1" w:lastRow="0" w:firstColumn="1" w:lastColumn="0" w:noHBand="0" w:noVBand="1"/>
      </w:tblPr>
      <w:tblGrid>
        <w:gridCol w:w="4315"/>
        <w:gridCol w:w="4050"/>
        <w:gridCol w:w="2395"/>
      </w:tblGrid>
      <w:tr w:rsidR="002F2CEF" w:rsidRPr="003D706E" w:rsidTr="00E97431">
        <w:trPr>
          <w:trHeight w:val="360"/>
        </w:trPr>
        <w:tc>
          <w:tcPr>
            <w:tcW w:w="4315" w:type="dxa"/>
            <w:tcBorders>
              <w:top w:val="single" w:sz="4" w:space="0" w:color="BFBFBF" w:themeColor="background1" w:themeShade="BF"/>
              <w:left w:val="single" w:sz="4" w:space="0" w:color="BFBFBF"/>
              <w:bottom w:val="single" w:sz="4" w:space="0" w:color="BFBFBF"/>
              <w:right w:val="single" w:sz="4" w:space="0" w:color="BFBFBF"/>
            </w:tcBorders>
            <w:shd w:val="clear" w:color="auto" w:fill="EAEEF3"/>
            <w:vAlign w:val="center"/>
            <w:hideMark/>
          </w:tcPr>
          <w:p w:rsidR="002F2CEF" w:rsidRPr="00023806" w:rsidRDefault="002F2CEF" w:rsidP="002F2CEF">
            <w:pPr>
              <w:rPr>
                <w:rFonts w:ascii="Century Gothic" w:hAnsi="Century Gothic" w:cs="Arial"/>
                <w:b/>
                <w:bCs/>
                <w:color w:val="000000" w:themeColor="text1"/>
                <w:sz w:val="18"/>
                <w:szCs w:val="10"/>
              </w:rPr>
            </w:pPr>
            <w:r>
              <w:rPr>
                <w:rFonts w:ascii="Century Gothic" w:hAnsi="Century Gothic" w:cs="Arial"/>
                <w:b/>
                <w:bCs/>
                <w:color w:val="000000" w:themeColor="text1"/>
                <w:sz w:val="18"/>
                <w:szCs w:val="10"/>
              </w:rPr>
              <w:t xml:space="preserve">APPROVED BY  </w:t>
            </w:r>
            <w:r w:rsidRPr="002F2CEF">
              <w:rPr>
                <w:rFonts w:ascii="Century Gothic" w:hAnsi="Century Gothic" w:cs="Arial"/>
                <w:color w:val="000000" w:themeColor="text1"/>
                <w:sz w:val="18"/>
                <w:szCs w:val="10"/>
              </w:rPr>
              <w:t>name and title</w:t>
            </w:r>
          </w:p>
        </w:tc>
        <w:tc>
          <w:tcPr>
            <w:tcW w:w="4050" w:type="dxa"/>
            <w:tcBorders>
              <w:top w:val="single" w:sz="4" w:space="0" w:color="BFBFBF" w:themeColor="background1" w:themeShade="BF"/>
              <w:left w:val="single" w:sz="4" w:space="0" w:color="BFBFBF"/>
              <w:bottom w:val="single" w:sz="4" w:space="0" w:color="BFBFBF"/>
              <w:right w:val="single" w:sz="4" w:space="0" w:color="BFBFBF"/>
            </w:tcBorders>
            <w:shd w:val="clear" w:color="auto" w:fill="EAEEF3"/>
            <w:vAlign w:val="center"/>
          </w:tcPr>
          <w:p w:rsidR="002F2CEF" w:rsidRPr="00023806" w:rsidRDefault="002F2CEF" w:rsidP="002F2CEF">
            <w:pPr>
              <w:rPr>
                <w:rFonts w:ascii="Century Gothic" w:hAnsi="Century Gothic" w:cs="Arial"/>
                <w:b/>
                <w:bCs/>
                <w:color w:val="000000" w:themeColor="text1"/>
                <w:sz w:val="18"/>
                <w:szCs w:val="10"/>
              </w:rPr>
            </w:pPr>
            <w:r>
              <w:rPr>
                <w:rFonts w:ascii="Century Gothic" w:hAnsi="Century Gothic" w:cs="Arial"/>
                <w:b/>
                <w:bCs/>
                <w:color w:val="000000" w:themeColor="text1"/>
                <w:sz w:val="18"/>
                <w:szCs w:val="10"/>
              </w:rPr>
              <w:t xml:space="preserve">APPROVED BY  </w:t>
            </w:r>
            <w:r w:rsidRPr="002F2CEF">
              <w:rPr>
                <w:rFonts w:ascii="Century Gothic" w:hAnsi="Century Gothic" w:cs="Arial"/>
                <w:color w:val="000000" w:themeColor="text1"/>
                <w:sz w:val="18"/>
                <w:szCs w:val="10"/>
              </w:rPr>
              <w:t>signature</w:t>
            </w:r>
          </w:p>
        </w:tc>
        <w:tc>
          <w:tcPr>
            <w:tcW w:w="2395" w:type="dxa"/>
            <w:tcBorders>
              <w:top w:val="single" w:sz="4" w:space="0" w:color="BFBFBF" w:themeColor="background1" w:themeShade="BF"/>
              <w:left w:val="nil"/>
              <w:bottom w:val="single" w:sz="4" w:space="0" w:color="BFBFBF"/>
              <w:right w:val="single" w:sz="4" w:space="0" w:color="BFBFBF"/>
            </w:tcBorders>
            <w:shd w:val="clear" w:color="auto" w:fill="EAEEF3"/>
            <w:vAlign w:val="center"/>
            <w:hideMark/>
          </w:tcPr>
          <w:p w:rsidR="002F2CEF" w:rsidRPr="00023806" w:rsidRDefault="002F2CEF" w:rsidP="002F2CEF">
            <w:pPr>
              <w:rPr>
                <w:rFonts w:ascii="Century Gothic" w:hAnsi="Century Gothic" w:cs="Arial"/>
                <w:b/>
                <w:bCs/>
                <w:color w:val="000000" w:themeColor="text1"/>
                <w:sz w:val="18"/>
                <w:szCs w:val="10"/>
              </w:rPr>
            </w:pPr>
            <w:r w:rsidRPr="00023806">
              <w:rPr>
                <w:rFonts w:ascii="Century Gothic" w:hAnsi="Century Gothic" w:cs="Arial"/>
                <w:b/>
                <w:bCs/>
                <w:color w:val="000000" w:themeColor="text1"/>
                <w:sz w:val="18"/>
                <w:szCs w:val="10"/>
              </w:rPr>
              <w:t>DATE</w:t>
            </w:r>
          </w:p>
        </w:tc>
      </w:tr>
      <w:tr w:rsidR="003D706E" w:rsidRPr="003D706E" w:rsidTr="00E97431">
        <w:trPr>
          <w:trHeight w:val="576"/>
        </w:trPr>
        <w:tc>
          <w:tcPr>
            <w:tcW w:w="4315"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rsidR="003D706E" w:rsidRPr="00023806" w:rsidRDefault="003D706E" w:rsidP="003D706E">
            <w:pPr>
              <w:rPr>
                <w:rFonts w:ascii="Century Gothic" w:hAnsi="Century Gothic" w:cs="Arial"/>
                <w:color w:val="000000" w:themeColor="text1"/>
                <w:sz w:val="20"/>
                <w:szCs w:val="11"/>
              </w:rPr>
            </w:pPr>
            <w:r w:rsidRPr="00023806">
              <w:rPr>
                <w:rFonts w:ascii="Century Gothic" w:hAnsi="Century Gothic" w:cs="Arial"/>
                <w:color w:val="000000" w:themeColor="text1"/>
                <w:sz w:val="20"/>
                <w:szCs w:val="11"/>
              </w:rPr>
              <w:t> </w:t>
            </w:r>
          </w:p>
        </w:tc>
        <w:tc>
          <w:tcPr>
            <w:tcW w:w="405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tcPr>
          <w:p w:rsidR="003D706E" w:rsidRPr="00023806" w:rsidRDefault="003D706E" w:rsidP="003D706E">
            <w:pPr>
              <w:rPr>
                <w:rFonts w:ascii="Century Gothic" w:hAnsi="Century Gothic" w:cs="Arial"/>
                <w:color w:val="000000" w:themeColor="text1"/>
                <w:sz w:val="20"/>
                <w:szCs w:val="11"/>
              </w:rPr>
            </w:pPr>
          </w:p>
        </w:tc>
        <w:tc>
          <w:tcPr>
            <w:tcW w:w="2395" w:type="dxa"/>
            <w:tcBorders>
              <w:top w:val="single" w:sz="4" w:space="0" w:color="BFBFBF"/>
              <w:left w:val="nil"/>
              <w:bottom w:val="single" w:sz="24" w:space="0" w:color="BFBFBF" w:themeColor="background1" w:themeShade="BF"/>
              <w:right w:val="single" w:sz="4" w:space="0" w:color="BFBFBF"/>
            </w:tcBorders>
            <w:shd w:val="clear" w:color="auto" w:fill="auto"/>
            <w:vAlign w:val="center"/>
            <w:hideMark/>
          </w:tcPr>
          <w:p w:rsidR="003D706E" w:rsidRPr="00023806" w:rsidRDefault="003D706E" w:rsidP="003D706E">
            <w:pPr>
              <w:rPr>
                <w:rFonts w:ascii="Century Gothic" w:hAnsi="Century Gothic" w:cs="Arial"/>
                <w:color w:val="000000" w:themeColor="text1"/>
                <w:sz w:val="20"/>
                <w:szCs w:val="11"/>
              </w:rPr>
            </w:pPr>
            <w:r w:rsidRPr="00023806">
              <w:rPr>
                <w:rFonts w:ascii="Century Gothic" w:hAnsi="Century Gothic" w:cs="Arial"/>
                <w:color w:val="000000" w:themeColor="text1"/>
                <w:sz w:val="20"/>
                <w:szCs w:val="11"/>
              </w:rPr>
              <w:t> </w:t>
            </w:r>
          </w:p>
        </w:tc>
      </w:tr>
    </w:tbl>
    <w:p w:rsidR="002A252A" w:rsidRDefault="003D220F">
      <w:pPr>
        <w:rPr>
          <w:rFonts w:ascii="Century Gothic" w:hAnsi="Century Gothic" w:cs="Arial"/>
          <w:b/>
          <w:noProof/>
          <w:color w:val="000000" w:themeColor="text1"/>
          <w:szCs w:val="36"/>
        </w:rPr>
        <w:sectPr w:rsidR="002A252A" w:rsidSect="00A50ABD">
          <w:pgSz w:w="12240" w:h="15840"/>
          <w:pgMar w:top="432" w:right="720" w:bottom="432" w:left="720" w:header="720" w:footer="518" w:gutter="0"/>
          <w:cols w:space="720"/>
          <w:titlePg/>
          <w:docGrid w:linePitch="360"/>
        </w:sectPr>
      </w:pPr>
      <w:r w:rsidRPr="003D706E">
        <w:rPr>
          <w:rFonts w:ascii="Century Gothic" w:hAnsi="Century Gothic" w:cs="Arial"/>
          <w:b/>
          <w:noProof/>
          <w:color w:val="000000" w:themeColor="text1"/>
          <w:szCs w:val="36"/>
        </w:rPr>
        <w:lastRenderedPageBreak/>
        <w:br w:type="page"/>
      </w:r>
    </w:p>
    <w:p w:rsidR="003D220F" w:rsidRPr="003D706E" w:rsidRDefault="003D220F">
      <w:pPr>
        <w:rPr>
          <w:rFonts w:ascii="Century Gothic" w:hAnsi="Century Gothic" w:cs="Arial"/>
          <w:b/>
          <w:noProof/>
          <w:color w:val="000000" w:themeColor="text1"/>
          <w:szCs w:val="36"/>
        </w:rPr>
      </w:pPr>
    </w:p>
    <w:p w:rsidR="003D220F" w:rsidRPr="003D706E" w:rsidRDefault="003D220F">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rsidTr="00C81141">
        <w:trPr>
          <w:trHeight w:val="2706"/>
        </w:trPr>
        <w:tc>
          <w:tcPr>
            <w:tcW w:w="10638" w:type="dxa"/>
          </w:tcPr>
          <w:p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rsidR="00FF51C2" w:rsidRPr="003D706E" w:rsidRDefault="00FF51C2" w:rsidP="00531F82">
            <w:pPr>
              <w:rPr>
                <w:rFonts w:ascii="Century Gothic" w:hAnsi="Century Gothic" w:cs="Arial"/>
                <w:color w:val="000000" w:themeColor="text1"/>
                <w:szCs w:val="20"/>
              </w:rPr>
            </w:pPr>
          </w:p>
          <w:p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 xml:space="preserve">Any articles, templates, or information provided by </w:t>
            </w:r>
            <w:proofErr w:type="spellStart"/>
            <w:r w:rsidRPr="003D706E">
              <w:rPr>
                <w:rFonts w:ascii="Century Gothic" w:hAnsi="Century Gothic" w:cs="Arial"/>
                <w:color w:val="000000" w:themeColor="text1"/>
                <w:sz w:val="22"/>
                <w:szCs w:val="20"/>
              </w:rPr>
              <w:t>Smartsheet</w:t>
            </w:r>
            <w:proofErr w:type="spellEnd"/>
            <w:r w:rsidRPr="003D706E">
              <w:rPr>
                <w:rFonts w:ascii="Century Gothic" w:hAnsi="Century Gothic" w:cs="Arial"/>
                <w:color w:val="000000" w:themeColor="text1"/>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3D706E" w:rsidRDefault="006B5ECE" w:rsidP="00D022DF">
      <w:pPr>
        <w:rPr>
          <w:rFonts w:ascii="Century Gothic" w:hAnsi="Century Gothic"/>
          <w:b/>
          <w:color w:val="000000" w:themeColor="text1"/>
          <w:sz w:val="32"/>
          <w:szCs w:val="44"/>
        </w:rPr>
      </w:pPr>
    </w:p>
    <w:sectPr w:rsidR="006B5ECE" w:rsidRPr="003D706E" w:rsidSect="002A252A">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911" w:rsidRDefault="001A3911" w:rsidP="00F36FE0">
      <w:r>
        <w:separator/>
      </w:r>
    </w:p>
  </w:endnote>
  <w:endnote w:type="continuationSeparator" w:id="0">
    <w:p w:rsidR="001A3911" w:rsidRDefault="001A3911"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neva">
    <w:altName w:val="Arial"/>
    <w:charset w:val="00"/>
    <w:family w:val="swiss"/>
    <w:pitch w:val="variable"/>
    <w:sig w:usb0="E00002FF" w:usb1="5200205F" w:usb2="00A0C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2525287"/>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10127374"/>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F1857">
          <w:rPr>
            <w:rStyle w:val="PageNumber"/>
            <w:noProof/>
          </w:rPr>
          <w:t>5</w:t>
        </w:r>
        <w:r>
          <w:rPr>
            <w:rStyle w:val="PageNumber"/>
          </w:rPr>
          <w:fldChar w:fldCharType="end"/>
        </w:r>
      </w:p>
    </w:sdtContent>
  </w:sdt>
  <w:p w:rsidR="00036FF2" w:rsidRDefault="00036FF2" w:rsidP="00F36F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911" w:rsidRDefault="001A3911" w:rsidP="00F36FE0">
      <w:r>
        <w:separator/>
      </w:r>
    </w:p>
  </w:footnote>
  <w:footnote w:type="continuationSeparator" w:id="0">
    <w:p w:rsidR="001A3911" w:rsidRDefault="001A3911" w:rsidP="00F3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activeWritingStyle w:appName="MSWord" w:lang="en-US"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857"/>
    <w:rsid w:val="00023806"/>
    <w:rsid w:val="00031AF7"/>
    <w:rsid w:val="00036FF2"/>
    <w:rsid w:val="000413A5"/>
    <w:rsid w:val="00096D26"/>
    <w:rsid w:val="000B3AA5"/>
    <w:rsid w:val="000C02F8"/>
    <w:rsid w:val="000C4DD4"/>
    <w:rsid w:val="000C5A84"/>
    <w:rsid w:val="000D5F7F"/>
    <w:rsid w:val="000E7AF5"/>
    <w:rsid w:val="000F1D44"/>
    <w:rsid w:val="0011091C"/>
    <w:rsid w:val="00111C4F"/>
    <w:rsid w:val="00121D51"/>
    <w:rsid w:val="001344EA"/>
    <w:rsid w:val="00141E75"/>
    <w:rsid w:val="001472A1"/>
    <w:rsid w:val="00150B91"/>
    <w:rsid w:val="001962A6"/>
    <w:rsid w:val="001A3911"/>
    <w:rsid w:val="00206944"/>
    <w:rsid w:val="002453A2"/>
    <w:rsid w:val="002507EE"/>
    <w:rsid w:val="00294C13"/>
    <w:rsid w:val="00294C92"/>
    <w:rsid w:val="00296750"/>
    <w:rsid w:val="002A252A"/>
    <w:rsid w:val="002A45FC"/>
    <w:rsid w:val="002E4407"/>
    <w:rsid w:val="002F2C0D"/>
    <w:rsid w:val="002F2CEF"/>
    <w:rsid w:val="002F39CD"/>
    <w:rsid w:val="00303C60"/>
    <w:rsid w:val="00345B4E"/>
    <w:rsid w:val="00357719"/>
    <w:rsid w:val="0036595F"/>
    <w:rsid w:val="003758D7"/>
    <w:rsid w:val="00394B27"/>
    <w:rsid w:val="00394B8A"/>
    <w:rsid w:val="003D220F"/>
    <w:rsid w:val="003D28EE"/>
    <w:rsid w:val="003D706E"/>
    <w:rsid w:val="003E0399"/>
    <w:rsid w:val="003F787D"/>
    <w:rsid w:val="00422668"/>
    <w:rsid w:val="00433D29"/>
    <w:rsid w:val="0045552B"/>
    <w:rsid w:val="0046242A"/>
    <w:rsid w:val="004654F9"/>
    <w:rsid w:val="00482909"/>
    <w:rsid w:val="004863EC"/>
    <w:rsid w:val="00491059"/>
    <w:rsid w:val="00492BF1"/>
    <w:rsid w:val="00493BCE"/>
    <w:rsid w:val="004952F9"/>
    <w:rsid w:val="004B4C32"/>
    <w:rsid w:val="004D59AF"/>
    <w:rsid w:val="004D6AFF"/>
    <w:rsid w:val="004E59C7"/>
    <w:rsid w:val="004E7C78"/>
    <w:rsid w:val="00531F82"/>
    <w:rsid w:val="005345A7"/>
    <w:rsid w:val="00547183"/>
    <w:rsid w:val="00557C38"/>
    <w:rsid w:val="005913EC"/>
    <w:rsid w:val="005A2BD6"/>
    <w:rsid w:val="005B7C30"/>
    <w:rsid w:val="005C1013"/>
    <w:rsid w:val="005F5ABE"/>
    <w:rsid w:val="005F70B0"/>
    <w:rsid w:val="006316D7"/>
    <w:rsid w:val="00660D04"/>
    <w:rsid w:val="00666161"/>
    <w:rsid w:val="00681EE0"/>
    <w:rsid w:val="006940BE"/>
    <w:rsid w:val="006950B1"/>
    <w:rsid w:val="006B5ECE"/>
    <w:rsid w:val="006B6267"/>
    <w:rsid w:val="006C1052"/>
    <w:rsid w:val="006C3482"/>
    <w:rsid w:val="006C66DE"/>
    <w:rsid w:val="006D36F2"/>
    <w:rsid w:val="006D6888"/>
    <w:rsid w:val="006E24AA"/>
    <w:rsid w:val="00714325"/>
    <w:rsid w:val="00756B3B"/>
    <w:rsid w:val="00774101"/>
    <w:rsid w:val="0078197E"/>
    <w:rsid w:val="007B0EE0"/>
    <w:rsid w:val="007F08AA"/>
    <w:rsid w:val="0081690B"/>
    <w:rsid w:val="008350B3"/>
    <w:rsid w:val="0085124E"/>
    <w:rsid w:val="00863730"/>
    <w:rsid w:val="008C3ED9"/>
    <w:rsid w:val="008F0F82"/>
    <w:rsid w:val="009152A8"/>
    <w:rsid w:val="00942BD8"/>
    <w:rsid w:val="009541D8"/>
    <w:rsid w:val="009A7594"/>
    <w:rsid w:val="009C2E35"/>
    <w:rsid w:val="009C4A98"/>
    <w:rsid w:val="009C6682"/>
    <w:rsid w:val="009E31FD"/>
    <w:rsid w:val="009E71D3"/>
    <w:rsid w:val="009F028C"/>
    <w:rsid w:val="00A06691"/>
    <w:rsid w:val="00A12C16"/>
    <w:rsid w:val="00A2037C"/>
    <w:rsid w:val="00A2277A"/>
    <w:rsid w:val="00A50ABD"/>
    <w:rsid w:val="00A649D2"/>
    <w:rsid w:val="00A65C40"/>
    <w:rsid w:val="00A6738D"/>
    <w:rsid w:val="00A94CC9"/>
    <w:rsid w:val="00A94E32"/>
    <w:rsid w:val="00A95536"/>
    <w:rsid w:val="00AA5E3A"/>
    <w:rsid w:val="00AB1F2A"/>
    <w:rsid w:val="00AD6706"/>
    <w:rsid w:val="00AE12B5"/>
    <w:rsid w:val="00AE1A89"/>
    <w:rsid w:val="00B2299A"/>
    <w:rsid w:val="00B8500C"/>
    <w:rsid w:val="00B91333"/>
    <w:rsid w:val="00BC38F6"/>
    <w:rsid w:val="00BC3D1E"/>
    <w:rsid w:val="00BC4CD6"/>
    <w:rsid w:val="00BC7F9D"/>
    <w:rsid w:val="00C12C0B"/>
    <w:rsid w:val="00C81141"/>
    <w:rsid w:val="00CA2CD6"/>
    <w:rsid w:val="00CA6F96"/>
    <w:rsid w:val="00CB4DF0"/>
    <w:rsid w:val="00CB7FA5"/>
    <w:rsid w:val="00CD2479"/>
    <w:rsid w:val="00CF7C60"/>
    <w:rsid w:val="00D022DF"/>
    <w:rsid w:val="00D2118F"/>
    <w:rsid w:val="00D2644E"/>
    <w:rsid w:val="00D26580"/>
    <w:rsid w:val="00D660EC"/>
    <w:rsid w:val="00D675F4"/>
    <w:rsid w:val="00D82ADF"/>
    <w:rsid w:val="00D90B36"/>
    <w:rsid w:val="00DB1AE1"/>
    <w:rsid w:val="00DF6DF5"/>
    <w:rsid w:val="00E0014C"/>
    <w:rsid w:val="00E37FC8"/>
    <w:rsid w:val="00E62BF6"/>
    <w:rsid w:val="00E8348B"/>
    <w:rsid w:val="00E85804"/>
    <w:rsid w:val="00E97431"/>
    <w:rsid w:val="00E97F89"/>
    <w:rsid w:val="00EB23F8"/>
    <w:rsid w:val="00EC3CDB"/>
    <w:rsid w:val="00EF0B97"/>
    <w:rsid w:val="00EF1857"/>
    <w:rsid w:val="00F05EE6"/>
    <w:rsid w:val="00F11F7B"/>
    <w:rsid w:val="00F14F57"/>
    <w:rsid w:val="00F36FE0"/>
    <w:rsid w:val="00F85E87"/>
    <w:rsid w:val="00F90516"/>
    <w:rsid w:val="00FB1580"/>
    <w:rsid w:val="00FB4C7E"/>
    <w:rsid w:val="00FC28FE"/>
    <w:rsid w:val="00FE7038"/>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7E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EF0B97"/>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Theme="minorHAnsi" w:hAnsiTheme="minorHAnsi"/>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16"/>
    </w:rPr>
  </w:style>
  <w:style w:type="paragraph" w:styleId="Heading4">
    <w:name w:val="heading 4"/>
    <w:basedOn w:val="Normal"/>
    <w:next w:val="Normal"/>
    <w:link w:val="Heading4Char"/>
    <w:qFormat/>
    <w:rsid w:val="00B8500C"/>
    <w:pPr>
      <w:outlineLvl w:val="3"/>
    </w:pPr>
    <w:rPr>
      <w:rFonts w:asciiTheme="minorHAnsi" w:hAnsiTheme="minorHAnsi"/>
      <w:b/>
      <w:sz w:val="16"/>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Theme="minorHAnsi" w:hAnsiTheme="minorHAnsi" w:cs="Tahoma"/>
      <w:sz w:val="16"/>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Theme="minorHAnsi" w:hAnsiTheme="minorHAnsi"/>
      <w:sz w:val="16"/>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Theme="minorHAnsi" w:hAnsiTheme="minorHAnsi"/>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16"/>
      <w:szCs w:val="16"/>
    </w:rPr>
  </w:style>
  <w:style w:type="paragraph" w:customStyle="1" w:styleId="xl67">
    <w:name w:val="xl67"/>
    <w:basedOn w:val="Normal"/>
    <w:rsid w:val="00BC7F9D"/>
    <w:pPr>
      <w:spacing w:before="100" w:beforeAutospacing="1" w:after="100" w:afterAutospacing="1"/>
      <w:textAlignment w:val="center"/>
    </w:pPr>
    <w:rPr>
      <w:sz w:val="16"/>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16"/>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0">
    <w:name w:val="xl70"/>
    <w:basedOn w:val="Normal"/>
    <w:rsid w:val="00BC7F9D"/>
    <w:pPr>
      <w:spacing w:before="100" w:beforeAutospacing="1" w:after="100" w:afterAutospacing="1"/>
    </w:pPr>
    <w:rPr>
      <w:b/>
      <w:bCs/>
      <w:sz w:val="16"/>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3">
    <w:name w:val="xl73"/>
    <w:basedOn w:val="Normal"/>
    <w:rsid w:val="00BC7F9D"/>
    <w:pPr>
      <w:spacing w:before="100" w:beforeAutospacing="1" w:after="100" w:afterAutospacing="1"/>
    </w:pPr>
    <w:rPr>
      <w:sz w:val="16"/>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16"/>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Theme="minorHAnsi" w:hAnsiTheme="minorHAnsi"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Theme="minorHAnsi" w:hAnsiTheme="minorHAnsi"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Theme="minorHAnsi" w:hAnsiTheme="minorHAnsi" w:cstheme="minorHAnsi"/>
      <w:i/>
      <w:iCs/>
      <w:sz w:val="20"/>
      <w:szCs w:val="20"/>
    </w:rPr>
  </w:style>
  <w:style w:type="paragraph" w:styleId="TOC4">
    <w:name w:val="toc 4"/>
    <w:basedOn w:val="Normal"/>
    <w:next w:val="Normal"/>
    <w:autoRedefine/>
    <w:unhideWhenUsed/>
    <w:rsid w:val="00E8348B"/>
    <w:pPr>
      <w:ind w:left="480"/>
    </w:pPr>
    <w:rPr>
      <w:rFonts w:asciiTheme="minorHAnsi" w:hAnsiTheme="minorHAnsi" w:cstheme="minorHAnsi"/>
      <w:sz w:val="18"/>
      <w:szCs w:val="18"/>
    </w:rPr>
  </w:style>
  <w:style w:type="paragraph" w:styleId="TOC5">
    <w:name w:val="toc 5"/>
    <w:basedOn w:val="Normal"/>
    <w:next w:val="Normal"/>
    <w:autoRedefine/>
    <w:unhideWhenUsed/>
    <w:rsid w:val="00E8348B"/>
    <w:pPr>
      <w:ind w:left="640"/>
    </w:pPr>
    <w:rPr>
      <w:rFonts w:asciiTheme="minorHAnsi" w:hAnsiTheme="minorHAnsi" w:cstheme="minorHAnsi"/>
      <w:sz w:val="18"/>
      <w:szCs w:val="18"/>
    </w:rPr>
  </w:style>
  <w:style w:type="paragraph" w:styleId="TOC6">
    <w:name w:val="toc 6"/>
    <w:basedOn w:val="Normal"/>
    <w:next w:val="Normal"/>
    <w:autoRedefine/>
    <w:unhideWhenUsed/>
    <w:rsid w:val="00E8348B"/>
    <w:pPr>
      <w:ind w:left="800"/>
    </w:pPr>
    <w:rPr>
      <w:rFonts w:asciiTheme="minorHAnsi" w:hAnsiTheme="minorHAnsi" w:cstheme="minorHAnsi"/>
      <w:sz w:val="18"/>
      <w:szCs w:val="18"/>
    </w:rPr>
  </w:style>
  <w:style w:type="paragraph" w:styleId="TOC7">
    <w:name w:val="toc 7"/>
    <w:basedOn w:val="Normal"/>
    <w:next w:val="Normal"/>
    <w:autoRedefine/>
    <w:unhideWhenUsed/>
    <w:rsid w:val="00E8348B"/>
    <w:pPr>
      <w:ind w:left="960"/>
    </w:pPr>
    <w:rPr>
      <w:rFonts w:asciiTheme="minorHAnsi" w:hAnsiTheme="minorHAnsi" w:cstheme="minorHAnsi"/>
      <w:sz w:val="18"/>
      <w:szCs w:val="18"/>
    </w:rPr>
  </w:style>
  <w:style w:type="paragraph" w:styleId="TOC8">
    <w:name w:val="toc 8"/>
    <w:basedOn w:val="Normal"/>
    <w:next w:val="Normal"/>
    <w:autoRedefine/>
    <w:unhideWhenUsed/>
    <w:rsid w:val="00E8348B"/>
    <w:pPr>
      <w:ind w:left="1120"/>
    </w:pPr>
    <w:rPr>
      <w:rFonts w:asciiTheme="minorHAnsi" w:hAnsiTheme="minorHAnsi" w:cstheme="minorHAnsi"/>
      <w:sz w:val="18"/>
      <w:szCs w:val="18"/>
    </w:rPr>
  </w:style>
  <w:style w:type="paragraph" w:styleId="TOC9">
    <w:name w:val="toc 9"/>
    <w:basedOn w:val="Normal"/>
    <w:next w:val="Normal"/>
    <w:autoRedefine/>
    <w:unhideWhenUsed/>
    <w:rsid w:val="00E8348B"/>
    <w:pPr>
      <w:ind w:left="1280"/>
    </w:pPr>
    <w:rPr>
      <w:rFonts w:asciiTheme="minorHAnsi" w:hAnsiTheme="minorHAnsi"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Theme="minorHAnsi" w:hAnsiTheme="minorHAnsi"/>
      <w:sz w:val="16"/>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Theme="minorHAnsi" w:hAnsiTheme="minorHAnsi"/>
      <w:sz w:val="16"/>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EF0B97"/>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Theme="minorHAnsi" w:hAnsiTheme="minorHAnsi"/>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16"/>
    </w:rPr>
  </w:style>
  <w:style w:type="paragraph" w:styleId="Heading4">
    <w:name w:val="heading 4"/>
    <w:basedOn w:val="Normal"/>
    <w:next w:val="Normal"/>
    <w:link w:val="Heading4Char"/>
    <w:qFormat/>
    <w:rsid w:val="00B8500C"/>
    <w:pPr>
      <w:outlineLvl w:val="3"/>
    </w:pPr>
    <w:rPr>
      <w:rFonts w:asciiTheme="minorHAnsi" w:hAnsiTheme="minorHAnsi"/>
      <w:b/>
      <w:sz w:val="16"/>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Theme="minorHAnsi" w:hAnsiTheme="minorHAnsi" w:cs="Tahoma"/>
      <w:sz w:val="16"/>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Theme="minorHAnsi" w:hAnsiTheme="minorHAnsi"/>
      <w:sz w:val="16"/>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Theme="minorHAnsi" w:hAnsiTheme="minorHAnsi"/>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16"/>
      <w:szCs w:val="16"/>
    </w:rPr>
  </w:style>
  <w:style w:type="paragraph" w:customStyle="1" w:styleId="xl67">
    <w:name w:val="xl67"/>
    <w:basedOn w:val="Normal"/>
    <w:rsid w:val="00BC7F9D"/>
    <w:pPr>
      <w:spacing w:before="100" w:beforeAutospacing="1" w:after="100" w:afterAutospacing="1"/>
      <w:textAlignment w:val="center"/>
    </w:pPr>
    <w:rPr>
      <w:sz w:val="16"/>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16"/>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0">
    <w:name w:val="xl70"/>
    <w:basedOn w:val="Normal"/>
    <w:rsid w:val="00BC7F9D"/>
    <w:pPr>
      <w:spacing w:before="100" w:beforeAutospacing="1" w:after="100" w:afterAutospacing="1"/>
    </w:pPr>
    <w:rPr>
      <w:b/>
      <w:bCs/>
      <w:sz w:val="16"/>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3">
    <w:name w:val="xl73"/>
    <w:basedOn w:val="Normal"/>
    <w:rsid w:val="00BC7F9D"/>
    <w:pPr>
      <w:spacing w:before="100" w:beforeAutospacing="1" w:after="100" w:afterAutospacing="1"/>
    </w:pPr>
    <w:rPr>
      <w:sz w:val="16"/>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16"/>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Theme="minorHAnsi" w:hAnsiTheme="minorHAnsi"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Theme="minorHAnsi" w:hAnsiTheme="minorHAnsi"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Theme="minorHAnsi" w:hAnsiTheme="minorHAnsi" w:cstheme="minorHAnsi"/>
      <w:i/>
      <w:iCs/>
      <w:sz w:val="20"/>
      <w:szCs w:val="20"/>
    </w:rPr>
  </w:style>
  <w:style w:type="paragraph" w:styleId="TOC4">
    <w:name w:val="toc 4"/>
    <w:basedOn w:val="Normal"/>
    <w:next w:val="Normal"/>
    <w:autoRedefine/>
    <w:unhideWhenUsed/>
    <w:rsid w:val="00E8348B"/>
    <w:pPr>
      <w:ind w:left="480"/>
    </w:pPr>
    <w:rPr>
      <w:rFonts w:asciiTheme="minorHAnsi" w:hAnsiTheme="minorHAnsi" w:cstheme="minorHAnsi"/>
      <w:sz w:val="18"/>
      <w:szCs w:val="18"/>
    </w:rPr>
  </w:style>
  <w:style w:type="paragraph" w:styleId="TOC5">
    <w:name w:val="toc 5"/>
    <w:basedOn w:val="Normal"/>
    <w:next w:val="Normal"/>
    <w:autoRedefine/>
    <w:unhideWhenUsed/>
    <w:rsid w:val="00E8348B"/>
    <w:pPr>
      <w:ind w:left="640"/>
    </w:pPr>
    <w:rPr>
      <w:rFonts w:asciiTheme="minorHAnsi" w:hAnsiTheme="minorHAnsi" w:cstheme="minorHAnsi"/>
      <w:sz w:val="18"/>
      <w:szCs w:val="18"/>
    </w:rPr>
  </w:style>
  <w:style w:type="paragraph" w:styleId="TOC6">
    <w:name w:val="toc 6"/>
    <w:basedOn w:val="Normal"/>
    <w:next w:val="Normal"/>
    <w:autoRedefine/>
    <w:unhideWhenUsed/>
    <w:rsid w:val="00E8348B"/>
    <w:pPr>
      <w:ind w:left="800"/>
    </w:pPr>
    <w:rPr>
      <w:rFonts w:asciiTheme="minorHAnsi" w:hAnsiTheme="minorHAnsi" w:cstheme="minorHAnsi"/>
      <w:sz w:val="18"/>
      <w:szCs w:val="18"/>
    </w:rPr>
  </w:style>
  <w:style w:type="paragraph" w:styleId="TOC7">
    <w:name w:val="toc 7"/>
    <w:basedOn w:val="Normal"/>
    <w:next w:val="Normal"/>
    <w:autoRedefine/>
    <w:unhideWhenUsed/>
    <w:rsid w:val="00E8348B"/>
    <w:pPr>
      <w:ind w:left="960"/>
    </w:pPr>
    <w:rPr>
      <w:rFonts w:asciiTheme="minorHAnsi" w:hAnsiTheme="minorHAnsi" w:cstheme="minorHAnsi"/>
      <w:sz w:val="18"/>
      <w:szCs w:val="18"/>
    </w:rPr>
  </w:style>
  <w:style w:type="paragraph" w:styleId="TOC8">
    <w:name w:val="toc 8"/>
    <w:basedOn w:val="Normal"/>
    <w:next w:val="Normal"/>
    <w:autoRedefine/>
    <w:unhideWhenUsed/>
    <w:rsid w:val="00E8348B"/>
    <w:pPr>
      <w:ind w:left="1120"/>
    </w:pPr>
    <w:rPr>
      <w:rFonts w:asciiTheme="minorHAnsi" w:hAnsiTheme="minorHAnsi" w:cstheme="minorHAnsi"/>
      <w:sz w:val="18"/>
      <w:szCs w:val="18"/>
    </w:rPr>
  </w:style>
  <w:style w:type="paragraph" w:styleId="TOC9">
    <w:name w:val="toc 9"/>
    <w:basedOn w:val="Normal"/>
    <w:next w:val="Normal"/>
    <w:autoRedefine/>
    <w:unhideWhenUsed/>
    <w:rsid w:val="00E8348B"/>
    <w:pPr>
      <w:ind w:left="1280"/>
    </w:pPr>
    <w:rPr>
      <w:rFonts w:asciiTheme="minorHAnsi" w:hAnsiTheme="minorHAnsi"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Theme="minorHAnsi" w:hAnsiTheme="minorHAnsi"/>
      <w:sz w:val="16"/>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Theme="minorHAnsi" w:hAnsiTheme="minorHAnsi"/>
      <w:sz w:val="16"/>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47956889">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87492082">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reportsexcel\project%20report%20templates\project%20report%20template-1132165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A6350B-8FC6-4F72-914E-977C3905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template-113216513</Template>
  <TotalTime>0</TotalTime>
  <Pages>6</Pages>
  <Words>310</Words>
  <Characters>1773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cp:lastPrinted>2018-04-15T17:50:00Z</cp:lastPrinted>
  <dcterms:created xsi:type="dcterms:W3CDTF">2022-05-25T16:23:00Z</dcterms:created>
  <dcterms:modified xsi:type="dcterms:W3CDTF">2022-05-25T16:23:00Z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